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9402A" w14:textId="77777777" w:rsidR="006B79D5" w:rsidRDefault="006B79D5">
      <w:pPr>
        <w:pStyle w:val="BodyText"/>
        <w:ind w:left="0"/>
        <w:rPr>
          <w:rFonts w:ascii="Times New Roman"/>
        </w:rPr>
      </w:pPr>
    </w:p>
    <w:p w14:paraId="4C6F6219" w14:textId="77777777" w:rsidR="006B79D5" w:rsidRDefault="006B79D5">
      <w:pPr>
        <w:pStyle w:val="BodyText"/>
        <w:spacing w:before="5"/>
        <w:ind w:left="0"/>
        <w:rPr>
          <w:rFonts w:ascii="Times New Roman"/>
          <w:sz w:val="28"/>
        </w:rPr>
      </w:pPr>
    </w:p>
    <w:p w14:paraId="681346ED" w14:textId="77777777" w:rsidR="006B79D5" w:rsidRDefault="00EE4DE8">
      <w:pPr>
        <w:pStyle w:val="BodyText"/>
        <w:ind w:left="1020"/>
      </w:pPr>
      <w:r>
        <w:rPr>
          <w:spacing w:val="-1"/>
        </w:rPr>
        <w:t>Introduction</w:t>
      </w:r>
    </w:p>
    <w:p w14:paraId="4694D6E0" w14:textId="77777777" w:rsidR="006B79D5" w:rsidRDefault="00EE4DE8">
      <w:pPr>
        <w:pStyle w:val="Heading1"/>
      </w:pPr>
      <w:r>
        <w:rPr>
          <w:b w:val="0"/>
        </w:rPr>
        <w:br w:type="column"/>
      </w:r>
      <w:r>
        <w:t>Incident Review – Sample Written Program</w:t>
      </w:r>
    </w:p>
    <w:p w14:paraId="570434FA" w14:textId="77777777" w:rsidR="006B79D5" w:rsidRDefault="006B79D5">
      <w:pPr>
        <w:sectPr w:rsidR="006B79D5">
          <w:headerReference w:type="default" r:id="rId7"/>
          <w:footerReference w:type="default" r:id="rId8"/>
          <w:type w:val="continuous"/>
          <w:pgSz w:w="12240" w:h="15840"/>
          <w:pgMar w:top="1320" w:right="600" w:bottom="1180" w:left="420" w:header="566" w:footer="993" w:gutter="0"/>
          <w:pgNumType w:start="1"/>
          <w:cols w:num="2" w:space="720" w:equalWidth="0">
            <w:col w:w="2137" w:space="40"/>
            <w:col w:w="9043"/>
          </w:cols>
        </w:sectPr>
      </w:pPr>
    </w:p>
    <w:p w14:paraId="57714059" w14:textId="77777777" w:rsidR="006B79D5" w:rsidRDefault="00EE4DE8">
      <w:pPr>
        <w:pStyle w:val="Heading2"/>
      </w:pPr>
      <w:r>
        <w:t>Incident Review - what is it?</w:t>
      </w:r>
    </w:p>
    <w:p w14:paraId="2EBE74E5" w14:textId="77777777" w:rsidR="006B79D5" w:rsidRDefault="00EE4DE8">
      <w:pPr>
        <w:pStyle w:val="BodyText"/>
        <w:spacing w:before="120"/>
        <w:ind w:left="1020" w:right="846"/>
        <w:jc w:val="both"/>
      </w:pPr>
      <w:r>
        <w:t>The purpose of an “incident review” is to determine why that specific incident took place. Incidents may involve</w:t>
      </w:r>
      <w:r>
        <w:rPr>
          <w:spacing w:val="-10"/>
        </w:rPr>
        <w:t xml:space="preserve"> </w:t>
      </w:r>
      <w:r>
        <w:t>bodily</w:t>
      </w:r>
      <w:r>
        <w:rPr>
          <w:spacing w:val="-11"/>
        </w:rPr>
        <w:t xml:space="preserve"> </w:t>
      </w:r>
      <w:r>
        <w:t>injury,</w:t>
      </w:r>
      <w:r>
        <w:rPr>
          <w:spacing w:val="-9"/>
        </w:rPr>
        <w:t xml:space="preserve"> </w:t>
      </w:r>
      <w:r>
        <w:t>damage</w:t>
      </w:r>
      <w:r>
        <w:rPr>
          <w:spacing w:val="-10"/>
        </w:rPr>
        <w:t xml:space="preserve"> </w:t>
      </w:r>
      <w:r>
        <w:t>to</w:t>
      </w:r>
      <w:r>
        <w:rPr>
          <w:spacing w:val="-9"/>
        </w:rPr>
        <w:t xml:space="preserve"> </w:t>
      </w:r>
      <w:r>
        <w:t>property</w:t>
      </w:r>
      <w:r>
        <w:rPr>
          <w:spacing w:val="-14"/>
        </w:rPr>
        <w:t xml:space="preserve"> </w:t>
      </w:r>
      <w:r>
        <w:t>or</w:t>
      </w:r>
      <w:r>
        <w:rPr>
          <w:spacing w:val="-12"/>
        </w:rPr>
        <w:t xml:space="preserve"> </w:t>
      </w:r>
      <w:r>
        <w:t>cause</w:t>
      </w:r>
      <w:r>
        <w:rPr>
          <w:spacing w:val="-9"/>
        </w:rPr>
        <w:t xml:space="preserve"> </w:t>
      </w:r>
      <w:r>
        <w:t>interruption</w:t>
      </w:r>
      <w:r>
        <w:rPr>
          <w:spacing w:val="-10"/>
        </w:rPr>
        <w:t xml:space="preserve"> </w:t>
      </w:r>
      <w:r>
        <w:t>in</w:t>
      </w:r>
      <w:r>
        <w:rPr>
          <w:spacing w:val="-13"/>
        </w:rPr>
        <w:t xml:space="preserve"> </w:t>
      </w:r>
      <w:r>
        <w:t>your</w:t>
      </w:r>
      <w:r>
        <w:rPr>
          <w:spacing w:val="-10"/>
        </w:rPr>
        <w:t xml:space="preserve"> </w:t>
      </w:r>
      <w:r>
        <w:t>normal</w:t>
      </w:r>
      <w:r>
        <w:rPr>
          <w:spacing w:val="-13"/>
        </w:rPr>
        <w:t xml:space="preserve"> </w:t>
      </w:r>
      <w:r>
        <w:t>operations.</w:t>
      </w:r>
      <w:r>
        <w:rPr>
          <w:spacing w:val="-12"/>
        </w:rPr>
        <w:t xml:space="preserve"> </w:t>
      </w:r>
      <w:r>
        <w:t>There</w:t>
      </w:r>
      <w:r>
        <w:rPr>
          <w:spacing w:val="-12"/>
        </w:rPr>
        <w:t xml:space="preserve"> </w:t>
      </w:r>
      <w:r>
        <w:t>may</w:t>
      </w:r>
      <w:r>
        <w:rPr>
          <w:spacing w:val="-11"/>
        </w:rPr>
        <w:t xml:space="preserve"> </w:t>
      </w:r>
      <w:r>
        <w:t>also be “near miss” incidents and not cause any of the</w:t>
      </w:r>
      <w:r>
        <w:rPr>
          <w:spacing w:val="-16"/>
        </w:rPr>
        <w:t xml:space="preserve"> </w:t>
      </w:r>
      <w:r>
        <w:t>above.</w:t>
      </w:r>
    </w:p>
    <w:p w14:paraId="5B973182" w14:textId="77777777" w:rsidR="006B79D5" w:rsidRDefault="00EE4DE8">
      <w:pPr>
        <w:pStyle w:val="BodyText"/>
        <w:spacing w:before="119"/>
        <w:ind w:left="1020" w:right="838"/>
        <w:jc w:val="both"/>
      </w:pPr>
      <w:r>
        <w:t xml:space="preserve">After an incident occurs, it is important to determine </w:t>
      </w:r>
      <w:r>
        <w:rPr>
          <w:b/>
        </w:rPr>
        <w:t xml:space="preserve">how </w:t>
      </w:r>
      <w:r>
        <w:t xml:space="preserve">and why an incident took place. By fully investigating how and </w:t>
      </w:r>
      <w:r>
        <w:rPr>
          <w:b/>
        </w:rPr>
        <w:t xml:space="preserve">why </w:t>
      </w:r>
      <w:r>
        <w:t xml:space="preserve">an incident occurred, the root cause can be </w:t>
      </w:r>
      <w:proofErr w:type="gramStart"/>
      <w:r>
        <w:t>established</w:t>
      </w:r>
      <w:proofErr w:type="gramEnd"/>
      <w:r>
        <w:t xml:space="preserve"> and measures can be taken to prevent a similar incident from happening again.</w:t>
      </w:r>
    </w:p>
    <w:p w14:paraId="52532A88" w14:textId="77777777" w:rsidR="006B79D5" w:rsidRDefault="00EE4DE8">
      <w:pPr>
        <w:pStyle w:val="BodyText"/>
        <w:spacing w:before="120"/>
        <w:ind w:left="1020" w:right="845"/>
        <w:jc w:val="both"/>
      </w:pPr>
      <w:r>
        <w:t>The purpose of Incident Review is to objectively identify and address the root cause to prevent the same situation from taking place again.</w:t>
      </w:r>
    </w:p>
    <w:p w14:paraId="5B93893C" w14:textId="77777777" w:rsidR="006B79D5" w:rsidRDefault="00EE4DE8">
      <w:pPr>
        <w:pStyle w:val="Heading2"/>
        <w:spacing w:before="121"/>
      </w:pPr>
      <w:r>
        <w:t>Why should I take time and resources to do Incident Review? How does my organization benefit?</w:t>
      </w:r>
    </w:p>
    <w:p w14:paraId="460496DE" w14:textId="77777777" w:rsidR="006B79D5" w:rsidRDefault="00EE4DE8">
      <w:pPr>
        <w:pStyle w:val="ListParagraph"/>
        <w:numPr>
          <w:ilvl w:val="0"/>
          <w:numId w:val="14"/>
        </w:numPr>
        <w:tabs>
          <w:tab w:val="left" w:pos="1740"/>
        </w:tabs>
        <w:spacing w:before="120" w:line="256" w:lineRule="auto"/>
        <w:ind w:right="843"/>
      </w:pPr>
      <w:r>
        <w:t>A thorough incident review can prevent employees or members of the public on your premises from being seriously injured- or worse-</w:t>
      </w:r>
      <w:r>
        <w:rPr>
          <w:spacing w:val="-7"/>
        </w:rPr>
        <w:t xml:space="preserve"> </w:t>
      </w:r>
      <w:r>
        <w:t>killed.</w:t>
      </w:r>
    </w:p>
    <w:p w14:paraId="391C94D8" w14:textId="77777777" w:rsidR="006B79D5" w:rsidRDefault="00EE4DE8">
      <w:pPr>
        <w:pStyle w:val="ListParagraph"/>
        <w:numPr>
          <w:ilvl w:val="0"/>
          <w:numId w:val="14"/>
        </w:numPr>
        <w:tabs>
          <w:tab w:val="left" w:pos="1740"/>
        </w:tabs>
        <w:spacing w:before="124" w:line="259" w:lineRule="auto"/>
        <w:ind w:right="844"/>
      </w:pPr>
      <w:r>
        <w:t>An incident review may be able to identify weaknesses in your operations to prevent your organization from being disrupted from a future incident causing injuries to employees, injuries or damage to members of the public or damage to your critical</w:t>
      </w:r>
      <w:r>
        <w:rPr>
          <w:spacing w:val="-15"/>
        </w:rPr>
        <w:t xml:space="preserve"> </w:t>
      </w:r>
      <w:r>
        <w:t>equipment.</w:t>
      </w:r>
    </w:p>
    <w:p w14:paraId="18870647" w14:textId="77777777" w:rsidR="006B79D5" w:rsidRDefault="00EE4DE8">
      <w:pPr>
        <w:pStyle w:val="ListParagraph"/>
        <w:numPr>
          <w:ilvl w:val="0"/>
          <w:numId w:val="14"/>
        </w:numPr>
        <w:tabs>
          <w:tab w:val="left" w:pos="1740"/>
        </w:tabs>
        <w:spacing w:before="119" w:line="259" w:lineRule="auto"/>
        <w:ind w:right="844"/>
      </w:pPr>
      <w:r>
        <w:t>Will help can lower workers’ compensation costs by reducing the frequency and severity of incidents at the</w:t>
      </w:r>
      <w:r>
        <w:rPr>
          <w:spacing w:val="-5"/>
        </w:rPr>
        <w:t xml:space="preserve"> </w:t>
      </w:r>
      <w:r>
        <w:t>workplace.</w:t>
      </w:r>
    </w:p>
    <w:p w14:paraId="0F08832D" w14:textId="77777777" w:rsidR="006B79D5" w:rsidRDefault="00EE4DE8">
      <w:pPr>
        <w:pStyle w:val="ListParagraph"/>
        <w:numPr>
          <w:ilvl w:val="0"/>
          <w:numId w:val="14"/>
        </w:numPr>
        <w:tabs>
          <w:tab w:val="left" w:pos="1740"/>
        </w:tabs>
        <w:spacing w:before="121" w:line="256" w:lineRule="auto"/>
        <w:ind w:right="845"/>
      </w:pPr>
      <w:r>
        <w:t>It</w:t>
      </w:r>
      <w:r>
        <w:rPr>
          <w:spacing w:val="-9"/>
        </w:rPr>
        <w:t xml:space="preserve"> </w:t>
      </w:r>
      <w:r>
        <w:t>can</w:t>
      </w:r>
      <w:r>
        <w:rPr>
          <w:spacing w:val="-10"/>
        </w:rPr>
        <w:t xml:space="preserve"> </w:t>
      </w:r>
      <w:r>
        <w:t>be</w:t>
      </w:r>
      <w:r>
        <w:rPr>
          <w:spacing w:val="-9"/>
        </w:rPr>
        <w:t xml:space="preserve"> </w:t>
      </w:r>
      <w:r>
        <w:t>difficult</w:t>
      </w:r>
      <w:r>
        <w:rPr>
          <w:spacing w:val="-10"/>
        </w:rPr>
        <w:t xml:space="preserve"> </w:t>
      </w:r>
      <w:r>
        <w:t>to</w:t>
      </w:r>
      <w:r>
        <w:rPr>
          <w:spacing w:val="-9"/>
        </w:rPr>
        <w:t xml:space="preserve"> </w:t>
      </w:r>
      <w:proofErr w:type="gramStart"/>
      <w:r>
        <w:t>ask</w:t>
      </w:r>
      <w:proofErr w:type="gramEnd"/>
      <w:r>
        <w:rPr>
          <w:spacing w:val="-11"/>
        </w:rPr>
        <w:t xml:space="preserve"> </w:t>
      </w:r>
      <w:r>
        <w:t>“what</w:t>
      </w:r>
      <w:r>
        <w:rPr>
          <w:spacing w:val="-9"/>
        </w:rPr>
        <w:t xml:space="preserve"> </w:t>
      </w:r>
      <w:r>
        <w:t>in</w:t>
      </w:r>
      <w:r>
        <w:rPr>
          <w:spacing w:val="-10"/>
        </w:rPr>
        <w:t xml:space="preserve"> </w:t>
      </w:r>
      <w:r>
        <w:t>our</w:t>
      </w:r>
      <w:r>
        <w:rPr>
          <w:spacing w:val="-9"/>
        </w:rPr>
        <w:t xml:space="preserve"> </w:t>
      </w:r>
      <w:r>
        <w:t>organizational</w:t>
      </w:r>
      <w:r>
        <w:rPr>
          <w:spacing w:val="-11"/>
        </w:rPr>
        <w:t xml:space="preserve"> </w:t>
      </w:r>
      <w:r>
        <w:t>structure</w:t>
      </w:r>
      <w:r>
        <w:rPr>
          <w:spacing w:val="-9"/>
        </w:rPr>
        <w:t xml:space="preserve"> </w:t>
      </w:r>
      <w:r>
        <w:t>contributed</w:t>
      </w:r>
      <w:r>
        <w:rPr>
          <w:spacing w:val="-9"/>
        </w:rPr>
        <w:t xml:space="preserve"> </w:t>
      </w:r>
      <w:r>
        <w:t>to</w:t>
      </w:r>
      <w:r>
        <w:rPr>
          <w:spacing w:val="-9"/>
        </w:rPr>
        <w:t xml:space="preserve"> </w:t>
      </w:r>
      <w:r>
        <w:t>systemic</w:t>
      </w:r>
      <w:r>
        <w:rPr>
          <w:spacing w:val="-9"/>
        </w:rPr>
        <w:t xml:space="preserve"> </w:t>
      </w:r>
      <w:r>
        <w:t>failures</w:t>
      </w:r>
      <w:r>
        <w:rPr>
          <w:spacing w:val="-11"/>
        </w:rPr>
        <w:t xml:space="preserve"> </w:t>
      </w:r>
      <w:r>
        <w:t>that caused this incident”, but the benefits noted above far outweigh the</w:t>
      </w:r>
      <w:r>
        <w:rPr>
          <w:spacing w:val="-25"/>
        </w:rPr>
        <w:t xml:space="preserve"> </w:t>
      </w:r>
      <w:r>
        <w:t>difficulties.</w:t>
      </w:r>
    </w:p>
    <w:p w14:paraId="549CFD5C" w14:textId="77777777" w:rsidR="006B79D5" w:rsidRDefault="00EE4DE8">
      <w:pPr>
        <w:pStyle w:val="Heading2"/>
        <w:spacing w:before="124"/>
      </w:pPr>
      <w:r>
        <w:t>Why do I need to investigate a near miss?</w:t>
      </w:r>
    </w:p>
    <w:p w14:paraId="25B08C1D" w14:textId="77777777" w:rsidR="006B79D5" w:rsidRDefault="00EE4DE8">
      <w:pPr>
        <w:pStyle w:val="BodyText"/>
        <w:spacing w:before="120"/>
        <w:ind w:left="1020" w:right="844"/>
        <w:jc w:val="both"/>
      </w:pPr>
      <w:r>
        <w:t xml:space="preserve">A series of close calls means it is just a matter of time before someone is hurt and/or property gets damaged. These near misses </w:t>
      </w:r>
      <w:proofErr w:type="gramStart"/>
      <w:r>
        <w:t>presents</w:t>
      </w:r>
      <w:proofErr w:type="gramEnd"/>
      <w:r>
        <w:t xml:space="preserve"> an opportunity for an organization to examine the how and why’s of what happened in order to prevent a more serious incident in the future.</w:t>
      </w:r>
    </w:p>
    <w:p w14:paraId="00FBF846" w14:textId="77777777" w:rsidR="006B79D5" w:rsidRDefault="006B79D5">
      <w:pPr>
        <w:jc w:val="both"/>
        <w:sectPr w:rsidR="006B79D5">
          <w:type w:val="continuous"/>
          <w:pgSz w:w="12240" w:h="15840"/>
          <w:pgMar w:top="1320" w:right="600" w:bottom="1180" w:left="420" w:header="720" w:footer="720" w:gutter="0"/>
          <w:cols w:space="720"/>
        </w:sectPr>
      </w:pPr>
    </w:p>
    <w:p w14:paraId="5D7050B2" w14:textId="77777777" w:rsidR="006B79D5" w:rsidRDefault="00EE4DE8">
      <w:pPr>
        <w:pStyle w:val="Heading2"/>
        <w:spacing w:before="117"/>
      </w:pPr>
      <w:r>
        <w:lastRenderedPageBreak/>
        <w:t>Why do I need to have a written program?</w:t>
      </w:r>
    </w:p>
    <w:p w14:paraId="38D4B081" w14:textId="77777777" w:rsidR="006B79D5" w:rsidRDefault="00EE4DE8">
      <w:pPr>
        <w:pStyle w:val="ListParagraph"/>
        <w:numPr>
          <w:ilvl w:val="0"/>
          <w:numId w:val="14"/>
        </w:numPr>
        <w:tabs>
          <w:tab w:val="left" w:pos="1740"/>
        </w:tabs>
        <w:spacing w:before="120"/>
      </w:pPr>
      <w:r>
        <w:t>Ensuring consistent implementation of all elements of the incident review</w:t>
      </w:r>
      <w:r>
        <w:rPr>
          <w:spacing w:val="-18"/>
        </w:rPr>
        <w:t xml:space="preserve"> </w:t>
      </w:r>
      <w:r>
        <w:t>program.</w:t>
      </w:r>
    </w:p>
    <w:p w14:paraId="5284231F" w14:textId="77777777" w:rsidR="006B79D5" w:rsidRDefault="00EE4DE8">
      <w:pPr>
        <w:pStyle w:val="ListParagraph"/>
        <w:numPr>
          <w:ilvl w:val="0"/>
          <w:numId w:val="14"/>
        </w:numPr>
        <w:tabs>
          <w:tab w:val="left" w:pos="1740"/>
        </w:tabs>
      </w:pPr>
      <w:r>
        <w:t>Clearly defining expected outcomes, methods and individual</w:t>
      </w:r>
      <w:r>
        <w:rPr>
          <w:spacing w:val="-10"/>
        </w:rPr>
        <w:t xml:space="preserve"> </w:t>
      </w:r>
      <w:r>
        <w:t>behavior.</w:t>
      </w:r>
    </w:p>
    <w:p w14:paraId="3244496F" w14:textId="77777777" w:rsidR="006B79D5" w:rsidRDefault="00EE4DE8">
      <w:pPr>
        <w:pStyle w:val="ListParagraph"/>
        <w:numPr>
          <w:ilvl w:val="0"/>
          <w:numId w:val="14"/>
        </w:numPr>
        <w:tabs>
          <w:tab w:val="left" w:pos="1740"/>
        </w:tabs>
        <w:spacing w:before="140"/>
      </w:pPr>
      <w:r>
        <w:t>Providing a basis for succession of the program through personnel</w:t>
      </w:r>
      <w:r>
        <w:rPr>
          <w:spacing w:val="-18"/>
        </w:rPr>
        <w:t xml:space="preserve"> </w:t>
      </w:r>
      <w:r>
        <w:t>changes.</w:t>
      </w:r>
    </w:p>
    <w:p w14:paraId="00C1F3C1" w14:textId="77777777" w:rsidR="006B79D5" w:rsidRDefault="00EE4DE8">
      <w:pPr>
        <w:pStyle w:val="ListParagraph"/>
        <w:numPr>
          <w:ilvl w:val="0"/>
          <w:numId w:val="14"/>
        </w:numPr>
        <w:tabs>
          <w:tab w:val="left" w:pos="1740"/>
        </w:tabs>
      </w:pPr>
      <w:r>
        <w:t>Providing a basis for training new</w:t>
      </w:r>
      <w:r>
        <w:rPr>
          <w:spacing w:val="-4"/>
        </w:rPr>
        <w:t xml:space="preserve"> </w:t>
      </w:r>
      <w:r>
        <w:t>employees.</w:t>
      </w:r>
    </w:p>
    <w:p w14:paraId="2BB0F115" w14:textId="77777777" w:rsidR="006B79D5" w:rsidRDefault="00EE4DE8">
      <w:pPr>
        <w:pStyle w:val="ListParagraph"/>
        <w:numPr>
          <w:ilvl w:val="0"/>
          <w:numId w:val="14"/>
        </w:numPr>
        <w:tabs>
          <w:tab w:val="left" w:pos="1740"/>
        </w:tabs>
        <w:spacing w:line="256" w:lineRule="auto"/>
        <w:ind w:right="845"/>
      </w:pPr>
      <w:r>
        <w:t>Providing</w:t>
      </w:r>
      <w:r>
        <w:rPr>
          <w:spacing w:val="-14"/>
        </w:rPr>
        <w:t xml:space="preserve"> </w:t>
      </w:r>
      <w:r>
        <w:t>documentation</w:t>
      </w:r>
      <w:r>
        <w:rPr>
          <w:spacing w:val="-13"/>
        </w:rPr>
        <w:t xml:space="preserve"> </w:t>
      </w:r>
      <w:r>
        <w:t>for</w:t>
      </w:r>
      <w:r>
        <w:rPr>
          <w:spacing w:val="-10"/>
        </w:rPr>
        <w:t xml:space="preserve"> </w:t>
      </w:r>
      <w:r>
        <w:t>regulatory</w:t>
      </w:r>
      <w:r>
        <w:rPr>
          <w:spacing w:val="-12"/>
        </w:rPr>
        <w:t xml:space="preserve"> </w:t>
      </w:r>
      <w:r>
        <w:t>agencies</w:t>
      </w:r>
      <w:r>
        <w:rPr>
          <w:spacing w:val="-14"/>
        </w:rPr>
        <w:t xml:space="preserve"> </w:t>
      </w:r>
      <w:r>
        <w:t>as</w:t>
      </w:r>
      <w:r>
        <w:rPr>
          <w:spacing w:val="-15"/>
        </w:rPr>
        <w:t xml:space="preserve"> </w:t>
      </w:r>
      <w:r>
        <w:t>well</w:t>
      </w:r>
      <w:r>
        <w:rPr>
          <w:spacing w:val="-12"/>
        </w:rPr>
        <w:t xml:space="preserve"> </w:t>
      </w:r>
      <w:r>
        <w:t>as</w:t>
      </w:r>
      <w:r>
        <w:rPr>
          <w:spacing w:val="-13"/>
        </w:rPr>
        <w:t xml:space="preserve"> </w:t>
      </w:r>
      <w:r>
        <w:t>to</w:t>
      </w:r>
      <w:r>
        <w:rPr>
          <w:spacing w:val="-12"/>
        </w:rPr>
        <w:t xml:space="preserve"> </w:t>
      </w:r>
      <w:r>
        <w:t>specify</w:t>
      </w:r>
      <w:r>
        <w:rPr>
          <w:spacing w:val="-14"/>
        </w:rPr>
        <w:t xml:space="preserve"> </w:t>
      </w:r>
      <w:r>
        <w:t>the</w:t>
      </w:r>
      <w:r>
        <w:rPr>
          <w:spacing w:val="-10"/>
        </w:rPr>
        <w:t xml:space="preserve"> </w:t>
      </w:r>
      <w:r>
        <w:t>program’s</w:t>
      </w:r>
      <w:r>
        <w:rPr>
          <w:spacing w:val="-16"/>
        </w:rPr>
        <w:t xml:space="preserve"> </w:t>
      </w:r>
      <w:r>
        <w:t>elements</w:t>
      </w:r>
      <w:r>
        <w:rPr>
          <w:spacing w:val="-13"/>
        </w:rPr>
        <w:t xml:space="preserve"> </w:t>
      </w:r>
      <w:r>
        <w:t>and the logic behind the development</w:t>
      </w:r>
      <w:r>
        <w:rPr>
          <w:spacing w:val="-3"/>
        </w:rPr>
        <w:t xml:space="preserve"> </w:t>
      </w:r>
      <w:r>
        <w:t>process.</w:t>
      </w:r>
    </w:p>
    <w:p w14:paraId="3E1D6E6C" w14:textId="77777777" w:rsidR="006B79D5" w:rsidRDefault="00EE4DE8">
      <w:pPr>
        <w:pStyle w:val="ListParagraph"/>
        <w:numPr>
          <w:ilvl w:val="0"/>
          <w:numId w:val="14"/>
        </w:numPr>
        <w:tabs>
          <w:tab w:val="left" w:pos="1740"/>
        </w:tabs>
        <w:spacing w:before="124" w:line="362" w:lineRule="auto"/>
        <w:ind w:left="1020" w:right="3640" w:firstLine="360"/>
      </w:pPr>
      <w:r>
        <w:t>Giving investigators the road map for implementing the</w:t>
      </w:r>
      <w:r>
        <w:rPr>
          <w:spacing w:val="-29"/>
        </w:rPr>
        <w:t xml:space="preserve"> </w:t>
      </w:r>
      <w:r>
        <w:t>program. Program Requirements</w:t>
      </w:r>
    </w:p>
    <w:p w14:paraId="0A2208A1" w14:textId="77777777" w:rsidR="006B79D5" w:rsidRDefault="00EE4DE8">
      <w:pPr>
        <w:pStyle w:val="BodyText"/>
        <w:ind w:left="1020" w:right="843"/>
        <w:jc w:val="both"/>
      </w:pPr>
      <w:r>
        <w:t>All workplace incidents that end in an employee being injured should be reported to your Workers’ Compensation</w:t>
      </w:r>
      <w:r>
        <w:rPr>
          <w:spacing w:val="-9"/>
        </w:rPr>
        <w:t xml:space="preserve"> </w:t>
      </w:r>
      <w:r>
        <w:t>provider.</w:t>
      </w:r>
      <w:r>
        <w:rPr>
          <w:spacing w:val="-12"/>
        </w:rPr>
        <w:t xml:space="preserve"> </w:t>
      </w:r>
      <w:r>
        <w:t>An</w:t>
      </w:r>
      <w:r>
        <w:rPr>
          <w:spacing w:val="-14"/>
        </w:rPr>
        <w:t xml:space="preserve"> </w:t>
      </w:r>
      <w:r>
        <w:t>incident</w:t>
      </w:r>
      <w:r>
        <w:rPr>
          <w:spacing w:val="-11"/>
        </w:rPr>
        <w:t xml:space="preserve"> </w:t>
      </w:r>
      <w:r>
        <w:t>that</w:t>
      </w:r>
      <w:r>
        <w:rPr>
          <w:spacing w:val="-12"/>
        </w:rPr>
        <w:t xml:space="preserve"> </w:t>
      </w:r>
      <w:r>
        <w:t>causes</w:t>
      </w:r>
      <w:r>
        <w:rPr>
          <w:spacing w:val="-11"/>
        </w:rPr>
        <w:t xml:space="preserve"> </w:t>
      </w:r>
      <w:r>
        <w:t>property</w:t>
      </w:r>
      <w:r>
        <w:rPr>
          <w:spacing w:val="-8"/>
        </w:rPr>
        <w:t xml:space="preserve"> </w:t>
      </w:r>
      <w:r>
        <w:t>damage</w:t>
      </w:r>
      <w:r>
        <w:rPr>
          <w:spacing w:val="-15"/>
        </w:rPr>
        <w:t xml:space="preserve"> </w:t>
      </w:r>
      <w:r>
        <w:t>or</w:t>
      </w:r>
      <w:r>
        <w:rPr>
          <w:spacing w:val="-13"/>
        </w:rPr>
        <w:t xml:space="preserve"> </w:t>
      </w:r>
      <w:r>
        <w:t>other</w:t>
      </w:r>
      <w:r>
        <w:rPr>
          <w:spacing w:val="-11"/>
        </w:rPr>
        <w:t xml:space="preserve"> </w:t>
      </w:r>
      <w:r>
        <w:t>liability</w:t>
      </w:r>
      <w:r>
        <w:rPr>
          <w:spacing w:val="-8"/>
        </w:rPr>
        <w:t xml:space="preserve"> </w:t>
      </w:r>
      <w:r>
        <w:t>to</w:t>
      </w:r>
      <w:r>
        <w:rPr>
          <w:spacing w:val="-11"/>
        </w:rPr>
        <w:t xml:space="preserve"> </w:t>
      </w:r>
      <w:r>
        <w:t>the</w:t>
      </w:r>
      <w:r>
        <w:rPr>
          <w:spacing w:val="-11"/>
        </w:rPr>
        <w:t xml:space="preserve"> </w:t>
      </w:r>
      <w:r>
        <w:t>public</w:t>
      </w:r>
      <w:r>
        <w:rPr>
          <w:spacing w:val="-12"/>
        </w:rPr>
        <w:t xml:space="preserve"> </w:t>
      </w:r>
      <w:r>
        <w:t>may</w:t>
      </w:r>
      <w:r>
        <w:rPr>
          <w:spacing w:val="-12"/>
        </w:rPr>
        <w:t xml:space="preserve"> </w:t>
      </w:r>
      <w:r>
        <w:t>need to be reported to your Property and Causality Insurance</w:t>
      </w:r>
      <w:r>
        <w:rPr>
          <w:spacing w:val="-10"/>
        </w:rPr>
        <w:t xml:space="preserve"> </w:t>
      </w:r>
      <w:r>
        <w:t>Carrier.</w:t>
      </w:r>
    </w:p>
    <w:p w14:paraId="56B1CD1F" w14:textId="77777777" w:rsidR="006B79D5" w:rsidRDefault="00EE4DE8">
      <w:pPr>
        <w:pStyle w:val="Heading2"/>
        <w:spacing w:before="106"/>
      </w:pPr>
      <w:r>
        <w:t>Elements of an Incident Review Program should include:</w:t>
      </w:r>
    </w:p>
    <w:p w14:paraId="7E1706C9" w14:textId="77777777" w:rsidR="006B79D5" w:rsidRDefault="00EE4DE8">
      <w:pPr>
        <w:pStyle w:val="ListParagraph"/>
        <w:numPr>
          <w:ilvl w:val="0"/>
          <w:numId w:val="14"/>
        </w:numPr>
        <w:tabs>
          <w:tab w:val="left" w:pos="1740"/>
        </w:tabs>
        <w:spacing w:before="121"/>
      </w:pPr>
      <w:r>
        <w:t>Employee training on incident reporting, and procedures following an</w:t>
      </w:r>
      <w:r>
        <w:rPr>
          <w:spacing w:val="-14"/>
        </w:rPr>
        <w:t xml:space="preserve"> </w:t>
      </w:r>
      <w:proofErr w:type="gramStart"/>
      <w:r>
        <w:t>incident</w:t>
      </w:r>
      <w:proofErr w:type="gramEnd"/>
    </w:p>
    <w:p w14:paraId="546C35C5" w14:textId="77777777" w:rsidR="006B79D5" w:rsidRDefault="00EE4DE8">
      <w:pPr>
        <w:pStyle w:val="ListParagraph"/>
        <w:numPr>
          <w:ilvl w:val="0"/>
          <w:numId w:val="14"/>
        </w:numPr>
        <w:tabs>
          <w:tab w:val="left" w:pos="1740"/>
        </w:tabs>
      </w:pPr>
      <w:r>
        <w:t>Incident review</w:t>
      </w:r>
      <w:r>
        <w:rPr>
          <w:spacing w:val="-2"/>
        </w:rPr>
        <w:t xml:space="preserve"> </w:t>
      </w:r>
      <w:r>
        <w:t>procedures.</w:t>
      </w:r>
    </w:p>
    <w:p w14:paraId="56579E02" w14:textId="77777777" w:rsidR="006B79D5" w:rsidRDefault="00EE4DE8">
      <w:pPr>
        <w:pStyle w:val="ListParagraph"/>
        <w:numPr>
          <w:ilvl w:val="0"/>
          <w:numId w:val="14"/>
        </w:numPr>
        <w:tabs>
          <w:tab w:val="left" w:pos="1740"/>
        </w:tabs>
      </w:pPr>
      <w:r>
        <w:t>Investigator</w:t>
      </w:r>
      <w:r>
        <w:rPr>
          <w:spacing w:val="-5"/>
        </w:rPr>
        <w:t xml:space="preserve"> </w:t>
      </w:r>
      <w:r>
        <w:t>Training.</w:t>
      </w:r>
    </w:p>
    <w:p w14:paraId="7A558B97" w14:textId="77777777" w:rsidR="006B79D5" w:rsidRDefault="00EE4DE8">
      <w:pPr>
        <w:pStyle w:val="ListParagraph"/>
        <w:numPr>
          <w:ilvl w:val="0"/>
          <w:numId w:val="14"/>
        </w:numPr>
        <w:tabs>
          <w:tab w:val="left" w:pos="1740"/>
        </w:tabs>
        <w:spacing w:before="140"/>
      </w:pPr>
      <w:r>
        <w:t>Assigning responsibilities for incident reviews and</w:t>
      </w:r>
      <w:r>
        <w:rPr>
          <w:spacing w:val="-11"/>
        </w:rPr>
        <w:t xml:space="preserve"> </w:t>
      </w:r>
      <w:r>
        <w:t>follow-up.</w:t>
      </w:r>
    </w:p>
    <w:p w14:paraId="3ED90A07" w14:textId="77777777" w:rsidR="006B79D5" w:rsidRDefault="00EE4DE8">
      <w:pPr>
        <w:pStyle w:val="ListParagraph"/>
        <w:numPr>
          <w:ilvl w:val="0"/>
          <w:numId w:val="14"/>
        </w:numPr>
        <w:tabs>
          <w:tab w:val="left" w:pos="1740"/>
        </w:tabs>
        <w:spacing w:line="259" w:lineRule="auto"/>
        <w:ind w:right="841"/>
      </w:pPr>
      <w:r>
        <w:t>Identify who will be completing the review and their level of involvement. This should include supervisors, management staff, safety committee members, review team members, and employees knowledgeable with the work</w:t>
      </w:r>
      <w:r>
        <w:rPr>
          <w:spacing w:val="-11"/>
        </w:rPr>
        <w:t xml:space="preserve"> </w:t>
      </w:r>
      <w:r>
        <w:t>process.</w:t>
      </w:r>
    </w:p>
    <w:p w14:paraId="27629738" w14:textId="77777777" w:rsidR="006B79D5" w:rsidRDefault="00EE4DE8">
      <w:pPr>
        <w:pStyle w:val="ListParagraph"/>
        <w:numPr>
          <w:ilvl w:val="0"/>
          <w:numId w:val="14"/>
        </w:numPr>
        <w:tabs>
          <w:tab w:val="left" w:pos="1740"/>
        </w:tabs>
        <w:spacing w:before="119" w:line="259" w:lineRule="auto"/>
        <w:ind w:right="844"/>
      </w:pPr>
      <w:r>
        <w:t>For major events identify an organization contact person for speaking with the media or contacting additional emergency</w:t>
      </w:r>
      <w:r>
        <w:rPr>
          <w:spacing w:val="-2"/>
        </w:rPr>
        <w:t xml:space="preserve"> </w:t>
      </w:r>
      <w:r>
        <w:t>services.</w:t>
      </w:r>
    </w:p>
    <w:p w14:paraId="0C500FAC" w14:textId="77777777" w:rsidR="006B79D5" w:rsidRDefault="00EE4DE8">
      <w:pPr>
        <w:pStyle w:val="ListParagraph"/>
        <w:numPr>
          <w:ilvl w:val="0"/>
          <w:numId w:val="14"/>
        </w:numPr>
        <w:tabs>
          <w:tab w:val="left" w:pos="1740"/>
        </w:tabs>
        <w:spacing w:before="118" w:line="259" w:lineRule="auto"/>
        <w:ind w:right="845"/>
      </w:pPr>
      <w:r>
        <w:t>Implementing</w:t>
      </w:r>
      <w:r>
        <w:rPr>
          <w:spacing w:val="-13"/>
        </w:rPr>
        <w:t xml:space="preserve"> </w:t>
      </w:r>
      <w:r>
        <w:t>a</w:t>
      </w:r>
      <w:r>
        <w:rPr>
          <w:spacing w:val="-13"/>
        </w:rPr>
        <w:t xml:space="preserve"> </w:t>
      </w:r>
      <w:r>
        <w:t>follow-up</w:t>
      </w:r>
      <w:r>
        <w:rPr>
          <w:spacing w:val="-11"/>
        </w:rPr>
        <w:t xml:space="preserve"> </w:t>
      </w:r>
      <w:r>
        <w:t>process</w:t>
      </w:r>
      <w:r>
        <w:rPr>
          <w:spacing w:val="-11"/>
        </w:rPr>
        <w:t xml:space="preserve"> </w:t>
      </w:r>
      <w:r>
        <w:t>to</w:t>
      </w:r>
      <w:r>
        <w:rPr>
          <w:spacing w:val="-14"/>
        </w:rPr>
        <w:t xml:space="preserve"> </w:t>
      </w:r>
      <w:r>
        <w:t>implement</w:t>
      </w:r>
      <w:r>
        <w:rPr>
          <w:spacing w:val="-11"/>
        </w:rPr>
        <w:t xml:space="preserve"> </w:t>
      </w:r>
      <w:r>
        <w:t>recommendations</w:t>
      </w:r>
      <w:r>
        <w:rPr>
          <w:spacing w:val="-11"/>
        </w:rPr>
        <w:t xml:space="preserve"> </w:t>
      </w:r>
      <w:r>
        <w:t>for</w:t>
      </w:r>
      <w:r>
        <w:rPr>
          <w:spacing w:val="-14"/>
        </w:rPr>
        <w:t xml:space="preserve"> </w:t>
      </w:r>
      <w:r>
        <w:t>controlling</w:t>
      </w:r>
      <w:r>
        <w:rPr>
          <w:spacing w:val="-15"/>
        </w:rPr>
        <w:t xml:space="preserve"> </w:t>
      </w:r>
      <w:r>
        <w:t>the</w:t>
      </w:r>
      <w:r>
        <w:rPr>
          <w:spacing w:val="-11"/>
        </w:rPr>
        <w:t xml:space="preserve"> </w:t>
      </w:r>
      <w:r>
        <w:t>risk/hazard exposure in the future. This should include review of information developed in the review and recommendations by employees, management, and the safety</w:t>
      </w:r>
      <w:r>
        <w:rPr>
          <w:spacing w:val="-8"/>
        </w:rPr>
        <w:t xml:space="preserve"> </w:t>
      </w:r>
      <w:r>
        <w:t>committee.</w:t>
      </w:r>
    </w:p>
    <w:p w14:paraId="7675E22B" w14:textId="77777777" w:rsidR="006B79D5" w:rsidRDefault="006B79D5">
      <w:pPr>
        <w:spacing w:line="259" w:lineRule="auto"/>
        <w:jc w:val="both"/>
        <w:sectPr w:rsidR="006B79D5">
          <w:pgSz w:w="12240" w:h="15840"/>
          <w:pgMar w:top="1320" w:right="600" w:bottom="1180" w:left="420" w:header="566" w:footer="993" w:gutter="0"/>
          <w:cols w:space="720"/>
        </w:sectPr>
      </w:pPr>
    </w:p>
    <w:p w14:paraId="23727DAA" w14:textId="77777777" w:rsidR="006B79D5" w:rsidRDefault="00EE4DE8">
      <w:pPr>
        <w:pStyle w:val="Heading2"/>
        <w:spacing w:before="117"/>
        <w:jc w:val="left"/>
      </w:pPr>
      <w:r>
        <w:lastRenderedPageBreak/>
        <w:t>A written Incident Review Program should include the following elements:</w:t>
      </w:r>
    </w:p>
    <w:p w14:paraId="7A4BA7EA" w14:textId="77777777" w:rsidR="006B79D5" w:rsidRDefault="00EE4DE8">
      <w:pPr>
        <w:pStyle w:val="ListParagraph"/>
        <w:numPr>
          <w:ilvl w:val="0"/>
          <w:numId w:val="14"/>
        </w:numPr>
        <w:tabs>
          <w:tab w:val="left" w:pos="1739"/>
          <w:tab w:val="left" w:pos="1740"/>
        </w:tabs>
        <w:spacing w:before="120"/>
        <w:jc w:val="left"/>
      </w:pPr>
      <w:r>
        <w:t>Management/supervisory notification</w:t>
      </w:r>
      <w:r>
        <w:rPr>
          <w:spacing w:val="-2"/>
        </w:rPr>
        <w:t xml:space="preserve"> </w:t>
      </w:r>
      <w:r>
        <w:t>procedures.</w:t>
      </w:r>
    </w:p>
    <w:p w14:paraId="4375AEF3" w14:textId="77777777" w:rsidR="006B79D5" w:rsidRDefault="00EE4DE8">
      <w:pPr>
        <w:pStyle w:val="ListParagraph"/>
        <w:numPr>
          <w:ilvl w:val="0"/>
          <w:numId w:val="14"/>
        </w:numPr>
        <w:tabs>
          <w:tab w:val="left" w:pos="1739"/>
          <w:tab w:val="left" w:pos="1740"/>
        </w:tabs>
        <w:jc w:val="left"/>
      </w:pPr>
      <w:r>
        <w:t>How and which incidents will be</w:t>
      </w:r>
      <w:r>
        <w:rPr>
          <w:spacing w:val="-10"/>
        </w:rPr>
        <w:t xml:space="preserve"> </w:t>
      </w:r>
      <w:r>
        <w:t>investigated.</w:t>
      </w:r>
    </w:p>
    <w:p w14:paraId="14C56C55" w14:textId="77777777" w:rsidR="006B79D5" w:rsidRDefault="00EE4DE8">
      <w:pPr>
        <w:pStyle w:val="ListParagraph"/>
        <w:numPr>
          <w:ilvl w:val="0"/>
          <w:numId w:val="14"/>
        </w:numPr>
        <w:tabs>
          <w:tab w:val="left" w:pos="1739"/>
          <w:tab w:val="left" w:pos="1740"/>
        </w:tabs>
        <w:spacing w:before="140"/>
        <w:jc w:val="left"/>
      </w:pPr>
      <w:r>
        <w:t>Who is responsible for</w:t>
      </w:r>
      <w:r>
        <w:rPr>
          <w:spacing w:val="-2"/>
        </w:rPr>
        <w:t xml:space="preserve"> </w:t>
      </w:r>
      <w:r>
        <w:t>reviews?</w:t>
      </w:r>
    </w:p>
    <w:p w14:paraId="74D9BA5D" w14:textId="77777777" w:rsidR="006B79D5" w:rsidRDefault="00EE4DE8">
      <w:pPr>
        <w:pStyle w:val="ListParagraph"/>
        <w:numPr>
          <w:ilvl w:val="0"/>
          <w:numId w:val="14"/>
        </w:numPr>
        <w:tabs>
          <w:tab w:val="left" w:pos="1739"/>
          <w:tab w:val="left" w:pos="1740"/>
        </w:tabs>
        <w:jc w:val="left"/>
      </w:pPr>
      <w:r>
        <w:t>Who will complete the proper reports and</w:t>
      </w:r>
      <w:r>
        <w:rPr>
          <w:spacing w:val="-4"/>
        </w:rPr>
        <w:t xml:space="preserve"> </w:t>
      </w:r>
      <w:r>
        <w:t>forms?</w:t>
      </w:r>
    </w:p>
    <w:p w14:paraId="5FCF788B" w14:textId="77777777" w:rsidR="006B79D5" w:rsidRDefault="00EE4DE8">
      <w:pPr>
        <w:pStyle w:val="ListParagraph"/>
        <w:numPr>
          <w:ilvl w:val="0"/>
          <w:numId w:val="14"/>
        </w:numPr>
        <w:tabs>
          <w:tab w:val="left" w:pos="1739"/>
          <w:tab w:val="left" w:pos="1740"/>
        </w:tabs>
        <w:jc w:val="left"/>
      </w:pPr>
      <w:r>
        <w:t>How investigator training will be performed. (Loss Control Consultant, FirstNet or Other</w:t>
      </w:r>
      <w:r>
        <w:rPr>
          <w:spacing w:val="-32"/>
        </w:rPr>
        <w:t xml:space="preserve"> </w:t>
      </w:r>
      <w:r>
        <w:t>Sources)</w:t>
      </w:r>
    </w:p>
    <w:p w14:paraId="355068F4" w14:textId="77777777" w:rsidR="006B79D5" w:rsidRDefault="00EE4DE8">
      <w:pPr>
        <w:pStyle w:val="ListParagraph"/>
        <w:numPr>
          <w:ilvl w:val="0"/>
          <w:numId w:val="14"/>
        </w:numPr>
        <w:tabs>
          <w:tab w:val="left" w:pos="1739"/>
          <w:tab w:val="left" w:pos="1740"/>
        </w:tabs>
        <w:spacing w:before="140"/>
        <w:jc w:val="left"/>
      </w:pPr>
      <w:r>
        <w:t>Periodic program for effectiveness.</w:t>
      </w:r>
      <w:r>
        <w:rPr>
          <w:spacing w:val="-11"/>
        </w:rPr>
        <w:t xml:space="preserve"> </w:t>
      </w:r>
      <w:r>
        <w:t>(Annual)</w:t>
      </w:r>
    </w:p>
    <w:p w14:paraId="68D7272A" w14:textId="77777777" w:rsidR="006B79D5" w:rsidRDefault="00EE4DE8">
      <w:pPr>
        <w:pStyle w:val="ListParagraph"/>
        <w:numPr>
          <w:ilvl w:val="0"/>
          <w:numId w:val="14"/>
        </w:numPr>
        <w:tabs>
          <w:tab w:val="left" w:pos="1740"/>
        </w:tabs>
      </w:pPr>
      <w:r>
        <w:t>How records will be</w:t>
      </w:r>
      <w:r>
        <w:rPr>
          <w:spacing w:val="-6"/>
        </w:rPr>
        <w:t xml:space="preserve"> </w:t>
      </w:r>
      <w:r>
        <w:t>maintained.</w:t>
      </w:r>
    </w:p>
    <w:p w14:paraId="21065DE3" w14:textId="77777777" w:rsidR="006B79D5" w:rsidRDefault="00EE4DE8">
      <w:pPr>
        <w:pStyle w:val="ListParagraph"/>
        <w:numPr>
          <w:ilvl w:val="0"/>
          <w:numId w:val="14"/>
        </w:numPr>
        <w:tabs>
          <w:tab w:val="left" w:pos="1740"/>
        </w:tabs>
        <w:spacing w:line="360" w:lineRule="auto"/>
        <w:ind w:left="1020" w:right="4718" w:firstLine="360"/>
      </w:pPr>
      <w:r>
        <w:t>How monitoring and follow up is to be</w:t>
      </w:r>
      <w:r>
        <w:rPr>
          <w:spacing w:val="-30"/>
        </w:rPr>
        <w:t xml:space="preserve"> </w:t>
      </w:r>
      <w:r>
        <w:t>accomplished. Review</w:t>
      </w:r>
      <w:r>
        <w:rPr>
          <w:spacing w:val="-3"/>
        </w:rPr>
        <w:t xml:space="preserve"> </w:t>
      </w:r>
      <w:r>
        <w:t>Process</w:t>
      </w:r>
    </w:p>
    <w:p w14:paraId="0C4C88F6" w14:textId="77777777" w:rsidR="006B79D5" w:rsidRDefault="00EE4DE8">
      <w:pPr>
        <w:pStyle w:val="ListParagraph"/>
        <w:numPr>
          <w:ilvl w:val="0"/>
          <w:numId w:val="14"/>
        </w:numPr>
        <w:tabs>
          <w:tab w:val="left" w:pos="1740"/>
        </w:tabs>
        <w:spacing w:before="0" w:line="259" w:lineRule="auto"/>
        <w:ind w:right="845"/>
      </w:pPr>
      <w:r>
        <w:t>Employees need to understand the importance of timely reporting and providing accurate event details.</w:t>
      </w:r>
    </w:p>
    <w:p w14:paraId="6F2F0162" w14:textId="77777777" w:rsidR="006B79D5" w:rsidRDefault="00EE4DE8">
      <w:pPr>
        <w:pStyle w:val="ListParagraph"/>
        <w:numPr>
          <w:ilvl w:val="0"/>
          <w:numId w:val="14"/>
        </w:numPr>
        <w:tabs>
          <w:tab w:val="left" w:pos="1740"/>
        </w:tabs>
        <w:spacing w:before="112" w:line="259" w:lineRule="auto"/>
        <w:ind w:right="846"/>
      </w:pPr>
      <w:r>
        <w:t>A</w:t>
      </w:r>
      <w:r>
        <w:rPr>
          <w:spacing w:val="-14"/>
        </w:rPr>
        <w:t xml:space="preserve"> </w:t>
      </w:r>
      <w:r>
        <w:t>prompt</w:t>
      </w:r>
      <w:r>
        <w:rPr>
          <w:spacing w:val="-11"/>
        </w:rPr>
        <w:t xml:space="preserve"> </w:t>
      </w:r>
      <w:r>
        <w:t>review</w:t>
      </w:r>
      <w:r>
        <w:rPr>
          <w:spacing w:val="-10"/>
        </w:rPr>
        <w:t xml:space="preserve"> </w:t>
      </w:r>
      <w:r>
        <w:t>will</w:t>
      </w:r>
      <w:r>
        <w:rPr>
          <w:spacing w:val="-12"/>
        </w:rPr>
        <w:t xml:space="preserve"> </w:t>
      </w:r>
      <w:r>
        <w:t>ensure</w:t>
      </w:r>
      <w:r>
        <w:rPr>
          <w:spacing w:val="-11"/>
        </w:rPr>
        <w:t xml:space="preserve"> </w:t>
      </w:r>
      <w:r>
        <w:t>the</w:t>
      </w:r>
      <w:r>
        <w:rPr>
          <w:spacing w:val="-11"/>
        </w:rPr>
        <w:t xml:space="preserve"> </w:t>
      </w:r>
      <w:r>
        <w:t>likelihood</w:t>
      </w:r>
      <w:r>
        <w:rPr>
          <w:spacing w:val="-14"/>
        </w:rPr>
        <w:t xml:space="preserve"> </w:t>
      </w:r>
      <w:r>
        <w:t>of</w:t>
      </w:r>
      <w:r>
        <w:rPr>
          <w:spacing w:val="-12"/>
        </w:rPr>
        <w:t xml:space="preserve"> </w:t>
      </w:r>
      <w:r>
        <w:t>gathering</w:t>
      </w:r>
      <w:r>
        <w:rPr>
          <w:spacing w:val="-11"/>
        </w:rPr>
        <w:t xml:space="preserve"> </w:t>
      </w:r>
      <w:r>
        <w:t>accurate</w:t>
      </w:r>
      <w:r>
        <w:rPr>
          <w:spacing w:val="-10"/>
        </w:rPr>
        <w:t xml:space="preserve"> </w:t>
      </w:r>
      <w:r>
        <w:t>information</w:t>
      </w:r>
      <w:r>
        <w:rPr>
          <w:spacing w:val="-14"/>
        </w:rPr>
        <w:t xml:space="preserve"> </w:t>
      </w:r>
      <w:r>
        <w:t>related</w:t>
      </w:r>
      <w:r>
        <w:rPr>
          <w:spacing w:val="-14"/>
        </w:rPr>
        <w:t xml:space="preserve"> </w:t>
      </w:r>
      <w:r>
        <w:t>to</w:t>
      </w:r>
      <w:r>
        <w:rPr>
          <w:spacing w:val="-11"/>
        </w:rPr>
        <w:t xml:space="preserve"> </w:t>
      </w:r>
      <w:r>
        <w:t>the</w:t>
      </w:r>
      <w:r>
        <w:rPr>
          <w:spacing w:val="-11"/>
        </w:rPr>
        <w:t xml:space="preserve"> </w:t>
      </w:r>
      <w:r>
        <w:t>event. Ideally the review should be as thorough for a near miss event as for a more serious loss event; usually 24-48 hours and take photographs immediately after the event is</w:t>
      </w:r>
      <w:r>
        <w:rPr>
          <w:spacing w:val="-19"/>
        </w:rPr>
        <w:t xml:space="preserve"> </w:t>
      </w:r>
      <w:r>
        <w:t>reported.</w:t>
      </w:r>
    </w:p>
    <w:p w14:paraId="7954F965" w14:textId="77777777" w:rsidR="006B79D5" w:rsidRDefault="00EE4DE8">
      <w:pPr>
        <w:pStyle w:val="ListParagraph"/>
        <w:numPr>
          <w:ilvl w:val="0"/>
          <w:numId w:val="14"/>
        </w:numPr>
        <w:tabs>
          <w:tab w:val="left" w:pos="1740"/>
        </w:tabs>
        <w:spacing w:before="119" w:line="259" w:lineRule="auto"/>
        <w:ind w:right="845"/>
      </w:pPr>
      <w:r>
        <w:t xml:space="preserve">Determine what staff will participate in the review </w:t>
      </w:r>
      <w:r>
        <w:rPr>
          <w:spacing w:val="-3"/>
        </w:rPr>
        <w:t xml:space="preserve">as </w:t>
      </w:r>
      <w:r>
        <w:t xml:space="preserve">well as what their role will be. Staff could include Top Managers, Supervisors and general work force, trained members of </w:t>
      </w:r>
      <w:r>
        <w:rPr>
          <w:spacing w:val="-2"/>
        </w:rPr>
        <w:t xml:space="preserve">the </w:t>
      </w:r>
      <w:r>
        <w:t>incident review</w:t>
      </w:r>
      <w:r>
        <w:rPr>
          <w:spacing w:val="-2"/>
        </w:rPr>
        <w:t xml:space="preserve"> </w:t>
      </w:r>
      <w:r>
        <w:t>team,</w:t>
      </w:r>
      <w:r>
        <w:rPr>
          <w:spacing w:val="-2"/>
        </w:rPr>
        <w:t xml:space="preserve"> </w:t>
      </w:r>
      <w:r>
        <w:t>safety</w:t>
      </w:r>
      <w:r>
        <w:rPr>
          <w:spacing w:val="-2"/>
        </w:rPr>
        <w:t xml:space="preserve"> </w:t>
      </w:r>
      <w:r>
        <w:t>committee</w:t>
      </w:r>
      <w:r>
        <w:rPr>
          <w:spacing w:val="-4"/>
        </w:rPr>
        <w:t xml:space="preserve"> </w:t>
      </w:r>
      <w:r>
        <w:t>members,</w:t>
      </w:r>
      <w:r>
        <w:rPr>
          <w:spacing w:val="-6"/>
        </w:rPr>
        <w:t xml:space="preserve"> </w:t>
      </w:r>
      <w:r>
        <w:t>or</w:t>
      </w:r>
      <w:r>
        <w:rPr>
          <w:spacing w:val="-2"/>
        </w:rPr>
        <w:t xml:space="preserve"> </w:t>
      </w:r>
      <w:r>
        <w:t>a</w:t>
      </w:r>
      <w:r>
        <w:rPr>
          <w:spacing w:val="-1"/>
        </w:rPr>
        <w:t xml:space="preserve"> </w:t>
      </w:r>
      <w:r>
        <w:t>combination</w:t>
      </w:r>
      <w:r>
        <w:rPr>
          <w:spacing w:val="-5"/>
        </w:rPr>
        <w:t xml:space="preserve"> </w:t>
      </w:r>
      <w:r>
        <w:t>of</w:t>
      </w:r>
      <w:r>
        <w:rPr>
          <w:spacing w:val="-3"/>
        </w:rPr>
        <w:t xml:space="preserve"> </w:t>
      </w:r>
      <w:r>
        <w:t>these</w:t>
      </w:r>
      <w:r>
        <w:rPr>
          <w:spacing w:val="-4"/>
        </w:rPr>
        <w:t xml:space="preserve"> </w:t>
      </w:r>
      <w:r>
        <w:t>groups</w:t>
      </w:r>
      <w:r>
        <w:rPr>
          <w:spacing w:val="-3"/>
        </w:rPr>
        <w:t xml:space="preserve"> </w:t>
      </w:r>
      <w:r>
        <w:t>all</w:t>
      </w:r>
      <w:r>
        <w:rPr>
          <w:spacing w:val="-2"/>
        </w:rPr>
        <w:t xml:space="preserve"> </w:t>
      </w:r>
      <w:r>
        <w:t>could</w:t>
      </w:r>
      <w:r>
        <w:rPr>
          <w:spacing w:val="-3"/>
        </w:rPr>
        <w:t xml:space="preserve"> </w:t>
      </w:r>
      <w:r>
        <w:t>be</w:t>
      </w:r>
      <w:r>
        <w:rPr>
          <w:spacing w:val="-2"/>
        </w:rPr>
        <w:t xml:space="preserve"> </w:t>
      </w:r>
      <w:r>
        <w:t>involved in the</w:t>
      </w:r>
      <w:r>
        <w:rPr>
          <w:spacing w:val="-3"/>
        </w:rPr>
        <w:t xml:space="preserve"> </w:t>
      </w:r>
      <w:r>
        <w:t>review.</w:t>
      </w:r>
    </w:p>
    <w:p w14:paraId="4BF08E01" w14:textId="77777777" w:rsidR="006B79D5" w:rsidRDefault="00EE4DE8">
      <w:pPr>
        <w:pStyle w:val="ListParagraph"/>
        <w:numPr>
          <w:ilvl w:val="0"/>
          <w:numId w:val="14"/>
        </w:numPr>
        <w:tabs>
          <w:tab w:val="left" w:pos="1740"/>
        </w:tabs>
        <w:spacing w:before="119" w:line="259" w:lineRule="auto"/>
        <w:ind w:right="842"/>
      </w:pPr>
      <w:r>
        <w:t>A direct supervisor should also be involved with the incident review process but keep in mind it may</w:t>
      </w:r>
      <w:r>
        <w:rPr>
          <w:spacing w:val="-9"/>
        </w:rPr>
        <w:t xml:space="preserve"> </w:t>
      </w:r>
      <w:r>
        <w:t>not</w:t>
      </w:r>
      <w:r>
        <w:rPr>
          <w:spacing w:val="-6"/>
        </w:rPr>
        <w:t xml:space="preserve"> </w:t>
      </w:r>
      <w:r>
        <w:t>always</w:t>
      </w:r>
      <w:r>
        <w:rPr>
          <w:spacing w:val="-8"/>
        </w:rPr>
        <w:t xml:space="preserve"> </w:t>
      </w:r>
      <w:r>
        <w:t>be</w:t>
      </w:r>
      <w:r>
        <w:rPr>
          <w:spacing w:val="-6"/>
        </w:rPr>
        <w:t xml:space="preserve"> </w:t>
      </w:r>
      <w:r>
        <w:t>a</w:t>
      </w:r>
      <w:r>
        <w:rPr>
          <w:spacing w:val="-10"/>
        </w:rPr>
        <w:t xml:space="preserve"> </w:t>
      </w:r>
      <w:r>
        <w:t>best</w:t>
      </w:r>
      <w:r>
        <w:rPr>
          <w:spacing w:val="-5"/>
        </w:rPr>
        <w:t xml:space="preserve"> </w:t>
      </w:r>
      <w:r>
        <w:t>practice</w:t>
      </w:r>
      <w:r>
        <w:rPr>
          <w:spacing w:val="-8"/>
        </w:rPr>
        <w:t xml:space="preserve"> </w:t>
      </w:r>
      <w:r>
        <w:t>for</w:t>
      </w:r>
      <w:r>
        <w:rPr>
          <w:spacing w:val="-10"/>
        </w:rPr>
        <w:t xml:space="preserve"> </w:t>
      </w:r>
      <w:r>
        <w:t>that</w:t>
      </w:r>
      <w:r>
        <w:rPr>
          <w:spacing w:val="-7"/>
        </w:rPr>
        <w:t xml:space="preserve"> </w:t>
      </w:r>
      <w:r>
        <w:t>supervisor</w:t>
      </w:r>
      <w:r>
        <w:rPr>
          <w:spacing w:val="-8"/>
        </w:rPr>
        <w:t xml:space="preserve"> </w:t>
      </w:r>
      <w:r>
        <w:t>to</w:t>
      </w:r>
      <w:r>
        <w:rPr>
          <w:spacing w:val="-6"/>
        </w:rPr>
        <w:t xml:space="preserve"> </w:t>
      </w:r>
      <w:r>
        <w:t>be</w:t>
      </w:r>
      <w:r>
        <w:rPr>
          <w:spacing w:val="-7"/>
        </w:rPr>
        <w:t xml:space="preserve"> </w:t>
      </w:r>
      <w:r>
        <w:t>the</w:t>
      </w:r>
      <w:r>
        <w:rPr>
          <w:spacing w:val="-8"/>
        </w:rPr>
        <w:t xml:space="preserve"> </w:t>
      </w:r>
      <w:r>
        <w:t>lead</w:t>
      </w:r>
      <w:r>
        <w:rPr>
          <w:spacing w:val="-7"/>
        </w:rPr>
        <w:t xml:space="preserve"> </w:t>
      </w:r>
      <w:r>
        <w:t>investigator</w:t>
      </w:r>
      <w:r>
        <w:rPr>
          <w:spacing w:val="-6"/>
        </w:rPr>
        <w:t xml:space="preserve"> </w:t>
      </w:r>
      <w:r>
        <w:t>as</w:t>
      </w:r>
      <w:r>
        <w:rPr>
          <w:spacing w:val="-8"/>
        </w:rPr>
        <w:t xml:space="preserve"> </w:t>
      </w:r>
      <w:r>
        <w:t>they</w:t>
      </w:r>
      <w:r>
        <w:rPr>
          <w:spacing w:val="-7"/>
        </w:rPr>
        <w:t xml:space="preserve"> </w:t>
      </w:r>
      <w:r>
        <w:t>may</w:t>
      </w:r>
      <w:r>
        <w:rPr>
          <w:spacing w:val="-7"/>
        </w:rPr>
        <w:t xml:space="preserve"> </w:t>
      </w:r>
      <w:r>
        <w:t>have contributed to the incident by not correcting unsafe employee behavior, ignored unsafe work conditions or may not have recognized the hazard in the first</w:t>
      </w:r>
      <w:r>
        <w:rPr>
          <w:spacing w:val="-24"/>
        </w:rPr>
        <w:t xml:space="preserve"> </w:t>
      </w:r>
      <w:r>
        <w:t>place.</w:t>
      </w:r>
    </w:p>
    <w:p w14:paraId="66848F02" w14:textId="77777777" w:rsidR="006B79D5" w:rsidRDefault="00EE4DE8">
      <w:pPr>
        <w:pStyle w:val="ListParagraph"/>
        <w:numPr>
          <w:ilvl w:val="1"/>
          <w:numId w:val="14"/>
        </w:numPr>
        <w:tabs>
          <w:tab w:val="left" w:pos="2820"/>
        </w:tabs>
        <w:spacing w:before="119" w:line="259" w:lineRule="auto"/>
        <w:ind w:right="842"/>
      </w:pPr>
      <w:r>
        <w:t>The</w:t>
      </w:r>
      <w:r>
        <w:rPr>
          <w:spacing w:val="-4"/>
        </w:rPr>
        <w:t xml:space="preserve"> </w:t>
      </w:r>
      <w:r>
        <w:t>use</w:t>
      </w:r>
      <w:r>
        <w:rPr>
          <w:spacing w:val="-4"/>
        </w:rPr>
        <w:t xml:space="preserve"> </w:t>
      </w:r>
      <w:r>
        <w:t>of</w:t>
      </w:r>
      <w:r>
        <w:rPr>
          <w:spacing w:val="-5"/>
        </w:rPr>
        <w:t xml:space="preserve"> </w:t>
      </w:r>
      <w:r>
        <w:t>specific</w:t>
      </w:r>
      <w:r>
        <w:rPr>
          <w:spacing w:val="-4"/>
        </w:rPr>
        <w:t xml:space="preserve"> </w:t>
      </w:r>
      <w:r>
        <w:t>incident</w:t>
      </w:r>
      <w:r>
        <w:rPr>
          <w:spacing w:val="-5"/>
        </w:rPr>
        <w:t xml:space="preserve"> </w:t>
      </w:r>
      <w:r>
        <w:t>review</w:t>
      </w:r>
      <w:r>
        <w:rPr>
          <w:spacing w:val="-5"/>
        </w:rPr>
        <w:t xml:space="preserve"> </w:t>
      </w:r>
      <w:r>
        <w:t>forms</w:t>
      </w:r>
      <w:r>
        <w:rPr>
          <w:spacing w:val="-4"/>
        </w:rPr>
        <w:t xml:space="preserve"> </w:t>
      </w:r>
      <w:r>
        <w:t>is</w:t>
      </w:r>
      <w:r>
        <w:rPr>
          <w:spacing w:val="-7"/>
        </w:rPr>
        <w:t xml:space="preserve"> </w:t>
      </w:r>
      <w:r>
        <w:t>a</w:t>
      </w:r>
      <w:r>
        <w:rPr>
          <w:spacing w:val="-4"/>
        </w:rPr>
        <w:t xml:space="preserve"> </w:t>
      </w:r>
      <w:r>
        <w:t>critical</w:t>
      </w:r>
      <w:r>
        <w:rPr>
          <w:spacing w:val="-6"/>
        </w:rPr>
        <w:t xml:space="preserve"> </w:t>
      </w:r>
      <w:r>
        <w:t>piece</w:t>
      </w:r>
      <w:r>
        <w:rPr>
          <w:spacing w:val="-5"/>
        </w:rPr>
        <w:t xml:space="preserve"> </w:t>
      </w:r>
      <w:r>
        <w:t>to</w:t>
      </w:r>
      <w:r>
        <w:rPr>
          <w:spacing w:val="-3"/>
        </w:rPr>
        <w:t xml:space="preserve"> </w:t>
      </w:r>
      <w:r>
        <w:t>any</w:t>
      </w:r>
      <w:r>
        <w:rPr>
          <w:spacing w:val="-4"/>
        </w:rPr>
        <w:t xml:space="preserve"> </w:t>
      </w:r>
      <w:r>
        <w:t>review.</w:t>
      </w:r>
      <w:r>
        <w:rPr>
          <w:spacing w:val="-5"/>
        </w:rPr>
        <w:t xml:space="preserve"> </w:t>
      </w:r>
      <w:r>
        <w:t>Staff</w:t>
      </w:r>
      <w:r>
        <w:rPr>
          <w:spacing w:val="-4"/>
        </w:rPr>
        <w:t xml:space="preserve"> </w:t>
      </w:r>
      <w:r>
        <w:t xml:space="preserve">should be made familiar with these forms prior to an incident occurring and be trained on how to accurately complete </w:t>
      </w:r>
      <w:proofErr w:type="gramStart"/>
      <w:r>
        <w:t>this forms</w:t>
      </w:r>
      <w:proofErr w:type="gramEnd"/>
      <w:r>
        <w:t>. (Samples of these forms can be found within this guide as a reference for your</w:t>
      </w:r>
      <w:r>
        <w:rPr>
          <w:spacing w:val="-8"/>
        </w:rPr>
        <w:t xml:space="preserve"> </w:t>
      </w:r>
      <w:r>
        <w:t>organization.)</w:t>
      </w:r>
    </w:p>
    <w:p w14:paraId="066F26FB" w14:textId="77777777" w:rsidR="006B79D5" w:rsidRDefault="00EE4DE8">
      <w:pPr>
        <w:pStyle w:val="ListParagraph"/>
        <w:numPr>
          <w:ilvl w:val="1"/>
          <w:numId w:val="14"/>
        </w:numPr>
        <w:tabs>
          <w:tab w:val="left" w:pos="2820"/>
        </w:tabs>
        <w:spacing w:before="119" w:line="259" w:lineRule="auto"/>
        <w:ind w:right="845"/>
      </w:pPr>
      <w:r>
        <w:t>As part of the Review process, an organization will need to determine beforehand who</w:t>
      </w:r>
      <w:r>
        <w:rPr>
          <w:spacing w:val="-12"/>
        </w:rPr>
        <w:t xml:space="preserve"> </w:t>
      </w:r>
      <w:r>
        <w:t>will</w:t>
      </w:r>
      <w:r>
        <w:rPr>
          <w:spacing w:val="-13"/>
        </w:rPr>
        <w:t xml:space="preserve"> </w:t>
      </w:r>
      <w:r>
        <w:t>receive</w:t>
      </w:r>
      <w:r>
        <w:rPr>
          <w:spacing w:val="-13"/>
        </w:rPr>
        <w:t xml:space="preserve"> </w:t>
      </w:r>
      <w:r>
        <w:t>a</w:t>
      </w:r>
      <w:r>
        <w:rPr>
          <w:spacing w:val="-11"/>
        </w:rPr>
        <w:t xml:space="preserve"> </w:t>
      </w:r>
      <w:r>
        <w:t>copy</w:t>
      </w:r>
      <w:r>
        <w:rPr>
          <w:spacing w:val="-13"/>
        </w:rPr>
        <w:t xml:space="preserve"> </w:t>
      </w:r>
      <w:r>
        <w:t>of</w:t>
      </w:r>
      <w:r>
        <w:rPr>
          <w:spacing w:val="-11"/>
        </w:rPr>
        <w:t xml:space="preserve"> </w:t>
      </w:r>
      <w:r>
        <w:t>the</w:t>
      </w:r>
      <w:r>
        <w:rPr>
          <w:spacing w:val="-11"/>
        </w:rPr>
        <w:t xml:space="preserve"> </w:t>
      </w:r>
      <w:r>
        <w:t>incident</w:t>
      </w:r>
      <w:r>
        <w:rPr>
          <w:spacing w:val="-10"/>
        </w:rPr>
        <w:t xml:space="preserve"> </w:t>
      </w:r>
      <w:r>
        <w:t>forms</w:t>
      </w:r>
      <w:r>
        <w:rPr>
          <w:spacing w:val="-13"/>
        </w:rPr>
        <w:t xml:space="preserve"> </w:t>
      </w:r>
      <w:r>
        <w:t>and</w:t>
      </w:r>
      <w:r>
        <w:rPr>
          <w:spacing w:val="-12"/>
        </w:rPr>
        <w:t xml:space="preserve"> </w:t>
      </w:r>
      <w:r>
        <w:t>report.</w:t>
      </w:r>
      <w:r>
        <w:rPr>
          <w:spacing w:val="28"/>
        </w:rPr>
        <w:t xml:space="preserve"> </w:t>
      </w:r>
      <w:r>
        <w:t>This</w:t>
      </w:r>
      <w:r>
        <w:rPr>
          <w:spacing w:val="-11"/>
        </w:rPr>
        <w:t xml:space="preserve"> </w:t>
      </w:r>
      <w:r>
        <w:t>could</w:t>
      </w:r>
      <w:r>
        <w:rPr>
          <w:spacing w:val="-13"/>
        </w:rPr>
        <w:t xml:space="preserve"> </w:t>
      </w:r>
      <w:r>
        <w:t>include</w:t>
      </w:r>
      <w:r>
        <w:rPr>
          <w:spacing w:val="-11"/>
        </w:rPr>
        <w:t xml:space="preserve"> </w:t>
      </w:r>
      <w:r>
        <w:t>the</w:t>
      </w:r>
      <w:r>
        <w:rPr>
          <w:spacing w:val="-10"/>
        </w:rPr>
        <w:t xml:space="preserve"> </w:t>
      </w:r>
      <w:r>
        <w:t>safety committee, management, supervisors or all employees involved in the</w:t>
      </w:r>
      <w:r>
        <w:rPr>
          <w:spacing w:val="-25"/>
        </w:rPr>
        <w:t xml:space="preserve"> </w:t>
      </w:r>
      <w:r>
        <w:t>incident.</w:t>
      </w:r>
    </w:p>
    <w:p w14:paraId="71372A32" w14:textId="77777777" w:rsidR="006B79D5" w:rsidRDefault="00EE4DE8">
      <w:pPr>
        <w:pStyle w:val="ListParagraph"/>
        <w:numPr>
          <w:ilvl w:val="0"/>
          <w:numId w:val="14"/>
        </w:numPr>
        <w:tabs>
          <w:tab w:val="left" w:pos="1739"/>
          <w:tab w:val="left" w:pos="1740"/>
        </w:tabs>
        <w:spacing w:before="119" w:line="256" w:lineRule="auto"/>
        <w:ind w:right="844"/>
        <w:jc w:val="left"/>
      </w:pPr>
      <w:r>
        <w:t>Incident review and follow up on recommendations to ensure the implementation of corrective actions.</w:t>
      </w:r>
    </w:p>
    <w:p w14:paraId="6C5AB726" w14:textId="77777777" w:rsidR="006B79D5" w:rsidRDefault="00EE4DE8">
      <w:pPr>
        <w:pStyle w:val="ListParagraph"/>
        <w:numPr>
          <w:ilvl w:val="0"/>
          <w:numId w:val="14"/>
        </w:numPr>
        <w:tabs>
          <w:tab w:val="left" w:pos="1739"/>
          <w:tab w:val="left" w:pos="1740"/>
        </w:tabs>
        <w:spacing w:before="124" w:line="259" w:lineRule="auto"/>
        <w:ind w:right="843"/>
        <w:jc w:val="left"/>
      </w:pPr>
      <w:r>
        <w:t>The injured party and the department supervisor should have an opportunity to make recommendations for</w:t>
      </w:r>
      <w:r>
        <w:rPr>
          <w:spacing w:val="-2"/>
        </w:rPr>
        <w:t xml:space="preserve"> </w:t>
      </w:r>
      <w:r>
        <w:t>correction.</w:t>
      </w:r>
    </w:p>
    <w:p w14:paraId="6F3117BA" w14:textId="77777777" w:rsidR="006B79D5" w:rsidRDefault="00EE4DE8">
      <w:pPr>
        <w:pStyle w:val="ListParagraph"/>
        <w:numPr>
          <w:ilvl w:val="0"/>
          <w:numId w:val="14"/>
        </w:numPr>
        <w:tabs>
          <w:tab w:val="left" w:pos="1739"/>
          <w:tab w:val="left" w:pos="1740"/>
        </w:tabs>
        <w:spacing w:before="121" w:line="256" w:lineRule="auto"/>
        <w:ind w:right="845"/>
        <w:jc w:val="left"/>
      </w:pPr>
      <w:r>
        <w:t>The safety committee should review these recommendations and have an opportunity to comment or make additional</w:t>
      </w:r>
      <w:r>
        <w:rPr>
          <w:spacing w:val="-7"/>
        </w:rPr>
        <w:t xml:space="preserve"> </w:t>
      </w:r>
      <w:r>
        <w:t>recommendations.</w:t>
      </w:r>
    </w:p>
    <w:p w14:paraId="49681C34" w14:textId="77777777" w:rsidR="006B79D5" w:rsidRDefault="006B79D5">
      <w:pPr>
        <w:spacing w:line="256" w:lineRule="auto"/>
        <w:sectPr w:rsidR="006B79D5">
          <w:pgSz w:w="12240" w:h="15840"/>
          <w:pgMar w:top="1320" w:right="600" w:bottom="1180" w:left="420" w:header="566" w:footer="993" w:gutter="0"/>
          <w:cols w:space="720"/>
        </w:sectPr>
      </w:pPr>
    </w:p>
    <w:p w14:paraId="3A0EC471" w14:textId="77777777" w:rsidR="006B79D5" w:rsidRDefault="00EE4DE8">
      <w:pPr>
        <w:pStyle w:val="BodyText"/>
        <w:spacing w:before="117"/>
        <w:ind w:left="1020"/>
      </w:pPr>
      <w:r>
        <w:lastRenderedPageBreak/>
        <w:t>Review Procedure</w:t>
      </w:r>
    </w:p>
    <w:p w14:paraId="6392FCD0" w14:textId="77777777" w:rsidR="006B79D5" w:rsidRDefault="00EE4DE8">
      <w:pPr>
        <w:pStyle w:val="ListParagraph"/>
        <w:numPr>
          <w:ilvl w:val="0"/>
          <w:numId w:val="14"/>
        </w:numPr>
        <w:tabs>
          <w:tab w:val="left" w:pos="1739"/>
          <w:tab w:val="left" w:pos="1740"/>
        </w:tabs>
        <w:spacing w:before="120" w:line="259" w:lineRule="auto"/>
        <w:ind w:right="846"/>
        <w:jc w:val="left"/>
      </w:pPr>
      <w:r>
        <w:t>Timing is critical. Incident Review should be commenced as soon as possible after onsite medical care has been administered for injuries and the scene is safe enough to do</w:t>
      </w:r>
      <w:r>
        <w:rPr>
          <w:spacing w:val="-25"/>
        </w:rPr>
        <w:t xml:space="preserve"> </w:t>
      </w:r>
      <w:r>
        <w:t>so.</w:t>
      </w:r>
    </w:p>
    <w:p w14:paraId="18F9A8A2" w14:textId="77777777" w:rsidR="006B79D5" w:rsidRDefault="00EE4DE8">
      <w:pPr>
        <w:pStyle w:val="ListParagraph"/>
        <w:numPr>
          <w:ilvl w:val="0"/>
          <w:numId w:val="14"/>
        </w:numPr>
        <w:tabs>
          <w:tab w:val="left" w:pos="1739"/>
          <w:tab w:val="left" w:pos="1740"/>
        </w:tabs>
        <w:spacing w:before="121"/>
        <w:jc w:val="left"/>
      </w:pPr>
      <w:r>
        <w:t>Gather basic</w:t>
      </w:r>
      <w:r>
        <w:rPr>
          <w:spacing w:val="-3"/>
        </w:rPr>
        <w:t xml:space="preserve"> </w:t>
      </w:r>
      <w:r>
        <w:t>facts:</w:t>
      </w:r>
    </w:p>
    <w:p w14:paraId="3CC70600" w14:textId="77777777" w:rsidR="006B79D5" w:rsidRDefault="00EE4DE8">
      <w:pPr>
        <w:pStyle w:val="ListParagraph"/>
        <w:numPr>
          <w:ilvl w:val="1"/>
          <w:numId w:val="14"/>
        </w:numPr>
        <w:tabs>
          <w:tab w:val="left" w:pos="2819"/>
          <w:tab w:val="left" w:pos="2820"/>
        </w:tabs>
        <w:spacing w:before="140"/>
        <w:jc w:val="left"/>
      </w:pPr>
      <w:r>
        <w:t>Who was involved?</w:t>
      </w:r>
    </w:p>
    <w:p w14:paraId="3A3DFBDA" w14:textId="77777777" w:rsidR="006B79D5" w:rsidRDefault="00EE4DE8">
      <w:pPr>
        <w:pStyle w:val="ListParagraph"/>
        <w:numPr>
          <w:ilvl w:val="1"/>
          <w:numId w:val="14"/>
        </w:numPr>
        <w:tabs>
          <w:tab w:val="left" w:pos="2819"/>
          <w:tab w:val="left" w:pos="2820"/>
        </w:tabs>
        <w:spacing w:before="141" w:line="259" w:lineRule="auto"/>
        <w:ind w:right="845"/>
        <w:jc w:val="left"/>
      </w:pPr>
      <w:r>
        <w:t>What happened? Be specific and detailed, include equipment and condition of equipment used during the</w:t>
      </w:r>
      <w:r>
        <w:rPr>
          <w:spacing w:val="-4"/>
        </w:rPr>
        <w:t xml:space="preserve"> </w:t>
      </w:r>
      <w:r>
        <w:t>event.</w:t>
      </w:r>
    </w:p>
    <w:p w14:paraId="76F3A977" w14:textId="77777777" w:rsidR="006B79D5" w:rsidRDefault="00EE4DE8">
      <w:pPr>
        <w:pStyle w:val="ListParagraph"/>
        <w:numPr>
          <w:ilvl w:val="1"/>
          <w:numId w:val="14"/>
        </w:numPr>
        <w:tabs>
          <w:tab w:val="left" w:pos="2819"/>
          <w:tab w:val="left" w:pos="2820"/>
        </w:tabs>
        <w:spacing w:before="121"/>
        <w:jc w:val="left"/>
      </w:pPr>
      <w:r>
        <w:t>When? Day of the week, time of day, season, weather conditions,</w:t>
      </w:r>
      <w:r>
        <w:rPr>
          <w:spacing w:val="-22"/>
        </w:rPr>
        <w:t xml:space="preserve"> </w:t>
      </w:r>
      <w:r>
        <w:t>etc.</w:t>
      </w:r>
    </w:p>
    <w:p w14:paraId="7CB9412C" w14:textId="77777777" w:rsidR="006B79D5" w:rsidRDefault="00EE4DE8">
      <w:pPr>
        <w:pStyle w:val="ListParagraph"/>
        <w:numPr>
          <w:ilvl w:val="1"/>
          <w:numId w:val="14"/>
        </w:numPr>
        <w:tabs>
          <w:tab w:val="left" w:pos="2820"/>
        </w:tabs>
        <w:spacing w:before="140"/>
      </w:pPr>
      <w:r>
        <w:t>Where? Work site, roadway, work zone, building and specific</w:t>
      </w:r>
      <w:r>
        <w:rPr>
          <w:spacing w:val="-12"/>
        </w:rPr>
        <w:t xml:space="preserve"> </w:t>
      </w:r>
      <w:r>
        <w:t>location.</w:t>
      </w:r>
    </w:p>
    <w:p w14:paraId="6A063A6E" w14:textId="77777777" w:rsidR="006B79D5" w:rsidRDefault="00EE4DE8">
      <w:pPr>
        <w:pStyle w:val="ListParagraph"/>
        <w:numPr>
          <w:ilvl w:val="1"/>
          <w:numId w:val="14"/>
        </w:numPr>
        <w:tabs>
          <w:tab w:val="left" w:pos="2820"/>
        </w:tabs>
        <w:spacing w:before="141" w:line="259" w:lineRule="auto"/>
        <w:ind w:right="846"/>
      </w:pPr>
      <w:r>
        <w:t>Interview</w:t>
      </w:r>
      <w:r>
        <w:rPr>
          <w:spacing w:val="-8"/>
        </w:rPr>
        <w:t xml:space="preserve"> </w:t>
      </w:r>
      <w:r>
        <w:t>victims/witnesses</w:t>
      </w:r>
      <w:r>
        <w:rPr>
          <w:spacing w:val="-7"/>
        </w:rPr>
        <w:t xml:space="preserve"> </w:t>
      </w:r>
      <w:r>
        <w:t>as</w:t>
      </w:r>
      <w:r>
        <w:rPr>
          <w:spacing w:val="-7"/>
        </w:rPr>
        <w:t xml:space="preserve"> </w:t>
      </w:r>
      <w:r>
        <w:t>soon</w:t>
      </w:r>
      <w:r>
        <w:rPr>
          <w:spacing w:val="-7"/>
        </w:rPr>
        <w:t xml:space="preserve"> </w:t>
      </w:r>
      <w:r>
        <w:t>as</w:t>
      </w:r>
      <w:r>
        <w:rPr>
          <w:spacing w:val="-9"/>
        </w:rPr>
        <w:t xml:space="preserve"> </w:t>
      </w:r>
      <w:r>
        <w:t>possible.</w:t>
      </w:r>
      <w:r>
        <w:rPr>
          <w:spacing w:val="34"/>
        </w:rPr>
        <w:t xml:space="preserve"> </w:t>
      </w:r>
      <w:r>
        <w:t>Filter</w:t>
      </w:r>
      <w:r>
        <w:rPr>
          <w:spacing w:val="-9"/>
        </w:rPr>
        <w:t xml:space="preserve"> </w:t>
      </w:r>
      <w:r>
        <w:t>out</w:t>
      </w:r>
      <w:r>
        <w:rPr>
          <w:spacing w:val="-7"/>
        </w:rPr>
        <w:t xml:space="preserve"> </w:t>
      </w:r>
      <w:r>
        <w:t>opinions</w:t>
      </w:r>
      <w:r>
        <w:rPr>
          <w:spacing w:val="-9"/>
        </w:rPr>
        <w:t xml:space="preserve"> </w:t>
      </w:r>
      <w:r>
        <w:t>vs.</w:t>
      </w:r>
      <w:r>
        <w:rPr>
          <w:spacing w:val="-7"/>
        </w:rPr>
        <w:t xml:space="preserve"> </w:t>
      </w:r>
      <w:proofErr w:type="gramStart"/>
      <w:r>
        <w:t>actual</w:t>
      </w:r>
      <w:r>
        <w:rPr>
          <w:spacing w:val="-7"/>
        </w:rPr>
        <w:t xml:space="preserve"> </w:t>
      </w:r>
      <w:r>
        <w:t>facts</w:t>
      </w:r>
      <w:proofErr w:type="gramEnd"/>
      <w:r>
        <w:rPr>
          <w:spacing w:val="-7"/>
        </w:rPr>
        <w:t xml:space="preserve"> </w:t>
      </w:r>
      <w:r>
        <w:t>of the event.</w:t>
      </w:r>
    </w:p>
    <w:p w14:paraId="0BFC7B23" w14:textId="77777777" w:rsidR="006B79D5" w:rsidRDefault="00EE4DE8">
      <w:pPr>
        <w:pStyle w:val="ListParagraph"/>
        <w:numPr>
          <w:ilvl w:val="1"/>
          <w:numId w:val="14"/>
        </w:numPr>
        <w:tabs>
          <w:tab w:val="left" w:pos="2820"/>
        </w:tabs>
        <w:spacing w:before="121" w:line="259" w:lineRule="auto"/>
        <w:ind w:right="842"/>
      </w:pPr>
      <w:r>
        <w:t>“Process” the scene. Take notes of the conditions such as wet floor, lighting conditions, location of, and types, of tools and equipment used before area conditions</w:t>
      </w:r>
      <w:r>
        <w:rPr>
          <w:spacing w:val="-4"/>
        </w:rPr>
        <w:t xml:space="preserve"> </w:t>
      </w:r>
      <w:r>
        <w:t>change.</w:t>
      </w:r>
    </w:p>
    <w:p w14:paraId="700C93C7" w14:textId="77777777" w:rsidR="006B79D5" w:rsidRDefault="00EE4DE8">
      <w:pPr>
        <w:pStyle w:val="ListParagraph"/>
        <w:numPr>
          <w:ilvl w:val="1"/>
          <w:numId w:val="14"/>
        </w:numPr>
        <w:tabs>
          <w:tab w:val="left" w:pos="2820"/>
        </w:tabs>
        <w:spacing w:before="119" w:line="259" w:lineRule="auto"/>
        <w:ind w:right="843"/>
      </w:pPr>
      <w:r>
        <w:t>Take photographs of the scene from various angles. Note any warning signs or labels in the area or on equipment (or lack of</w:t>
      </w:r>
      <w:r>
        <w:rPr>
          <w:spacing w:val="-21"/>
        </w:rPr>
        <w:t xml:space="preserve"> </w:t>
      </w:r>
      <w:r>
        <w:t>them).</w:t>
      </w:r>
    </w:p>
    <w:p w14:paraId="2D8E1DA0" w14:textId="77777777" w:rsidR="006B79D5" w:rsidRDefault="00EE4DE8">
      <w:pPr>
        <w:pStyle w:val="BodyText"/>
        <w:spacing w:before="118"/>
        <w:ind w:left="1020"/>
        <w:jc w:val="both"/>
      </w:pPr>
      <w:r>
        <w:t>Basic tools should be available to the incident review team members:</w:t>
      </w:r>
    </w:p>
    <w:p w14:paraId="40133EFE" w14:textId="77777777" w:rsidR="006B79D5" w:rsidRDefault="00EE4DE8">
      <w:pPr>
        <w:pStyle w:val="ListParagraph"/>
        <w:numPr>
          <w:ilvl w:val="0"/>
          <w:numId w:val="14"/>
        </w:numPr>
        <w:tabs>
          <w:tab w:val="left" w:pos="1739"/>
          <w:tab w:val="left" w:pos="1740"/>
        </w:tabs>
        <w:spacing w:before="121"/>
        <w:jc w:val="left"/>
      </w:pPr>
      <w:r>
        <w:t>Writing /note taking</w:t>
      </w:r>
      <w:r>
        <w:rPr>
          <w:spacing w:val="-3"/>
        </w:rPr>
        <w:t xml:space="preserve"> </w:t>
      </w:r>
      <w:r>
        <w:t>materials.</w:t>
      </w:r>
    </w:p>
    <w:p w14:paraId="3D647522" w14:textId="77777777" w:rsidR="006B79D5" w:rsidRDefault="00EE4DE8">
      <w:pPr>
        <w:pStyle w:val="ListParagraph"/>
        <w:numPr>
          <w:ilvl w:val="0"/>
          <w:numId w:val="14"/>
        </w:numPr>
        <w:tabs>
          <w:tab w:val="left" w:pos="1739"/>
          <w:tab w:val="left" w:pos="1740"/>
        </w:tabs>
        <w:jc w:val="left"/>
      </w:pPr>
      <w:r>
        <w:t>Caution/warning tape to delineate the incident</w:t>
      </w:r>
      <w:r>
        <w:rPr>
          <w:spacing w:val="-4"/>
        </w:rPr>
        <w:t xml:space="preserve"> </w:t>
      </w:r>
      <w:r>
        <w:t>area.</w:t>
      </w:r>
    </w:p>
    <w:p w14:paraId="51EE718B" w14:textId="77777777" w:rsidR="006B79D5" w:rsidRDefault="00EE4DE8">
      <w:pPr>
        <w:pStyle w:val="ListParagraph"/>
        <w:numPr>
          <w:ilvl w:val="0"/>
          <w:numId w:val="14"/>
        </w:numPr>
        <w:tabs>
          <w:tab w:val="left" w:pos="1739"/>
          <w:tab w:val="left" w:pos="1740"/>
        </w:tabs>
        <w:spacing w:before="140"/>
        <w:jc w:val="left"/>
      </w:pPr>
      <w:r>
        <w:t>Tape Measure for checking distance/clearance</w:t>
      </w:r>
      <w:r>
        <w:rPr>
          <w:spacing w:val="-10"/>
        </w:rPr>
        <w:t xml:space="preserve"> </w:t>
      </w:r>
      <w:r>
        <w:t>areas.</w:t>
      </w:r>
    </w:p>
    <w:p w14:paraId="4386B351" w14:textId="77777777" w:rsidR="006B79D5" w:rsidRDefault="00EE4DE8">
      <w:pPr>
        <w:pStyle w:val="ListParagraph"/>
        <w:numPr>
          <w:ilvl w:val="0"/>
          <w:numId w:val="14"/>
        </w:numPr>
        <w:tabs>
          <w:tab w:val="left" w:pos="1739"/>
          <w:tab w:val="left" w:pos="1740"/>
        </w:tabs>
        <w:jc w:val="left"/>
      </w:pPr>
      <w:r>
        <w:t>Digital Camera or cell</w:t>
      </w:r>
      <w:r>
        <w:rPr>
          <w:spacing w:val="-8"/>
        </w:rPr>
        <w:t xml:space="preserve"> </w:t>
      </w:r>
      <w:r>
        <w:t>phone.</w:t>
      </w:r>
    </w:p>
    <w:p w14:paraId="219A11C1" w14:textId="77777777" w:rsidR="006B79D5" w:rsidRDefault="00EE4DE8">
      <w:pPr>
        <w:pStyle w:val="ListParagraph"/>
        <w:numPr>
          <w:ilvl w:val="0"/>
          <w:numId w:val="14"/>
        </w:numPr>
        <w:tabs>
          <w:tab w:val="left" w:pos="1739"/>
          <w:tab w:val="left" w:pos="1740"/>
        </w:tabs>
        <w:jc w:val="left"/>
      </w:pPr>
      <w:r>
        <w:t>Flashlight.</w:t>
      </w:r>
    </w:p>
    <w:p w14:paraId="2EA7DF19" w14:textId="77777777" w:rsidR="006B79D5" w:rsidRDefault="00EE4DE8">
      <w:pPr>
        <w:pStyle w:val="ListParagraph"/>
        <w:numPr>
          <w:ilvl w:val="0"/>
          <w:numId w:val="14"/>
        </w:numPr>
        <w:tabs>
          <w:tab w:val="left" w:pos="1739"/>
          <w:tab w:val="left" w:pos="1740"/>
        </w:tabs>
        <w:spacing w:before="140"/>
        <w:jc w:val="left"/>
      </w:pPr>
      <w:r>
        <w:t>Review Forms and Witness Statement</w:t>
      </w:r>
      <w:r>
        <w:rPr>
          <w:spacing w:val="-7"/>
        </w:rPr>
        <w:t xml:space="preserve"> </w:t>
      </w:r>
      <w:r>
        <w:t>Forms.</w:t>
      </w:r>
    </w:p>
    <w:p w14:paraId="79268E95" w14:textId="77777777" w:rsidR="006B79D5" w:rsidRDefault="00EE4DE8">
      <w:pPr>
        <w:pStyle w:val="ListParagraph"/>
        <w:numPr>
          <w:ilvl w:val="0"/>
          <w:numId w:val="14"/>
        </w:numPr>
        <w:tabs>
          <w:tab w:val="left" w:pos="1739"/>
          <w:tab w:val="left" w:pos="1740"/>
        </w:tabs>
        <w:spacing w:line="259" w:lineRule="auto"/>
        <w:ind w:right="847"/>
        <w:jc w:val="left"/>
      </w:pPr>
      <w:r>
        <w:t>Basic</w:t>
      </w:r>
      <w:r>
        <w:rPr>
          <w:spacing w:val="-4"/>
        </w:rPr>
        <w:t xml:space="preserve"> </w:t>
      </w:r>
      <w:r>
        <w:t>electric</w:t>
      </w:r>
      <w:r>
        <w:rPr>
          <w:spacing w:val="-2"/>
        </w:rPr>
        <w:t xml:space="preserve"> </w:t>
      </w:r>
      <w:r>
        <w:t>testing</w:t>
      </w:r>
      <w:r>
        <w:rPr>
          <w:spacing w:val="-3"/>
        </w:rPr>
        <w:t xml:space="preserve"> </w:t>
      </w:r>
      <w:r>
        <w:t>equipment</w:t>
      </w:r>
      <w:r>
        <w:rPr>
          <w:spacing w:val="-5"/>
        </w:rPr>
        <w:t xml:space="preserve"> </w:t>
      </w:r>
      <w:r>
        <w:t>“tick</w:t>
      </w:r>
      <w:r>
        <w:rPr>
          <w:spacing w:val="-3"/>
        </w:rPr>
        <w:t xml:space="preserve"> </w:t>
      </w:r>
      <w:r>
        <w:t>tester”</w:t>
      </w:r>
      <w:r>
        <w:rPr>
          <w:spacing w:val="-2"/>
        </w:rPr>
        <w:t xml:space="preserve"> </w:t>
      </w:r>
      <w:r>
        <w:t>for</w:t>
      </w:r>
      <w:r>
        <w:rPr>
          <w:spacing w:val="-3"/>
        </w:rPr>
        <w:t xml:space="preserve"> </w:t>
      </w:r>
      <w:r>
        <w:t>checking</w:t>
      </w:r>
      <w:r>
        <w:rPr>
          <w:spacing w:val="-3"/>
        </w:rPr>
        <w:t xml:space="preserve"> </w:t>
      </w:r>
      <w:r>
        <w:t>circuits</w:t>
      </w:r>
      <w:r>
        <w:rPr>
          <w:spacing w:val="-3"/>
        </w:rPr>
        <w:t xml:space="preserve"> </w:t>
      </w:r>
      <w:r>
        <w:t>for</w:t>
      </w:r>
      <w:r>
        <w:rPr>
          <w:spacing w:val="-8"/>
        </w:rPr>
        <w:t xml:space="preserve"> </w:t>
      </w:r>
      <w:r>
        <w:t>voltage,</w:t>
      </w:r>
      <w:r>
        <w:rPr>
          <w:spacing w:val="-5"/>
        </w:rPr>
        <w:t xml:space="preserve"> </w:t>
      </w:r>
      <w:r>
        <w:t>GFCI/outlet</w:t>
      </w:r>
      <w:r>
        <w:rPr>
          <w:spacing w:val="-4"/>
        </w:rPr>
        <w:t xml:space="preserve"> </w:t>
      </w:r>
      <w:r>
        <w:t>testing device.</w:t>
      </w:r>
    </w:p>
    <w:p w14:paraId="5738D56D" w14:textId="77777777" w:rsidR="006B79D5" w:rsidRDefault="00EE4DE8">
      <w:pPr>
        <w:pStyle w:val="ListParagraph"/>
        <w:numPr>
          <w:ilvl w:val="0"/>
          <w:numId w:val="14"/>
        </w:numPr>
        <w:tabs>
          <w:tab w:val="left" w:pos="1739"/>
          <w:tab w:val="left" w:pos="1740"/>
        </w:tabs>
        <w:spacing w:before="118"/>
        <w:jc w:val="left"/>
      </w:pPr>
      <w:r>
        <w:t>List of active/available review members and safety committee</w:t>
      </w:r>
      <w:r>
        <w:rPr>
          <w:spacing w:val="-18"/>
        </w:rPr>
        <w:t xml:space="preserve"> </w:t>
      </w:r>
      <w:r>
        <w:t>members.</w:t>
      </w:r>
    </w:p>
    <w:p w14:paraId="3A6094A2" w14:textId="77777777" w:rsidR="006B79D5" w:rsidRDefault="00EE4DE8">
      <w:pPr>
        <w:pStyle w:val="ListParagraph"/>
        <w:numPr>
          <w:ilvl w:val="0"/>
          <w:numId w:val="14"/>
        </w:numPr>
        <w:tabs>
          <w:tab w:val="left" w:pos="1739"/>
          <w:tab w:val="left" w:pos="1740"/>
        </w:tabs>
        <w:spacing w:line="259" w:lineRule="auto"/>
        <w:ind w:right="846"/>
        <w:jc w:val="left"/>
      </w:pPr>
      <w:r>
        <w:t>Any Personal Protective Equipment (PPE) needed such as safety glasses, gloves and/or high visibility vests when working near moving vehicular</w:t>
      </w:r>
      <w:r>
        <w:rPr>
          <w:spacing w:val="-10"/>
        </w:rPr>
        <w:t xml:space="preserve"> </w:t>
      </w:r>
      <w:r>
        <w:t>traffic.</w:t>
      </w:r>
    </w:p>
    <w:p w14:paraId="2632E31E" w14:textId="77777777" w:rsidR="006B79D5" w:rsidRDefault="006B79D5">
      <w:pPr>
        <w:spacing w:line="259" w:lineRule="auto"/>
        <w:sectPr w:rsidR="006B79D5">
          <w:pgSz w:w="12240" w:h="15840"/>
          <w:pgMar w:top="1320" w:right="600" w:bottom="1180" w:left="420" w:header="566" w:footer="993" w:gutter="0"/>
          <w:cols w:space="720"/>
        </w:sectPr>
      </w:pPr>
    </w:p>
    <w:p w14:paraId="093FCEB1" w14:textId="77777777" w:rsidR="006B79D5" w:rsidRDefault="00EE4DE8">
      <w:pPr>
        <w:pStyle w:val="BodyText"/>
        <w:spacing w:before="117"/>
        <w:ind w:left="1020"/>
        <w:jc w:val="both"/>
      </w:pPr>
      <w:r>
        <w:lastRenderedPageBreak/>
        <w:t>Analyze the gathered information and seek out the causes.</w:t>
      </w:r>
    </w:p>
    <w:p w14:paraId="6FE91924" w14:textId="77777777" w:rsidR="006B79D5" w:rsidRDefault="00EE4DE8">
      <w:pPr>
        <w:pStyle w:val="ListParagraph"/>
        <w:numPr>
          <w:ilvl w:val="0"/>
          <w:numId w:val="14"/>
        </w:numPr>
        <w:tabs>
          <w:tab w:val="left" w:pos="1740"/>
        </w:tabs>
        <w:spacing w:before="120"/>
      </w:pPr>
      <w:r>
        <w:t>Outline the event facts in chronologic</w:t>
      </w:r>
      <w:r>
        <w:rPr>
          <w:spacing w:val="-7"/>
        </w:rPr>
        <w:t xml:space="preserve"> </w:t>
      </w:r>
      <w:r>
        <w:t>order.</w:t>
      </w:r>
    </w:p>
    <w:p w14:paraId="5C7666CC" w14:textId="77777777" w:rsidR="006B79D5" w:rsidRDefault="00EE4DE8">
      <w:pPr>
        <w:pStyle w:val="ListParagraph"/>
        <w:numPr>
          <w:ilvl w:val="0"/>
          <w:numId w:val="14"/>
        </w:numPr>
        <w:tabs>
          <w:tab w:val="left" w:pos="1740"/>
        </w:tabs>
      </w:pPr>
      <w:r>
        <w:t>Connect how each fact relates to the</w:t>
      </w:r>
      <w:r>
        <w:rPr>
          <w:spacing w:val="-13"/>
        </w:rPr>
        <w:t xml:space="preserve"> </w:t>
      </w:r>
      <w:r>
        <w:t>incident.</w:t>
      </w:r>
    </w:p>
    <w:p w14:paraId="45528F87" w14:textId="77777777" w:rsidR="006B79D5" w:rsidRDefault="00EE4DE8">
      <w:pPr>
        <w:pStyle w:val="ListParagraph"/>
        <w:numPr>
          <w:ilvl w:val="0"/>
          <w:numId w:val="14"/>
        </w:numPr>
        <w:tabs>
          <w:tab w:val="left" w:pos="1740"/>
        </w:tabs>
        <w:spacing w:before="140" w:line="259" w:lineRule="auto"/>
        <w:ind w:left="1739" w:right="841"/>
      </w:pPr>
      <w:r>
        <w:t xml:space="preserve">Ask the </w:t>
      </w:r>
      <w:r>
        <w:rPr>
          <w:b/>
        </w:rPr>
        <w:t xml:space="preserve">why </w:t>
      </w:r>
      <w:r>
        <w:t>questions (Why was the warning label missing? Why wasn’t the employee trained on this piece of equipment? Why wasn’t the missing guard reported to supervisor? Why wasn’t the equipment taken out of</w:t>
      </w:r>
      <w:r>
        <w:rPr>
          <w:spacing w:val="-7"/>
        </w:rPr>
        <w:t xml:space="preserve"> </w:t>
      </w:r>
      <w:r>
        <w:t>service?)</w:t>
      </w:r>
    </w:p>
    <w:p w14:paraId="0B590BB5" w14:textId="77777777" w:rsidR="006B79D5" w:rsidRDefault="00EE4DE8">
      <w:pPr>
        <w:pStyle w:val="ListParagraph"/>
        <w:numPr>
          <w:ilvl w:val="0"/>
          <w:numId w:val="14"/>
        </w:numPr>
        <w:tabs>
          <w:tab w:val="left" w:pos="1740"/>
        </w:tabs>
        <w:spacing w:before="121"/>
        <w:ind w:hanging="361"/>
      </w:pPr>
      <w:r>
        <w:t xml:space="preserve">List possible causes- brainstorm </w:t>
      </w:r>
      <w:proofErr w:type="gramStart"/>
      <w:r>
        <w:t>where</w:t>
      </w:r>
      <w:proofErr w:type="gramEnd"/>
      <w:r>
        <w:t xml:space="preserve"> not</w:t>
      </w:r>
      <w:r>
        <w:rPr>
          <w:spacing w:val="-8"/>
        </w:rPr>
        <w:t xml:space="preserve"> </w:t>
      </w:r>
      <w:r>
        <w:t>obvious.</w:t>
      </w:r>
    </w:p>
    <w:p w14:paraId="7222D42D" w14:textId="77777777" w:rsidR="006B79D5" w:rsidRDefault="00EE4DE8">
      <w:pPr>
        <w:pStyle w:val="ListParagraph"/>
        <w:numPr>
          <w:ilvl w:val="0"/>
          <w:numId w:val="14"/>
        </w:numPr>
        <w:tabs>
          <w:tab w:val="left" w:pos="1740"/>
        </w:tabs>
        <w:spacing w:before="140"/>
        <w:ind w:hanging="361"/>
      </w:pPr>
      <w:r>
        <w:t>Personal</w:t>
      </w:r>
      <w:r>
        <w:rPr>
          <w:spacing w:val="-1"/>
        </w:rPr>
        <w:t xml:space="preserve"> </w:t>
      </w:r>
      <w:r>
        <w:t>factors.</w:t>
      </w:r>
    </w:p>
    <w:p w14:paraId="3D32AFBE" w14:textId="77777777" w:rsidR="006B79D5" w:rsidRDefault="00EE4DE8">
      <w:pPr>
        <w:pStyle w:val="ListParagraph"/>
        <w:numPr>
          <w:ilvl w:val="0"/>
          <w:numId w:val="14"/>
        </w:numPr>
        <w:tabs>
          <w:tab w:val="left" w:pos="1740"/>
        </w:tabs>
        <w:ind w:hanging="361"/>
      </w:pPr>
      <w:r>
        <w:t>Unsafe conditions-environmental</w:t>
      </w:r>
      <w:r>
        <w:rPr>
          <w:spacing w:val="-3"/>
        </w:rPr>
        <w:t xml:space="preserve"> </w:t>
      </w:r>
      <w:r>
        <w:t>factors.</w:t>
      </w:r>
    </w:p>
    <w:p w14:paraId="5C8CED5B" w14:textId="77777777" w:rsidR="006B79D5" w:rsidRDefault="00EE4DE8">
      <w:pPr>
        <w:pStyle w:val="ListParagraph"/>
        <w:numPr>
          <w:ilvl w:val="0"/>
          <w:numId w:val="14"/>
        </w:numPr>
        <w:tabs>
          <w:tab w:val="left" w:pos="1740"/>
        </w:tabs>
        <w:ind w:hanging="361"/>
      </w:pPr>
      <w:r>
        <w:t>Unsafe acts-behavioral factors. (May be a HR or Management Concern; Review may</w:t>
      </w:r>
      <w:r>
        <w:rPr>
          <w:spacing w:val="-26"/>
        </w:rPr>
        <w:t xml:space="preserve"> </w:t>
      </w:r>
      <w:r>
        <w:t>end)</w:t>
      </w:r>
    </w:p>
    <w:p w14:paraId="257A9407" w14:textId="77777777" w:rsidR="006B79D5" w:rsidRDefault="00EE4DE8">
      <w:pPr>
        <w:pStyle w:val="ListParagraph"/>
        <w:numPr>
          <w:ilvl w:val="0"/>
          <w:numId w:val="14"/>
        </w:numPr>
        <w:tabs>
          <w:tab w:val="left" w:pos="1740"/>
        </w:tabs>
        <w:spacing w:before="140"/>
        <w:ind w:hanging="361"/>
      </w:pPr>
      <w:r>
        <w:t>Review each possible cause- “Does it explain the</w:t>
      </w:r>
      <w:r>
        <w:rPr>
          <w:spacing w:val="-10"/>
        </w:rPr>
        <w:t xml:space="preserve"> </w:t>
      </w:r>
      <w:r>
        <w:t>facts?”</w:t>
      </w:r>
    </w:p>
    <w:p w14:paraId="6A8D8D75" w14:textId="77777777" w:rsidR="006B79D5" w:rsidRDefault="00EE4DE8">
      <w:pPr>
        <w:pStyle w:val="ListParagraph"/>
        <w:numPr>
          <w:ilvl w:val="0"/>
          <w:numId w:val="14"/>
        </w:numPr>
        <w:tabs>
          <w:tab w:val="left" w:pos="1740"/>
        </w:tabs>
        <w:ind w:hanging="361"/>
      </w:pPr>
      <w:r>
        <w:t>Sort out direct, contributing, and root</w:t>
      </w:r>
      <w:r>
        <w:rPr>
          <w:spacing w:val="-8"/>
        </w:rPr>
        <w:t xml:space="preserve"> </w:t>
      </w:r>
      <w:r>
        <w:t>causes.</w:t>
      </w:r>
    </w:p>
    <w:p w14:paraId="5378B531" w14:textId="77777777" w:rsidR="006B79D5" w:rsidRDefault="00EE4DE8">
      <w:pPr>
        <w:pStyle w:val="ListParagraph"/>
        <w:numPr>
          <w:ilvl w:val="0"/>
          <w:numId w:val="14"/>
        </w:numPr>
        <w:tabs>
          <w:tab w:val="left" w:pos="1740"/>
        </w:tabs>
        <w:spacing w:before="140" w:line="259" w:lineRule="auto"/>
        <w:ind w:left="1739" w:right="848"/>
      </w:pPr>
      <w:r>
        <w:t>Review</w:t>
      </w:r>
      <w:r>
        <w:rPr>
          <w:spacing w:val="-11"/>
        </w:rPr>
        <w:t xml:space="preserve"> </w:t>
      </w:r>
      <w:r>
        <w:t>policies,</w:t>
      </w:r>
      <w:r>
        <w:rPr>
          <w:spacing w:val="-13"/>
        </w:rPr>
        <w:t xml:space="preserve"> </w:t>
      </w:r>
      <w:r>
        <w:t>training</w:t>
      </w:r>
      <w:r>
        <w:rPr>
          <w:spacing w:val="-13"/>
        </w:rPr>
        <w:t xml:space="preserve"> </w:t>
      </w:r>
      <w:r>
        <w:t>materials,</w:t>
      </w:r>
      <w:r>
        <w:rPr>
          <w:spacing w:val="-14"/>
        </w:rPr>
        <w:t xml:space="preserve"> </w:t>
      </w:r>
      <w:r>
        <w:t>manuals,</w:t>
      </w:r>
      <w:r>
        <w:rPr>
          <w:spacing w:val="-13"/>
        </w:rPr>
        <w:t xml:space="preserve"> </w:t>
      </w:r>
      <w:r>
        <w:t>job</w:t>
      </w:r>
      <w:r>
        <w:rPr>
          <w:spacing w:val="-15"/>
        </w:rPr>
        <w:t xml:space="preserve"> </w:t>
      </w:r>
      <w:r>
        <w:t>hazard</w:t>
      </w:r>
      <w:r>
        <w:rPr>
          <w:spacing w:val="-12"/>
        </w:rPr>
        <w:t xml:space="preserve"> </w:t>
      </w:r>
      <w:r>
        <w:t>analysis,</w:t>
      </w:r>
      <w:r>
        <w:rPr>
          <w:spacing w:val="-11"/>
        </w:rPr>
        <w:t xml:space="preserve"> </w:t>
      </w:r>
      <w:r>
        <w:t>job</w:t>
      </w:r>
      <w:r>
        <w:rPr>
          <w:spacing w:val="-12"/>
        </w:rPr>
        <w:t xml:space="preserve"> </w:t>
      </w:r>
      <w:r>
        <w:t>task</w:t>
      </w:r>
      <w:r>
        <w:rPr>
          <w:spacing w:val="-11"/>
        </w:rPr>
        <w:t xml:space="preserve"> </w:t>
      </w:r>
      <w:r>
        <w:t>procedures,</w:t>
      </w:r>
      <w:r>
        <w:rPr>
          <w:spacing w:val="-13"/>
        </w:rPr>
        <w:t xml:space="preserve"> </w:t>
      </w:r>
      <w:r>
        <w:t>etc.</w:t>
      </w:r>
      <w:r>
        <w:rPr>
          <w:spacing w:val="-16"/>
        </w:rPr>
        <w:t xml:space="preserve"> </w:t>
      </w:r>
      <w:r>
        <w:t>Do</w:t>
      </w:r>
      <w:r>
        <w:rPr>
          <w:spacing w:val="-12"/>
        </w:rPr>
        <w:t xml:space="preserve"> </w:t>
      </w:r>
      <w:r>
        <w:t>they address what was uncovered as review “facts” and address the root</w:t>
      </w:r>
      <w:r>
        <w:rPr>
          <w:spacing w:val="-23"/>
        </w:rPr>
        <w:t xml:space="preserve"> </w:t>
      </w:r>
      <w:r>
        <w:t>cause?</w:t>
      </w:r>
    </w:p>
    <w:p w14:paraId="58CC0406" w14:textId="77777777" w:rsidR="006B79D5" w:rsidRDefault="00EE4DE8">
      <w:pPr>
        <w:pStyle w:val="BodyText"/>
        <w:spacing w:before="121"/>
        <w:ind w:left="1019"/>
        <w:jc w:val="both"/>
      </w:pPr>
      <w:r>
        <w:t>Factors and Direct Causes</w:t>
      </w:r>
    </w:p>
    <w:p w14:paraId="25C33140" w14:textId="77777777" w:rsidR="006B79D5" w:rsidRDefault="00EE4DE8">
      <w:pPr>
        <w:pStyle w:val="ListParagraph"/>
        <w:numPr>
          <w:ilvl w:val="0"/>
          <w:numId w:val="14"/>
        </w:numPr>
        <w:tabs>
          <w:tab w:val="left" w:pos="1740"/>
        </w:tabs>
        <w:spacing w:before="120" w:line="259" w:lineRule="auto"/>
        <w:ind w:left="1739" w:right="836"/>
      </w:pPr>
      <w:r>
        <w:t>Personal factors include deficiencies in physical condition, mental condition or attitude and can include</w:t>
      </w:r>
      <w:r>
        <w:rPr>
          <w:spacing w:val="-14"/>
        </w:rPr>
        <w:t xml:space="preserve"> </w:t>
      </w:r>
      <w:r>
        <w:t>physical</w:t>
      </w:r>
      <w:r>
        <w:rPr>
          <w:spacing w:val="-16"/>
        </w:rPr>
        <w:t xml:space="preserve"> </w:t>
      </w:r>
      <w:r>
        <w:t>illness,</w:t>
      </w:r>
      <w:r>
        <w:rPr>
          <w:spacing w:val="-14"/>
        </w:rPr>
        <w:t xml:space="preserve"> </w:t>
      </w:r>
      <w:r>
        <w:t>fatigue</w:t>
      </w:r>
      <w:r>
        <w:rPr>
          <w:spacing w:val="-14"/>
        </w:rPr>
        <w:t xml:space="preserve"> </w:t>
      </w:r>
      <w:r>
        <w:t>or</w:t>
      </w:r>
      <w:r>
        <w:rPr>
          <w:spacing w:val="-13"/>
        </w:rPr>
        <w:t xml:space="preserve"> </w:t>
      </w:r>
      <w:r>
        <w:t>influence</w:t>
      </w:r>
      <w:r>
        <w:rPr>
          <w:spacing w:val="-12"/>
        </w:rPr>
        <w:t xml:space="preserve"> </w:t>
      </w:r>
      <w:r>
        <w:t>of</w:t>
      </w:r>
      <w:r>
        <w:rPr>
          <w:spacing w:val="-17"/>
        </w:rPr>
        <w:t xml:space="preserve"> </w:t>
      </w:r>
      <w:r>
        <w:t>drugs</w:t>
      </w:r>
      <w:r>
        <w:rPr>
          <w:spacing w:val="-16"/>
        </w:rPr>
        <w:t xml:space="preserve"> </w:t>
      </w:r>
      <w:r>
        <w:t>or</w:t>
      </w:r>
      <w:r>
        <w:rPr>
          <w:spacing w:val="-17"/>
        </w:rPr>
        <w:t xml:space="preserve"> </w:t>
      </w:r>
      <w:r>
        <w:t>alcohol.</w:t>
      </w:r>
      <w:r>
        <w:rPr>
          <w:spacing w:val="-12"/>
        </w:rPr>
        <w:t xml:space="preserve"> </w:t>
      </w:r>
      <w:r>
        <w:rPr>
          <w:b/>
        </w:rPr>
        <w:t>If</w:t>
      </w:r>
      <w:r>
        <w:rPr>
          <w:b/>
          <w:spacing w:val="-15"/>
        </w:rPr>
        <w:t xml:space="preserve"> </w:t>
      </w:r>
      <w:r>
        <w:rPr>
          <w:b/>
        </w:rPr>
        <w:t>a</w:t>
      </w:r>
      <w:r>
        <w:rPr>
          <w:b/>
          <w:spacing w:val="-16"/>
        </w:rPr>
        <w:t xml:space="preserve"> </w:t>
      </w:r>
      <w:r>
        <w:rPr>
          <w:b/>
        </w:rPr>
        <w:t>person</w:t>
      </w:r>
      <w:r>
        <w:rPr>
          <w:b/>
          <w:spacing w:val="-14"/>
        </w:rPr>
        <w:t xml:space="preserve"> </w:t>
      </w:r>
      <w:r>
        <w:rPr>
          <w:b/>
        </w:rPr>
        <w:t>appears</w:t>
      </w:r>
      <w:r>
        <w:rPr>
          <w:b/>
          <w:spacing w:val="-13"/>
        </w:rPr>
        <w:t xml:space="preserve"> </w:t>
      </w:r>
      <w:r>
        <w:rPr>
          <w:b/>
        </w:rPr>
        <w:t>to</w:t>
      </w:r>
      <w:r>
        <w:rPr>
          <w:b/>
          <w:spacing w:val="-15"/>
        </w:rPr>
        <w:t xml:space="preserve"> </w:t>
      </w:r>
      <w:r>
        <w:rPr>
          <w:b/>
        </w:rPr>
        <w:t>be</w:t>
      </w:r>
      <w:r>
        <w:rPr>
          <w:b/>
          <w:spacing w:val="-16"/>
        </w:rPr>
        <w:t xml:space="preserve"> </w:t>
      </w:r>
      <w:r>
        <w:rPr>
          <w:b/>
        </w:rPr>
        <w:t xml:space="preserve">impaired from drugs or alcohol refer to HR immediately. </w:t>
      </w:r>
      <w:r>
        <w:t xml:space="preserve">Does the injured party have a history of </w:t>
      </w:r>
      <w:r>
        <w:rPr>
          <w:spacing w:val="-2"/>
        </w:rPr>
        <w:t xml:space="preserve">not </w:t>
      </w:r>
      <w:r>
        <w:t xml:space="preserve">following safety protocol? A history of prior incidents? If so, was that prior incident </w:t>
      </w:r>
      <w:proofErr w:type="gramStart"/>
      <w:r>
        <w:t>similar to</w:t>
      </w:r>
      <w:proofErr w:type="gramEnd"/>
      <w:r>
        <w:t xml:space="preserve"> </w:t>
      </w:r>
      <w:r>
        <w:rPr>
          <w:spacing w:val="-2"/>
        </w:rPr>
        <w:t xml:space="preserve">the </w:t>
      </w:r>
      <w:r>
        <w:t>current incident that led to the injury or damage to property? If the injury involves an employee, was there any personnel issues that could be a factor? Such as on probation, recent discipline issues,</w:t>
      </w:r>
      <w:r>
        <w:rPr>
          <w:spacing w:val="-1"/>
        </w:rPr>
        <w:t xml:space="preserve"> </w:t>
      </w:r>
      <w:r>
        <w:t>etc.</w:t>
      </w:r>
    </w:p>
    <w:p w14:paraId="4C451A46" w14:textId="77777777" w:rsidR="006B79D5" w:rsidRDefault="00EE4DE8">
      <w:pPr>
        <w:pStyle w:val="ListParagraph"/>
        <w:numPr>
          <w:ilvl w:val="0"/>
          <w:numId w:val="14"/>
        </w:numPr>
        <w:tabs>
          <w:tab w:val="left" w:pos="1740"/>
        </w:tabs>
        <w:spacing w:before="118" w:line="259" w:lineRule="auto"/>
        <w:ind w:right="846"/>
      </w:pPr>
      <w:r>
        <w:t>Unsafe conditions are situations or events not under the individuals control such as Personal Protective Equipment (PPE) not made available, poor lighting, facility/equipment conditions, weather conditions, lack of</w:t>
      </w:r>
      <w:r>
        <w:rPr>
          <w:spacing w:val="-11"/>
        </w:rPr>
        <w:t xml:space="preserve"> </w:t>
      </w:r>
      <w:r>
        <w:t>training.</w:t>
      </w:r>
    </w:p>
    <w:p w14:paraId="120DC7D9" w14:textId="77777777" w:rsidR="006B79D5" w:rsidRDefault="00EE4DE8">
      <w:pPr>
        <w:pStyle w:val="ListParagraph"/>
        <w:numPr>
          <w:ilvl w:val="0"/>
          <w:numId w:val="14"/>
        </w:numPr>
        <w:tabs>
          <w:tab w:val="left" w:pos="1740"/>
        </w:tabs>
        <w:spacing w:before="119" w:line="259" w:lineRule="auto"/>
        <w:ind w:right="837"/>
        <w:rPr>
          <w:b/>
        </w:rPr>
      </w:pPr>
      <w:r>
        <w:t>Unsafe Acts are specific actions or inactions within the individual’s control such as ignoring warning labels, not following safety rules, or lack of supervisor corrective action</w:t>
      </w:r>
      <w:r>
        <w:rPr>
          <w:b/>
        </w:rPr>
        <w:t>. If unsafe acts are witnessed refer to Human Resources or Immediate</w:t>
      </w:r>
      <w:r>
        <w:rPr>
          <w:b/>
          <w:spacing w:val="-12"/>
        </w:rPr>
        <w:t xml:space="preserve"> </w:t>
      </w:r>
      <w:r>
        <w:rPr>
          <w:b/>
        </w:rPr>
        <w:t>Supervisor.</w:t>
      </w:r>
    </w:p>
    <w:p w14:paraId="35B89032" w14:textId="77777777" w:rsidR="006B79D5" w:rsidRDefault="00EE4DE8">
      <w:pPr>
        <w:pStyle w:val="ListParagraph"/>
        <w:numPr>
          <w:ilvl w:val="0"/>
          <w:numId w:val="14"/>
        </w:numPr>
        <w:tabs>
          <w:tab w:val="left" w:pos="1740"/>
        </w:tabs>
        <w:spacing w:before="119" w:line="259" w:lineRule="auto"/>
        <w:ind w:right="838"/>
      </w:pPr>
      <w:r>
        <w:t>Direct</w:t>
      </w:r>
      <w:r>
        <w:rPr>
          <w:spacing w:val="-8"/>
        </w:rPr>
        <w:t xml:space="preserve"> </w:t>
      </w:r>
      <w:proofErr w:type="gramStart"/>
      <w:r>
        <w:t>Causes;</w:t>
      </w:r>
      <w:proofErr w:type="gramEnd"/>
      <w:r>
        <w:rPr>
          <w:spacing w:val="-9"/>
        </w:rPr>
        <w:t xml:space="preserve"> </w:t>
      </w:r>
      <w:r>
        <w:t>Defined</w:t>
      </w:r>
      <w:r>
        <w:rPr>
          <w:spacing w:val="-8"/>
        </w:rPr>
        <w:t xml:space="preserve"> </w:t>
      </w:r>
      <w:r>
        <w:rPr>
          <w:spacing w:val="-3"/>
        </w:rPr>
        <w:t>as</w:t>
      </w:r>
      <w:r>
        <w:rPr>
          <w:spacing w:val="-7"/>
        </w:rPr>
        <w:t xml:space="preserve"> </w:t>
      </w:r>
      <w:r>
        <w:t>the</w:t>
      </w:r>
      <w:r>
        <w:rPr>
          <w:spacing w:val="-7"/>
        </w:rPr>
        <w:t xml:space="preserve"> </w:t>
      </w:r>
      <w:r>
        <w:t>immediate,</w:t>
      </w:r>
      <w:r>
        <w:rPr>
          <w:spacing w:val="-8"/>
        </w:rPr>
        <w:t xml:space="preserve"> </w:t>
      </w:r>
      <w:r>
        <w:t>initiating,</w:t>
      </w:r>
      <w:r>
        <w:rPr>
          <w:spacing w:val="-9"/>
        </w:rPr>
        <w:t xml:space="preserve"> </w:t>
      </w:r>
      <w:r>
        <w:t>or</w:t>
      </w:r>
      <w:r>
        <w:rPr>
          <w:color w:val="0562C1"/>
          <w:spacing w:val="-6"/>
          <w:u w:val="single" w:color="0562C1"/>
        </w:rPr>
        <w:t xml:space="preserve"> </w:t>
      </w:r>
      <w:r>
        <w:rPr>
          <w:color w:val="0562C1"/>
          <w:u w:val="single" w:color="0562C1"/>
        </w:rPr>
        <w:t>primary</w:t>
      </w:r>
      <w:r>
        <w:rPr>
          <w:color w:val="0562C1"/>
          <w:spacing w:val="-7"/>
        </w:rPr>
        <w:t xml:space="preserve"> </w:t>
      </w:r>
      <w:r>
        <w:t>cause</w:t>
      </w:r>
      <w:r>
        <w:rPr>
          <w:spacing w:val="-9"/>
        </w:rPr>
        <w:t xml:space="preserve"> </w:t>
      </w:r>
      <w:r>
        <w:t>which</w:t>
      </w:r>
      <w:r>
        <w:rPr>
          <w:spacing w:val="-8"/>
        </w:rPr>
        <w:t xml:space="preserve"> </w:t>
      </w:r>
      <w:r>
        <w:t>that</w:t>
      </w:r>
      <w:r>
        <w:rPr>
          <w:spacing w:val="-7"/>
        </w:rPr>
        <w:t xml:space="preserve"> </w:t>
      </w:r>
      <w:r>
        <w:t>leads</w:t>
      </w:r>
      <w:r>
        <w:rPr>
          <w:spacing w:val="-6"/>
        </w:rPr>
        <w:t xml:space="preserve"> </w:t>
      </w:r>
      <w:r>
        <w:t>to</w:t>
      </w:r>
      <w:r>
        <w:rPr>
          <w:spacing w:val="-5"/>
        </w:rPr>
        <w:t xml:space="preserve"> </w:t>
      </w:r>
      <w:r>
        <w:t>an</w:t>
      </w:r>
      <w:r>
        <w:rPr>
          <w:spacing w:val="-6"/>
        </w:rPr>
        <w:t xml:space="preserve"> </w:t>
      </w:r>
      <w:r>
        <w:t>event or action that allows an event or action to take place. These may include unsafe acts or unsafe conditions.</w:t>
      </w:r>
    </w:p>
    <w:p w14:paraId="0480A922" w14:textId="77777777" w:rsidR="006B79D5" w:rsidRDefault="00EE4DE8">
      <w:pPr>
        <w:pStyle w:val="ListParagraph"/>
        <w:numPr>
          <w:ilvl w:val="0"/>
          <w:numId w:val="14"/>
        </w:numPr>
        <w:tabs>
          <w:tab w:val="left" w:pos="1740"/>
        </w:tabs>
        <w:spacing w:before="119" w:line="259" w:lineRule="auto"/>
        <w:ind w:right="845"/>
      </w:pPr>
      <w:r>
        <w:t>Contributing</w:t>
      </w:r>
      <w:r>
        <w:rPr>
          <w:spacing w:val="-6"/>
        </w:rPr>
        <w:t xml:space="preserve"> </w:t>
      </w:r>
      <w:r>
        <w:t>Causes</w:t>
      </w:r>
      <w:r>
        <w:rPr>
          <w:spacing w:val="-6"/>
        </w:rPr>
        <w:t xml:space="preserve"> </w:t>
      </w:r>
      <w:r>
        <w:t>or</w:t>
      </w:r>
      <w:r>
        <w:rPr>
          <w:spacing w:val="-8"/>
        </w:rPr>
        <w:t xml:space="preserve"> </w:t>
      </w:r>
      <w:r>
        <w:t>Factors.</w:t>
      </w:r>
      <w:r>
        <w:rPr>
          <w:spacing w:val="-7"/>
        </w:rPr>
        <w:t xml:space="preserve"> </w:t>
      </w:r>
      <w:r>
        <w:t>Defined</w:t>
      </w:r>
      <w:r>
        <w:rPr>
          <w:spacing w:val="-6"/>
        </w:rPr>
        <w:t xml:space="preserve"> </w:t>
      </w:r>
      <w:r>
        <w:t>as</w:t>
      </w:r>
      <w:r>
        <w:rPr>
          <w:spacing w:val="-6"/>
        </w:rPr>
        <w:t xml:space="preserve"> </w:t>
      </w:r>
      <w:r>
        <w:t>factors</w:t>
      </w:r>
      <w:r>
        <w:rPr>
          <w:spacing w:val="-8"/>
        </w:rPr>
        <w:t xml:space="preserve"> </w:t>
      </w:r>
      <w:r>
        <w:t>or</w:t>
      </w:r>
      <w:r>
        <w:rPr>
          <w:spacing w:val="-7"/>
        </w:rPr>
        <w:t xml:space="preserve"> </w:t>
      </w:r>
      <w:r>
        <w:t>conditions</w:t>
      </w:r>
      <w:r>
        <w:rPr>
          <w:spacing w:val="-8"/>
        </w:rPr>
        <w:t xml:space="preserve"> </w:t>
      </w:r>
      <w:r>
        <w:t>that</w:t>
      </w:r>
      <w:r>
        <w:rPr>
          <w:spacing w:val="-6"/>
        </w:rPr>
        <w:t xml:space="preserve"> </w:t>
      </w:r>
      <w:r>
        <w:t>by</w:t>
      </w:r>
      <w:r>
        <w:rPr>
          <w:spacing w:val="-4"/>
        </w:rPr>
        <w:t xml:space="preserve"> </w:t>
      </w:r>
      <w:r>
        <w:t>themselves</w:t>
      </w:r>
      <w:r>
        <w:rPr>
          <w:spacing w:val="-8"/>
        </w:rPr>
        <w:t xml:space="preserve"> </w:t>
      </w:r>
      <w:r>
        <w:t>did</w:t>
      </w:r>
      <w:r>
        <w:rPr>
          <w:spacing w:val="-6"/>
        </w:rPr>
        <w:t xml:space="preserve"> </w:t>
      </w:r>
      <w:r>
        <w:t>not</w:t>
      </w:r>
      <w:r>
        <w:rPr>
          <w:spacing w:val="-6"/>
        </w:rPr>
        <w:t xml:space="preserve"> </w:t>
      </w:r>
      <w:r>
        <w:t>cause the incident but when combined with the direct causes lead the events down the path of the incident.</w:t>
      </w:r>
    </w:p>
    <w:p w14:paraId="56E51E18" w14:textId="77777777" w:rsidR="006B79D5" w:rsidRDefault="00EE4DE8">
      <w:pPr>
        <w:pStyle w:val="ListParagraph"/>
        <w:numPr>
          <w:ilvl w:val="0"/>
          <w:numId w:val="13"/>
        </w:numPr>
        <w:tabs>
          <w:tab w:val="left" w:pos="2868"/>
        </w:tabs>
        <w:spacing w:before="118" w:line="259" w:lineRule="auto"/>
        <w:ind w:left="2867" w:right="843"/>
      </w:pPr>
      <w:r>
        <w:t>Examples</w:t>
      </w:r>
      <w:r>
        <w:rPr>
          <w:i/>
        </w:rPr>
        <w:t xml:space="preserve">: </w:t>
      </w:r>
      <w:r>
        <w:t>(weather, time, safety culture, human factors including training and education,</w:t>
      </w:r>
      <w:r>
        <w:rPr>
          <w:spacing w:val="10"/>
        </w:rPr>
        <w:t xml:space="preserve"> </w:t>
      </w:r>
      <w:r>
        <w:t>job</w:t>
      </w:r>
      <w:r>
        <w:rPr>
          <w:spacing w:val="12"/>
        </w:rPr>
        <w:t xml:space="preserve"> </w:t>
      </w:r>
      <w:r>
        <w:t>experience,</w:t>
      </w:r>
      <w:r>
        <w:rPr>
          <w:spacing w:val="14"/>
        </w:rPr>
        <w:t xml:space="preserve"> </w:t>
      </w:r>
      <w:r>
        <w:t>environment</w:t>
      </w:r>
      <w:r>
        <w:rPr>
          <w:spacing w:val="13"/>
        </w:rPr>
        <w:t xml:space="preserve"> </w:t>
      </w:r>
      <w:r>
        <w:t>factors</w:t>
      </w:r>
      <w:r>
        <w:rPr>
          <w:spacing w:val="13"/>
        </w:rPr>
        <w:t xml:space="preserve"> </w:t>
      </w:r>
      <w:r>
        <w:t>including</w:t>
      </w:r>
      <w:r>
        <w:rPr>
          <w:spacing w:val="12"/>
        </w:rPr>
        <w:t xml:space="preserve"> </w:t>
      </w:r>
      <w:r>
        <w:t>lack</w:t>
      </w:r>
      <w:r>
        <w:rPr>
          <w:spacing w:val="11"/>
        </w:rPr>
        <w:t xml:space="preserve"> </w:t>
      </w:r>
      <w:r>
        <w:t>of</w:t>
      </w:r>
      <w:r>
        <w:rPr>
          <w:spacing w:val="11"/>
        </w:rPr>
        <w:t xml:space="preserve"> </w:t>
      </w:r>
      <w:r>
        <w:t>management</w:t>
      </w:r>
    </w:p>
    <w:p w14:paraId="2EC06705" w14:textId="77777777" w:rsidR="006B79D5" w:rsidRDefault="006B79D5">
      <w:pPr>
        <w:spacing w:line="259" w:lineRule="auto"/>
        <w:jc w:val="both"/>
        <w:sectPr w:rsidR="006B79D5">
          <w:pgSz w:w="12240" w:h="15840"/>
          <w:pgMar w:top="1320" w:right="600" w:bottom="1180" w:left="420" w:header="566" w:footer="993" w:gutter="0"/>
          <w:cols w:space="720"/>
        </w:sectPr>
      </w:pPr>
    </w:p>
    <w:p w14:paraId="263CFEAA" w14:textId="77777777" w:rsidR="006B79D5" w:rsidRDefault="00EE4DE8">
      <w:pPr>
        <w:pStyle w:val="BodyText"/>
        <w:spacing w:before="117" w:line="259" w:lineRule="auto"/>
        <w:ind w:left="2868" w:right="838"/>
      </w:pPr>
      <w:r>
        <w:lastRenderedPageBreak/>
        <w:t>systems, including safety programs and safety policies, equipment and facilities conditions).</w:t>
      </w:r>
    </w:p>
    <w:p w14:paraId="0D027D0D" w14:textId="77777777" w:rsidR="006B79D5" w:rsidRDefault="00EE4DE8">
      <w:pPr>
        <w:pStyle w:val="ListParagraph"/>
        <w:numPr>
          <w:ilvl w:val="0"/>
          <w:numId w:val="13"/>
        </w:numPr>
        <w:tabs>
          <w:tab w:val="left" w:pos="2867"/>
          <w:tab w:val="left" w:pos="2868"/>
        </w:tabs>
        <w:spacing w:before="120" w:line="259" w:lineRule="auto"/>
        <w:ind w:right="845"/>
        <w:jc w:val="left"/>
      </w:pPr>
      <w:r>
        <w:t>A significant contributing cause can be the failure of management and supervisory staff to enforce safety</w:t>
      </w:r>
      <w:r>
        <w:rPr>
          <w:spacing w:val="-2"/>
        </w:rPr>
        <w:t xml:space="preserve"> </w:t>
      </w:r>
      <w:r>
        <w:t>policies.</w:t>
      </w:r>
    </w:p>
    <w:p w14:paraId="33842587" w14:textId="77777777" w:rsidR="006B79D5" w:rsidRDefault="00EE4DE8">
      <w:pPr>
        <w:pStyle w:val="ListParagraph"/>
        <w:numPr>
          <w:ilvl w:val="0"/>
          <w:numId w:val="14"/>
        </w:numPr>
        <w:tabs>
          <w:tab w:val="left" w:pos="1739"/>
          <w:tab w:val="left" w:pos="1740"/>
        </w:tabs>
        <w:spacing w:before="119" w:line="259" w:lineRule="auto"/>
        <w:ind w:right="844"/>
        <w:jc w:val="left"/>
      </w:pPr>
      <w:r>
        <w:t>Root Cause. A root cause is a fundamental, underlying, system-related reason why an incident occurred that identifies one or more correctable system</w:t>
      </w:r>
      <w:r>
        <w:rPr>
          <w:spacing w:val="-14"/>
        </w:rPr>
        <w:t xml:space="preserve"> </w:t>
      </w:r>
      <w:r>
        <w:t>failures.</w:t>
      </w:r>
    </w:p>
    <w:p w14:paraId="6FA082A8" w14:textId="77777777" w:rsidR="006B79D5" w:rsidRDefault="00EE4DE8">
      <w:pPr>
        <w:pStyle w:val="BodyText"/>
        <w:spacing w:before="121"/>
        <w:ind w:left="1020"/>
      </w:pPr>
      <w:r>
        <w:t>Hierarchy of Controls and Recommendations</w:t>
      </w:r>
    </w:p>
    <w:p w14:paraId="7BC16655" w14:textId="77777777" w:rsidR="006B79D5" w:rsidRDefault="00EE4DE8">
      <w:pPr>
        <w:pStyle w:val="BodyText"/>
        <w:spacing w:before="120"/>
        <w:ind w:left="1020" w:right="838"/>
      </w:pPr>
      <w:r>
        <w:t>Make recommendations for corrective action based on the Hierarchy of Controls. These are listed from most effective to least effective:</w:t>
      </w:r>
    </w:p>
    <w:p w14:paraId="457FBC18" w14:textId="77777777" w:rsidR="006B79D5" w:rsidRDefault="00EE4DE8">
      <w:pPr>
        <w:pStyle w:val="ListParagraph"/>
        <w:numPr>
          <w:ilvl w:val="0"/>
          <w:numId w:val="14"/>
        </w:numPr>
        <w:tabs>
          <w:tab w:val="left" w:pos="1739"/>
          <w:tab w:val="left" w:pos="1740"/>
        </w:tabs>
        <w:spacing w:before="118"/>
        <w:jc w:val="left"/>
      </w:pPr>
      <w:r>
        <w:t>Elimination of a hazardous procedure or a hazardous</w:t>
      </w:r>
      <w:r>
        <w:rPr>
          <w:spacing w:val="-15"/>
        </w:rPr>
        <w:t xml:space="preserve"> </w:t>
      </w:r>
      <w:r>
        <w:t>substance.</w:t>
      </w:r>
    </w:p>
    <w:p w14:paraId="505FD03D" w14:textId="77777777" w:rsidR="006B79D5" w:rsidRDefault="00EE4DE8">
      <w:pPr>
        <w:pStyle w:val="ListParagraph"/>
        <w:numPr>
          <w:ilvl w:val="0"/>
          <w:numId w:val="14"/>
        </w:numPr>
        <w:tabs>
          <w:tab w:val="left" w:pos="1739"/>
          <w:tab w:val="left" w:pos="1740"/>
        </w:tabs>
        <w:jc w:val="left"/>
      </w:pPr>
      <w:r>
        <w:t>Substitution of a hazardous procedure or substance with a less hazardous</w:t>
      </w:r>
      <w:r>
        <w:rPr>
          <w:spacing w:val="-22"/>
        </w:rPr>
        <w:t xml:space="preserve"> </w:t>
      </w:r>
      <w:r>
        <w:t>alternative.</w:t>
      </w:r>
    </w:p>
    <w:p w14:paraId="06C4A71B" w14:textId="77777777" w:rsidR="006B79D5" w:rsidRDefault="00EE4DE8">
      <w:pPr>
        <w:pStyle w:val="ListParagraph"/>
        <w:numPr>
          <w:ilvl w:val="0"/>
          <w:numId w:val="14"/>
        </w:numPr>
        <w:tabs>
          <w:tab w:val="left" w:pos="1739"/>
          <w:tab w:val="left" w:pos="1740"/>
        </w:tabs>
        <w:spacing w:before="143"/>
        <w:jc w:val="left"/>
      </w:pPr>
      <w:r>
        <w:t>Engineering Controls- machine guarding, material handling devices,</w:t>
      </w:r>
      <w:r>
        <w:rPr>
          <w:spacing w:val="-11"/>
        </w:rPr>
        <w:t xml:space="preserve"> </w:t>
      </w:r>
      <w:r>
        <w:t>etc.</w:t>
      </w:r>
    </w:p>
    <w:p w14:paraId="414B5C59" w14:textId="77777777" w:rsidR="006B79D5" w:rsidRDefault="00EE4DE8">
      <w:pPr>
        <w:pStyle w:val="ListParagraph"/>
        <w:numPr>
          <w:ilvl w:val="0"/>
          <w:numId w:val="14"/>
        </w:numPr>
        <w:tabs>
          <w:tab w:val="left" w:pos="1739"/>
          <w:tab w:val="left" w:pos="1740"/>
        </w:tabs>
        <w:spacing w:before="139"/>
        <w:jc w:val="left"/>
      </w:pPr>
      <w:r>
        <w:t>Administrative Controls, Written policies, Safety Training, Job Hazard Analysis, Job Task</w:t>
      </w:r>
      <w:r>
        <w:rPr>
          <w:spacing w:val="-32"/>
        </w:rPr>
        <w:t xml:space="preserve"> </w:t>
      </w:r>
      <w:r>
        <w:t>Analysis.</w:t>
      </w:r>
    </w:p>
    <w:p w14:paraId="03229C40" w14:textId="77777777" w:rsidR="006B79D5" w:rsidRDefault="00EE4DE8">
      <w:pPr>
        <w:pStyle w:val="ListParagraph"/>
        <w:numPr>
          <w:ilvl w:val="0"/>
          <w:numId w:val="14"/>
        </w:numPr>
        <w:tabs>
          <w:tab w:val="left" w:pos="1739"/>
          <w:tab w:val="left" w:pos="1740"/>
        </w:tabs>
        <w:jc w:val="left"/>
      </w:pPr>
      <w:r>
        <w:t>Personal Protective Equipment</w:t>
      </w:r>
      <w:r>
        <w:rPr>
          <w:spacing w:val="-5"/>
        </w:rPr>
        <w:t xml:space="preserve"> </w:t>
      </w:r>
      <w:r>
        <w:t>(PPE).</w:t>
      </w:r>
    </w:p>
    <w:p w14:paraId="61D0F586" w14:textId="77777777" w:rsidR="006B79D5" w:rsidRDefault="00EE4DE8">
      <w:pPr>
        <w:pStyle w:val="BodyText"/>
        <w:spacing w:before="8"/>
        <w:ind w:left="0"/>
        <w:rPr>
          <w:sz w:val="8"/>
        </w:rPr>
      </w:pPr>
      <w:r>
        <w:rPr>
          <w:noProof/>
        </w:rPr>
        <w:drawing>
          <wp:anchor distT="0" distB="0" distL="0" distR="0" simplePos="0" relativeHeight="251658240" behindDoc="0" locked="0" layoutInCell="1" allowOverlap="1" wp14:anchorId="0C4A56A9" wp14:editId="1AEB3FDA">
            <wp:simplePos x="0" y="0"/>
            <wp:positionH relativeFrom="page">
              <wp:posOffset>2115311</wp:posOffset>
            </wp:positionH>
            <wp:positionV relativeFrom="paragraph">
              <wp:posOffset>92454</wp:posOffset>
            </wp:positionV>
            <wp:extent cx="3787871" cy="2471166"/>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3787871" cy="2471166"/>
                    </a:xfrm>
                    <a:prstGeom prst="rect">
                      <a:avLst/>
                    </a:prstGeom>
                  </pic:spPr>
                </pic:pic>
              </a:graphicData>
            </a:graphic>
          </wp:anchor>
        </w:drawing>
      </w:r>
    </w:p>
    <w:p w14:paraId="28681151" w14:textId="77777777" w:rsidR="006B79D5" w:rsidRDefault="00EE4DE8">
      <w:pPr>
        <w:pStyle w:val="Heading3"/>
        <w:spacing w:before="70"/>
      </w:pPr>
      <w:r>
        <w:t>Source: NIOSH</w:t>
      </w:r>
    </w:p>
    <w:p w14:paraId="3B6D0FAA" w14:textId="77777777" w:rsidR="006B79D5" w:rsidRDefault="00EE4DE8">
      <w:pPr>
        <w:spacing w:before="120"/>
        <w:ind w:left="1020"/>
        <w:rPr>
          <w:b/>
        </w:rPr>
      </w:pPr>
      <w:r>
        <w:rPr>
          <w:b/>
        </w:rPr>
        <w:t>Examples</w:t>
      </w:r>
    </w:p>
    <w:p w14:paraId="61FED249" w14:textId="77777777" w:rsidR="006B79D5" w:rsidRDefault="00EE4DE8">
      <w:pPr>
        <w:pStyle w:val="ListParagraph"/>
        <w:numPr>
          <w:ilvl w:val="0"/>
          <w:numId w:val="14"/>
        </w:numPr>
        <w:tabs>
          <w:tab w:val="left" w:pos="1740"/>
        </w:tabs>
        <w:spacing w:before="120" w:line="259" w:lineRule="auto"/>
        <w:ind w:right="840"/>
        <w:rPr>
          <w:b/>
        </w:rPr>
      </w:pPr>
      <w:r>
        <w:t xml:space="preserve">If an employee falls from a ladder while replacing a light bulb, can a pole with a special grappling tool on the end be used to remove and install bulbs so a ladder is not necessary? </w:t>
      </w:r>
      <w:r>
        <w:rPr>
          <w:b/>
        </w:rPr>
        <w:t>Elimination of Hazard.</w:t>
      </w:r>
    </w:p>
    <w:p w14:paraId="07D61915" w14:textId="77777777" w:rsidR="006B79D5" w:rsidRDefault="00EE4DE8">
      <w:pPr>
        <w:pStyle w:val="ListParagraph"/>
        <w:numPr>
          <w:ilvl w:val="0"/>
          <w:numId w:val="14"/>
        </w:numPr>
        <w:tabs>
          <w:tab w:val="left" w:pos="1740"/>
        </w:tabs>
        <w:spacing w:before="119"/>
        <w:rPr>
          <w:b/>
        </w:rPr>
      </w:pPr>
      <w:r>
        <w:t xml:space="preserve">Replace solvent based paints with </w:t>
      </w:r>
      <w:proofErr w:type="gramStart"/>
      <w:r>
        <w:t>water based</w:t>
      </w:r>
      <w:proofErr w:type="gramEnd"/>
      <w:r>
        <w:t xml:space="preserve"> paints to reduce fumes.</w:t>
      </w:r>
      <w:r>
        <w:rPr>
          <w:spacing w:val="39"/>
        </w:rPr>
        <w:t xml:space="preserve"> </w:t>
      </w:r>
      <w:r>
        <w:rPr>
          <w:b/>
        </w:rPr>
        <w:t>Substitution.</w:t>
      </w:r>
    </w:p>
    <w:p w14:paraId="3B8CF6F2" w14:textId="77777777" w:rsidR="006B79D5" w:rsidRDefault="00EE4DE8">
      <w:pPr>
        <w:pStyle w:val="ListParagraph"/>
        <w:numPr>
          <w:ilvl w:val="0"/>
          <w:numId w:val="14"/>
        </w:numPr>
        <w:tabs>
          <w:tab w:val="left" w:pos="1740"/>
        </w:tabs>
        <w:spacing w:before="140"/>
      </w:pPr>
      <w:r>
        <w:t>Place guards around moving machinery parts to prevent incidental contact by</w:t>
      </w:r>
      <w:r>
        <w:rPr>
          <w:spacing w:val="8"/>
        </w:rPr>
        <w:t xml:space="preserve"> </w:t>
      </w:r>
      <w:r>
        <w:t>employees.</w:t>
      </w:r>
    </w:p>
    <w:p w14:paraId="29EA8439" w14:textId="77777777" w:rsidR="006B79D5" w:rsidRDefault="00EE4DE8">
      <w:pPr>
        <w:pStyle w:val="Heading2"/>
        <w:spacing w:before="22"/>
        <w:ind w:left="1740"/>
        <w:jc w:val="left"/>
      </w:pPr>
      <w:r>
        <w:t>Engineering Control.</w:t>
      </w:r>
    </w:p>
    <w:p w14:paraId="24DF3E2C" w14:textId="77777777" w:rsidR="006B79D5" w:rsidRDefault="006B79D5">
      <w:pPr>
        <w:sectPr w:rsidR="006B79D5">
          <w:pgSz w:w="12240" w:h="15840"/>
          <w:pgMar w:top="1320" w:right="600" w:bottom="1180" w:left="420" w:header="566" w:footer="993" w:gutter="0"/>
          <w:cols w:space="720"/>
        </w:sectPr>
      </w:pPr>
    </w:p>
    <w:p w14:paraId="2360F20E" w14:textId="77777777" w:rsidR="006B79D5" w:rsidRDefault="006B79D5">
      <w:pPr>
        <w:pStyle w:val="BodyText"/>
        <w:spacing w:before="11"/>
        <w:ind w:left="0"/>
        <w:rPr>
          <w:b/>
          <w:sz w:val="11"/>
        </w:rPr>
      </w:pPr>
    </w:p>
    <w:p w14:paraId="5932D548" w14:textId="77777777" w:rsidR="006B79D5" w:rsidRDefault="001B44F0">
      <w:pPr>
        <w:pStyle w:val="BodyText"/>
        <w:spacing w:line="20" w:lineRule="exact"/>
        <w:ind w:left="1254"/>
        <w:rPr>
          <w:sz w:val="2"/>
        </w:rPr>
      </w:pPr>
      <w:r>
        <w:rPr>
          <w:noProof/>
          <w:sz w:val="2"/>
        </w:rPr>
        <mc:AlternateContent>
          <mc:Choice Requires="wpg">
            <w:drawing>
              <wp:inline distT="0" distB="0" distL="0" distR="0" wp14:anchorId="4DFD5959" wp14:editId="0B598C4B">
                <wp:extent cx="5808345" cy="9525"/>
                <wp:effectExtent l="5715" t="635" r="5715" b="8890"/>
                <wp:docPr id="256" name="Group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8345" cy="9525"/>
                          <a:chOff x="0" y="0"/>
                          <a:chExt cx="9147" cy="15"/>
                        </a:xfrm>
                      </wpg:grpSpPr>
                      <wps:wsp>
                        <wps:cNvPr id="257" name="Line 231"/>
                        <wps:cNvCnPr>
                          <a:cxnSpLocks noChangeShapeType="1"/>
                        </wps:cNvCnPr>
                        <wps:spPr bwMode="auto">
                          <a:xfrm>
                            <a:off x="0" y="7"/>
                            <a:ext cx="9146"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B367200" id="Group 230" o:spid="_x0000_s1026" style="width:457.35pt;height:.75pt;mso-position-horizontal-relative:char;mso-position-vertical-relative:line" coordsize="914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">
                <v:line id="Line 231" o:spid="_x0000_s1027" style="position:absolute;visibility:visible;mso-wrap-style:square" from="0,7" to="91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uie8YAAADcAAAADwAAAGRycy9kb3ducmV2LnhtbESPT2vCQBTE74LfYXlCb7qpJbWkriJC&#10;ofSk8U/b22v2NQlm3y7ZrYnf3hUKHoeZ+Q0zX/amEWdqfW1ZweMkAUFcWF1zqWC/exu/gPABWWNj&#10;mRRcyMNyMRzMMdO24y2d81CKCGGfoYIqBJdJ6YuKDPqJdcTR+7WtwRBlW0rdYhfhppHTJHmWBmuO&#10;CxU6WldUnPI/o+Dni7rD9rhKP2dpvj9sntzx+8Mp9TDqV68gAvXhHv5vv2sF03QGtzPxCMjF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nronvGAAAA3AAAAA8AAAAAAAAA&#10;AAAAAAAAoQIAAGRycy9kb3ducmV2LnhtbFBLBQYAAAAABAAEAPkAAACUAwAAAAA=&#10;" strokeweight=".72pt"/>
                <w10:anchorlock/>
              </v:group>
            </w:pict>
          </mc:Fallback>
        </mc:AlternateContent>
      </w:r>
    </w:p>
    <w:p w14:paraId="0E2D0EF7" w14:textId="77777777" w:rsidR="006B79D5" w:rsidRDefault="00EE4DE8">
      <w:pPr>
        <w:pStyle w:val="ListParagraph"/>
        <w:numPr>
          <w:ilvl w:val="0"/>
          <w:numId w:val="14"/>
        </w:numPr>
        <w:tabs>
          <w:tab w:val="left" w:pos="1740"/>
        </w:tabs>
        <w:spacing w:before="112" w:line="259" w:lineRule="auto"/>
        <w:ind w:right="844"/>
        <w:rPr>
          <w:b/>
        </w:rPr>
      </w:pPr>
      <w:r>
        <w:t>Job</w:t>
      </w:r>
      <w:r>
        <w:rPr>
          <w:spacing w:val="-4"/>
        </w:rPr>
        <w:t xml:space="preserve"> </w:t>
      </w:r>
      <w:r>
        <w:t>rotation</w:t>
      </w:r>
      <w:r>
        <w:rPr>
          <w:spacing w:val="-6"/>
        </w:rPr>
        <w:t xml:space="preserve"> </w:t>
      </w:r>
      <w:r>
        <w:t>can</w:t>
      </w:r>
      <w:r>
        <w:rPr>
          <w:spacing w:val="-2"/>
        </w:rPr>
        <w:t xml:space="preserve"> </w:t>
      </w:r>
      <w:r>
        <w:t>be</w:t>
      </w:r>
      <w:r>
        <w:rPr>
          <w:spacing w:val="-2"/>
        </w:rPr>
        <w:t xml:space="preserve"> </w:t>
      </w:r>
      <w:r>
        <w:t>used</w:t>
      </w:r>
      <w:r>
        <w:rPr>
          <w:spacing w:val="-2"/>
        </w:rPr>
        <w:t xml:space="preserve"> </w:t>
      </w:r>
      <w:r>
        <w:t>to</w:t>
      </w:r>
      <w:r>
        <w:rPr>
          <w:spacing w:val="-4"/>
        </w:rPr>
        <w:t xml:space="preserve"> </w:t>
      </w:r>
      <w:r>
        <w:t>alleviate</w:t>
      </w:r>
      <w:r>
        <w:rPr>
          <w:spacing w:val="-2"/>
        </w:rPr>
        <w:t xml:space="preserve"> </w:t>
      </w:r>
      <w:r>
        <w:t>physical</w:t>
      </w:r>
      <w:r>
        <w:rPr>
          <w:spacing w:val="-1"/>
        </w:rPr>
        <w:t xml:space="preserve"> </w:t>
      </w:r>
      <w:r>
        <w:t>fatigue</w:t>
      </w:r>
      <w:r>
        <w:rPr>
          <w:spacing w:val="-4"/>
        </w:rPr>
        <w:t xml:space="preserve"> </w:t>
      </w:r>
      <w:r>
        <w:t>and</w:t>
      </w:r>
      <w:r>
        <w:rPr>
          <w:spacing w:val="-3"/>
        </w:rPr>
        <w:t xml:space="preserve"> </w:t>
      </w:r>
      <w:r>
        <w:t>stress</w:t>
      </w:r>
      <w:r>
        <w:rPr>
          <w:spacing w:val="-4"/>
        </w:rPr>
        <w:t xml:space="preserve"> </w:t>
      </w:r>
      <w:r>
        <w:t>of</w:t>
      </w:r>
      <w:r>
        <w:rPr>
          <w:spacing w:val="-2"/>
        </w:rPr>
        <w:t xml:space="preserve"> </w:t>
      </w:r>
      <w:r>
        <w:t>a</w:t>
      </w:r>
      <w:r>
        <w:rPr>
          <w:spacing w:val="-1"/>
        </w:rPr>
        <w:t xml:space="preserve"> </w:t>
      </w:r>
      <w:r>
        <w:t>particular</w:t>
      </w:r>
      <w:r>
        <w:rPr>
          <w:spacing w:val="-2"/>
        </w:rPr>
        <w:t xml:space="preserve"> </w:t>
      </w:r>
      <w:r>
        <w:t>set</w:t>
      </w:r>
      <w:r>
        <w:rPr>
          <w:spacing w:val="-3"/>
        </w:rPr>
        <w:t xml:space="preserve"> </w:t>
      </w:r>
      <w:r>
        <w:t>of</w:t>
      </w:r>
      <w:r>
        <w:rPr>
          <w:spacing w:val="-5"/>
        </w:rPr>
        <w:t xml:space="preserve"> </w:t>
      </w:r>
      <w:r>
        <w:t>muscles</w:t>
      </w:r>
      <w:r>
        <w:rPr>
          <w:spacing w:val="-1"/>
        </w:rPr>
        <w:t xml:space="preserve"> </w:t>
      </w:r>
      <w:r>
        <w:t xml:space="preserve">and tendons by rotating employees among other jobs that use different muscle-tendon groups. </w:t>
      </w:r>
      <w:r>
        <w:rPr>
          <w:b/>
        </w:rPr>
        <w:t>Administrative</w:t>
      </w:r>
      <w:r>
        <w:rPr>
          <w:b/>
          <w:spacing w:val="-2"/>
        </w:rPr>
        <w:t xml:space="preserve"> </w:t>
      </w:r>
      <w:r>
        <w:rPr>
          <w:b/>
        </w:rPr>
        <w:t>Control.</w:t>
      </w:r>
    </w:p>
    <w:p w14:paraId="71A3CB1B" w14:textId="77777777" w:rsidR="006B79D5" w:rsidRDefault="00EE4DE8">
      <w:pPr>
        <w:pStyle w:val="ListParagraph"/>
        <w:numPr>
          <w:ilvl w:val="0"/>
          <w:numId w:val="14"/>
        </w:numPr>
        <w:tabs>
          <w:tab w:val="left" w:pos="1740"/>
        </w:tabs>
        <w:spacing w:before="119" w:line="259" w:lineRule="auto"/>
        <w:ind w:right="836"/>
        <w:rPr>
          <w:b/>
        </w:rPr>
      </w:pPr>
      <w:r>
        <w:t xml:space="preserve">Provide safety glasses/goggles to protect eyes from chips, debris or spray. </w:t>
      </w:r>
      <w:r>
        <w:rPr>
          <w:b/>
        </w:rPr>
        <w:t>Personal Protective Equipment</w:t>
      </w:r>
    </w:p>
    <w:p w14:paraId="33B3BF8C" w14:textId="77777777" w:rsidR="006B79D5" w:rsidRDefault="00EE4DE8">
      <w:pPr>
        <w:pStyle w:val="BodyText"/>
        <w:spacing w:before="121"/>
        <w:ind w:left="1020" w:right="843"/>
        <w:jc w:val="both"/>
      </w:pPr>
      <w:r>
        <w:t>Recommendations</w:t>
      </w:r>
      <w:r>
        <w:rPr>
          <w:spacing w:val="-13"/>
        </w:rPr>
        <w:t xml:space="preserve"> </w:t>
      </w:r>
      <w:r>
        <w:t>need</w:t>
      </w:r>
      <w:r>
        <w:rPr>
          <w:spacing w:val="-13"/>
        </w:rPr>
        <w:t xml:space="preserve"> </w:t>
      </w:r>
      <w:r>
        <w:t>to</w:t>
      </w:r>
      <w:r>
        <w:rPr>
          <w:spacing w:val="-12"/>
        </w:rPr>
        <w:t xml:space="preserve"> </w:t>
      </w:r>
      <w:r>
        <w:t>be</w:t>
      </w:r>
      <w:r>
        <w:rPr>
          <w:spacing w:val="-9"/>
        </w:rPr>
        <w:t xml:space="preserve"> </w:t>
      </w:r>
      <w:r>
        <w:t>clear</w:t>
      </w:r>
      <w:r>
        <w:rPr>
          <w:spacing w:val="-11"/>
        </w:rPr>
        <w:t xml:space="preserve"> </w:t>
      </w:r>
      <w:r>
        <w:t>and</w:t>
      </w:r>
      <w:r>
        <w:rPr>
          <w:spacing w:val="-13"/>
        </w:rPr>
        <w:t xml:space="preserve"> </w:t>
      </w:r>
      <w:r>
        <w:t>achievable</w:t>
      </w:r>
      <w:r>
        <w:rPr>
          <w:spacing w:val="-11"/>
        </w:rPr>
        <w:t xml:space="preserve"> </w:t>
      </w:r>
      <w:r>
        <w:t>to</w:t>
      </w:r>
      <w:r>
        <w:rPr>
          <w:spacing w:val="-9"/>
        </w:rPr>
        <w:t xml:space="preserve"> </w:t>
      </w:r>
      <w:r>
        <w:t>reach</w:t>
      </w:r>
      <w:r>
        <w:rPr>
          <w:spacing w:val="-13"/>
        </w:rPr>
        <w:t xml:space="preserve"> </w:t>
      </w:r>
      <w:proofErr w:type="gramStart"/>
      <w:r>
        <w:t>short</w:t>
      </w:r>
      <w:r>
        <w:rPr>
          <w:spacing w:val="-10"/>
        </w:rPr>
        <w:t xml:space="preserve"> </w:t>
      </w:r>
      <w:r>
        <w:t>and</w:t>
      </w:r>
      <w:r>
        <w:rPr>
          <w:spacing w:val="-11"/>
        </w:rPr>
        <w:t xml:space="preserve"> </w:t>
      </w:r>
      <w:r>
        <w:t>long</w:t>
      </w:r>
      <w:r>
        <w:rPr>
          <w:spacing w:val="-14"/>
        </w:rPr>
        <w:t xml:space="preserve"> </w:t>
      </w:r>
      <w:r>
        <w:t>term</w:t>
      </w:r>
      <w:proofErr w:type="gramEnd"/>
      <w:r>
        <w:rPr>
          <w:spacing w:val="-7"/>
        </w:rPr>
        <w:t xml:space="preserve"> </w:t>
      </w:r>
      <w:r>
        <w:t>goals.</w:t>
      </w:r>
      <w:r>
        <w:rPr>
          <w:spacing w:val="-14"/>
        </w:rPr>
        <w:t xml:space="preserve"> </w:t>
      </w:r>
      <w:r>
        <w:t>Recommendations can also</w:t>
      </w:r>
      <w:r>
        <w:rPr>
          <w:spacing w:val="-5"/>
        </w:rPr>
        <w:t xml:space="preserve"> </w:t>
      </w:r>
      <w:r>
        <w:t>include:</w:t>
      </w:r>
    </w:p>
    <w:p w14:paraId="11C837B4" w14:textId="77777777" w:rsidR="006B79D5" w:rsidRDefault="00EE4DE8">
      <w:pPr>
        <w:pStyle w:val="ListParagraph"/>
        <w:numPr>
          <w:ilvl w:val="0"/>
          <w:numId w:val="14"/>
        </w:numPr>
        <w:tabs>
          <w:tab w:val="left" w:pos="1739"/>
          <w:tab w:val="left" w:pos="1740"/>
        </w:tabs>
        <w:spacing w:before="120"/>
        <w:jc w:val="left"/>
      </w:pPr>
      <w:r>
        <w:t>Revision of written safety programs and safety policies to address discovered risk</w:t>
      </w:r>
      <w:r>
        <w:rPr>
          <w:spacing w:val="-26"/>
        </w:rPr>
        <w:t xml:space="preserve"> </w:t>
      </w:r>
      <w:r>
        <w:t>exposures.</w:t>
      </w:r>
    </w:p>
    <w:p w14:paraId="490D9FB3" w14:textId="77777777" w:rsidR="006B79D5" w:rsidRDefault="00EE4DE8">
      <w:pPr>
        <w:pStyle w:val="ListParagraph"/>
        <w:numPr>
          <w:ilvl w:val="0"/>
          <w:numId w:val="14"/>
        </w:numPr>
        <w:tabs>
          <w:tab w:val="left" w:pos="1739"/>
          <w:tab w:val="left" w:pos="1740"/>
        </w:tabs>
        <w:spacing w:before="140"/>
        <w:jc w:val="left"/>
      </w:pPr>
      <w:r>
        <w:t>Improved, refresher or hands on safety</w:t>
      </w:r>
      <w:r>
        <w:rPr>
          <w:spacing w:val="-10"/>
        </w:rPr>
        <w:t xml:space="preserve"> </w:t>
      </w:r>
      <w:r>
        <w:t>training.</w:t>
      </w:r>
    </w:p>
    <w:p w14:paraId="2AB46F6B" w14:textId="77777777" w:rsidR="006B79D5" w:rsidRDefault="00EE4DE8">
      <w:pPr>
        <w:pStyle w:val="ListParagraph"/>
        <w:numPr>
          <w:ilvl w:val="0"/>
          <w:numId w:val="14"/>
        </w:numPr>
        <w:tabs>
          <w:tab w:val="left" w:pos="1739"/>
          <w:tab w:val="left" w:pos="1740"/>
        </w:tabs>
        <w:jc w:val="left"/>
      </w:pPr>
      <w:r>
        <w:t>Testing proficiency after</w:t>
      </w:r>
      <w:r>
        <w:rPr>
          <w:spacing w:val="-2"/>
        </w:rPr>
        <w:t xml:space="preserve"> </w:t>
      </w:r>
      <w:r>
        <w:t>training.</w:t>
      </w:r>
    </w:p>
    <w:p w14:paraId="67232A18" w14:textId="77777777" w:rsidR="006B79D5" w:rsidRDefault="00EE4DE8">
      <w:pPr>
        <w:pStyle w:val="ListParagraph"/>
        <w:numPr>
          <w:ilvl w:val="0"/>
          <w:numId w:val="14"/>
        </w:numPr>
        <w:tabs>
          <w:tab w:val="left" w:pos="1739"/>
          <w:tab w:val="left" w:pos="1740"/>
        </w:tabs>
        <w:jc w:val="left"/>
      </w:pPr>
      <w:r>
        <w:t>Supervisory safety and management level safety</w:t>
      </w:r>
      <w:r>
        <w:rPr>
          <w:spacing w:val="-5"/>
        </w:rPr>
        <w:t xml:space="preserve"> </w:t>
      </w:r>
      <w:r>
        <w:t>training.</w:t>
      </w:r>
    </w:p>
    <w:p w14:paraId="4B12CCD6" w14:textId="77777777" w:rsidR="006B79D5" w:rsidRDefault="00EE4DE8">
      <w:pPr>
        <w:pStyle w:val="ListParagraph"/>
        <w:numPr>
          <w:ilvl w:val="0"/>
          <w:numId w:val="14"/>
        </w:numPr>
        <w:tabs>
          <w:tab w:val="left" w:pos="1739"/>
          <w:tab w:val="left" w:pos="1740"/>
        </w:tabs>
        <w:spacing w:before="140"/>
        <w:jc w:val="left"/>
      </w:pPr>
      <w:r>
        <w:t>Defining supervisory responsibilities and</w:t>
      </w:r>
      <w:r>
        <w:rPr>
          <w:spacing w:val="-3"/>
        </w:rPr>
        <w:t xml:space="preserve"> </w:t>
      </w:r>
      <w:r>
        <w:t>expectations.</w:t>
      </w:r>
    </w:p>
    <w:p w14:paraId="2B48F9B9" w14:textId="77777777" w:rsidR="006B79D5" w:rsidRDefault="00EE4DE8">
      <w:pPr>
        <w:pStyle w:val="ListParagraph"/>
        <w:numPr>
          <w:ilvl w:val="0"/>
          <w:numId w:val="14"/>
        </w:numPr>
        <w:tabs>
          <w:tab w:val="left" w:pos="1739"/>
          <w:tab w:val="left" w:pos="1740"/>
        </w:tabs>
        <w:jc w:val="left"/>
      </w:pPr>
      <w:r>
        <w:t>Define Hazard Reporting procedures and train staff on</w:t>
      </w:r>
      <w:r>
        <w:rPr>
          <w:spacing w:val="-11"/>
        </w:rPr>
        <w:t xml:space="preserve"> </w:t>
      </w:r>
      <w:r>
        <w:t>them.</w:t>
      </w:r>
    </w:p>
    <w:p w14:paraId="29A0E8BA" w14:textId="77777777" w:rsidR="006B79D5" w:rsidRDefault="00EE4DE8">
      <w:pPr>
        <w:pStyle w:val="ListParagraph"/>
        <w:numPr>
          <w:ilvl w:val="0"/>
          <w:numId w:val="14"/>
        </w:numPr>
        <w:tabs>
          <w:tab w:val="left" w:pos="1739"/>
          <w:tab w:val="left" w:pos="1740"/>
        </w:tabs>
        <w:spacing w:before="140"/>
        <w:jc w:val="left"/>
      </w:pPr>
      <w:r>
        <w:t>New hire employee orientation and training</w:t>
      </w:r>
      <w:r>
        <w:rPr>
          <w:spacing w:val="-6"/>
        </w:rPr>
        <w:t xml:space="preserve"> </w:t>
      </w:r>
      <w:r>
        <w:t>program.</w:t>
      </w:r>
    </w:p>
    <w:p w14:paraId="1D0CFC18" w14:textId="77777777" w:rsidR="006B79D5" w:rsidRDefault="00EE4DE8">
      <w:pPr>
        <w:pStyle w:val="ListParagraph"/>
        <w:numPr>
          <w:ilvl w:val="0"/>
          <w:numId w:val="14"/>
        </w:numPr>
        <w:tabs>
          <w:tab w:val="left" w:pos="1739"/>
          <w:tab w:val="left" w:pos="1740"/>
        </w:tabs>
        <w:jc w:val="left"/>
      </w:pPr>
      <w:r>
        <w:t>Facility or process</w:t>
      </w:r>
      <w:r>
        <w:rPr>
          <w:spacing w:val="1"/>
        </w:rPr>
        <w:t xml:space="preserve"> </w:t>
      </w:r>
      <w:r>
        <w:t>audits.</w:t>
      </w:r>
    </w:p>
    <w:p w14:paraId="162FD400" w14:textId="77777777" w:rsidR="006B79D5" w:rsidRDefault="00EE4DE8">
      <w:pPr>
        <w:pStyle w:val="ListParagraph"/>
        <w:numPr>
          <w:ilvl w:val="0"/>
          <w:numId w:val="14"/>
        </w:numPr>
        <w:tabs>
          <w:tab w:val="left" w:pos="1739"/>
          <w:tab w:val="left" w:pos="1740"/>
        </w:tabs>
        <w:jc w:val="left"/>
      </w:pPr>
      <w:r>
        <w:t>Preventative maintenance program</w:t>
      </w:r>
      <w:r>
        <w:rPr>
          <w:spacing w:val="-8"/>
        </w:rPr>
        <w:t xml:space="preserve"> </w:t>
      </w:r>
      <w:r>
        <w:t>needed.</w:t>
      </w:r>
    </w:p>
    <w:p w14:paraId="43E4CF14" w14:textId="77777777" w:rsidR="006B79D5" w:rsidRDefault="00EE4DE8">
      <w:pPr>
        <w:pStyle w:val="ListParagraph"/>
        <w:numPr>
          <w:ilvl w:val="0"/>
          <w:numId w:val="14"/>
        </w:numPr>
        <w:tabs>
          <w:tab w:val="left" w:pos="1739"/>
          <w:tab w:val="left" w:pos="1740"/>
        </w:tabs>
        <w:spacing w:before="140" w:line="362" w:lineRule="auto"/>
        <w:ind w:left="1020" w:right="2509" w:firstLine="360"/>
        <w:jc w:val="left"/>
      </w:pPr>
      <w:r>
        <w:t>Capital</w:t>
      </w:r>
      <w:r>
        <w:rPr>
          <w:spacing w:val="-4"/>
        </w:rPr>
        <w:t xml:space="preserve"> </w:t>
      </w:r>
      <w:r>
        <w:t>Improvement</w:t>
      </w:r>
      <w:r>
        <w:rPr>
          <w:spacing w:val="-5"/>
        </w:rPr>
        <w:t xml:space="preserve"> </w:t>
      </w:r>
      <w:r>
        <w:t>Plan</w:t>
      </w:r>
      <w:r>
        <w:rPr>
          <w:spacing w:val="-5"/>
        </w:rPr>
        <w:t xml:space="preserve"> </w:t>
      </w:r>
      <w:r>
        <w:t>(CIP)</w:t>
      </w:r>
      <w:r>
        <w:rPr>
          <w:spacing w:val="-2"/>
        </w:rPr>
        <w:t xml:space="preserve"> </w:t>
      </w:r>
      <w:r>
        <w:t>to</w:t>
      </w:r>
      <w:r>
        <w:rPr>
          <w:spacing w:val="-4"/>
        </w:rPr>
        <w:t xml:space="preserve"> </w:t>
      </w:r>
      <w:r>
        <w:t>replace</w:t>
      </w:r>
      <w:r>
        <w:rPr>
          <w:spacing w:val="-6"/>
        </w:rPr>
        <w:t xml:space="preserve"> </w:t>
      </w:r>
      <w:r>
        <w:t>hazardous</w:t>
      </w:r>
      <w:r>
        <w:rPr>
          <w:spacing w:val="-5"/>
        </w:rPr>
        <w:t xml:space="preserve"> </w:t>
      </w:r>
      <w:r>
        <w:t>equipment</w:t>
      </w:r>
      <w:r>
        <w:rPr>
          <w:spacing w:val="-5"/>
        </w:rPr>
        <w:t xml:space="preserve"> </w:t>
      </w:r>
      <w:r>
        <w:t>or</w:t>
      </w:r>
      <w:r>
        <w:rPr>
          <w:spacing w:val="-4"/>
        </w:rPr>
        <w:t xml:space="preserve"> </w:t>
      </w:r>
      <w:r>
        <w:t xml:space="preserve">processes. What categories of controls do </w:t>
      </w:r>
      <w:r>
        <w:rPr>
          <w:spacing w:val="-2"/>
        </w:rPr>
        <w:t xml:space="preserve">the </w:t>
      </w:r>
      <w:r>
        <w:t>above examples fall</w:t>
      </w:r>
      <w:r>
        <w:rPr>
          <w:spacing w:val="-5"/>
        </w:rPr>
        <w:t xml:space="preserve"> </w:t>
      </w:r>
      <w:r>
        <w:t>under?</w:t>
      </w:r>
    </w:p>
    <w:p w14:paraId="3BE90C41" w14:textId="77777777" w:rsidR="006B79D5" w:rsidRDefault="00EE4DE8">
      <w:pPr>
        <w:pStyle w:val="BodyText"/>
        <w:tabs>
          <w:tab w:val="left" w:pos="1521"/>
          <w:tab w:val="left" w:pos="2208"/>
          <w:tab w:val="left" w:pos="3476"/>
          <w:tab w:val="left" w:pos="3919"/>
          <w:tab w:val="left" w:pos="4732"/>
          <w:tab w:val="left" w:pos="5719"/>
          <w:tab w:val="left" w:pos="6297"/>
        </w:tabs>
        <w:spacing w:line="256" w:lineRule="exact"/>
        <w:ind w:left="1020"/>
      </w:pPr>
      <w:r>
        <w:t>For</w:t>
      </w:r>
      <w:r>
        <w:tab/>
        <w:t>more</w:t>
      </w:r>
      <w:r>
        <w:tab/>
        <w:t>information</w:t>
      </w:r>
      <w:r>
        <w:tab/>
        <w:t>on</w:t>
      </w:r>
      <w:r>
        <w:tab/>
        <w:t>hazard</w:t>
      </w:r>
      <w:r>
        <w:tab/>
        <w:t>controls,</w:t>
      </w:r>
      <w:r>
        <w:tab/>
        <w:t>see:</w:t>
      </w:r>
      <w:r>
        <w:tab/>
      </w:r>
      <w:r>
        <w:rPr>
          <w:color w:val="C00000"/>
          <w:u w:val="single" w:color="C00000"/>
        </w:rPr>
        <w:t xml:space="preserve"> https:/</w:t>
      </w:r>
      <w:hyperlink r:id="rId10">
        <w:r>
          <w:rPr>
            <w:color w:val="C00000"/>
            <w:u w:val="single" w:color="C00000"/>
          </w:rPr>
          <w:t>/w</w:t>
        </w:r>
      </w:hyperlink>
      <w:r>
        <w:rPr>
          <w:color w:val="C00000"/>
          <w:u w:val="single" w:color="C00000"/>
        </w:rPr>
        <w:t>w</w:t>
      </w:r>
      <w:hyperlink r:id="rId11">
        <w:r>
          <w:rPr>
            <w:color w:val="C00000"/>
            <w:u w:val="single" w:color="C00000"/>
          </w:rPr>
          <w:t>w.osha.gov/shpguidelines/hazard-</w:t>
        </w:r>
      </w:hyperlink>
    </w:p>
    <w:p w14:paraId="7687F938" w14:textId="77777777" w:rsidR="006B79D5" w:rsidRDefault="00EE4DE8">
      <w:pPr>
        <w:pStyle w:val="BodyText"/>
        <w:ind w:left="1020"/>
      </w:pPr>
      <w:r>
        <w:rPr>
          <w:rFonts w:ascii="Times New Roman"/>
          <w:color w:val="C00000"/>
          <w:spacing w:val="-56"/>
          <w:u w:val="single" w:color="C00000"/>
        </w:rPr>
        <w:t xml:space="preserve"> </w:t>
      </w:r>
      <w:r>
        <w:rPr>
          <w:color w:val="C00000"/>
          <w:u w:val="single" w:color="C00000"/>
        </w:rPr>
        <w:t>prevention.html</w:t>
      </w:r>
    </w:p>
    <w:p w14:paraId="5970D0DA" w14:textId="77777777" w:rsidR="006B79D5" w:rsidRDefault="006B79D5">
      <w:pPr>
        <w:pStyle w:val="BodyText"/>
        <w:ind w:left="0"/>
        <w:rPr>
          <w:sz w:val="20"/>
        </w:rPr>
      </w:pPr>
    </w:p>
    <w:p w14:paraId="5809309B" w14:textId="77777777" w:rsidR="006B79D5" w:rsidRDefault="006B79D5">
      <w:pPr>
        <w:pStyle w:val="BodyText"/>
        <w:spacing w:before="2"/>
        <w:ind w:left="0"/>
        <w:rPr>
          <w:sz w:val="17"/>
        </w:rPr>
      </w:pPr>
    </w:p>
    <w:p w14:paraId="739A9C59" w14:textId="77777777" w:rsidR="006B79D5" w:rsidRDefault="00EE4DE8">
      <w:pPr>
        <w:pStyle w:val="Heading2"/>
        <w:spacing w:before="56"/>
      </w:pPr>
      <w:r>
        <w:t>What to do if having difficulty coming up with recommendations following an incident:</w:t>
      </w:r>
    </w:p>
    <w:p w14:paraId="0D6CEDB5" w14:textId="77777777" w:rsidR="006B79D5" w:rsidRDefault="00EE4DE8">
      <w:pPr>
        <w:pStyle w:val="ListParagraph"/>
        <w:numPr>
          <w:ilvl w:val="0"/>
          <w:numId w:val="14"/>
        </w:numPr>
        <w:tabs>
          <w:tab w:val="left" w:pos="1740"/>
        </w:tabs>
        <w:spacing w:before="118" w:line="259" w:lineRule="auto"/>
        <w:ind w:right="846"/>
      </w:pPr>
      <w:r>
        <w:t>Review</w:t>
      </w:r>
      <w:r>
        <w:rPr>
          <w:spacing w:val="-5"/>
        </w:rPr>
        <w:t xml:space="preserve"> </w:t>
      </w:r>
      <w:r>
        <w:t>incident</w:t>
      </w:r>
      <w:r>
        <w:rPr>
          <w:spacing w:val="-5"/>
        </w:rPr>
        <w:t xml:space="preserve"> </w:t>
      </w:r>
      <w:r>
        <w:t>at</w:t>
      </w:r>
      <w:r>
        <w:rPr>
          <w:spacing w:val="-7"/>
        </w:rPr>
        <w:t xml:space="preserve"> </w:t>
      </w:r>
      <w:r>
        <w:t>safety</w:t>
      </w:r>
      <w:r>
        <w:rPr>
          <w:spacing w:val="-7"/>
        </w:rPr>
        <w:t xml:space="preserve"> </w:t>
      </w:r>
      <w:r>
        <w:t>meetings</w:t>
      </w:r>
      <w:r>
        <w:rPr>
          <w:spacing w:val="-9"/>
        </w:rPr>
        <w:t xml:space="preserve"> </w:t>
      </w:r>
      <w:r>
        <w:t>/</w:t>
      </w:r>
      <w:r>
        <w:rPr>
          <w:spacing w:val="-4"/>
        </w:rPr>
        <w:t xml:space="preserve"> </w:t>
      </w:r>
      <w:r>
        <w:t>with</w:t>
      </w:r>
      <w:r>
        <w:rPr>
          <w:spacing w:val="-5"/>
        </w:rPr>
        <w:t xml:space="preserve"> </w:t>
      </w:r>
      <w:r>
        <w:t>all</w:t>
      </w:r>
      <w:r>
        <w:rPr>
          <w:spacing w:val="-6"/>
        </w:rPr>
        <w:t xml:space="preserve"> </w:t>
      </w:r>
      <w:r>
        <w:t>employees.</w:t>
      </w:r>
      <w:r>
        <w:rPr>
          <w:spacing w:val="-7"/>
        </w:rPr>
        <w:t xml:space="preserve"> </w:t>
      </w:r>
      <w:r>
        <w:t>Gather</w:t>
      </w:r>
      <w:r>
        <w:rPr>
          <w:spacing w:val="-7"/>
        </w:rPr>
        <w:t xml:space="preserve"> </w:t>
      </w:r>
      <w:r>
        <w:t>input</w:t>
      </w:r>
      <w:r>
        <w:rPr>
          <w:spacing w:val="-5"/>
        </w:rPr>
        <w:t xml:space="preserve"> </w:t>
      </w:r>
      <w:r>
        <w:t>from</w:t>
      </w:r>
      <w:r>
        <w:rPr>
          <w:spacing w:val="-2"/>
        </w:rPr>
        <w:t xml:space="preserve"> </w:t>
      </w:r>
      <w:r>
        <w:t>the</w:t>
      </w:r>
      <w:r>
        <w:rPr>
          <w:spacing w:val="-5"/>
        </w:rPr>
        <w:t xml:space="preserve"> </w:t>
      </w:r>
      <w:r>
        <w:t>people</w:t>
      </w:r>
      <w:r>
        <w:rPr>
          <w:spacing w:val="-5"/>
        </w:rPr>
        <w:t xml:space="preserve"> </w:t>
      </w:r>
      <w:r>
        <w:t>that</w:t>
      </w:r>
      <w:r>
        <w:rPr>
          <w:spacing w:val="-6"/>
        </w:rPr>
        <w:t xml:space="preserve"> </w:t>
      </w:r>
      <w:r>
        <w:t>know the job the best or perform the task on a regular</w:t>
      </w:r>
      <w:r>
        <w:rPr>
          <w:spacing w:val="-11"/>
        </w:rPr>
        <w:t xml:space="preserve"> </w:t>
      </w:r>
      <w:r>
        <w:t>basis.</w:t>
      </w:r>
    </w:p>
    <w:p w14:paraId="26E7F779" w14:textId="77777777" w:rsidR="006B79D5" w:rsidRDefault="00EE4DE8">
      <w:pPr>
        <w:pStyle w:val="ListParagraph"/>
        <w:numPr>
          <w:ilvl w:val="0"/>
          <w:numId w:val="14"/>
        </w:numPr>
        <w:tabs>
          <w:tab w:val="left" w:pos="1740"/>
        </w:tabs>
        <w:spacing w:before="121" w:line="259" w:lineRule="auto"/>
        <w:ind w:right="843"/>
      </w:pPr>
      <w:r>
        <w:t>Look for experience of similar organizations / operations. (In the municipal sector, most municipalities have similar exposures, but may have significant differences in controlling risk/hazard</w:t>
      </w:r>
      <w:r>
        <w:rPr>
          <w:spacing w:val="-3"/>
        </w:rPr>
        <w:t xml:space="preserve"> </w:t>
      </w:r>
      <w:r>
        <w:t>exposures).</w:t>
      </w:r>
    </w:p>
    <w:p w14:paraId="2C0D91B5" w14:textId="77777777" w:rsidR="006B79D5" w:rsidRDefault="00EE4DE8">
      <w:pPr>
        <w:pStyle w:val="ListParagraph"/>
        <w:numPr>
          <w:ilvl w:val="0"/>
          <w:numId w:val="14"/>
        </w:numPr>
        <w:tabs>
          <w:tab w:val="left" w:pos="1740"/>
        </w:tabs>
        <w:spacing w:before="119"/>
      </w:pPr>
      <w:r>
        <w:t>Check OSHA and Maine Department of Labor</w:t>
      </w:r>
      <w:r>
        <w:rPr>
          <w:spacing w:val="-13"/>
        </w:rPr>
        <w:t xml:space="preserve"> </w:t>
      </w:r>
      <w:r>
        <w:t>resources.</w:t>
      </w:r>
    </w:p>
    <w:p w14:paraId="1F9BA1CD" w14:textId="77777777" w:rsidR="006B79D5" w:rsidRDefault="00EE4DE8">
      <w:pPr>
        <w:pStyle w:val="ListParagraph"/>
        <w:numPr>
          <w:ilvl w:val="0"/>
          <w:numId w:val="14"/>
        </w:numPr>
        <w:tabs>
          <w:tab w:val="left" w:pos="1740"/>
        </w:tabs>
      </w:pPr>
      <w:r>
        <w:t>Contact your assigned MMA Loss Control</w:t>
      </w:r>
      <w:r>
        <w:rPr>
          <w:spacing w:val="-6"/>
        </w:rPr>
        <w:t xml:space="preserve"> </w:t>
      </w:r>
      <w:r>
        <w:t>Consultant.</w:t>
      </w:r>
    </w:p>
    <w:p w14:paraId="309AEF2B" w14:textId="77777777" w:rsidR="006B79D5" w:rsidRDefault="006B79D5">
      <w:pPr>
        <w:jc w:val="both"/>
        <w:sectPr w:rsidR="006B79D5">
          <w:headerReference w:type="default" r:id="rId12"/>
          <w:footerReference w:type="default" r:id="rId13"/>
          <w:pgSz w:w="12240" w:h="15840"/>
          <w:pgMar w:top="1160" w:right="600" w:bottom="1180" w:left="420" w:header="566" w:footer="993" w:gutter="0"/>
          <w:pgNumType w:start="7"/>
          <w:cols w:space="720"/>
        </w:sectPr>
      </w:pPr>
    </w:p>
    <w:p w14:paraId="42D61937" w14:textId="77777777" w:rsidR="006B79D5" w:rsidRDefault="00EE4DE8">
      <w:pPr>
        <w:pStyle w:val="BodyText"/>
        <w:spacing w:before="117"/>
        <w:ind w:left="1020"/>
        <w:jc w:val="both"/>
      </w:pPr>
      <w:r>
        <w:lastRenderedPageBreak/>
        <w:t>Avoid making questionable conclusions such as:</w:t>
      </w:r>
    </w:p>
    <w:p w14:paraId="2A922F98" w14:textId="77777777" w:rsidR="006B79D5" w:rsidRDefault="00EE4DE8">
      <w:pPr>
        <w:pStyle w:val="ListParagraph"/>
        <w:numPr>
          <w:ilvl w:val="0"/>
          <w:numId w:val="14"/>
        </w:numPr>
        <w:tabs>
          <w:tab w:val="left" w:pos="1739"/>
          <w:tab w:val="left" w:pos="1740"/>
        </w:tabs>
        <w:spacing w:before="120"/>
        <w:jc w:val="left"/>
      </w:pPr>
      <w:r>
        <w:t>“Tell employees to be more</w:t>
      </w:r>
      <w:r>
        <w:rPr>
          <w:spacing w:val="-8"/>
        </w:rPr>
        <w:t xml:space="preserve"> </w:t>
      </w:r>
      <w:r>
        <w:t>careful.”</w:t>
      </w:r>
    </w:p>
    <w:p w14:paraId="4538A12D" w14:textId="77777777" w:rsidR="006B79D5" w:rsidRDefault="00EE4DE8">
      <w:pPr>
        <w:pStyle w:val="ListParagraph"/>
        <w:numPr>
          <w:ilvl w:val="0"/>
          <w:numId w:val="14"/>
        </w:numPr>
        <w:tabs>
          <w:tab w:val="left" w:pos="1739"/>
          <w:tab w:val="left" w:pos="1740"/>
        </w:tabs>
        <w:jc w:val="left"/>
      </w:pPr>
      <w:r>
        <w:t>“Incidents</w:t>
      </w:r>
      <w:r>
        <w:rPr>
          <w:spacing w:val="-1"/>
        </w:rPr>
        <w:t xml:space="preserve"> </w:t>
      </w:r>
      <w:r>
        <w:t>happen.”</w:t>
      </w:r>
    </w:p>
    <w:p w14:paraId="288C15B7" w14:textId="77777777" w:rsidR="006B79D5" w:rsidRDefault="00EE4DE8">
      <w:pPr>
        <w:pStyle w:val="ListParagraph"/>
        <w:numPr>
          <w:ilvl w:val="0"/>
          <w:numId w:val="14"/>
        </w:numPr>
        <w:tabs>
          <w:tab w:val="left" w:pos="1739"/>
          <w:tab w:val="left" w:pos="1740"/>
        </w:tabs>
        <w:spacing w:before="140"/>
        <w:jc w:val="left"/>
      </w:pPr>
      <w:r>
        <w:t>“There was no way of preventing the</w:t>
      </w:r>
      <w:r>
        <w:rPr>
          <w:spacing w:val="-7"/>
        </w:rPr>
        <w:t xml:space="preserve"> </w:t>
      </w:r>
      <w:r>
        <w:t>incident.”</w:t>
      </w:r>
    </w:p>
    <w:p w14:paraId="2129C335" w14:textId="77777777" w:rsidR="006B79D5" w:rsidRDefault="00EE4DE8">
      <w:pPr>
        <w:spacing w:before="142"/>
        <w:ind w:left="1020"/>
        <w:jc w:val="both"/>
        <w:rPr>
          <w:i/>
        </w:rPr>
      </w:pPr>
      <w:r>
        <w:rPr>
          <w:i/>
        </w:rPr>
        <w:t>Sample Analysis of an Incident</w:t>
      </w:r>
    </w:p>
    <w:p w14:paraId="5A3284CB" w14:textId="77777777" w:rsidR="006B79D5" w:rsidRDefault="00EE4DE8">
      <w:pPr>
        <w:pStyle w:val="BodyText"/>
        <w:spacing w:before="120"/>
        <w:ind w:left="1020" w:right="855"/>
        <w:jc w:val="both"/>
      </w:pPr>
      <w:r>
        <w:t xml:space="preserve">Two employees are completing the task of transferring lube oil from one tank to another. A spill of the lube oil happens on the floor walking surface level. </w:t>
      </w:r>
      <w:proofErr w:type="gramStart"/>
      <w:r>
        <w:t>Fortunately</w:t>
      </w:r>
      <w:proofErr w:type="gramEnd"/>
      <w:r>
        <w:t xml:space="preserve"> no one was injured but a Near Miss event takes place. Let’s </w:t>
      </w:r>
      <w:proofErr w:type="gramStart"/>
      <w:r>
        <w:t>take a look</w:t>
      </w:r>
      <w:proofErr w:type="gramEnd"/>
      <w:r>
        <w:t xml:space="preserve"> at what the review</w:t>
      </w:r>
      <w:r>
        <w:rPr>
          <w:spacing w:val="-14"/>
        </w:rPr>
        <w:t xml:space="preserve"> </w:t>
      </w:r>
      <w:r>
        <w:t>uncovered.</w:t>
      </w:r>
    </w:p>
    <w:p w14:paraId="5F1D56F5" w14:textId="77777777" w:rsidR="006B79D5" w:rsidRDefault="006B79D5">
      <w:pPr>
        <w:pStyle w:val="BodyText"/>
        <w:ind w:left="0"/>
      </w:pPr>
    </w:p>
    <w:p w14:paraId="039DCE79" w14:textId="77777777" w:rsidR="006B79D5" w:rsidRDefault="006B79D5">
      <w:pPr>
        <w:pStyle w:val="BodyText"/>
        <w:spacing w:before="9"/>
        <w:ind w:left="0"/>
        <w:rPr>
          <w:sz w:val="19"/>
        </w:rPr>
      </w:pPr>
    </w:p>
    <w:p w14:paraId="5806A6C9" w14:textId="77777777" w:rsidR="006B79D5" w:rsidRDefault="00EE4DE8">
      <w:pPr>
        <w:pStyle w:val="ListParagraph"/>
        <w:numPr>
          <w:ilvl w:val="0"/>
          <w:numId w:val="14"/>
        </w:numPr>
        <w:tabs>
          <w:tab w:val="left" w:pos="1740"/>
        </w:tabs>
        <w:spacing w:before="0" w:line="256" w:lineRule="auto"/>
        <w:ind w:left="1739" w:right="839"/>
      </w:pPr>
      <w:r>
        <w:t xml:space="preserve">Personnel pumping lube oil down to tank in lower level. - </w:t>
      </w:r>
      <w:r>
        <w:rPr>
          <w:b/>
        </w:rPr>
        <w:t xml:space="preserve">Direct Cause </w:t>
      </w:r>
      <w:r>
        <w:t>of the event, job task related.</w:t>
      </w:r>
    </w:p>
    <w:p w14:paraId="12395B04" w14:textId="77777777" w:rsidR="006B79D5" w:rsidRDefault="00EE4DE8">
      <w:pPr>
        <w:pStyle w:val="ListParagraph"/>
        <w:numPr>
          <w:ilvl w:val="0"/>
          <w:numId w:val="14"/>
        </w:numPr>
        <w:tabs>
          <w:tab w:val="left" w:pos="1740"/>
        </w:tabs>
        <w:spacing w:before="124" w:line="259" w:lineRule="auto"/>
        <w:ind w:left="1739" w:right="838"/>
        <w:rPr>
          <w:b/>
        </w:rPr>
      </w:pPr>
      <w:r>
        <w:t>Co-worker</w:t>
      </w:r>
      <w:r>
        <w:rPr>
          <w:spacing w:val="-7"/>
        </w:rPr>
        <w:t xml:space="preserve"> </w:t>
      </w:r>
      <w:r>
        <w:t>watching</w:t>
      </w:r>
      <w:r>
        <w:rPr>
          <w:spacing w:val="-6"/>
        </w:rPr>
        <w:t xml:space="preserve"> </w:t>
      </w:r>
      <w:r>
        <w:t>the</w:t>
      </w:r>
      <w:r>
        <w:rPr>
          <w:spacing w:val="-6"/>
        </w:rPr>
        <w:t xml:space="preserve"> </w:t>
      </w:r>
      <w:r>
        <w:t>level</w:t>
      </w:r>
      <w:r>
        <w:rPr>
          <w:spacing w:val="-8"/>
        </w:rPr>
        <w:t xml:space="preserve"> </w:t>
      </w:r>
      <w:r>
        <w:t>indicator</w:t>
      </w:r>
      <w:r>
        <w:rPr>
          <w:spacing w:val="-8"/>
        </w:rPr>
        <w:t xml:space="preserve"> </w:t>
      </w:r>
      <w:r>
        <w:t>had</w:t>
      </w:r>
      <w:r>
        <w:rPr>
          <w:spacing w:val="-6"/>
        </w:rPr>
        <w:t xml:space="preserve"> </w:t>
      </w:r>
      <w:r>
        <w:t>left</w:t>
      </w:r>
      <w:r>
        <w:rPr>
          <w:spacing w:val="-6"/>
        </w:rPr>
        <w:t xml:space="preserve"> </w:t>
      </w:r>
      <w:r>
        <w:t>the</w:t>
      </w:r>
      <w:r>
        <w:rPr>
          <w:spacing w:val="-8"/>
        </w:rPr>
        <w:t xml:space="preserve"> </w:t>
      </w:r>
      <w:r>
        <w:t>work</w:t>
      </w:r>
      <w:r>
        <w:rPr>
          <w:spacing w:val="-6"/>
        </w:rPr>
        <w:t xml:space="preserve"> </w:t>
      </w:r>
      <w:r>
        <w:t>area</w:t>
      </w:r>
      <w:r>
        <w:rPr>
          <w:spacing w:val="-8"/>
        </w:rPr>
        <w:t xml:space="preserve"> </w:t>
      </w:r>
      <w:r>
        <w:t>for</w:t>
      </w:r>
      <w:r>
        <w:rPr>
          <w:spacing w:val="-6"/>
        </w:rPr>
        <w:t xml:space="preserve"> </w:t>
      </w:r>
      <w:r>
        <w:t>several</w:t>
      </w:r>
      <w:r>
        <w:rPr>
          <w:spacing w:val="-8"/>
        </w:rPr>
        <w:t xml:space="preserve"> </w:t>
      </w:r>
      <w:r>
        <w:t>moments</w:t>
      </w:r>
      <w:r>
        <w:rPr>
          <w:spacing w:val="-8"/>
        </w:rPr>
        <w:t xml:space="preserve"> </w:t>
      </w:r>
      <w:r>
        <w:t>to</w:t>
      </w:r>
      <w:r>
        <w:rPr>
          <w:spacing w:val="-5"/>
        </w:rPr>
        <w:t xml:space="preserve"> </w:t>
      </w:r>
      <w:r>
        <w:t>open</w:t>
      </w:r>
      <w:r>
        <w:rPr>
          <w:spacing w:val="-6"/>
        </w:rPr>
        <w:t xml:space="preserve"> </w:t>
      </w:r>
      <w:r>
        <w:t xml:space="preserve">doors for other workers carrying materials is a </w:t>
      </w:r>
      <w:r>
        <w:rPr>
          <w:b/>
        </w:rPr>
        <w:t>Contributing Factor</w:t>
      </w:r>
      <w:r>
        <w:t>. It’s easy to say that the employee should</w:t>
      </w:r>
      <w:r>
        <w:rPr>
          <w:spacing w:val="-10"/>
        </w:rPr>
        <w:t xml:space="preserve"> </w:t>
      </w:r>
      <w:r>
        <w:t>not</w:t>
      </w:r>
      <w:r>
        <w:rPr>
          <w:spacing w:val="-9"/>
        </w:rPr>
        <w:t xml:space="preserve"> </w:t>
      </w:r>
      <w:r>
        <w:t>have</w:t>
      </w:r>
      <w:r>
        <w:rPr>
          <w:spacing w:val="-12"/>
        </w:rPr>
        <w:t xml:space="preserve"> </w:t>
      </w:r>
      <w:r>
        <w:t>left</w:t>
      </w:r>
      <w:r>
        <w:rPr>
          <w:spacing w:val="-9"/>
        </w:rPr>
        <w:t xml:space="preserve"> </w:t>
      </w:r>
      <w:r>
        <w:t>the</w:t>
      </w:r>
      <w:r>
        <w:rPr>
          <w:spacing w:val="-9"/>
        </w:rPr>
        <w:t xml:space="preserve"> </w:t>
      </w:r>
      <w:r>
        <w:t>area</w:t>
      </w:r>
      <w:r>
        <w:rPr>
          <w:spacing w:val="-10"/>
        </w:rPr>
        <w:t xml:space="preserve"> </w:t>
      </w:r>
      <w:r>
        <w:t>to</w:t>
      </w:r>
      <w:r>
        <w:rPr>
          <w:spacing w:val="-9"/>
        </w:rPr>
        <w:t xml:space="preserve"> </w:t>
      </w:r>
      <w:r>
        <w:t>assist</w:t>
      </w:r>
      <w:r>
        <w:rPr>
          <w:spacing w:val="-11"/>
        </w:rPr>
        <w:t xml:space="preserve"> </w:t>
      </w:r>
      <w:r>
        <w:t>other</w:t>
      </w:r>
      <w:r>
        <w:rPr>
          <w:spacing w:val="-11"/>
        </w:rPr>
        <w:t xml:space="preserve"> </w:t>
      </w:r>
      <w:r>
        <w:t>employees.</w:t>
      </w:r>
      <w:r>
        <w:rPr>
          <w:spacing w:val="-9"/>
        </w:rPr>
        <w:t xml:space="preserve"> </w:t>
      </w:r>
      <w:r>
        <w:t>However,</w:t>
      </w:r>
      <w:r>
        <w:rPr>
          <w:spacing w:val="-13"/>
        </w:rPr>
        <w:t xml:space="preserve"> </w:t>
      </w:r>
      <w:r>
        <w:t>there</w:t>
      </w:r>
      <w:r>
        <w:rPr>
          <w:spacing w:val="-8"/>
        </w:rPr>
        <w:t xml:space="preserve"> </w:t>
      </w:r>
      <w:r>
        <w:t>has</w:t>
      </w:r>
      <w:r>
        <w:rPr>
          <w:spacing w:val="-11"/>
        </w:rPr>
        <w:t xml:space="preserve"> </w:t>
      </w:r>
      <w:r>
        <w:t>not</w:t>
      </w:r>
      <w:r>
        <w:rPr>
          <w:spacing w:val="-9"/>
        </w:rPr>
        <w:t xml:space="preserve"> </w:t>
      </w:r>
      <w:r>
        <w:t>been</w:t>
      </w:r>
      <w:r>
        <w:rPr>
          <w:spacing w:val="-10"/>
        </w:rPr>
        <w:t xml:space="preserve"> </w:t>
      </w:r>
      <w:r>
        <w:t>a</w:t>
      </w:r>
      <w:r>
        <w:rPr>
          <w:spacing w:val="-13"/>
        </w:rPr>
        <w:t xml:space="preserve"> </w:t>
      </w:r>
      <w:r>
        <w:t>job</w:t>
      </w:r>
      <w:r>
        <w:rPr>
          <w:spacing w:val="-12"/>
        </w:rPr>
        <w:t xml:space="preserve"> </w:t>
      </w:r>
      <w:r>
        <w:t>hazard analysis</w:t>
      </w:r>
      <w:r>
        <w:rPr>
          <w:spacing w:val="-11"/>
        </w:rPr>
        <w:t xml:space="preserve"> </w:t>
      </w:r>
      <w:r>
        <w:t>or</w:t>
      </w:r>
      <w:r>
        <w:rPr>
          <w:spacing w:val="-10"/>
        </w:rPr>
        <w:t xml:space="preserve"> </w:t>
      </w:r>
      <w:r>
        <w:t>job</w:t>
      </w:r>
      <w:r>
        <w:rPr>
          <w:spacing w:val="-9"/>
        </w:rPr>
        <w:t xml:space="preserve"> </w:t>
      </w:r>
      <w:r>
        <w:t>task</w:t>
      </w:r>
      <w:r>
        <w:rPr>
          <w:spacing w:val="-7"/>
        </w:rPr>
        <w:t xml:space="preserve"> </w:t>
      </w:r>
      <w:r>
        <w:t>procedures</w:t>
      </w:r>
      <w:r>
        <w:rPr>
          <w:spacing w:val="-6"/>
        </w:rPr>
        <w:t xml:space="preserve"> </w:t>
      </w:r>
      <w:r>
        <w:t>developed</w:t>
      </w:r>
      <w:r>
        <w:rPr>
          <w:spacing w:val="-9"/>
        </w:rPr>
        <w:t xml:space="preserve"> </w:t>
      </w:r>
      <w:r>
        <w:t>for</w:t>
      </w:r>
      <w:r>
        <w:rPr>
          <w:spacing w:val="-8"/>
        </w:rPr>
        <w:t xml:space="preserve"> </w:t>
      </w:r>
      <w:r>
        <w:t>the</w:t>
      </w:r>
      <w:r>
        <w:rPr>
          <w:spacing w:val="-8"/>
        </w:rPr>
        <w:t xml:space="preserve"> </w:t>
      </w:r>
      <w:r>
        <w:t>task,</w:t>
      </w:r>
      <w:r>
        <w:rPr>
          <w:spacing w:val="-7"/>
        </w:rPr>
        <w:t xml:space="preserve"> </w:t>
      </w:r>
      <w:r>
        <w:t>how</w:t>
      </w:r>
      <w:r>
        <w:rPr>
          <w:spacing w:val="-6"/>
        </w:rPr>
        <w:t xml:space="preserve"> </w:t>
      </w:r>
      <w:r>
        <w:t>does</w:t>
      </w:r>
      <w:r>
        <w:rPr>
          <w:spacing w:val="-8"/>
        </w:rPr>
        <w:t xml:space="preserve"> </w:t>
      </w:r>
      <w:r>
        <w:t>the</w:t>
      </w:r>
      <w:r>
        <w:rPr>
          <w:spacing w:val="-8"/>
        </w:rPr>
        <w:t xml:space="preserve"> </w:t>
      </w:r>
      <w:r>
        <w:t>employee</w:t>
      </w:r>
      <w:r>
        <w:rPr>
          <w:spacing w:val="-10"/>
        </w:rPr>
        <w:t xml:space="preserve"> </w:t>
      </w:r>
      <w:r>
        <w:t>know</w:t>
      </w:r>
      <w:r>
        <w:rPr>
          <w:spacing w:val="-9"/>
        </w:rPr>
        <w:t xml:space="preserve"> </w:t>
      </w:r>
      <w:r>
        <w:t>not</w:t>
      </w:r>
      <w:r>
        <w:rPr>
          <w:spacing w:val="-9"/>
        </w:rPr>
        <w:t xml:space="preserve"> </w:t>
      </w:r>
      <w:r>
        <w:t>to</w:t>
      </w:r>
      <w:r>
        <w:rPr>
          <w:spacing w:val="-6"/>
        </w:rPr>
        <w:t xml:space="preserve"> </w:t>
      </w:r>
      <w:r>
        <w:t>leave the operation? The employee was trying to be helpful to other employees with completion of their task, positively impacting the organization. Further review shows that there may not be enough</w:t>
      </w:r>
      <w:r>
        <w:rPr>
          <w:spacing w:val="-8"/>
        </w:rPr>
        <w:t xml:space="preserve"> </w:t>
      </w:r>
      <w:r>
        <w:t>hand</w:t>
      </w:r>
      <w:r>
        <w:rPr>
          <w:spacing w:val="-8"/>
        </w:rPr>
        <w:t xml:space="preserve"> </w:t>
      </w:r>
      <w:r>
        <w:t>trucks</w:t>
      </w:r>
      <w:r>
        <w:rPr>
          <w:spacing w:val="-9"/>
        </w:rPr>
        <w:t xml:space="preserve"> </w:t>
      </w:r>
      <w:r>
        <w:t>and</w:t>
      </w:r>
      <w:r>
        <w:rPr>
          <w:spacing w:val="-8"/>
        </w:rPr>
        <w:t xml:space="preserve"> </w:t>
      </w:r>
      <w:r>
        <w:t>dollies</w:t>
      </w:r>
      <w:r>
        <w:rPr>
          <w:spacing w:val="-5"/>
        </w:rPr>
        <w:t xml:space="preserve"> </w:t>
      </w:r>
      <w:r>
        <w:t>for</w:t>
      </w:r>
      <w:r>
        <w:rPr>
          <w:spacing w:val="-9"/>
        </w:rPr>
        <w:t xml:space="preserve"> </w:t>
      </w:r>
      <w:r>
        <w:t>material</w:t>
      </w:r>
      <w:r>
        <w:rPr>
          <w:spacing w:val="-7"/>
        </w:rPr>
        <w:t xml:space="preserve"> </w:t>
      </w:r>
      <w:r>
        <w:t>handling.</w:t>
      </w:r>
      <w:r>
        <w:rPr>
          <w:spacing w:val="-12"/>
        </w:rPr>
        <w:t xml:space="preserve"> </w:t>
      </w:r>
      <w:r>
        <w:t>Could</w:t>
      </w:r>
      <w:r>
        <w:rPr>
          <w:spacing w:val="-8"/>
        </w:rPr>
        <w:t xml:space="preserve"> </w:t>
      </w:r>
      <w:r>
        <w:t>an</w:t>
      </w:r>
      <w:r>
        <w:rPr>
          <w:spacing w:val="-10"/>
        </w:rPr>
        <w:t xml:space="preserve"> </w:t>
      </w:r>
      <w:r>
        <w:t>automated</w:t>
      </w:r>
      <w:r>
        <w:rPr>
          <w:spacing w:val="-8"/>
        </w:rPr>
        <w:t xml:space="preserve"> </w:t>
      </w:r>
      <w:r>
        <w:t>door</w:t>
      </w:r>
      <w:r>
        <w:rPr>
          <w:spacing w:val="-9"/>
        </w:rPr>
        <w:t xml:space="preserve"> </w:t>
      </w:r>
      <w:r>
        <w:t>control</w:t>
      </w:r>
      <w:r>
        <w:rPr>
          <w:spacing w:val="-10"/>
        </w:rPr>
        <w:t xml:space="preserve"> </w:t>
      </w:r>
      <w:r>
        <w:t>helped</w:t>
      </w:r>
      <w:r>
        <w:rPr>
          <w:spacing w:val="-13"/>
        </w:rPr>
        <w:t xml:space="preserve"> </w:t>
      </w:r>
      <w:r>
        <w:t xml:space="preserve">to prevent the incident? </w:t>
      </w:r>
      <w:r>
        <w:rPr>
          <w:b/>
        </w:rPr>
        <w:t>Engineering</w:t>
      </w:r>
      <w:r>
        <w:rPr>
          <w:b/>
          <w:spacing w:val="1"/>
        </w:rPr>
        <w:t xml:space="preserve"> </w:t>
      </w:r>
      <w:r>
        <w:rPr>
          <w:b/>
        </w:rPr>
        <w:t>Controls</w:t>
      </w:r>
    </w:p>
    <w:p w14:paraId="3D6574CE" w14:textId="77777777" w:rsidR="006B79D5" w:rsidRDefault="00EE4DE8">
      <w:pPr>
        <w:pStyle w:val="ListParagraph"/>
        <w:numPr>
          <w:ilvl w:val="0"/>
          <w:numId w:val="14"/>
        </w:numPr>
        <w:tabs>
          <w:tab w:val="left" w:pos="1740"/>
        </w:tabs>
        <w:spacing w:before="119" w:line="259" w:lineRule="auto"/>
        <w:ind w:left="1739" w:right="842"/>
      </w:pPr>
      <w:r>
        <w:t xml:space="preserve">Overflow from the tank was not completely contained by dike curb (cracked). This was a </w:t>
      </w:r>
      <w:r>
        <w:rPr>
          <w:b/>
        </w:rPr>
        <w:t>Contributing Factor</w:t>
      </w:r>
      <w:r>
        <w:t xml:space="preserve">- Are facility and equipment inspections completed? If so, how are identified deficiencies being tracked for completion? This maintenance issue and inspection task is an </w:t>
      </w:r>
      <w:r>
        <w:rPr>
          <w:b/>
        </w:rPr>
        <w:t>Administrative</w:t>
      </w:r>
      <w:r>
        <w:rPr>
          <w:b/>
          <w:spacing w:val="-2"/>
        </w:rPr>
        <w:t xml:space="preserve"> </w:t>
      </w:r>
      <w:r>
        <w:rPr>
          <w:b/>
        </w:rPr>
        <w:t>Control</w:t>
      </w:r>
      <w:r>
        <w:t>.</w:t>
      </w:r>
    </w:p>
    <w:p w14:paraId="783EE032" w14:textId="77777777" w:rsidR="006B79D5" w:rsidRDefault="00EE4DE8">
      <w:pPr>
        <w:pStyle w:val="ListParagraph"/>
        <w:numPr>
          <w:ilvl w:val="0"/>
          <w:numId w:val="14"/>
        </w:numPr>
        <w:tabs>
          <w:tab w:val="left" w:pos="1740"/>
        </w:tabs>
        <w:spacing w:before="119" w:line="259" w:lineRule="auto"/>
        <w:ind w:left="1739" w:right="842"/>
      </w:pPr>
      <w:r>
        <w:t xml:space="preserve">After the spill happened and before </w:t>
      </w:r>
      <w:proofErr w:type="gramStart"/>
      <w:r>
        <w:t>clean</w:t>
      </w:r>
      <w:proofErr w:type="gramEnd"/>
      <w:r>
        <w:t xml:space="preserve"> up could be done, an operator walked by the area and slipped. No barricade tape had been set up or cones placed to demarcate the hazardous area. </w:t>
      </w:r>
      <w:r>
        <w:rPr>
          <w:b/>
        </w:rPr>
        <w:t>Direct Cause- Near Miss Event</w:t>
      </w:r>
      <w:r>
        <w:t xml:space="preserve">. Are employees empowered to make spot corrections of safety hazards? And have they been trained in how to do this? </w:t>
      </w:r>
      <w:r>
        <w:rPr>
          <w:b/>
        </w:rPr>
        <w:t>Administrative</w:t>
      </w:r>
      <w:r>
        <w:rPr>
          <w:b/>
          <w:spacing w:val="-12"/>
        </w:rPr>
        <w:t xml:space="preserve"> </w:t>
      </w:r>
      <w:r>
        <w:rPr>
          <w:b/>
        </w:rPr>
        <w:t>Control</w:t>
      </w:r>
      <w:r>
        <w:t>.</w:t>
      </w:r>
    </w:p>
    <w:p w14:paraId="1F2BC472" w14:textId="77777777" w:rsidR="006B79D5" w:rsidRDefault="00EE4DE8">
      <w:pPr>
        <w:pStyle w:val="ListParagraph"/>
        <w:numPr>
          <w:ilvl w:val="0"/>
          <w:numId w:val="14"/>
        </w:numPr>
        <w:tabs>
          <w:tab w:val="left" w:pos="1740"/>
        </w:tabs>
        <w:spacing w:before="119" w:line="259" w:lineRule="auto"/>
        <w:ind w:left="1739" w:right="840"/>
      </w:pPr>
      <w:r>
        <w:t xml:space="preserve">No written procedure for the job. This is the </w:t>
      </w:r>
      <w:r>
        <w:rPr>
          <w:b/>
        </w:rPr>
        <w:t>Root Cause</w:t>
      </w:r>
      <w:r>
        <w:t>- If written job procedures are not developed</w:t>
      </w:r>
      <w:r>
        <w:rPr>
          <w:spacing w:val="-15"/>
        </w:rPr>
        <w:t xml:space="preserve"> </w:t>
      </w:r>
      <w:r>
        <w:t>how</w:t>
      </w:r>
      <w:r>
        <w:rPr>
          <w:spacing w:val="-14"/>
        </w:rPr>
        <w:t xml:space="preserve"> </w:t>
      </w:r>
      <w:r>
        <w:t>can</w:t>
      </w:r>
      <w:r>
        <w:rPr>
          <w:spacing w:val="-13"/>
        </w:rPr>
        <w:t xml:space="preserve"> </w:t>
      </w:r>
      <w:r>
        <w:t>employees</w:t>
      </w:r>
      <w:r>
        <w:rPr>
          <w:spacing w:val="-14"/>
        </w:rPr>
        <w:t xml:space="preserve"> </w:t>
      </w:r>
      <w:r>
        <w:t>be</w:t>
      </w:r>
      <w:r>
        <w:rPr>
          <w:spacing w:val="-15"/>
        </w:rPr>
        <w:t xml:space="preserve"> </w:t>
      </w:r>
      <w:r>
        <w:t>expected</w:t>
      </w:r>
      <w:r>
        <w:rPr>
          <w:spacing w:val="-14"/>
        </w:rPr>
        <w:t xml:space="preserve"> </w:t>
      </w:r>
      <w:r>
        <w:t>to</w:t>
      </w:r>
      <w:r>
        <w:rPr>
          <w:spacing w:val="-13"/>
        </w:rPr>
        <w:t xml:space="preserve"> </w:t>
      </w:r>
      <w:r>
        <w:t>perform</w:t>
      </w:r>
      <w:r>
        <w:rPr>
          <w:spacing w:val="-13"/>
        </w:rPr>
        <w:t xml:space="preserve"> </w:t>
      </w:r>
      <w:r>
        <w:t>in</w:t>
      </w:r>
      <w:r>
        <w:rPr>
          <w:spacing w:val="-12"/>
        </w:rPr>
        <w:t xml:space="preserve"> </w:t>
      </w:r>
      <w:r>
        <w:t>a</w:t>
      </w:r>
      <w:r>
        <w:rPr>
          <w:spacing w:val="-16"/>
        </w:rPr>
        <w:t xml:space="preserve"> </w:t>
      </w:r>
      <w:r>
        <w:t>specific</w:t>
      </w:r>
      <w:r>
        <w:rPr>
          <w:spacing w:val="-13"/>
        </w:rPr>
        <w:t xml:space="preserve"> </w:t>
      </w:r>
      <w:r>
        <w:t>manner?</w:t>
      </w:r>
      <w:r>
        <w:rPr>
          <w:spacing w:val="-16"/>
        </w:rPr>
        <w:t xml:space="preserve"> </w:t>
      </w:r>
      <w:r>
        <w:t>Developing</w:t>
      </w:r>
      <w:r>
        <w:rPr>
          <w:spacing w:val="-14"/>
        </w:rPr>
        <w:t xml:space="preserve"> </w:t>
      </w:r>
      <w:r>
        <w:t>a</w:t>
      </w:r>
      <w:r>
        <w:rPr>
          <w:spacing w:val="-12"/>
        </w:rPr>
        <w:t xml:space="preserve"> </w:t>
      </w:r>
      <w:r>
        <w:t xml:space="preserve">written procedure is an </w:t>
      </w:r>
      <w:r>
        <w:rPr>
          <w:b/>
        </w:rPr>
        <w:t>Administrative</w:t>
      </w:r>
      <w:r>
        <w:rPr>
          <w:b/>
          <w:spacing w:val="-8"/>
        </w:rPr>
        <w:t xml:space="preserve"> </w:t>
      </w:r>
      <w:r>
        <w:rPr>
          <w:b/>
        </w:rPr>
        <w:t>Control</w:t>
      </w:r>
      <w:r>
        <w:t>.</w:t>
      </w:r>
    </w:p>
    <w:p w14:paraId="6D1BFAA4" w14:textId="77777777" w:rsidR="006B79D5" w:rsidRDefault="006B79D5">
      <w:pPr>
        <w:spacing w:line="259" w:lineRule="auto"/>
        <w:jc w:val="both"/>
        <w:sectPr w:rsidR="006B79D5">
          <w:headerReference w:type="default" r:id="rId14"/>
          <w:footerReference w:type="default" r:id="rId15"/>
          <w:pgSz w:w="12240" w:h="15840"/>
          <w:pgMar w:top="1320" w:right="600" w:bottom="1180" w:left="420" w:header="566" w:footer="993" w:gutter="0"/>
          <w:pgNumType w:start="8"/>
          <w:cols w:space="720"/>
        </w:sectPr>
      </w:pPr>
    </w:p>
    <w:p w14:paraId="656B4C61" w14:textId="77777777" w:rsidR="006B79D5" w:rsidRDefault="00EE4DE8">
      <w:pPr>
        <w:pStyle w:val="BodyText"/>
        <w:spacing w:before="117"/>
        <w:ind w:left="1020"/>
      </w:pPr>
      <w:r>
        <w:lastRenderedPageBreak/>
        <w:t>Summary</w:t>
      </w:r>
    </w:p>
    <w:p w14:paraId="605E072B" w14:textId="77777777" w:rsidR="006B79D5" w:rsidRDefault="00EE4DE8">
      <w:pPr>
        <w:pStyle w:val="ListParagraph"/>
        <w:numPr>
          <w:ilvl w:val="0"/>
          <w:numId w:val="14"/>
        </w:numPr>
        <w:tabs>
          <w:tab w:val="left" w:pos="1739"/>
          <w:tab w:val="left" w:pos="1740"/>
        </w:tabs>
        <w:spacing w:before="120"/>
        <w:jc w:val="left"/>
      </w:pPr>
      <w:r>
        <w:t>Near misses, close calls and little incidents are warning signs that a big incident can</w:t>
      </w:r>
      <w:r>
        <w:rPr>
          <w:spacing w:val="-11"/>
        </w:rPr>
        <w:t xml:space="preserve"> </w:t>
      </w:r>
      <w:r>
        <w:t>occur.</w:t>
      </w:r>
    </w:p>
    <w:p w14:paraId="1245E5F9" w14:textId="77777777" w:rsidR="006B79D5" w:rsidRDefault="00EE4DE8">
      <w:pPr>
        <w:pStyle w:val="ListParagraph"/>
        <w:numPr>
          <w:ilvl w:val="0"/>
          <w:numId w:val="14"/>
        </w:numPr>
        <w:tabs>
          <w:tab w:val="left" w:pos="1739"/>
          <w:tab w:val="left" w:pos="1740"/>
        </w:tabs>
        <w:spacing w:line="256" w:lineRule="auto"/>
        <w:ind w:right="830"/>
        <w:jc w:val="left"/>
      </w:pPr>
      <w:r>
        <w:t>Investigate to determine facts, learn from failures, and identify improvement opportunities to safety programs or facilities, equipment, and maintenance</w:t>
      </w:r>
      <w:r>
        <w:rPr>
          <w:spacing w:val="-11"/>
        </w:rPr>
        <w:t xml:space="preserve"> </w:t>
      </w:r>
      <w:r>
        <w:t>programs.</w:t>
      </w:r>
    </w:p>
    <w:p w14:paraId="1E9443C5" w14:textId="77777777" w:rsidR="006B79D5" w:rsidRDefault="00EE4DE8">
      <w:pPr>
        <w:pStyle w:val="ListParagraph"/>
        <w:numPr>
          <w:ilvl w:val="0"/>
          <w:numId w:val="14"/>
        </w:numPr>
        <w:tabs>
          <w:tab w:val="left" w:pos="1739"/>
          <w:tab w:val="left" w:pos="1740"/>
        </w:tabs>
        <w:spacing w:before="124"/>
        <w:jc w:val="left"/>
      </w:pPr>
      <w:r>
        <w:t>Check into personal, environmental, and behavioral factors that lead to</w:t>
      </w:r>
      <w:r>
        <w:rPr>
          <w:spacing w:val="-16"/>
        </w:rPr>
        <w:t xml:space="preserve"> </w:t>
      </w:r>
      <w:r>
        <w:t>incidents.</w:t>
      </w:r>
    </w:p>
    <w:p w14:paraId="38F8ACE4" w14:textId="77777777" w:rsidR="006B79D5" w:rsidRDefault="00EE4DE8">
      <w:pPr>
        <w:pStyle w:val="ListParagraph"/>
        <w:numPr>
          <w:ilvl w:val="0"/>
          <w:numId w:val="14"/>
        </w:numPr>
        <w:tabs>
          <w:tab w:val="left" w:pos="1739"/>
          <w:tab w:val="left" w:pos="1740"/>
        </w:tabs>
        <w:jc w:val="left"/>
      </w:pPr>
      <w:r>
        <w:t>Seek the direct, underlying and root</w:t>
      </w:r>
      <w:r>
        <w:rPr>
          <w:spacing w:val="-5"/>
        </w:rPr>
        <w:t xml:space="preserve"> </w:t>
      </w:r>
      <w:r>
        <w:t>causes.</w:t>
      </w:r>
    </w:p>
    <w:p w14:paraId="370D75E1" w14:textId="77777777" w:rsidR="006B79D5" w:rsidRDefault="00EE4DE8">
      <w:pPr>
        <w:pStyle w:val="ListParagraph"/>
        <w:numPr>
          <w:ilvl w:val="0"/>
          <w:numId w:val="14"/>
        </w:numPr>
        <w:tabs>
          <w:tab w:val="left" w:pos="1739"/>
          <w:tab w:val="left" w:pos="1740"/>
        </w:tabs>
        <w:jc w:val="left"/>
      </w:pPr>
      <w:r>
        <w:t>Have a formal process to address root causes with follow-up and</w:t>
      </w:r>
      <w:r>
        <w:rPr>
          <w:spacing w:val="-10"/>
        </w:rPr>
        <w:t xml:space="preserve"> </w:t>
      </w:r>
      <w:r>
        <w:t>accountability.</w:t>
      </w:r>
    </w:p>
    <w:p w14:paraId="1A70046B" w14:textId="77777777" w:rsidR="006B79D5" w:rsidRDefault="00EE4DE8">
      <w:pPr>
        <w:pStyle w:val="ListParagraph"/>
        <w:numPr>
          <w:ilvl w:val="0"/>
          <w:numId w:val="14"/>
        </w:numPr>
        <w:tabs>
          <w:tab w:val="left" w:pos="1739"/>
          <w:tab w:val="left" w:pos="1740"/>
        </w:tabs>
        <w:spacing w:before="140"/>
        <w:jc w:val="left"/>
      </w:pPr>
      <w:r>
        <w:t>Assign responsibility and follow-up</w:t>
      </w:r>
      <w:r>
        <w:rPr>
          <w:spacing w:val="-2"/>
        </w:rPr>
        <w:t xml:space="preserve"> </w:t>
      </w:r>
      <w:r>
        <w:t>reporting.</w:t>
      </w:r>
    </w:p>
    <w:p w14:paraId="566641E1" w14:textId="77777777" w:rsidR="006B79D5" w:rsidRDefault="00EE4DE8">
      <w:pPr>
        <w:pStyle w:val="ListParagraph"/>
        <w:numPr>
          <w:ilvl w:val="0"/>
          <w:numId w:val="14"/>
        </w:numPr>
        <w:tabs>
          <w:tab w:val="left" w:pos="1739"/>
          <w:tab w:val="left" w:pos="1740"/>
        </w:tabs>
        <w:jc w:val="left"/>
      </w:pPr>
      <w:r>
        <w:t>Monitor</w:t>
      </w:r>
      <w:r>
        <w:rPr>
          <w:spacing w:val="-1"/>
        </w:rPr>
        <w:t xml:space="preserve"> </w:t>
      </w:r>
      <w:r>
        <w:t>results.</w:t>
      </w:r>
    </w:p>
    <w:p w14:paraId="2BFA39BE" w14:textId="77777777" w:rsidR="006B79D5" w:rsidRDefault="006B79D5">
      <w:pPr>
        <w:pStyle w:val="BodyText"/>
        <w:ind w:left="0"/>
        <w:rPr>
          <w:sz w:val="28"/>
        </w:rPr>
      </w:pPr>
    </w:p>
    <w:p w14:paraId="3986022B" w14:textId="77777777" w:rsidR="006B79D5" w:rsidRDefault="00EE4DE8">
      <w:pPr>
        <w:pStyle w:val="Heading2"/>
        <w:spacing w:before="187"/>
        <w:jc w:val="left"/>
      </w:pPr>
      <w:r>
        <w:t>Additional resources can be found at:</w:t>
      </w:r>
    </w:p>
    <w:p w14:paraId="650E04C9" w14:textId="77777777" w:rsidR="006B79D5" w:rsidRDefault="00EE4DE8">
      <w:pPr>
        <w:pStyle w:val="ListParagraph"/>
        <w:numPr>
          <w:ilvl w:val="0"/>
          <w:numId w:val="14"/>
        </w:numPr>
        <w:tabs>
          <w:tab w:val="left" w:pos="1739"/>
          <w:tab w:val="left" w:pos="1740"/>
        </w:tabs>
        <w:spacing w:before="120"/>
        <w:jc w:val="left"/>
      </w:pPr>
      <w:r>
        <w:t>Incident Reviews for</w:t>
      </w:r>
      <w:r>
        <w:rPr>
          <w:spacing w:val="1"/>
        </w:rPr>
        <w:t xml:space="preserve"> </w:t>
      </w:r>
      <w:r>
        <w:t>employers:</w:t>
      </w:r>
    </w:p>
    <w:p w14:paraId="65DA72B3" w14:textId="77777777" w:rsidR="006B79D5" w:rsidRDefault="00EE4DE8">
      <w:pPr>
        <w:pStyle w:val="BodyText"/>
        <w:spacing w:before="142"/>
        <w:ind w:left="0" w:right="396"/>
        <w:jc w:val="center"/>
      </w:pPr>
      <w:r>
        <w:rPr>
          <w:rFonts w:ascii="Times New Roman"/>
          <w:color w:val="C00000"/>
          <w:spacing w:val="-56"/>
          <w:u w:val="single" w:color="C00000"/>
        </w:rPr>
        <w:t xml:space="preserve"> </w:t>
      </w:r>
      <w:r>
        <w:rPr>
          <w:color w:val="C00000"/>
          <w:u w:val="single" w:color="C00000"/>
        </w:rPr>
        <w:t>https://</w:t>
      </w:r>
      <w:hyperlink r:id="rId16">
        <w:r>
          <w:rPr>
            <w:color w:val="C00000"/>
            <w:u w:val="single" w:color="C00000"/>
          </w:rPr>
          <w:t>www.osha.gov/dte/IncInvGuide4Empl_Dec2015.pdf</w:t>
        </w:r>
      </w:hyperlink>
    </w:p>
    <w:p w14:paraId="086F3B83" w14:textId="77777777" w:rsidR="006B79D5" w:rsidRDefault="006B79D5">
      <w:pPr>
        <w:pStyle w:val="BodyText"/>
        <w:ind w:left="0"/>
        <w:rPr>
          <w:sz w:val="20"/>
        </w:rPr>
      </w:pPr>
    </w:p>
    <w:p w14:paraId="2E4AB515" w14:textId="77777777" w:rsidR="006B79D5" w:rsidRDefault="006B79D5">
      <w:pPr>
        <w:pStyle w:val="BodyText"/>
        <w:spacing w:before="9"/>
        <w:ind w:left="0"/>
        <w:rPr>
          <w:sz w:val="21"/>
        </w:rPr>
      </w:pPr>
    </w:p>
    <w:p w14:paraId="0311ABB8" w14:textId="77777777" w:rsidR="006B79D5" w:rsidRDefault="00EE4DE8">
      <w:pPr>
        <w:pStyle w:val="ListParagraph"/>
        <w:numPr>
          <w:ilvl w:val="0"/>
          <w:numId w:val="14"/>
        </w:numPr>
        <w:tabs>
          <w:tab w:val="left" w:pos="1739"/>
          <w:tab w:val="left" w:pos="1740"/>
        </w:tabs>
        <w:spacing w:before="0" w:line="360" w:lineRule="auto"/>
        <w:ind w:left="2808" w:right="3584" w:hanging="1429"/>
        <w:jc w:val="left"/>
      </w:pPr>
      <w:r>
        <w:t>OSHA: Importance of Root Cause Analysis During Incident</w:t>
      </w:r>
      <w:r>
        <w:rPr>
          <w:spacing w:val="-31"/>
        </w:rPr>
        <w:t xml:space="preserve"> </w:t>
      </w:r>
      <w:r>
        <w:t>Review:</w:t>
      </w:r>
      <w:r>
        <w:rPr>
          <w:color w:val="C00000"/>
          <w:u w:val="single" w:color="C00000"/>
        </w:rPr>
        <w:t xml:space="preserve"> https:/</w:t>
      </w:r>
      <w:hyperlink r:id="rId17">
        <w:r>
          <w:rPr>
            <w:color w:val="C00000"/>
            <w:u w:val="single" w:color="C00000"/>
          </w:rPr>
          <w:t>/w</w:t>
        </w:r>
      </w:hyperlink>
      <w:r>
        <w:rPr>
          <w:color w:val="C00000"/>
          <w:u w:val="single" w:color="C00000"/>
        </w:rPr>
        <w:t>w</w:t>
      </w:r>
      <w:hyperlink r:id="rId18">
        <w:r>
          <w:rPr>
            <w:color w:val="C00000"/>
            <w:u w:val="single" w:color="C00000"/>
          </w:rPr>
          <w:t>w.osha.gov/Publications/OSHA3895.pdf</w:t>
        </w:r>
      </w:hyperlink>
    </w:p>
    <w:p w14:paraId="57F55116" w14:textId="77777777" w:rsidR="006B79D5" w:rsidRDefault="006B79D5">
      <w:pPr>
        <w:pStyle w:val="BodyText"/>
        <w:spacing w:before="11"/>
        <w:ind w:left="0"/>
      </w:pPr>
    </w:p>
    <w:p w14:paraId="7934AF61" w14:textId="77777777" w:rsidR="006B79D5" w:rsidRDefault="00EE4DE8">
      <w:pPr>
        <w:pStyle w:val="ListParagraph"/>
        <w:numPr>
          <w:ilvl w:val="0"/>
          <w:numId w:val="14"/>
        </w:numPr>
        <w:tabs>
          <w:tab w:val="left" w:pos="1739"/>
          <w:tab w:val="left" w:pos="1740"/>
        </w:tabs>
        <w:spacing w:before="100" w:line="259" w:lineRule="auto"/>
        <w:ind w:right="843"/>
        <w:jc w:val="left"/>
      </w:pPr>
      <w:r>
        <w:t>MDOL Safety Works: Safety Works has employer compliance directives, sample safety policies, and provides safety training for employees and</w:t>
      </w:r>
      <w:r>
        <w:rPr>
          <w:spacing w:val="-13"/>
        </w:rPr>
        <w:t xml:space="preserve"> </w:t>
      </w:r>
      <w:r>
        <w:t>supervisors.</w:t>
      </w:r>
    </w:p>
    <w:p w14:paraId="75390CC7" w14:textId="77777777" w:rsidR="006B79D5" w:rsidRDefault="00EE4DE8">
      <w:pPr>
        <w:pStyle w:val="BodyText"/>
        <w:spacing w:before="118"/>
        <w:ind w:left="2820"/>
      </w:pPr>
      <w:r>
        <w:rPr>
          <w:rFonts w:ascii="Times New Roman"/>
          <w:color w:val="C00000"/>
          <w:spacing w:val="-56"/>
          <w:u w:val="single" w:color="C00000"/>
        </w:rPr>
        <w:t xml:space="preserve"> </w:t>
      </w:r>
      <w:hyperlink r:id="rId19">
        <w:r>
          <w:rPr>
            <w:color w:val="C00000"/>
            <w:u w:val="single" w:color="C00000"/>
          </w:rPr>
          <w:t>http://www.safetyworksmaine.gov/index.shtml</w:t>
        </w:r>
      </w:hyperlink>
    </w:p>
    <w:p w14:paraId="28AC27E7" w14:textId="77777777" w:rsidR="006B79D5" w:rsidRDefault="006B79D5">
      <w:pPr>
        <w:pStyle w:val="BodyText"/>
        <w:ind w:left="0"/>
        <w:rPr>
          <w:sz w:val="20"/>
        </w:rPr>
      </w:pPr>
    </w:p>
    <w:p w14:paraId="6F839B43" w14:textId="77777777" w:rsidR="006B79D5" w:rsidRDefault="006B79D5">
      <w:pPr>
        <w:pStyle w:val="BodyText"/>
        <w:spacing w:before="9"/>
        <w:ind w:left="0"/>
        <w:rPr>
          <w:sz w:val="21"/>
        </w:rPr>
      </w:pPr>
    </w:p>
    <w:p w14:paraId="26E84B15" w14:textId="77777777" w:rsidR="006B79D5" w:rsidRDefault="00EE4DE8">
      <w:pPr>
        <w:pStyle w:val="ListParagraph"/>
        <w:numPr>
          <w:ilvl w:val="0"/>
          <w:numId w:val="14"/>
        </w:numPr>
        <w:tabs>
          <w:tab w:val="left" w:pos="1740"/>
        </w:tabs>
        <w:spacing w:before="0" w:line="259" w:lineRule="auto"/>
        <w:ind w:right="846"/>
      </w:pPr>
      <w:r>
        <w:t xml:space="preserve">MMA Risk Management Loss Control: contact your assigned Loss Control Consultant </w:t>
      </w:r>
      <w:r>
        <w:rPr>
          <w:spacing w:val="-2"/>
        </w:rPr>
        <w:t xml:space="preserve">for </w:t>
      </w:r>
      <w:r>
        <w:t>assistance with Incident Review training, loss trending, and risk exposure control at 1-800-590- 5583.</w:t>
      </w:r>
    </w:p>
    <w:p w14:paraId="38953447" w14:textId="77777777" w:rsidR="006B79D5" w:rsidRDefault="006B79D5">
      <w:pPr>
        <w:spacing w:line="259" w:lineRule="auto"/>
        <w:jc w:val="both"/>
        <w:sectPr w:rsidR="006B79D5">
          <w:pgSz w:w="12240" w:h="15840"/>
          <w:pgMar w:top="1320" w:right="600" w:bottom="1180" w:left="420" w:header="566" w:footer="993" w:gutter="0"/>
          <w:cols w:space="720"/>
        </w:sectPr>
      </w:pPr>
    </w:p>
    <w:p w14:paraId="4F0364DA" w14:textId="77777777" w:rsidR="006B79D5" w:rsidRDefault="00EE4DE8">
      <w:pPr>
        <w:pStyle w:val="Heading3"/>
        <w:rPr>
          <w:b w:val="0"/>
        </w:rPr>
      </w:pPr>
      <w:r>
        <w:lastRenderedPageBreak/>
        <w:t>The following template can be used as a framework for crafting an Incident Review Program for your Organization</w:t>
      </w:r>
      <w:r>
        <w:rPr>
          <w:b w:val="0"/>
        </w:rPr>
        <w:t>:</w:t>
      </w:r>
    </w:p>
    <w:p w14:paraId="5040EFF6" w14:textId="77777777" w:rsidR="006B79D5" w:rsidRDefault="006B79D5">
      <w:pPr>
        <w:sectPr w:rsidR="006B79D5">
          <w:headerReference w:type="default" r:id="rId20"/>
          <w:footerReference w:type="default" r:id="rId21"/>
          <w:pgSz w:w="12240" w:h="15840"/>
          <w:pgMar w:top="1320" w:right="600" w:bottom="1180" w:left="420" w:header="566" w:footer="993" w:gutter="0"/>
          <w:pgNumType w:start="10"/>
          <w:cols w:space="720"/>
        </w:sectPr>
      </w:pPr>
    </w:p>
    <w:p w14:paraId="6642985E" w14:textId="77777777" w:rsidR="006B79D5" w:rsidRDefault="006B79D5">
      <w:pPr>
        <w:pStyle w:val="BodyText"/>
        <w:ind w:left="0"/>
        <w:rPr>
          <w:i/>
        </w:rPr>
      </w:pPr>
    </w:p>
    <w:p w14:paraId="23DC2C7C" w14:textId="77777777" w:rsidR="006B79D5" w:rsidRDefault="006B79D5">
      <w:pPr>
        <w:pStyle w:val="BodyText"/>
        <w:spacing w:before="9"/>
        <w:ind w:left="0"/>
        <w:rPr>
          <w:i/>
          <w:sz w:val="25"/>
        </w:rPr>
      </w:pPr>
    </w:p>
    <w:p w14:paraId="50A35ED2" w14:textId="77777777" w:rsidR="006B79D5" w:rsidRDefault="00EE4DE8">
      <w:pPr>
        <w:spacing w:before="1"/>
        <w:ind w:left="1019"/>
        <w:rPr>
          <w:b/>
        </w:rPr>
      </w:pPr>
      <w:r>
        <w:rPr>
          <w:b/>
        </w:rPr>
        <w:t>Purpose</w:t>
      </w:r>
    </w:p>
    <w:p w14:paraId="26798CF6" w14:textId="77777777" w:rsidR="006B79D5" w:rsidRDefault="00EE4DE8">
      <w:pPr>
        <w:spacing w:before="123"/>
        <w:ind w:left="1019"/>
        <w:rPr>
          <w:b/>
          <w:sz w:val="28"/>
        </w:rPr>
      </w:pPr>
      <w:r>
        <w:br w:type="column"/>
      </w:r>
      <w:r>
        <w:rPr>
          <w:b/>
          <w:sz w:val="28"/>
        </w:rPr>
        <w:t>Incident Review Program</w:t>
      </w:r>
    </w:p>
    <w:p w14:paraId="202177B6" w14:textId="77777777" w:rsidR="006B79D5" w:rsidRDefault="006B79D5">
      <w:pPr>
        <w:rPr>
          <w:sz w:val="28"/>
        </w:rPr>
        <w:sectPr w:rsidR="006B79D5">
          <w:type w:val="continuous"/>
          <w:pgSz w:w="12240" w:h="15840"/>
          <w:pgMar w:top="1320" w:right="600" w:bottom="1180" w:left="420" w:header="720" w:footer="720" w:gutter="0"/>
          <w:cols w:num="2" w:space="720" w:equalWidth="0">
            <w:col w:w="1808" w:space="1410"/>
            <w:col w:w="8002"/>
          </w:cols>
        </w:sectPr>
      </w:pPr>
    </w:p>
    <w:p w14:paraId="3EFA3964" w14:textId="77777777" w:rsidR="006B79D5" w:rsidRDefault="00EE4DE8">
      <w:pPr>
        <w:tabs>
          <w:tab w:val="left" w:pos="4431"/>
        </w:tabs>
        <w:spacing w:before="117"/>
        <w:ind w:left="1020" w:right="838"/>
      </w:pPr>
      <w:r>
        <w:t xml:space="preserve">The purpose of this program is to define and document the incident review process </w:t>
      </w:r>
      <w:r>
        <w:rPr>
          <w:spacing w:val="-3"/>
        </w:rPr>
        <w:t xml:space="preserve">at </w:t>
      </w:r>
      <w:r>
        <w:rPr>
          <w:b/>
        </w:rPr>
        <w:t>(Town / City / Entity of)</w:t>
      </w:r>
      <w:r>
        <w:rPr>
          <w:b/>
          <w:u w:val="single"/>
        </w:rPr>
        <w:t xml:space="preserve"> </w:t>
      </w:r>
      <w:r>
        <w:rPr>
          <w:b/>
          <w:u w:val="single"/>
        </w:rPr>
        <w:tab/>
      </w:r>
      <w:r>
        <w:t>.</w:t>
      </w:r>
    </w:p>
    <w:p w14:paraId="2078749E" w14:textId="77777777" w:rsidR="006B79D5" w:rsidRDefault="00EE4DE8">
      <w:pPr>
        <w:pStyle w:val="BodyText"/>
        <w:spacing w:before="121"/>
        <w:ind w:left="1020" w:right="838"/>
      </w:pPr>
      <w:r>
        <w:t>This</w:t>
      </w:r>
      <w:r>
        <w:rPr>
          <w:spacing w:val="-8"/>
        </w:rPr>
        <w:t xml:space="preserve"> </w:t>
      </w:r>
      <w:r>
        <w:t>program</w:t>
      </w:r>
      <w:r>
        <w:rPr>
          <w:spacing w:val="-7"/>
        </w:rPr>
        <w:t xml:space="preserve"> </w:t>
      </w:r>
      <w:r>
        <w:t>defines</w:t>
      </w:r>
      <w:r>
        <w:rPr>
          <w:spacing w:val="-8"/>
        </w:rPr>
        <w:t xml:space="preserve"> </w:t>
      </w:r>
      <w:r>
        <w:t>the</w:t>
      </w:r>
      <w:r>
        <w:rPr>
          <w:spacing w:val="-7"/>
        </w:rPr>
        <w:t xml:space="preserve"> </w:t>
      </w:r>
      <w:r>
        <w:t>responsibilities</w:t>
      </w:r>
      <w:r>
        <w:rPr>
          <w:spacing w:val="-9"/>
        </w:rPr>
        <w:t xml:space="preserve"> </w:t>
      </w:r>
      <w:r>
        <w:t>of</w:t>
      </w:r>
      <w:r>
        <w:rPr>
          <w:spacing w:val="-8"/>
        </w:rPr>
        <w:t xml:space="preserve"> </w:t>
      </w:r>
      <w:r>
        <w:t>management</w:t>
      </w:r>
      <w:r>
        <w:rPr>
          <w:spacing w:val="-8"/>
        </w:rPr>
        <w:t xml:space="preserve"> </w:t>
      </w:r>
      <w:r>
        <w:t>and</w:t>
      </w:r>
      <w:r>
        <w:rPr>
          <w:spacing w:val="-8"/>
        </w:rPr>
        <w:t xml:space="preserve"> </w:t>
      </w:r>
      <w:r>
        <w:t>supervisory</w:t>
      </w:r>
      <w:r>
        <w:rPr>
          <w:spacing w:val="-5"/>
        </w:rPr>
        <w:t xml:space="preserve"> </w:t>
      </w:r>
      <w:r>
        <w:t>staff</w:t>
      </w:r>
      <w:r>
        <w:rPr>
          <w:spacing w:val="-8"/>
        </w:rPr>
        <w:t xml:space="preserve"> </w:t>
      </w:r>
      <w:r>
        <w:t>in</w:t>
      </w:r>
      <w:r>
        <w:rPr>
          <w:spacing w:val="-8"/>
        </w:rPr>
        <w:t xml:space="preserve"> </w:t>
      </w:r>
      <w:r>
        <w:t>investigating</w:t>
      </w:r>
      <w:r>
        <w:rPr>
          <w:spacing w:val="-9"/>
        </w:rPr>
        <w:t xml:space="preserve"> </w:t>
      </w:r>
      <w:r>
        <w:t>the</w:t>
      </w:r>
      <w:r>
        <w:rPr>
          <w:spacing w:val="-9"/>
        </w:rPr>
        <w:t xml:space="preserve"> </w:t>
      </w:r>
      <w:r>
        <w:t>causes of</w:t>
      </w:r>
      <w:r>
        <w:rPr>
          <w:spacing w:val="-10"/>
        </w:rPr>
        <w:t xml:space="preserve"> </w:t>
      </w:r>
      <w:r>
        <w:t>incidents</w:t>
      </w:r>
      <w:r>
        <w:rPr>
          <w:spacing w:val="-10"/>
        </w:rPr>
        <w:t xml:space="preserve"> </w:t>
      </w:r>
      <w:r>
        <w:t>and</w:t>
      </w:r>
      <w:r>
        <w:rPr>
          <w:spacing w:val="-11"/>
        </w:rPr>
        <w:t xml:space="preserve"> </w:t>
      </w:r>
      <w:r>
        <w:t>implementing</w:t>
      </w:r>
      <w:r>
        <w:rPr>
          <w:spacing w:val="-11"/>
        </w:rPr>
        <w:t xml:space="preserve"> </w:t>
      </w:r>
      <w:r>
        <w:t>appropriate</w:t>
      </w:r>
      <w:r>
        <w:rPr>
          <w:spacing w:val="-10"/>
        </w:rPr>
        <w:t xml:space="preserve"> </w:t>
      </w:r>
      <w:r>
        <w:t>corrective</w:t>
      </w:r>
      <w:r>
        <w:rPr>
          <w:spacing w:val="-12"/>
        </w:rPr>
        <w:t xml:space="preserve"> </w:t>
      </w:r>
      <w:r>
        <w:t>actions</w:t>
      </w:r>
      <w:r>
        <w:rPr>
          <w:spacing w:val="-10"/>
        </w:rPr>
        <w:t xml:space="preserve"> </w:t>
      </w:r>
      <w:r>
        <w:t>to</w:t>
      </w:r>
      <w:r>
        <w:rPr>
          <w:spacing w:val="-9"/>
        </w:rPr>
        <w:t xml:space="preserve"> </w:t>
      </w:r>
      <w:r>
        <w:t>prevent</w:t>
      </w:r>
      <w:r>
        <w:rPr>
          <w:spacing w:val="-12"/>
        </w:rPr>
        <w:t xml:space="preserve"> </w:t>
      </w:r>
      <w:r>
        <w:t>similar</w:t>
      </w:r>
      <w:r>
        <w:rPr>
          <w:spacing w:val="-14"/>
        </w:rPr>
        <w:t xml:space="preserve"> </w:t>
      </w:r>
      <w:r>
        <w:t>situations</w:t>
      </w:r>
      <w:r>
        <w:rPr>
          <w:spacing w:val="-12"/>
        </w:rPr>
        <w:t xml:space="preserve"> </w:t>
      </w:r>
      <w:r>
        <w:t>from</w:t>
      </w:r>
      <w:r>
        <w:rPr>
          <w:spacing w:val="-8"/>
        </w:rPr>
        <w:t xml:space="preserve"> </w:t>
      </w:r>
      <w:r>
        <w:t>recurring.</w:t>
      </w:r>
    </w:p>
    <w:p w14:paraId="481E8938" w14:textId="77777777" w:rsidR="006B79D5" w:rsidRDefault="00EE4DE8">
      <w:pPr>
        <w:pStyle w:val="Heading2"/>
        <w:jc w:val="left"/>
      </w:pPr>
      <w:r>
        <w:t>Definitions</w:t>
      </w:r>
    </w:p>
    <w:p w14:paraId="56830F8B" w14:textId="77777777" w:rsidR="006B79D5" w:rsidRDefault="00EE4DE8">
      <w:pPr>
        <w:pStyle w:val="BodyText"/>
        <w:spacing w:before="121"/>
        <w:ind w:left="1020" w:right="838"/>
      </w:pPr>
      <w:r>
        <w:rPr>
          <w:b/>
        </w:rPr>
        <w:t>Incident</w:t>
      </w:r>
      <w:r>
        <w:rPr>
          <w:b/>
          <w:spacing w:val="-9"/>
        </w:rPr>
        <w:t xml:space="preserve"> </w:t>
      </w:r>
      <w:r>
        <w:t>-</w:t>
      </w:r>
      <w:r>
        <w:rPr>
          <w:spacing w:val="-11"/>
        </w:rPr>
        <w:t xml:space="preserve"> </w:t>
      </w:r>
      <w:r>
        <w:t>An</w:t>
      </w:r>
      <w:r>
        <w:rPr>
          <w:spacing w:val="-10"/>
        </w:rPr>
        <w:t xml:space="preserve"> </w:t>
      </w:r>
      <w:r>
        <w:t>unplanned,</w:t>
      </w:r>
      <w:r>
        <w:rPr>
          <w:spacing w:val="-9"/>
        </w:rPr>
        <w:t xml:space="preserve"> </w:t>
      </w:r>
      <w:r>
        <w:t>unwanted</w:t>
      </w:r>
      <w:r>
        <w:rPr>
          <w:spacing w:val="-9"/>
        </w:rPr>
        <w:t xml:space="preserve"> </w:t>
      </w:r>
      <w:r>
        <w:t>event</w:t>
      </w:r>
      <w:r>
        <w:rPr>
          <w:spacing w:val="-11"/>
        </w:rPr>
        <w:t xml:space="preserve"> </w:t>
      </w:r>
      <w:r>
        <w:t>that</w:t>
      </w:r>
      <w:r>
        <w:rPr>
          <w:spacing w:val="-9"/>
        </w:rPr>
        <w:t xml:space="preserve"> </w:t>
      </w:r>
      <w:r>
        <w:t>causes</w:t>
      </w:r>
      <w:r>
        <w:rPr>
          <w:spacing w:val="-14"/>
        </w:rPr>
        <w:t xml:space="preserve"> </w:t>
      </w:r>
      <w:r>
        <w:t>injury,</w:t>
      </w:r>
      <w:r>
        <w:rPr>
          <w:spacing w:val="-9"/>
        </w:rPr>
        <w:t xml:space="preserve"> </w:t>
      </w:r>
      <w:r>
        <w:t>illness</w:t>
      </w:r>
      <w:r>
        <w:rPr>
          <w:spacing w:val="-12"/>
        </w:rPr>
        <w:t xml:space="preserve"> </w:t>
      </w:r>
      <w:r>
        <w:t>or</w:t>
      </w:r>
      <w:r>
        <w:rPr>
          <w:spacing w:val="-10"/>
        </w:rPr>
        <w:t xml:space="preserve"> </w:t>
      </w:r>
      <w:r>
        <w:t>property</w:t>
      </w:r>
      <w:r>
        <w:rPr>
          <w:spacing w:val="-8"/>
        </w:rPr>
        <w:t xml:space="preserve"> </w:t>
      </w:r>
      <w:r>
        <w:t>damage</w:t>
      </w:r>
      <w:r>
        <w:rPr>
          <w:spacing w:val="-11"/>
        </w:rPr>
        <w:t xml:space="preserve"> </w:t>
      </w:r>
      <w:r>
        <w:t>or</w:t>
      </w:r>
      <w:r>
        <w:rPr>
          <w:spacing w:val="-9"/>
        </w:rPr>
        <w:t xml:space="preserve"> </w:t>
      </w:r>
      <w:r>
        <w:t>the</w:t>
      </w:r>
      <w:r>
        <w:rPr>
          <w:spacing w:val="-11"/>
        </w:rPr>
        <w:t xml:space="preserve"> </w:t>
      </w:r>
      <w:r>
        <w:t>probability of injury, illness or property</w:t>
      </w:r>
      <w:r>
        <w:rPr>
          <w:spacing w:val="-6"/>
        </w:rPr>
        <w:t xml:space="preserve"> </w:t>
      </w:r>
      <w:r>
        <w:t>damage.</w:t>
      </w:r>
    </w:p>
    <w:p w14:paraId="7CF83E67" w14:textId="77777777" w:rsidR="006B79D5" w:rsidRDefault="00EE4DE8">
      <w:pPr>
        <w:pStyle w:val="BodyText"/>
        <w:spacing w:before="120"/>
        <w:ind w:left="1020" w:right="336"/>
      </w:pPr>
      <w:r>
        <w:rPr>
          <w:b/>
        </w:rPr>
        <w:t xml:space="preserve">Incident </w:t>
      </w:r>
      <w:r>
        <w:t xml:space="preserve">– An unplanned or unwanted event that </w:t>
      </w:r>
      <w:r>
        <w:rPr>
          <w:u w:val="single"/>
        </w:rPr>
        <w:t>does not</w:t>
      </w:r>
      <w:r>
        <w:t xml:space="preserve"> result in an injury, illness or property damage. </w:t>
      </w:r>
      <w:proofErr w:type="gramStart"/>
      <w:r>
        <w:t>Often times</w:t>
      </w:r>
      <w:proofErr w:type="gramEnd"/>
      <w:r>
        <w:t xml:space="preserve"> called a “</w:t>
      </w:r>
      <w:r>
        <w:rPr>
          <w:b/>
        </w:rPr>
        <w:t>close call</w:t>
      </w:r>
      <w:r>
        <w:t>” or “</w:t>
      </w:r>
      <w:r>
        <w:rPr>
          <w:b/>
        </w:rPr>
        <w:t>near miss</w:t>
      </w:r>
      <w:r>
        <w:t>”.</w:t>
      </w:r>
    </w:p>
    <w:p w14:paraId="5A7EFFBC" w14:textId="77777777" w:rsidR="006B79D5" w:rsidRDefault="00EE4DE8">
      <w:pPr>
        <w:pStyle w:val="BodyText"/>
        <w:spacing w:before="121"/>
        <w:ind w:left="1020"/>
      </w:pPr>
      <w:r>
        <w:rPr>
          <w:b/>
        </w:rPr>
        <w:t xml:space="preserve">Hazard </w:t>
      </w:r>
      <w:r>
        <w:t>– Anything that presents a danger to employees or property.</w:t>
      </w:r>
    </w:p>
    <w:p w14:paraId="5525B520" w14:textId="77777777" w:rsidR="006B79D5" w:rsidRDefault="00EE4DE8">
      <w:pPr>
        <w:spacing w:before="117"/>
        <w:ind w:left="1020"/>
      </w:pPr>
      <w:r>
        <w:rPr>
          <w:b/>
        </w:rPr>
        <w:t xml:space="preserve">Hazard Control - </w:t>
      </w:r>
      <w:r>
        <w:t>Any method used to reduce or eliminate a hazard, such as:</w:t>
      </w:r>
    </w:p>
    <w:p w14:paraId="22A260B2" w14:textId="77777777" w:rsidR="006B79D5" w:rsidRDefault="00EE4DE8">
      <w:pPr>
        <w:pStyle w:val="ListParagraph"/>
        <w:numPr>
          <w:ilvl w:val="0"/>
          <w:numId w:val="14"/>
        </w:numPr>
        <w:tabs>
          <w:tab w:val="left" w:pos="1739"/>
          <w:tab w:val="left" w:pos="1740"/>
        </w:tabs>
        <w:spacing w:before="121"/>
        <w:jc w:val="left"/>
      </w:pPr>
      <w:r>
        <w:t>Eliminating the hazard.</w:t>
      </w:r>
    </w:p>
    <w:p w14:paraId="4A645EDC" w14:textId="77777777" w:rsidR="006B79D5" w:rsidRDefault="00EE4DE8">
      <w:pPr>
        <w:pStyle w:val="ListParagraph"/>
        <w:numPr>
          <w:ilvl w:val="0"/>
          <w:numId w:val="14"/>
        </w:numPr>
        <w:tabs>
          <w:tab w:val="left" w:pos="1739"/>
          <w:tab w:val="left" w:pos="1740"/>
        </w:tabs>
        <w:jc w:val="left"/>
      </w:pPr>
      <w:r>
        <w:t>Substitute the hazard with a less dangerous method or</w:t>
      </w:r>
      <w:r>
        <w:rPr>
          <w:spacing w:val="-14"/>
        </w:rPr>
        <w:t xml:space="preserve"> </w:t>
      </w:r>
      <w:r>
        <w:t>process.</w:t>
      </w:r>
    </w:p>
    <w:p w14:paraId="079801BB" w14:textId="77777777" w:rsidR="006B79D5" w:rsidRDefault="00EE4DE8">
      <w:pPr>
        <w:pStyle w:val="ListParagraph"/>
        <w:numPr>
          <w:ilvl w:val="0"/>
          <w:numId w:val="14"/>
        </w:numPr>
        <w:tabs>
          <w:tab w:val="left" w:pos="1739"/>
          <w:tab w:val="left" w:pos="1740"/>
        </w:tabs>
        <w:jc w:val="left"/>
      </w:pPr>
      <w:r>
        <w:t>Engineering Controls (isolate people from the</w:t>
      </w:r>
      <w:r>
        <w:rPr>
          <w:spacing w:val="-4"/>
        </w:rPr>
        <w:t xml:space="preserve"> </w:t>
      </w:r>
      <w:r>
        <w:t>hazard).</w:t>
      </w:r>
    </w:p>
    <w:p w14:paraId="6D87144F" w14:textId="77777777" w:rsidR="006B79D5" w:rsidRDefault="00EE4DE8">
      <w:pPr>
        <w:pStyle w:val="ListParagraph"/>
        <w:numPr>
          <w:ilvl w:val="0"/>
          <w:numId w:val="14"/>
        </w:numPr>
        <w:tabs>
          <w:tab w:val="left" w:pos="1739"/>
          <w:tab w:val="left" w:pos="1740"/>
        </w:tabs>
        <w:spacing w:before="140"/>
        <w:jc w:val="left"/>
      </w:pPr>
      <w:r>
        <w:t>Administrative Controls (policies, procedures, training, housekeeping, safe work</w:t>
      </w:r>
      <w:r>
        <w:rPr>
          <w:spacing w:val="-22"/>
        </w:rPr>
        <w:t xml:space="preserve"> </w:t>
      </w:r>
      <w:r>
        <w:t>practices).</w:t>
      </w:r>
    </w:p>
    <w:p w14:paraId="72230F6F" w14:textId="77777777" w:rsidR="006B79D5" w:rsidRDefault="00EE4DE8">
      <w:pPr>
        <w:pStyle w:val="ListParagraph"/>
        <w:numPr>
          <w:ilvl w:val="0"/>
          <w:numId w:val="14"/>
        </w:numPr>
        <w:tabs>
          <w:tab w:val="left" w:pos="1739"/>
          <w:tab w:val="left" w:pos="1740"/>
        </w:tabs>
        <w:jc w:val="left"/>
      </w:pPr>
      <w:r>
        <w:t>Personal Protective Equipment</w:t>
      </w:r>
      <w:r>
        <w:rPr>
          <w:spacing w:val="-5"/>
        </w:rPr>
        <w:t xml:space="preserve"> </w:t>
      </w:r>
      <w:r>
        <w:t>(PPE).</w:t>
      </w:r>
    </w:p>
    <w:p w14:paraId="46141587" w14:textId="77777777" w:rsidR="006B79D5" w:rsidRDefault="006B79D5">
      <w:pPr>
        <w:pStyle w:val="BodyText"/>
        <w:ind w:left="0"/>
        <w:rPr>
          <w:sz w:val="28"/>
        </w:rPr>
      </w:pPr>
    </w:p>
    <w:p w14:paraId="0B8AADCB" w14:textId="77777777" w:rsidR="006B79D5" w:rsidRDefault="00EE4DE8">
      <w:pPr>
        <w:pStyle w:val="BodyText"/>
        <w:spacing w:before="187"/>
        <w:ind w:left="1020" w:right="845"/>
        <w:jc w:val="both"/>
      </w:pPr>
      <w:r>
        <w:rPr>
          <w:b/>
        </w:rPr>
        <w:t>OSHA 300 Log</w:t>
      </w:r>
      <w:r>
        <w:t>: The Log and Summary of Occupational Injuries and Illnesses, on which all injuries and illnesses that occur in the workplace during the year must be recorded; also used to complete the OSHA 300A summary at the end of the year to satisfy employer posting requirements.</w:t>
      </w:r>
    </w:p>
    <w:p w14:paraId="6239FEBD" w14:textId="77777777" w:rsidR="006B79D5" w:rsidRDefault="00EE4DE8">
      <w:pPr>
        <w:pStyle w:val="BodyText"/>
        <w:spacing w:before="120"/>
        <w:ind w:left="1020"/>
        <w:jc w:val="both"/>
      </w:pPr>
      <w:r>
        <w:rPr>
          <w:b/>
        </w:rPr>
        <w:t>MDOL</w:t>
      </w:r>
      <w:r>
        <w:t>: Maine Department of Labor</w:t>
      </w:r>
    </w:p>
    <w:p w14:paraId="65EE8920" w14:textId="77777777" w:rsidR="006B79D5" w:rsidRDefault="00EE4DE8">
      <w:pPr>
        <w:pStyle w:val="Heading2"/>
        <w:spacing w:before="121"/>
        <w:jc w:val="left"/>
      </w:pPr>
      <w:r>
        <w:t>Responsibilities</w:t>
      </w:r>
    </w:p>
    <w:p w14:paraId="0B0F831E" w14:textId="77777777" w:rsidR="006B79D5" w:rsidRDefault="00EE4DE8">
      <w:pPr>
        <w:pStyle w:val="BodyText"/>
        <w:tabs>
          <w:tab w:val="left" w:pos="7005"/>
        </w:tabs>
        <w:spacing w:before="120" w:line="348" w:lineRule="auto"/>
        <w:ind w:left="1020" w:right="3012"/>
      </w:pPr>
      <w:r>
        <w:t>The</w:t>
      </w:r>
      <w:r>
        <w:rPr>
          <w:spacing w:val="-2"/>
        </w:rPr>
        <w:t xml:space="preserve"> </w:t>
      </w:r>
      <w:r>
        <w:t>Program</w:t>
      </w:r>
      <w:r>
        <w:rPr>
          <w:spacing w:val="-3"/>
        </w:rPr>
        <w:t xml:space="preserve"> </w:t>
      </w:r>
      <w:r>
        <w:t>Administrator,</w:t>
      </w:r>
      <w:r>
        <w:rPr>
          <w:u w:val="single"/>
        </w:rPr>
        <w:t xml:space="preserve"> </w:t>
      </w:r>
      <w:r>
        <w:rPr>
          <w:u w:val="single"/>
        </w:rPr>
        <w:tab/>
      </w:r>
      <w:r>
        <w:rPr>
          <w:spacing w:val="-1"/>
        </w:rPr>
        <w:t xml:space="preserve">(Name/Title). </w:t>
      </w:r>
      <w:r>
        <w:t>This person is responsible</w:t>
      </w:r>
      <w:r>
        <w:rPr>
          <w:spacing w:val="-6"/>
        </w:rPr>
        <w:t xml:space="preserve"> </w:t>
      </w:r>
      <w:r>
        <w:t>for:</w:t>
      </w:r>
    </w:p>
    <w:p w14:paraId="6D25DE5A" w14:textId="77777777" w:rsidR="006B79D5" w:rsidRDefault="00EE4DE8">
      <w:pPr>
        <w:pStyle w:val="ListParagraph"/>
        <w:numPr>
          <w:ilvl w:val="0"/>
          <w:numId w:val="14"/>
        </w:numPr>
        <w:tabs>
          <w:tab w:val="left" w:pos="1739"/>
          <w:tab w:val="left" w:pos="1740"/>
        </w:tabs>
        <w:spacing w:before="0" w:line="279" w:lineRule="exact"/>
        <w:jc w:val="left"/>
      </w:pPr>
      <w:r>
        <w:t>Administering program and issuing written materials to support</w:t>
      </w:r>
      <w:r>
        <w:rPr>
          <w:spacing w:val="-17"/>
        </w:rPr>
        <w:t xml:space="preserve"> </w:t>
      </w:r>
      <w:r>
        <w:t>it.</w:t>
      </w:r>
    </w:p>
    <w:p w14:paraId="60D01555" w14:textId="77777777" w:rsidR="006B79D5" w:rsidRDefault="00EE4DE8">
      <w:pPr>
        <w:pStyle w:val="ListParagraph"/>
        <w:numPr>
          <w:ilvl w:val="0"/>
          <w:numId w:val="14"/>
        </w:numPr>
        <w:tabs>
          <w:tab w:val="left" w:pos="1739"/>
          <w:tab w:val="left" w:pos="1740"/>
        </w:tabs>
        <w:spacing w:before="140"/>
        <w:jc w:val="left"/>
      </w:pPr>
      <w:r>
        <w:t>Reviewing the program annually and updating as</w:t>
      </w:r>
      <w:r>
        <w:rPr>
          <w:spacing w:val="-5"/>
        </w:rPr>
        <w:t xml:space="preserve"> </w:t>
      </w:r>
      <w:r>
        <w:t>appropriate.</w:t>
      </w:r>
    </w:p>
    <w:p w14:paraId="29CF5AC9" w14:textId="77777777" w:rsidR="006B79D5" w:rsidRDefault="00EE4DE8">
      <w:pPr>
        <w:pStyle w:val="ListParagraph"/>
        <w:numPr>
          <w:ilvl w:val="0"/>
          <w:numId w:val="14"/>
        </w:numPr>
        <w:tabs>
          <w:tab w:val="left" w:pos="1739"/>
          <w:tab w:val="left" w:pos="1740"/>
        </w:tabs>
        <w:jc w:val="left"/>
      </w:pPr>
      <w:r>
        <w:t>Analyzing incident records to identify program</w:t>
      </w:r>
      <w:r>
        <w:rPr>
          <w:spacing w:val="-7"/>
        </w:rPr>
        <w:t xml:space="preserve"> </w:t>
      </w:r>
      <w:r>
        <w:t>deficiencies.</w:t>
      </w:r>
    </w:p>
    <w:p w14:paraId="12DAA2FF" w14:textId="77777777" w:rsidR="006B79D5" w:rsidRDefault="00EE4DE8">
      <w:pPr>
        <w:pStyle w:val="ListParagraph"/>
        <w:numPr>
          <w:ilvl w:val="0"/>
          <w:numId w:val="14"/>
        </w:numPr>
        <w:tabs>
          <w:tab w:val="left" w:pos="1739"/>
          <w:tab w:val="left" w:pos="1740"/>
        </w:tabs>
        <w:jc w:val="left"/>
      </w:pPr>
      <w:r>
        <w:t>Scheduling managers, supervisors and (if applicable) safety committee members for</w:t>
      </w:r>
      <w:r>
        <w:rPr>
          <w:spacing w:val="-20"/>
        </w:rPr>
        <w:t xml:space="preserve"> </w:t>
      </w:r>
      <w:r>
        <w:t>training.</w:t>
      </w:r>
    </w:p>
    <w:p w14:paraId="68ABB92C" w14:textId="77777777" w:rsidR="006B79D5" w:rsidRDefault="00EE4DE8">
      <w:pPr>
        <w:pStyle w:val="ListParagraph"/>
        <w:numPr>
          <w:ilvl w:val="0"/>
          <w:numId w:val="14"/>
        </w:numPr>
        <w:tabs>
          <w:tab w:val="left" w:pos="1739"/>
          <w:tab w:val="left" w:pos="1740"/>
        </w:tabs>
        <w:spacing w:before="140" w:line="259" w:lineRule="auto"/>
        <w:ind w:right="845"/>
        <w:jc w:val="left"/>
      </w:pPr>
      <w:r>
        <w:t>Coordinating all activities related to hazard control, insurance, state and local regulatory compliance.</w:t>
      </w:r>
    </w:p>
    <w:p w14:paraId="1EEBB117" w14:textId="77777777" w:rsidR="006B79D5" w:rsidRDefault="006B79D5">
      <w:pPr>
        <w:spacing w:line="259" w:lineRule="auto"/>
        <w:sectPr w:rsidR="006B79D5">
          <w:type w:val="continuous"/>
          <w:pgSz w:w="12240" w:h="15840"/>
          <w:pgMar w:top="1320" w:right="600" w:bottom="1180" w:left="420" w:header="720" w:footer="720" w:gutter="0"/>
          <w:cols w:space="720"/>
        </w:sectPr>
      </w:pPr>
    </w:p>
    <w:p w14:paraId="52F58C9B" w14:textId="77777777" w:rsidR="006B79D5" w:rsidRDefault="006B79D5">
      <w:pPr>
        <w:pStyle w:val="BodyText"/>
        <w:spacing w:before="11"/>
        <w:ind w:left="0"/>
        <w:rPr>
          <w:sz w:val="11"/>
        </w:rPr>
      </w:pPr>
    </w:p>
    <w:p w14:paraId="311FFA90" w14:textId="77777777" w:rsidR="006B79D5" w:rsidRDefault="001B44F0">
      <w:pPr>
        <w:pStyle w:val="BodyText"/>
        <w:spacing w:line="20" w:lineRule="exact"/>
        <w:ind w:left="1254"/>
        <w:rPr>
          <w:sz w:val="2"/>
        </w:rPr>
      </w:pPr>
      <w:r>
        <w:rPr>
          <w:noProof/>
          <w:sz w:val="2"/>
        </w:rPr>
        <mc:AlternateContent>
          <mc:Choice Requires="wpg">
            <w:drawing>
              <wp:inline distT="0" distB="0" distL="0" distR="0" wp14:anchorId="0567CE60" wp14:editId="7A64E408">
                <wp:extent cx="5808345" cy="9525"/>
                <wp:effectExtent l="5715" t="635" r="5715" b="8890"/>
                <wp:docPr id="254"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8345" cy="9525"/>
                          <a:chOff x="0" y="0"/>
                          <a:chExt cx="9147" cy="15"/>
                        </a:xfrm>
                      </wpg:grpSpPr>
                      <wps:wsp>
                        <wps:cNvPr id="255" name="Line 229"/>
                        <wps:cNvCnPr>
                          <a:cxnSpLocks noChangeShapeType="1"/>
                        </wps:cNvCnPr>
                        <wps:spPr bwMode="auto">
                          <a:xfrm>
                            <a:off x="0" y="7"/>
                            <a:ext cx="9146"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A498A54" id="Group 228" o:spid="_x0000_s1026" style="width:457.35pt;height:.75pt;mso-position-horizontal-relative:char;mso-position-vertical-relative:line" coordsize="914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">
                <v:line id="Line 229" o:spid="_x0000_s1027" style="position:absolute;visibility:visible;mso-wrap-style:square" from="0,7" to="91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WZl8YAAADcAAAADwAAAGRycy9kb3ducmV2LnhtbESPzWrDMBCE74G8g9hAb4ncFLfBjRJC&#10;oFByapz/29ba2ibWSlhK7L59VSj0OMzMN8x82ZtG3Kn1tWUFj5MEBHFhdc2lgv3ubTwD4QOyxsYy&#10;KfgmD8vFcDDHTNuOt3TPQykihH2GCqoQXCalLyoy6CfWEUfvy7YGQ5RtKXWLXYSbRk6T5FkarDku&#10;VOhoXVFxzW9GweeZusP2uEpPL2m+P3w8ueNl45R6GPWrVxCB+vAf/mu/awXTNIXfM/EIyMU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Z1mZfGAAAA3AAAAA8AAAAAAAAA&#10;AAAAAAAAoQIAAGRycy9kb3ducmV2LnhtbFBLBQYAAAAABAAEAPkAAACUAwAAAAA=&#10;" strokeweight=".72pt"/>
                <w10:anchorlock/>
              </v:group>
            </w:pict>
          </mc:Fallback>
        </mc:AlternateContent>
      </w:r>
    </w:p>
    <w:p w14:paraId="32DC4180" w14:textId="77777777" w:rsidR="006B79D5" w:rsidRDefault="00EE4DE8">
      <w:pPr>
        <w:pStyle w:val="ListParagraph"/>
        <w:numPr>
          <w:ilvl w:val="0"/>
          <w:numId w:val="14"/>
        </w:numPr>
        <w:tabs>
          <w:tab w:val="left" w:pos="1739"/>
          <w:tab w:val="left" w:pos="1740"/>
        </w:tabs>
        <w:spacing w:before="112"/>
        <w:jc w:val="left"/>
      </w:pPr>
      <w:r>
        <w:t>Reporting incidents to the Maine Department of Labor when</w:t>
      </w:r>
      <w:r>
        <w:rPr>
          <w:spacing w:val="-15"/>
        </w:rPr>
        <w:t xml:space="preserve"> </w:t>
      </w:r>
      <w:r>
        <w:t>required:</w:t>
      </w:r>
    </w:p>
    <w:p w14:paraId="46C9A783" w14:textId="77777777" w:rsidR="006B79D5" w:rsidRDefault="00EE4DE8">
      <w:pPr>
        <w:pStyle w:val="ListParagraph"/>
        <w:numPr>
          <w:ilvl w:val="0"/>
          <w:numId w:val="12"/>
        </w:numPr>
        <w:tabs>
          <w:tab w:val="left" w:pos="2459"/>
          <w:tab w:val="left" w:pos="2460"/>
        </w:tabs>
        <w:spacing w:line="259" w:lineRule="auto"/>
        <w:ind w:right="847"/>
        <w:jc w:val="left"/>
      </w:pPr>
      <w:r>
        <w:t>All</w:t>
      </w:r>
      <w:r>
        <w:rPr>
          <w:spacing w:val="-9"/>
        </w:rPr>
        <w:t xml:space="preserve"> </w:t>
      </w:r>
      <w:r>
        <w:t>incidents</w:t>
      </w:r>
      <w:r>
        <w:rPr>
          <w:spacing w:val="-5"/>
        </w:rPr>
        <w:t xml:space="preserve"> </w:t>
      </w:r>
      <w:r>
        <w:t>resulting</w:t>
      </w:r>
      <w:r>
        <w:rPr>
          <w:spacing w:val="-8"/>
        </w:rPr>
        <w:t xml:space="preserve"> </w:t>
      </w:r>
      <w:r>
        <w:t>in</w:t>
      </w:r>
      <w:r>
        <w:rPr>
          <w:spacing w:val="-8"/>
        </w:rPr>
        <w:t xml:space="preserve"> </w:t>
      </w:r>
      <w:r>
        <w:t>fatalities</w:t>
      </w:r>
      <w:r>
        <w:rPr>
          <w:spacing w:val="-6"/>
        </w:rPr>
        <w:t xml:space="preserve"> </w:t>
      </w:r>
      <w:r>
        <w:t>must</w:t>
      </w:r>
      <w:r>
        <w:rPr>
          <w:spacing w:val="-7"/>
        </w:rPr>
        <w:t xml:space="preserve"> </w:t>
      </w:r>
      <w:r>
        <w:t>be</w:t>
      </w:r>
      <w:r>
        <w:rPr>
          <w:spacing w:val="-6"/>
        </w:rPr>
        <w:t xml:space="preserve"> </w:t>
      </w:r>
      <w:r>
        <w:t>reported</w:t>
      </w:r>
      <w:r>
        <w:rPr>
          <w:spacing w:val="-7"/>
        </w:rPr>
        <w:t xml:space="preserve"> </w:t>
      </w:r>
      <w:r>
        <w:t>to</w:t>
      </w:r>
      <w:r>
        <w:rPr>
          <w:spacing w:val="-8"/>
        </w:rPr>
        <w:t xml:space="preserve"> </w:t>
      </w:r>
      <w:r>
        <w:t>MDOL</w:t>
      </w:r>
      <w:r>
        <w:rPr>
          <w:spacing w:val="-7"/>
        </w:rPr>
        <w:t xml:space="preserve"> </w:t>
      </w:r>
      <w:r>
        <w:t>within</w:t>
      </w:r>
      <w:r>
        <w:rPr>
          <w:spacing w:val="-7"/>
        </w:rPr>
        <w:t xml:space="preserve"> </w:t>
      </w:r>
      <w:r>
        <w:t>eight</w:t>
      </w:r>
      <w:r>
        <w:rPr>
          <w:spacing w:val="-7"/>
        </w:rPr>
        <w:t xml:space="preserve"> </w:t>
      </w:r>
      <w:r>
        <w:t>(8)</w:t>
      </w:r>
      <w:r>
        <w:rPr>
          <w:spacing w:val="-5"/>
        </w:rPr>
        <w:t xml:space="preserve"> </w:t>
      </w:r>
      <w:r>
        <w:t>hours</w:t>
      </w:r>
      <w:r>
        <w:rPr>
          <w:spacing w:val="-6"/>
        </w:rPr>
        <w:t xml:space="preserve"> </w:t>
      </w:r>
      <w:r>
        <w:t>of</w:t>
      </w:r>
      <w:r>
        <w:rPr>
          <w:spacing w:val="-7"/>
        </w:rPr>
        <w:t xml:space="preserve"> </w:t>
      </w:r>
      <w:r>
        <w:t>the incident.</w:t>
      </w:r>
    </w:p>
    <w:p w14:paraId="412C2887" w14:textId="77777777" w:rsidR="006B79D5" w:rsidRDefault="00EE4DE8">
      <w:pPr>
        <w:pStyle w:val="ListParagraph"/>
        <w:numPr>
          <w:ilvl w:val="0"/>
          <w:numId w:val="12"/>
        </w:numPr>
        <w:tabs>
          <w:tab w:val="left" w:pos="2459"/>
          <w:tab w:val="left" w:pos="2460"/>
        </w:tabs>
        <w:spacing w:before="118" w:line="259" w:lineRule="auto"/>
        <w:ind w:right="847"/>
        <w:jc w:val="left"/>
      </w:pPr>
      <w:r>
        <w:t>All</w:t>
      </w:r>
      <w:r>
        <w:rPr>
          <w:spacing w:val="-8"/>
        </w:rPr>
        <w:t xml:space="preserve"> </w:t>
      </w:r>
      <w:r>
        <w:t>serious</w:t>
      </w:r>
      <w:r>
        <w:rPr>
          <w:spacing w:val="-8"/>
        </w:rPr>
        <w:t xml:space="preserve"> </w:t>
      </w:r>
      <w:r>
        <w:t>injuries</w:t>
      </w:r>
      <w:r>
        <w:rPr>
          <w:spacing w:val="-6"/>
        </w:rPr>
        <w:t xml:space="preserve"> </w:t>
      </w:r>
      <w:r>
        <w:t>requiring</w:t>
      </w:r>
      <w:r>
        <w:rPr>
          <w:spacing w:val="-6"/>
        </w:rPr>
        <w:t xml:space="preserve"> </w:t>
      </w:r>
      <w:r>
        <w:t>immediate</w:t>
      </w:r>
      <w:r>
        <w:rPr>
          <w:spacing w:val="-6"/>
        </w:rPr>
        <w:t xml:space="preserve"> </w:t>
      </w:r>
      <w:r>
        <w:t>hospitalization</w:t>
      </w:r>
      <w:r>
        <w:rPr>
          <w:spacing w:val="-7"/>
        </w:rPr>
        <w:t xml:space="preserve"> </w:t>
      </w:r>
      <w:r>
        <w:t>must</w:t>
      </w:r>
      <w:r>
        <w:rPr>
          <w:spacing w:val="-9"/>
        </w:rPr>
        <w:t xml:space="preserve"> </w:t>
      </w:r>
      <w:r>
        <w:t>be</w:t>
      </w:r>
      <w:r>
        <w:rPr>
          <w:spacing w:val="-6"/>
        </w:rPr>
        <w:t xml:space="preserve"> </w:t>
      </w:r>
      <w:r>
        <w:t>reported</w:t>
      </w:r>
      <w:r>
        <w:rPr>
          <w:spacing w:val="-6"/>
        </w:rPr>
        <w:t xml:space="preserve"> </w:t>
      </w:r>
      <w:r>
        <w:t>to</w:t>
      </w:r>
      <w:r>
        <w:rPr>
          <w:spacing w:val="-8"/>
        </w:rPr>
        <w:t xml:space="preserve"> </w:t>
      </w:r>
      <w:r>
        <w:t>MDOL</w:t>
      </w:r>
      <w:r>
        <w:rPr>
          <w:spacing w:val="-8"/>
        </w:rPr>
        <w:t xml:space="preserve"> </w:t>
      </w:r>
      <w:r>
        <w:t>within 24 hours of the</w:t>
      </w:r>
      <w:r>
        <w:rPr>
          <w:spacing w:val="-4"/>
        </w:rPr>
        <w:t xml:space="preserve"> </w:t>
      </w:r>
      <w:r>
        <w:t>incident.</w:t>
      </w:r>
    </w:p>
    <w:p w14:paraId="561B9803" w14:textId="77777777" w:rsidR="006B79D5" w:rsidRDefault="00EE4DE8">
      <w:pPr>
        <w:pStyle w:val="ListParagraph"/>
        <w:numPr>
          <w:ilvl w:val="0"/>
          <w:numId w:val="12"/>
        </w:numPr>
        <w:tabs>
          <w:tab w:val="left" w:pos="2459"/>
          <w:tab w:val="left" w:pos="2460"/>
        </w:tabs>
        <w:spacing w:before="121" w:line="259" w:lineRule="auto"/>
        <w:ind w:right="836"/>
        <w:jc w:val="left"/>
      </w:pPr>
      <w:r>
        <w:t>Reports can be made electronically or by telephone at</w:t>
      </w:r>
      <w:r>
        <w:rPr>
          <w:color w:val="C00000"/>
          <w:u w:val="single" w:color="C00000"/>
        </w:rPr>
        <w:t xml:space="preserve"> </w:t>
      </w:r>
      <w:hyperlink r:id="rId22">
        <w:r>
          <w:rPr>
            <w:color w:val="C00000"/>
            <w:u w:val="single" w:color="C00000"/>
          </w:rPr>
          <w:t>incident.bls@maine.gov</w:t>
        </w:r>
        <w:r>
          <w:rPr>
            <w:color w:val="C00000"/>
          </w:rPr>
          <w:t xml:space="preserve"> </w:t>
        </w:r>
      </w:hyperlink>
      <w:r>
        <w:t>or 207- 592-4501 (24</w:t>
      </w:r>
      <w:r>
        <w:rPr>
          <w:spacing w:val="-3"/>
        </w:rPr>
        <w:t xml:space="preserve"> </w:t>
      </w:r>
      <w:r>
        <w:t>hours).</w:t>
      </w:r>
    </w:p>
    <w:p w14:paraId="7BA3842D" w14:textId="77777777" w:rsidR="006B79D5" w:rsidRDefault="00EE4DE8">
      <w:pPr>
        <w:pStyle w:val="BodyText"/>
        <w:spacing w:before="118"/>
        <w:ind w:left="1020"/>
      </w:pPr>
      <w:r>
        <w:t>This person or their designee is also responsible for:</w:t>
      </w:r>
    </w:p>
    <w:p w14:paraId="4B12B16D" w14:textId="77777777" w:rsidR="006B79D5" w:rsidRDefault="00EE4DE8">
      <w:pPr>
        <w:pStyle w:val="ListParagraph"/>
        <w:numPr>
          <w:ilvl w:val="0"/>
          <w:numId w:val="14"/>
        </w:numPr>
        <w:tabs>
          <w:tab w:val="left" w:pos="1739"/>
          <w:tab w:val="left" w:pos="1740"/>
        </w:tabs>
        <w:spacing w:before="121"/>
        <w:jc w:val="left"/>
      </w:pPr>
      <w:r>
        <w:t>Maintaining training</w:t>
      </w:r>
      <w:r>
        <w:rPr>
          <w:spacing w:val="-1"/>
        </w:rPr>
        <w:t xml:space="preserve"> </w:t>
      </w:r>
      <w:r>
        <w:t>recordkeeping.</w:t>
      </w:r>
    </w:p>
    <w:p w14:paraId="272D7ED6" w14:textId="77777777" w:rsidR="006B79D5" w:rsidRDefault="00EE4DE8">
      <w:pPr>
        <w:pStyle w:val="ListParagraph"/>
        <w:numPr>
          <w:ilvl w:val="0"/>
          <w:numId w:val="14"/>
        </w:numPr>
        <w:tabs>
          <w:tab w:val="left" w:pos="1739"/>
          <w:tab w:val="left" w:pos="1740"/>
        </w:tabs>
        <w:spacing w:line="259" w:lineRule="auto"/>
        <w:ind w:right="846"/>
        <w:jc w:val="left"/>
      </w:pPr>
      <w:r>
        <w:t>Maintaining OSHA Recordkeeping on OSHA 300 Log and Summary of Occupational Injuries and Illnesses.</w:t>
      </w:r>
    </w:p>
    <w:p w14:paraId="1767A239" w14:textId="77777777" w:rsidR="006B79D5" w:rsidRDefault="00EE4DE8">
      <w:pPr>
        <w:pStyle w:val="ListParagraph"/>
        <w:numPr>
          <w:ilvl w:val="0"/>
          <w:numId w:val="14"/>
        </w:numPr>
        <w:tabs>
          <w:tab w:val="left" w:pos="1739"/>
          <w:tab w:val="left" w:pos="1740"/>
        </w:tabs>
        <w:spacing w:before="119" w:line="259" w:lineRule="auto"/>
        <w:ind w:right="847"/>
        <w:jc w:val="left"/>
      </w:pPr>
      <w:r>
        <w:t>Posting</w:t>
      </w:r>
      <w:r>
        <w:rPr>
          <w:spacing w:val="-3"/>
        </w:rPr>
        <w:t xml:space="preserve"> </w:t>
      </w:r>
      <w:r>
        <w:t>the</w:t>
      </w:r>
      <w:r>
        <w:rPr>
          <w:spacing w:val="-4"/>
        </w:rPr>
        <w:t xml:space="preserve"> </w:t>
      </w:r>
      <w:r>
        <w:t>OSHA</w:t>
      </w:r>
      <w:r>
        <w:rPr>
          <w:spacing w:val="-6"/>
        </w:rPr>
        <w:t xml:space="preserve"> </w:t>
      </w:r>
      <w:r>
        <w:t>300A</w:t>
      </w:r>
      <w:r>
        <w:rPr>
          <w:spacing w:val="-2"/>
        </w:rPr>
        <w:t xml:space="preserve"> </w:t>
      </w:r>
      <w:r>
        <w:t>Summary</w:t>
      </w:r>
      <w:r>
        <w:rPr>
          <w:spacing w:val="-4"/>
        </w:rPr>
        <w:t xml:space="preserve"> </w:t>
      </w:r>
      <w:r>
        <w:t>Work-Related</w:t>
      </w:r>
      <w:r>
        <w:rPr>
          <w:spacing w:val="-6"/>
        </w:rPr>
        <w:t xml:space="preserve"> </w:t>
      </w:r>
      <w:r>
        <w:t>Injuries</w:t>
      </w:r>
      <w:r>
        <w:rPr>
          <w:spacing w:val="-3"/>
        </w:rPr>
        <w:t xml:space="preserve"> </w:t>
      </w:r>
      <w:r>
        <w:t>and</w:t>
      </w:r>
      <w:r>
        <w:rPr>
          <w:spacing w:val="-3"/>
        </w:rPr>
        <w:t xml:space="preserve"> </w:t>
      </w:r>
      <w:r>
        <w:t>Illnesses</w:t>
      </w:r>
      <w:r>
        <w:rPr>
          <w:spacing w:val="-4"/>
        </w:rPr>
        <w:t xml:space="preserve"> </w:t>
      </w:r>
      <w:r>
        <w:t>form February</w:t>
      </w:r>
      <w:r>
        <w:rPr>
          <w:spacing w:val="-2"/>
        </w:rPr>
        <w:t xml:space="preserve"> </w:t>
      </w:r>
      <w:r>
        <w:t>1</w:t>
      </w:r>
      <w:r>
        <w:rPr>
          <w:spacing w:val="-3"/>
        </w:rPr>
        <w:t xml:space="preserve"> </w:t>
      </w:r>
      <w:r>
        <w:t>to</w:t>
      </w:r>
      <w:r>
        <w:rPr>
          <w:spacing w:val="-3"/>
        </w:rPr>
        <w:t xml:space="preserve"> </w:t>
      </w:r>
      <w:r>
        <w:t>April</w:t>
      </w:r>
      <w:r>
        <w:rPr>
          <w:spacing w:val="-6"/>
        </w:rPr>
        <w:t xml:space="preserve"> </w:t>
      </w:r>
      <w:r>
        <w:t>30 of the year following the year covered by the</w:t>
      </w:r>
      <w:r>
        <w:rPr>
          <w:spacing w:val="-7"/>
        </w:rPr>
        <w:t xml:space="preserve"> </w:t>
      </w:r>
      <w:r>
        <w:t>form.</w:t>
      </w:r>
    </w:p>
    <w:p w14:paraId="7DC72D4F" w14:textId="77777777" w:rsidR="006B79D5" w:rsidRDefault="00EE4DE8">
      <w:pPr>
        <w:spacing w:before="120"/>
        <w:ind w:left="1020"/>
      </w:pPr>
      <w:r>
        <w:rPr>
          <w:b/>
        </w:rPr>
        <w:t xml:space="preserve">Supervisors and Managers </w:t>
      </w:r>
      <w:r>
        <w:t>are responsible for:</w:t>
      </w:r>
    </w:p>
    <w:p w14:paraId="5D223046" w14:textId="77777777" w:rsidR="006B79D5" w:rsidRDefault="00EE4DE8">
      <w:pPr>
        <w:pStyle w:val="ListParagraph"/>
        <w:numPr>
          <w:ilvl w:val="0"/>
          <w:numId w:val="14"/>
        </w:numPr>
        <w:tabs>
          <w:tab w:val="left" w:pos="1739"/>
          <w:tab w:val="left" w:pos="1740"/>
        </w:tabs>
        <w:spacing w:before="121"/>
        <w:jc w:val="left"/>
      </w:pPr>
      <w:r>
        <w:t>Establishing incident reporting policies and</w:t>
      </w:r>
      <w:r>
        <w:rPr>
          <w:spacing w:val="-3"/>
        </w:rPr>
        <w:t xml:space="preserve"> </w:t>
      </w:r>
      <w:r>
        <w:t>procedure.</w:t>
      </w:r>
    </w:p>
    <w:p w14:paraId="03A2E1F2" w14:textId="77777777" w:rsidR="006B79D5" w:rsidRDefault="00EE4DE8">
      <w:pPr>
        <w:pStyle w:val="ListParagraph"/>
        <w:numPr>
          <w:ilvl w:val="0"/>
          <w:numId w:val="14"/>
        </w:numPr>
        <w:tabs>
          <w:tab w:val="left" w:pos="1739"/>
          <w:tab w:val="left" w:pos="1740"/>
        </w:tabs>
        <w:spacing w:before="139"/>
        <w:jc w:val="left"/>
      </w:pPr>
      <w:r>
        <w:t>Training employees on procedures and</w:t>
      </w:r>
      <w:r>
        <w:rPr>
          <w:spacing w:val="-7"/>
        </w:rPr>
        <w:t xml:space="preserve"> </w:t>
      </w:r>
      <w:r>
        <w:t>policies.</w:t>
      </w:r>
    </w:p>
    <w:p w14:paraId="1AC2C5B3" w14:textId="77777777" w:rsidR="006B79D5" w:rsidRDefault="00EE4DE8">
      <w:pPr>
        <w:pStyle w:val="ListParagraph"/>
        <w:numPr>
          <w:ilvl w:val="0"/>
          <w:numId w:val="14"/>
        </w:numPr>
        <w:tabs>
          <w:tab w:val="left" w:pos="1739"/>
          <w:tab w:val="left" w:pos="1740"/>
        </w:tabs>
        <w:spacing w:before="143" w:line="259" w:lineRule="auto"/>
        <w:ind w:right="844"/>
        <w:jc w:val="left"/>
      </w:pPr>
      <w:r>
        <w:t>Ensuring all incidents and injuries are properly investigated and provide appropriate corrective actions in a timely</w:t>
      </w:r>
      <w:r>
        <w:rPr>
          <w:spacing w:val="-5"/>
        </w:rPr>
        <w:t xml:space="preserve"> </w:t>
      </w:r>
      <w:r>
        <w:t>manner.</w:t>
      </w:r>
    </w:p>
    <w:p w14:paraId="3D273420" w14:textId="77777777" w:rsidR="006B79D5" w:rsidRDefault="00EE4DE8">
      <w:pPr>
        <w:pStyle w:val="ListParagraph"/>
        <w:numPr>
          <w:ilvl w:val="0"/>
          <w:numId w:val="14"/>
        </w:numPr>
        <w:tabs>
          <w:tab w:val="left" w:pos="1739"/>
          <w:tab w:val="left" w:pos="1740"/>
        </w:tabs>
        <w:spacing w:before="118"/>
        <w:jc w:val="left"/>
      </w:pPr>
      <w:r>
        <w:t xml:space="preserve">Ensuring immediate and </w:t>
      </w:r>
      <w:proofErr w:type="gramStart"/>
      <w:r>
        <w:t>long term</w:t>
      </w:r>
      <w:proofErr w:type="gramEnd"/>
      <w:r>
        <w:t xml:space="preserve"> corrective actions are taken to prevent</w:t>
      </w:r>
      <w:r>
        <w:rPr>
          <w:spacing w:val="-17"/>
        </w:rPr>
        <w:t xml:space="preserve"> </w:t>
      </w:r>
      <w:r>
        <w:t>reoccurrence.</w:t>
      </w:r>
    </w:p>
    <w:p w14:paraId="24079022" w14:textId="77777777" w:rsidR="006B79D5" w:rsidRDefault="00EE4DE8">
      <w:pPr>
        <w:pStyle w:val="ListParagraph"/>
        <w:numPr>
          <w:ilvl w:val="0"/>
          <w:numId w:val="14"/>
        </w:numPr>
        <w:tabs>
          <w:tab w:val="left" w:pos="1739"/>
          <w:tab w:val="left" w:pos="1740"/>
        </w:tabs>
        <w:spacing w:line="259" w:lineRule="auto"/>
        <w:ind w:right="844"/>
        <w:jc w:val="left"/>
      </w:pPr>
      <w:r>
        <w:t>Coordinating the reporting of claims to applicable insurers in compliance with Maine’s Workers Compensation</w:t>
      </w:r>
      <w:r>
        <w:rPr>
          <w:spacing w:val="-2"/>
        </w:rPr>
        <w:t xml:space="preserve"> </w:t>
      </w:r>
      <w:r>
        <w:t>laws.</w:t>
      </w:r>
    </w:p>
    <w:p w14:paraId="51314064" w14:textId="77777777" w:rsidR="006B79D5" w:rsidRDefault="00EE4DE8">
      <w:pPr>
        <w:pStyle w:val="ListParagraph"/>
        <w:numPr>
          <w:ilvl w:val="0"/>
          <w:numId w:val="14"/>
        </w:numPr>
        <w:tabs>
          <w:tab w:val="left" w:pos="1739"/>
          <w:tab w:val="left" w:pos="1740"/>
        </w:tabs>
        <w:spacing w:before="119"/>
        <w:jc w:val="left"/>
      </w:pPr>
      <w:r>
        <w:t>Maintaining incident reports on</w:t>
      </w:r>
      <w:r>
        <w:rPr>
          <w:spacing w:val="-1"/>
        </w:rPr>
        <w:t xml:space="preserve"> </w:t>
      </w:r>
      <w:r>
        <w:t>file.</w:t>
      </w:r>
    </w:p>
    <w:p w14:paraId="69802693" w14:textId="77777777" w:rsidR="006B79D5" w:rsidRDefault="00EE4DE8">
      <w:pPr>
        <w:pStyle w:val="ListParagraph"/>
        <w:numPr>
          <w:ilvl w:val="0"/>
          <w:numId w:val="14"/>
        </w:numPr>
        <w:tabs>
          <w:tab w:val="left" w:pos="1739"/>
          <w:tab w:val="left" w:pos="1740"/>
        </w:tabs>
        <w:jc w:val="left"/>
      </w:pPr>
      <w:r>
        <w:t>Providing or arrange for all necessary medical care for injured</w:t>
      </w:r>
      <w:r>
        <w:rPr>
          <w:spacing w:val="-23"/>
        </w:rPr>
        <w:t xml:space="preserve"> </w:t>
      </w:r>
      <w:r>
        <w:t>workers.</w:t>
      </w:r>
    </w:p>
    <w:p w14:paraId="7454C4F8" w14:textId="77777777" w:rsidR="006B79D5" w:rsidRDefault="00EE4DE8">
      <w:pPr>
        <w:pStyle w:val="ListParagraph"/>
        <w:numPr>
          <w:ilvl w:val="0"/>
          <w:numId w:val="14"/>
        </w:numPr>
        <w:tabs>
          <w:tab w:val="left" w:pos="1739"/>
          <w:tab w:val="left" w:pos="1740"/>
        </w:tabs>
        <w:spacing w:line="256" w:lineRule="auto"/>
        <w:ind w:right="846"/>
        <w:jc w:val="left"/>
      </w:pPr>
      <w:r>
        <w:t>Initiating</w:t>
      </w:r>
      <w:r>
        <w:rPr>
          <w:spacing w:val="-9"/>
        </w:rPr>
        <w:t xml:space="preserve"> </w:t>
      </w:r>
      <w:r>
        <w:t>incident</w:t>
      </w:r>
      <w:r>
        <w:rPr>
          <w:spacing w:val="-8"/>
        </w:rPr>
        <w:t xml:space="preserve"> </w:t>
      </w:r>
      <w:r>
        <w:t>reviews</w:t>
      </w:r>
      <w:r>
        <w:rPr>
          <w:spacing w:val="-10"/>
        </w:rPr>
        <w:t xml:space="preserve"> </w:t>
      </w:r>
      <w:r>
        <w:t>immediately</w:t>
      </w:r>
      <w:r>
        <w:rPr>
          <w:spacing w:val="-6"/>
        </w:rPr>
        <w:t xml:space="preserve"> </w:t>
      </w:r>
      <w:r>
        <w:t>upon</w:t>
      </w:r>
      <w:r>
        <w:rPr>
          <w:spacing w:val="-9"/>
        </w:rPr>
        <w:t xml:space="preserve"> </w:t>
      </w:r>
      <w:r>
        <w:t>notification</w:t>
      </w:r>
      <w:r>
        <w:rPr>
          <w:spacing w:val="-9"/>
        </w:rPr>
        <w:t xml:space="preserve"> </w:t>
      </w:r>
      <w:r>
        <w:t>and</w:t>
      </w:r>
      <w:r>
        <w:rPr>
          <w:spacing w:val="-11"/>
        </w:rPr>
        <w:t xml:space="preserve"> </w:t>
      </w:r>
      <w:r>
        <w:t>completing</w:t>
      </w:r>
      <w:r>
        <w:rPr>
          <w:spacing w:val="-12"/>
        </w:rPr>
        <w:t xml:space="preserve"> </w:t>
      </w:r>
      <w:r>
        <w:t>them</w:t>
      </w:r>
      <w:r>
        <w:rPr>
          <w:spacing w:val="-10"/>
        </w:rPr>
        <w:t xml:space="preserve"> </w:t>
      </w:r>
      <w:r>
        <w:t>within</w:t>
      </w:r>
      <w:r>
        <w:rPr>
          <w:spacing w:val="-9"/>
        </w:rPr>
        <w:t xml:space="preserve"> </w:t>
      </w:r>
      <w:r>
        <w:t>24</w:t>
      </w:r>
      <w:r>
        <w:rPr>
          <w:spacing w:val="-8"/>
        </w:rPr>
        <w:t xml:space="preserve"> </w:t>
      </w:r>
      <w:r>
        <w:t>hours</w:t>
      </w:r>
      <w:r>
        <w:rPr>
          <w:spacing w:val="-10"/>
        </w:rPr>
        <w:t xml:space="preserve"> </w:t>
      </w:r>
      <w:r>
        <w:t>of occurrence if they involve an employee injury or illness that requires a physician’s</w:t>
      </w:r>
      <w:r>
        <w:rPr>
          <w:spacing w:val="-24"/>
        </w:rPr>
        <w:t xml:space="preserve"> </w:t>
      </w:r>
      <w:r>
        <w:t>care.</w:t>
      </w:r>
    </w:p>
    <w:p w14:paraId="731549B0" w14:textId="77777777" w:rsidR="006B79D5" w:rsidRDefault="00EE4DE8">
      <w:pPr>
        <w:pStyle w:val="ListParagraph"/>
        <w:numPr>
          <w:ilvl w:val="0"/>
          <w:numId w:val="14"/>
        </w:numPr>
        <w:tabs>
          <w:tab w:val="left" w:pos="1739"/>
          <w:tab w:val="left" w:pos="1740"/>
        </w:tabs>
        <w:spacing w:before="124" w:line="259" w:lineRule="auto"/>
        <w:ind w:right="845"/>
        <w:jc w:val="left"/>
      </w:pPr>
      <w:r>
        <w:t>Ensuring</w:t>
      </w:r>
      <w:r>
        <w:rPr>
          <w:spacing w:val="-15"/>
        </w:rPr>
        <w:t xml:space="preserve"> </w:t>
      </w:r>
      <w:r>
        <w:t>review</w:t>
      </w:r>
      <w:r>
        <w:rPr>
          <w:spacing w:val="-11"/>
        </w:rPr>
        <w:t xml:space="preserve"> </w:t>
      </w:r>
      <w:r>
        <w:t>interviews</w:t>
      </w:r>
      <w:r>
        <w:rPr>
          <w:spacing w:val="-16"/>
        </w:rPr>
        <w:t xml:space="preserve"> </w:t>
      </w:r>
      <w:r>
        <w:t>are</w:t>
      </w:r>
      <w:r>
        <w:rPr>
          <w:spacing w:val="-14"/>
        </w:rPr>
        <w:t xml:space="preserve"> </w:t>
      </w:r>
      <w:r>
        <w:t>conducted</w:t>
      </w:r>
      <w:r>
        <w:rPr>
          <w:spacing w:val="-13"/>
        </w:rPr>
        <w:t xml:space="preserve"> </w:t>
      </w:r>
      <w:r>
        <w:t>in</w:t>
      </w:r>
      <w:r>
        <w:rPr>
          <w:spacing w:val="-17"/>
        </w:rPr>
        <w:t xml:space="preserve"> </w:t>
      </w:r>
      <w:r>
        <w:t>a</w:t>
      </w:r>
      <w:r>
        <w:rPr>
          <w:spacing w:val="-11"/>
        </w:rPr>
        <w:t xml:space="preserve"> </w:t>
      </w:r>
      <w:r>
        <w:t>professional</w:t>
      </w:r>
      <w:r>
        <w:rPr>
          <w:spacing w:val="-16"/>
        </w:rPr>
        <w:t xml:space="preserve"> </w:t>
      </w:r>
      <w:r>
        <w:t>manner.</w:t>
      </w:r>
      <w:r>
        <w:rPr>
          <w:spacing w:val="-12"/>
        </w:rPr>
        <w:t xml:space="preserve"> </w:t>
      </w:r>
      <w:r>
        <w:t>(The</w:t>
      </w:r>
      <w:r>
        <w:rPr>
          <w:spacing w:val="-12"/>
        </w:rPr>
        <w:t xml:space="preserve"> </w:t>
      </w:r>
      <w:r>
        <w:t>purpose</w:t>
      </w:r>
      <w:r>
        <w:rPr>
          <w:spacing w:val="-16"/>
        </w:rPr>
        <w:t xml:space="preserve"> </w:t>
      </w:r>
      <w:r>
        <w:t>of</w:t>
      </w:r>
      <w:r>
        <w:rPr>
          <w:spacing w:val="-12"/>
        </w:rPr>
        <w:t xml:space="preserve"> </w:t>
      </w:r>
      <w:r>
        <w:t>the</w:t>
      </w:r>
      <w:r>
        <w:rPr>
          <w:spacing w:val="-11"/>
        </w:rPr>
        <w:t xml:space="preserve"> </w:t>
      </w:r>
      <w:r>
        <w:t>interview is to gather facts, not to find fault or assign</w:t>
      </w:r>
      <w:r>
        <w:rPr>
          <w:spacing w:val="-17"/>
        </w:rPr>
        <w:t xml:space="preserve"> </w:t>
      </w:r>
      <w:r>
        <w:t>blame.)</w:t>
      </w:r>
    </w:p>
    <w:p w14:paraId="12B8DED9" w14:textId="77777777" w:rsidR="006B79D5" w:rsidRDefault="00EE4DE8">
      <w:pPr>
        <w:pStyle w:val="ListParagraph"/>
        <w:numPr>
          <w:ilvl w:val="0"/>
          <w:numId w:val="14"/>
        </w:numPr>
        <w:tabs>
          <w:tab w:val="left" w:pos="1739"/>
          <w:tab w:val="left" w:pos="1740"/>
        </w:tabs>
        <w:spacing w:before="119"/>
        <w:jc w:val="left"/>
      </w:pPr>
      <w:r>
        <w:t>Taking action to protect people and property from secondary effects of</w:t>
      </w:r>
      <w:r>
        <w:rPr>
          <w:spacing w:val="-14"/>
        </w:rPr>
        <w:t xml:space="preserve"> </w:t>
      </w:r>
      <w:r>
        <w:t>incidents.</w:t>
      </w:r>
    </w:p>
    <w:p w14:paraId="5949F2B0" w14:textId="77777777" w:rsidR="006B79D5" w:rsidRDefault="006B79D5">
      <w:pPr>
        <w:sectPr w:rsidR="006B79D5">
          <w:headerReference w:type="default" r:id="rId23"/>
          <w:footerReference w:type="default" r:id="rId24"/>
          <w:pgSz w:w="12240" w:h="15840"/>
          <w:pgMar w:top="1160" w:right="600" w:bottom="1180" w:left="420" w:header="566" w:footer="993" w:gutter="0"/>
          <w:pgNumType w:start="11"/>
          <w:cols w:space="720"/>
        </w:sectPr>
      </w:pPr>
    </w:p>
    <w:p w14:paraId="04F02B33" w14:textId="77777777" w:rsidR="006B79D5" w:rsidRDefault="00EE4DE8">
      <w:pPr>
        <w:spacing w:before="117"/>
        <w:ind w:left="1020"/>
        <w:jc w:val="both"/>
      </w:pPr>
      <w:r>
        <w:rPr>
          <w:b/>
        </w:rPr>
        <w:lastRenderedPageBreak/>
        <w:t xml:space="preserve">Employees </w:t>
      </w:r>
      <w:r>
        <w:t>are responsible for:</w:t>
      </w:r>
    </w:p>
    <w:p w14:paraId="0CB5EE2A" w14:textId="77777777" w:rsidR="006B79D5" w:rsidRDefault="00EE4DE8">
      <w:pPr>
        <w:pStyle w:val="ListParagraph"/>
        <w:numPr>
          <w:ilvl w:val="0"/>
          <w:numId w:val="14"/>
        </w:numPr>
        <w:tabs>
          <w:tab w:val="left" w:pos="1739"/>
          <w:tab w:val="left" w:pos="1740"/>
        </w:tabs>
        <w:spacing w:before="120"/>
        <w:jc w:val="left"/>
      </w:pPr>
      <w:r>
        <w:t>Immediately reporting all incidents and injuries to their</w:t>
      </w:r>
      <w:r>
        <w:rPr>
          <w:spacing w:val="-12"/>
        </w:rPr>
        <w:t xml:space="preserve"> </w:t>
      </w:r>
      <w:r>
        <w:t>supervisors.</w:t>
      </w:r>
    </w:p>
    <w:p w14:paraId="3A7E824C" w14:textId="77777777" w:rsidR="006B79D5" w:rsidRDefault="00EE4DE8">
      <w:pPr>
        <w:pStyle w:val="ListParagraph"/>
        <w:numPr>
          <w:ilvl w:val="0"/>
          <w:numId w:val="14"/>
        </w:numPr>
        <w:tabs>
          <w:tab w:val="left" w:pos="1739"/>
          <w:tab w:val="left" w:pos="1740"/>
        </w:tabs>
        <w:jc w:val="left"/>
      </w:pPr>
      <w:r>
        <w:t>Promptly reporting all hazardous conditions and near misses to</w:t>
      </w:r>
      <w:r>
        <w:rPr>
          <w:spacing w:val="-14"/>
        </w:rPr>
        <w:t xml:space="preserve"> </w:t>
      </w:r>
      <w:r>
        <w:t>supervisors.</w:t>
      </w:r>
    </w:p>
    <w:p w14:paraId="22596A90" w14:textId="77777777" w:rsidR="006B79D5" w:rsidRDefault="00EE4DE8">
      <w:pPr>
        <w:pStyle w:val="ListParagraph"/>
        <w:numPr>
          <w:ilvl w:val="0"/>
          <w:numId w:val="14"/>
        </w:numPr>
        <w:tabs>
          <w:tab w:val="left" w:pos="1739"/>
          <w:tab w:val="left" w:pos="1740"/>
        </w:tabs>
        <w:spacing w:before="140"/>
        <w:jc w:val="left"/>
      </w:pPr>
      <w:r>
        <w:t>Assisting, as requested, in all incident</w:t>
      </w:r>
      <w:r>
        <w:rPr>
          <w:spacing w:val="-5"/>
        </w:rPr>
        <w:t xml:space="preserve"> </w:t>
      </w:r>
      <w:r>
        <w:t>reviews.</w:t>
      </w:r>
    </w:p>
    <w:p w14:paraId="5B59DEB1" w14:textId="77777777" w:rsidR="006B79D5" w:rsidRDefault="00EE4DE8">
      <w:pPr>
        <w:pStyle w:val="Heading2"/>
        <w:spacing w:before="142"/>
      </w:pPr>
      <w:r>
        <w:t>1.0 Sample – Incident Review General Policy</w:t>
      </w:r>
    </w:p>
    <w:p w14:paraId="21C117FA" w14:textId="77777777" w:rsidR="006B79D5" w:rsidRDefault="00EE4DE8">
      <w:pPr>
        <w:pStyle w:val="BodyText"/>
        <w:tabs>
          <w:tab w:val="left" w:pos="5488"/>
        </w:tabs>
        <w:spacing w:before="120"/>
        <w:ind w:left="1020" w:right="835"/>
        <w:jc w:val="both"/>
      </w:pPr>
      <w:r>
        <w:t>The</w:t>
      </w:r>
      <w:r>
        <w:rPr>
          <w:spacing w:val="11"/>
        </w:rPr>
        <w:t xml:space="preserve"> </w:t>
      </w:r>
      <w:r>
        <w:t>Town/Entity/City</w:t>
      </w:r>
      <w:r>
        <w:rPr>
          <w:spacing w:val="10"/>
        </w:rPr>
        <w:t xml:space="preserve"> </w:t>
      </w:r>
      <w:r>
        <w:t>of</w:t>
      </w:r>
      <w:r>
        <w:rPr>
          <w:u w:val="single"/>
        </w:rPr>
        <w:t xml:space="preserve"> </w:t>
      </w:r>
      <w:r>
        <w:rPr>
          <w:u w:val="single"/>
        </w:rPr>
        <w:tab/>
      </w:r>
      <w:r>
        <w:t>considers employees to be our most valued asset and as such we will ensure that all incident and incidents are analyzed to correct the hazardous conditions, unsafe practices, and improve related system weaknesses that produced them. This incident/incident analysis plan has been developed to ensure our policy is effectively</w:t>
      </w:r>
      <w:r>
        <w:rPr>
          <w:spacing w:val="-16"/>
        </w:rPr>
        <w:t xml:space="preserve"> </w:t>
      </w:r>
      <w:r>
        <w:t>implemented.</w:t>
      </w:r>
    </w:p>
    <w:p w14:paraId="07C185F9" w14:textId="77777777" w:rsidR="006B79D5" w:rsidRDefault="00EE4DE8">
      <w:pPr>
        <w:pStyle w:val="BodyText"/>
        <w:tabs>
          <w:tab w:val="left" w:pos="3258"/>
        </w:tabs>
        <w:spacing w:before="121"/>
        <w:ind w:left="1020"/>
        <w:jc w:val="both"/>
        <w:rPr>
          <w:b/>
        </w:rPr>
      </w:pPr>
      <w:r>
        <w:rPr>
          <w:rFonts w:ascii="Times New Roman"/>
          <w:u w:val="single"/>
        </w:rPr>
        <w:t xml:space="preserve"> </w:t>
      </w:r>
      <w:r>
        <w:rPr>
          <w:rFonts w:ascii="Times New Roman"/>
          <w:u w:val="single"/>
        </w:rPr>
        <w:tab/>
      </w:r>
      <w:r>
        <w:t>will ensure this plan is communicated, maintained and updated as</w:t>
      </w:r>
      <w:r>
        <w:rPr>
          <w:spacing w:val="-3"/>
        </w:rPr>
        <w:t xml:space="preserve"> </w:t>
      </w:r>
      <w:r>
        <w:rPr>
          <w:b/>
        </w:rPr>
        <w:t>appropriate.</w:t>
      </w:r>
    </w:p>
    <w:p w14:paraId="263D651F" w14:textId="77777777" w:rsidR="006B79D5" w:rsidRDefault="00EE4DE8">
      <w:pPr>
        <w:pStyle w:val="Heading2"/>
        <w:numPr>
          <w:ilvl w:val="1"/>
          <w:numId w:val="11"/>
        </w:numPr>
        <w:tabs>
          <w:tab w:val="left" w:pos="1353"/>
        </w:tabs>
        <w:jc w:val="both"/>
      </w:pPr>
      <w:r>
        <w:t>Incident/Incident</w:t>
      </w:r>
      <w:r>
        <w:rPr>
          <w:spacing w:val="-1"/>
        </w:rPr>
        <w:t xml:space="preserve"> </w:t>
      </w:r>
      <w:r>
        <w:t>Reporting</w:t>
      </w:r>
    </w:p>
    <w:p w14:paraId="1C5D0A90" w14:textId="77777777" w:rsidR="006B79D5" w:rsidRDefault="00EE4DE8">
      <w:pPr>
        <w:pStyle w:val="ListParagraph"/>
        <w:numPr>
          <w:ilvl w:val="1"/>
          <w:numId w:val="11"/>
        </w:numPr>
        <w:tabs>
          <w:tab w:val="left" w:pos="1369"/>
        </w:tabs>
        <w:spacing w:before="118"/>
        <w:ind w:left="1020" w:right="832" w:firstLine="0"/>
        <w:jc w:val="both"/>
      </w:pPr>
      <w:r>
        <w:rPr>
          <w:b/>
        </w:rPr>
        <w:t xml:space="preserve">Background. </w:t>
      </w:r>
      <w:r>
        <w:t xml:space="preserve">Incidents and incidents cannot be investigated or analyzed if they are not reported. A common reason that they go unreported is that the incident/incident analysis process is perceived to be a search for the “guilty party” rather than a search for the facts. We agree with current research that indicates most incidents are ultimately caused by system weaknesses. Management will assume responsibility for improving these system weaknesses. When incident/incident analysis is handled as a search for facts, </w:t>
      </w:r>
      <w:proofErr w:type="gramStart"/>
      <w:r>
        <w:t>the all</w:t>
      </w:r>
      <w:proofErr w:type="gramEnd"/>
      <w:r>
        <w:t xml:space="preserve"> employees are more likely to work together to report incidents/incidents and to correct any procedural, training, human error, managerial, or other</w:t>
      </w:r>
      <w:r>
        <w:rPr>
          <w:spacing w:val="-11"/>
        </w:rPr>
        <w:t xml:space="preserve"> </w:t>
      </w:r>
      <w:r>
        <w:t>deficiencies.</w:t>
      </w:r>
    </w:p>
    <w:p w14:paraId="386B07E9" w14:textId="77777777" w:rsidR="006B79D5" w:rsidRDefault="00EE4DE8">
      <w:pPr>
        <w:pStyle w:val="ListParagraph"/>
        <w:numPr>
          <w:ilvl w:val="1"/>
          <w:numId w:val="11"/>
        </w:numPr>
        <w:tabs>
          <w:tab w:val="left" w:pos="1354"/>
        </w:tabs>
        <w:spacing w:before="122"/>
        <w:ind w:left="1020" w:right="834" w:firstLine="0"/>
        <w:jc w:val="both"/>
      </w:pPr>
      <w:r>
        <w:t>Employees often are reluctant to report an incident because of fear, peer pressure, or concern</w:t>
      </w:r>
      <w:r>
        <w:rPr>
          <w:spacing w:val="-36"/>
        </w:rPr>
        <w:t xml:space="preserve"> </w:t>
      </w:r>
      <w:r>
        <w:t>that it may affect their job in some one way.   To ensure that incidents will be reported, employee must          be encouraged to participate in the “fact-finding” process. The purpose of the incident review then becomes one that will uncover system problems and provide solutions that will result in long term corrective</w:t>
      </w:r>
      <w:r>
        <w:rPr>
          <w:spacing w:val="-2"/>
        </w:rPr>
        <w:t xml:space="preserve"> </w:t>
      </w:r>
      <w:r>
        <w:t>action.</w:t>
      </w:r>
    </w:p>
    <w:p w14:paraId="7D1B4810" w14:textId="77777777" w:rsidR="006B79D5" w:rsidRDefault="00EE4DE8">
      <w:pPr>
        <w:pStyle w:val="ListParagraph"/>
        <w:numPr>
          <w:ilvl w:val="1"/>
          <w:numId w:val="11"/>
        </w:numPr>
        <w:tabs>
          <w:tab w:val="left" w:pos="1368"/>
        </w:tabs>
        <w:spacing w:before="118"/>
        <w:ind w:left="1020" w:right="841" w:firstLine="0"/>
        <w:jc w:val="both"/>
      </w:pPr>
      <w:r>
        <w:t>Consequently, our policy is to analyze incidents to primarily determine how we can fix the system. We will not investigate incidents to determine fault. A “no-fault” incident/incident analysis policy will help ensure we improve all aspects of our manufacturing</w:t>
      </w:r>
      <w:r>
        <w:rPr>
          <w:spacing w:val="-11"/>
        </w:rPr>
        <w:t xml:space="preserve"> </w:t>
      </w:r>
      <w:r>
        <w:t>process.</w:t>
      </w:r>
    </w:p>
    <w:p w14:paraId="1AA88686" w14:textId="77777777" w:rsidR="006B79D5" w:rsidRDefault="00EE4DE8">
      <w:pPr>
        <w:pStyle w:val="ListParagraph"/>
        <w:numPr>
          <w:ilvl w:val="1"/>
          <w:numId w:val="11"/>
        </w:numPr>
        <w:tabs>
          <w:tab w:val="left" w:pos="1361"/>
        </w:tabs>
        <w:spacing w:before="121"/>
        <w:ind w:left="1019" w:right="845" w:firstLine="0"/>
        <w:jc w:val="both"/>
      </w:pPr>
      <w:r>
        <w:t>Policy</w:t>
      </w:r>
      <w:r>
        <w:rPr>
          <w:b/>
        </w:rPr>
        <w:t xml:space="preserve">. </w:t>
      </w:r>
      <w:r>
        <w:t>All employees will report immediately to their supervisor, any unusual or out of the ordinary condition or behavior at any level of the organization that has caused or could cause an injury or illness of any</w:t>
      </w:r>
      <w:r>
        <w:rPr>
          <w:spacing w:val="-2"/>
        </w:rPr>
        <w:t xml:space="preserve"> </w:t>
      </w:r>
      <w:r>
        <w:t>kind.</w:t>
      </w:r>
    </w:p>
    <w:p w14:paraId="4E3D8E22" w14:textId="77777777" w:rsidR="006B79D5" w:rsidRDefault="00EE4DE8">
      <w:pPr>
        <w:pStyle w:val="BodyText"/>
        <w:spacing w:before="120"/>
        <w:ind w:left="1019" w:right="1021"/>
      </w:pPr>
      <w:r>
        <w:t xml:space="preserve">Supervisors will recognize employees immediately when an employee reports an injury or a hazard that could cause serious physical harm or </w:t>
      </w:r>
      <w:proofErr w:type="gramStart"/>
      <w:r>
        <w:t>fatality, or</w:t>
      </w:r>
      <w:proofErr w:type="gramEnd"/>
      <w:r>
        <w:t xml:space="preserve"> could result in shutting down operations.</w:t>
      </w:r>
    </w:p>
    <w:p w14:paraId="2A8284D2" w14:textId="77777777" w:rsidR="006B79D5" w:rsidRDefault="00EE4DE8">
      <w:pPr>
        <w:pStyle w:val="BodyText"/>
        <w:tabs>
          <w:tab w:val="left" w:pos="3374"/>
        </w:tabs>
        <w:spacing w:before="119"/>
        <w:ind w:left="1019" w:right="1528"/>
      </w:pPr>
      <w:r>
        <w:rPr>
          <w:rFonts w:ascii="Times New Roman"/>
          <w:u w:val="single"/>
        </w:rPr>
        <w:t xml:space="preserve"> </w:t>
      </w:r>
      <w:r>
        <w:rPr>
          <w:rFonts w:ascii="Times New Roman"/>
          <w:u w:val="single"/>
        </w:rPr>
        <w:tab/>
      </w:r>
      <w:r>
        <w:rPr>
          <w:rFonts w:ascii="Times New Roman"/>
          <w:spacing w:val="-28"/>
        </w:rPr>
        <w:t xml:space="preserve"> </w:t>
      </w:r>
      <w:r>
        <w:t>will ensure effective reporting procedures are developed so we can quickly eliminate or reduce hazardous conditions, unsafe practices, and system</w:t>
      </w:r>
      <w:r>
        <w:rPr>
          <w:spacing w:val="-31"/>
        </w:rPr>
        <w:t xml:space="preserve"> </w:t>
      </w:r>
      <w:r>
        <w:t>weaknesses.</w:t>
      </w:r>
    </w:p>
    <w:p w14:paraId="6C2E374A" w14:textId="77777777" w:rsidR="006B79D5" w:rsidRDefault="00EE4DE8">
      <w:pPr>
        <w:pStyle w:val="Heading2"/>
        <w:numPr>
          <w:ilvl w:val="1"/>
          <w:numId w:val="10"/>
        </w:numPr>
        <w:tabs>
          <w:tab w:val="left" w:pos="1352"/>
        </w:tabs>
        <w:ind w:hanging="333"/>
        <w:jc w:val="both"/>
      </w:pPr>
      <w:r>
        <w:t>Preplanning</w:t>
      </w:r>
    </w:p>
    <w:p w14:paraId="440C0B44" w14:textId="77777777" w:rsidR="006B79D5" w:rsidRDefault="00EE4DE8">
      <w:pPr>
        <w:pStyle w:val="ListParagraph"/>
        <w:numPr>
          <w:ilvl w:val="1"/>
          <w:numId w:val="10"/>
        </w:numPr>
        <w:tabs>
          <w:tab w:val="left" w:pos="1359"/>
        </w:tabs>
        <w:spacing w:before="120"/>
        <w:ind w:left="1019" w:right="844" w:firstLine="0"/>
        <w:jc w:val="both"/>
      </w:pPr>
      <w:r>
        <w:t xml:space="preserve">Effective incident/incident analysis starts before the event occurs by establishing a well thought-out incident/incident </w:t>
      </w:r>
      <w:proofErr w:type="gramStart"/>
      <w:r>
        <w:t>analysis  process</w:t>
      </w:r>
      <w:proofErr w:type="gramEnd"/>
      <w:r>
        <w:t xml:space="preserve">.  </w:t>
      </w:r>
      <w:proofErr w:type="gramStart"/>
      <w:r>
        <w:t>Preplanning  is</w:t>
      </w:r>
      <w:proofErr w:type="gramEnd"/>
      <w:r>
        <w:t xml:space="preserve">  crucial  to  ensure  accurate  information  is  obtained before it is lost over time following the incident/incident as a result of cleanup efforts or possible blurring of people’s</w:t>
      </w:r>
      <w:r>
        <w:rPr>
          <w:spacing w:val="-5"/>
        </w:rPr>
        <w:t xml:space="preserve"> </w:t>
      </w:r>
      <w:r>
        <w:t>recollections.</w:t>
      </w:r>
    </w:p>
    <w:p w14:paraId="1D19136F" w14:textId="77777777" w:rsidR="006B79D5" w:rsidRDefault="00EE4DE8">
      <w:pPr>
        <w:pStyle w:val="Heading2"/>
        <w:numPr>
          <w:ilvl w:val="1"/>
          <w:numId w:val="9"/>
        </w:numPr>
        <w:tabs>
          <w:tab w:val="left" w:pos="1352"/>
        </w:tabs>
        <w:spacing w:before="121"/>
        <w:ind w:hanging="333"/>
        <w:jc w:val="both"/>
      </w:pPr>
      <w:r>
        <w:t>Incident/Incident</w:t>
      </w:r>
      <w:r>
        <w:rPr>
          <w:spacing w:val="-1"/>
        </w:rPr>
        <w:t xml:space="preserve"> </w:t>
      </w:r>
      <w:r>
        <w:t>Analysis</w:t>
      </w:r>
    </w:p>
    <w:p w14:paraId="660B5A18" w14:textId="77777777" w:rsidR="006B79D5" w:rsidRDefault="00EE4DE8">
      <w:pPr>
        <w:pStyle w:val="ListParagraph"/>
        <w:numPr>
          <w:ilvl w:val="1"/>
          <w:numId w:val="9"/>
        </w:numPr>
        <w:tabs>
          <w:tab w:val="left" w:pos="1393"/>
        </w:tabs>
        <w:spacing w:before="120"/>
        <w:ind w:left="1020" w:right="1736" w:firstLine="0"/>
        <w:jc w:val="both"/>
        <w:rPr>
          <w:b/>
        </w:rPr>
      </w:pPr>
      <w:r>
        <w:t>If</w:t>
      </w:r>
      <w:r>
        <w:rPr>
          <w:spacing w:val="-15"/>
        </w:rPr>
        <w:t xml:space="preserve"> </w:t>
      </w:r>
      <w:r>
        <w:t>applicable,</w:t>
      </w:r>
      <w:r>
        <w:rPr>
          <w:spacing w:val="-11"/>
        </w:rPr>
        <w:t xml:space="preserve"> </w:t>
      </w:r>
      <w:r>
        <w:t>the</w:t>
      </w:r>
      <w:r>
        <w:rPr>
          <w:spacing w:val="-11"/>
        </w:rPr>
        <w:t xml:space="preserve"> </w:t>
      </w:r>
      <w:r>
        <w:t>Safety</w:t>
      </w:r>
      <w:r>
        <w:rPr>
          <w:spacing w:val="-12"/>
        </w:rPr>
        <w:t xml:space="preserve"> </w:t>
      </w:r>
      <w:r>
        <w:t>Committee</w:t>
      </w:r>
      <w:r>
        <w:rPr>
          <w:spacing w:val="-12"/>
        </w:rPr>
        <w:t xml:space="preserve"> </w:t>
      </w:r>
      <w:r>
        <w:t>or</w:t>
      </w:r>
      <w:r>
        <w:rPr>
          <w:spacing w:val="-15"/>
        </w:rPr>
        <w:t xml:space="preserve"> </w:t>
      </w:r>
      <w:r>
        <w:t>the</w:t>
      </w:r>
      <w:r>
        <w:rPr>
          <w:spacing w:val="-11"/>
        </w:rPr>
        <w:t xml:space="preserve"> </w:t>
      </w:r>
      <w:r>
        <w:t>Incident</w:t>
      </w:r>
      <w:r>
        <w:rPr>
          <w:spacing w:val="-13"/>
        </w:rPr>
        <w:t xml:space="preserve"> </w:t>
      </w:r>
      <w:r>
        <w:t>Review</w:t>
      </w:r>
      <w:r>
        <w:rPr>
          <w:spacing w:val="-14"/>
        </w:rPr>
        <w:t xml:space="preserve"> </w:t>
      </w:r>
      <w:r>
        <w:t>Team</w:t>
      </w:r>
      <w:r>
        <w:rPr>
          <w:spacing w:val="-11"/>
        </w:rPr>
        <w:t xml:space="preserve"> </w:t>
      </w:r>
      <w:r>
        <w:t>is</w:t>
      </w:r>
      <w:r>
        <w:rPr>
          <w:spacing w:val="-15"/>
        </w:rPr>
        <w:t xml:space="preserve"> </w:t>
      </w:r>
      <w:r>
        <w:t>responsible</w:t>
      </w:r>
      <w:r>
        <w:rPr>
          <w:spacing w:val="-13"/>
        </w:rPr>
        <w:t xml:space="preserve"> </w:t>
      </w:r>
      <w:r>
        <w:t>for</w:t>
      </w:r>
      <w:r>
        <w:rPr>
          <w:spacing w:val="-13"/>
        </w:rPr>
        <w:t xml:space="preserve"> </w:t>
      </w:r>
      <w:r>
        <w:t>analyzing incidents</w:t>
      </w:r>
      <w:r>
        <w:rPr>
          <w:b/>
        </w:rPr>
        <w:t>.</w:t>
      </w:r>
    </w:p>
    <w:p w14:paraId="5C8C4394" w14:textId="77777777" w:rsidR="006B79D5" w:rsidRDefault="006B79D5">
      <w:pPr>
        <w:jc w:val="both"/>
        <w:sectPr w:rsidR="006B79D5">
          <w:headerReference w:type="default" r:id="rId25"/>
          <w:footerReference w:type="default" r:id="rId26"/>
          <w:pgSz w:w="12240" w:h="15840"/>
          <w:pgMar w:top="1320" w:right="600" w:bottom="1160" w:left="420" w:header="566" w:footer="969" w:gutter="0"/>
          <w:pgNumType w:start="12"/>
          <w:cols w:space="720"/>
        </w:sectPr>
      </w:pPr>
    </w:p>
    <w:p w14:paraId="0C095E15" w14:textId="77777777" w:rsidR="006B79D5" w:rsidRDefault="00EE4DE8">
      <w:pPr>
        <w:pStyle w:val="ListParagraph"/>
        <w:numPr>
          <w:ilvl w:val="1"/>
          <w:numId w:val="9"/>
        </w:numPr>
        <w:tabs>
          <w:tab w:val="left" w:pos="1346"/>
        </w:tabs>
        <w:spacing w:before="117"/>
        <w:ind w:left="1020" w:right="847" w:firstLine="0"/>
        <w:jc w:val="both"/>
      </w:pPr>
      <w:r>
        <w:lastRenderedPageBreak/>
        <w:t>Supervisors</w:t>
      </w:r>
      <w:r>
        <w:rPr>
          <w:spacing w:val="-14"/>
        </w:rPr>
        <w:t xml:space="preserve"> </w:t>
      </w:r>
      <w:r>
        <w:t>are</w:t>
      </w:r>
      <w:r>
        <w:rPr>
          <w:spacing w:val="-12"/>
        </w:rPr>
        <w:t xml:space="preserve"> </w:t>
      </w:r>
      <w:r>
        <w:t>assigned</w:t>
      </w:r>
      <w:r>
        <w:rPr>
          <w:spacing w:val="-15"/>
        </w:rPr>
        <w:t xml:space="preserve"> </w:t>
      </w:r>
      <w:r>
        <w:t>the</w:t>
      </w:r>
      <w:r>
        <w:rPr>
          <w:spacing w:val="-12"/>
        </w:rPr>
        <w:t xml:space="preserve"> </w:t>
      </w:r>
      <w:r>
        <w:t>responsibility</w:t>
      </w:r>
      <w:r>
        <w:rPr>
          <w:spacing w:val="-12"/>
        </w:rPr>
        <w:t xml:space="preserve"> </w:t>
      </w:r>
      <w:r>
        <w:t>for</w:t>
      </w:r>
      <w:r>
        <w:rPr>
          <w:spacing w:val="-14"/>
        </w:rPr>
        <w:t xml:space="preserve"> </w:t>
      </w:r>
      <w:r>
        <w:t>analyzing</w:t>
      </w:r>
      <w:r>
        <w:rPr>
          <w:spacing w:val="-15"/>
        </w:rPr>
        <w:t xml:space="preserve"> </w:t>
      </w:r>
      <w:r>
        <w:t>incidents</w:t>
      </w:r>
      <w:r>
        <w:rPr>
          <w:spacing w:val="-14"/>
        </w:rPr>
        <w:t xml:space="preserve"> </w:t>
      </w:r>
      <w:r>
        <w:t>in</w:t>
      </w:r>
      <w:r>
        <w:rPr>
          <w:spacing w:val="-15"/>
        </w:rPr>
        <w:t xml:space="preserve"> </w:t>
      </w:r>
      <w:r>
        <w:t>their</w:t>
      </w:r>
      <w:r>
        <w:rPr>
          <w:spacing w:val="-12"/>
        </w:rPr>
        <w:t xml:space="preserve"> </w:t>
      </w:r>
      <w:r>
        <w:t>departments.</w:t>
      </w:r>
      <w:r>
        <w:rPr>
          <w:spacing w:val="-15"/>
        </w:rPr>
        <w:t xml:space="preserve"> </w:t>
      </w:r>
      <w:r>
        <w:t>All</w:t>
      </w:r>
      <w:r>
        <w:rPr>
          <w:spacing w:val="-16"/>
        </w:rPr>
        <w:t xml:space="preserve"> </w:t>
      </w:r>
      <w:r>
        <w:t>supervisors will</w:t>
      </w:r>
      <w:r>
        <w:rPr>
          <w:spacing w:val="-12"/>
        </w:rPr>
        <w:t xml:space="preserve"> </w:t>
      </w:r>
      <w:r>
        <w:t>be</w:t>
      </w:r>
      <w:r>
        <w:rPr>
          <w:spacing w:val="-9"/>
        </w:rPr>
        <w:t xml:space="preserve"> </w:t>
      </w:r>
      <w:r>
        <w:t>familiar</w:t>
      </w:r>
      <w:r>
        <w:rPr>
          <w:spacing w:val="-10"/>
        </w:rPr>
        <w:t xml:space="preserve"> </w:t>
      </w:r>
      <w:r>
        <w:t>with</w:t>
      </w:r>
      <w:r>
        <w:rPr>
          <w:spacing w:val="-13"/>
        </w:rPr>
        <w:t xml:space="preserve"> </w:t>
      </w:r>
      <w:r>
        <w:t>this</w:t>
      </w:r>
      <w:r>
        <w:rPr>
          <w:spacing w:val="-8"/>
        </w:rPr>
        <w:t xml:space="preserve"> </w:t>
      </w:r>
      <w:r>
        <w:t>plan</w:t>
      </w:r>
      <w:r>
        <w:rPr>
          <w:spacing w:val="-10"/>
        </w:rPr>
        <w:t xml:space="preserve"> </w:t>
      </w:r>
      <w:r>
        <w:t>and</w:t>
      </w:r>
      <w:r>
        <w:rPr>
          <w:spacing w:val="-9"/>
        </w:rPr>
        <w:t xml:space="preserve"> </w:t>
      </w:r>
      <w:r>
        <w:t>properly</w:t>
      </w:r>
      <w:r>
        <w:rPr>
          <w:spacing w:val="-10"/>
        </w:rPr>
        <w:t xml:space="preserve"> </w:t>
      </w:r>
      <w:r>
        <w:t>trained</w:t>
      </w:r>
      <w:r>
        <w:rPr>
          <w:spacing w:val="-10"/>
        </w:rPr>
        <w:t xml:space="preserve"> </w:t>
      </w:r>
      <w:r>
        <w:t>in</w:t>
      </w:r>
      <w:r>
        <w:rPr>
          <w:spacing w:val="-12"/>
        </w:rPr>
        <w:t xml:space="preserve"> </w:t>
      </w:r>
      <w:r>
        <w:t>analysis</w:t>
      </w:r>
      <w:r>
        <w:rPr>
          <w:spacing w:val="-9"/>
        </w:rPr>
        <w:t xml:space="preserve"> </w:t>
      </w:r>
      <w:r>
        <w:t>procedures.</w:t>
      </w:r>
      <w:r>
        <w:rPr>
          <w:spacing w:val="28"/>
        </w:rPr>
        <w:t xml:space="preserve"> </w:t>
      </w:r>
      <w:r>
        <w:t>Other</w:t>
      </w:r>
      <w:r>
        <w:rPr>
          <w:spacing w:val="-9"/>
        </w:rPr>
        <w:t xml:space="preserve"> </w:t>
      </w:r>
      <w:r>
        <w:t>staff</w:t>
      </w:r>
      <w:r>
        <w:rPr>
          <w:spacing w:val="-13"/>
        </w:rPr>
        <w:t xml:space="preserve"> </w:t>
      </w:r>
      <w:r>
        <w:t>may</w:t>
      </w:r>
      <w:r>
        <w:rPr>
          <w:spacing w:val="-11"/>
        </w:rPr>
        <w:t xml:space="preserve"> </w:t>
      </w:r>
      <w:r>
        <w:t>also</w:t>
      </w:r>
      <w:r>
        <w:rPr>
          <w:spacing w:val="-11"/>
        </w:rPr>
        <w:t xml:space="preserve"> </w:t>
      </w:r>
      <w:r>
        <w:t>investigate in conjunction with the</w:t>
      </w:r>
      <w:r>
        <w:rPr>
          <w:spacing w:val="-7"/>
        </w:rPr>
        <w:t xml:space="preserve"> </w:t>
      </w:r>
      <w:r>
        <w:t>supervisor.</w:t>
      </w:r>
    </w:p>
    <w:p w14:paraId="5E6B12E2" w14:textId="77777777" w:rsidR="006B79D5" w:rsidRDefault="00EE4DE8">
      <w:pPr>
        <w:pStyle w:val="ListParagraph"/>
        <w:numPr>
          <w:ilvl w:val="1"/>
          <w:numId w:val="9"/>
        </w:numPr>
        <w:tabs>
          <w:tab w:val="left" w:pos="1388"/>
        </w:tabs>
        <w:spacing w:before="120"/>
        <w:ind w:left="1020" w:right="847" w:firstLine="0"/>
        <w:jc w:val="both"/>
      </w:pPr>
      <w:r>
        <w:t>All incidents (near misses) that might have resulted in serious injury or fatality will be analyzed. Incidents</w:t>
      </w:r>
      <w:r>
        <w:rPr>
          <w:spacing w:val="-3"/>
        </w:rPr>
        <w:t xml:space="preserve"> </w:t>
      </w:r>
      <w:r>
        <w:t>that</w:t>
      </w:r>
      <w:r>
        <w:rPr>
          <w:spacing w:val="-5"/>
        </w:rPr>
        <w:t xml:space="preserve"> </w:t>
      </w:r>
      <w:r>
        <w:t>might</w:t>
      </w:r>
      <w:r>
        <w:rPr>
          <w:spacing w:val="-4"/>
        </w:rPr>
        <w:t xml:space="preserve"> </w:t>
      </w:r>
      <w:r>
        <w:t>have</w:t>
      </w:r>
      <w:r>
        <w:rPr>
          <w:spacing w:val="-5"/>
        </w:rPr>
        <w:t xml:space="preserve"> </w:t>
      </w:r>
      <w:r>
        <w:t>resulted</w:t>
      </w:r>
      <w:r>
        <w:rPr>
          <w:spacing w:val="-5"/>
        </w:rPr>
        <w:t xml:space="preserve"> </w:t>
      </w:r>
      <w:r>
        <w:t>in</w:t>
      </w:r>
      <w:r>
        <w:rPr>
          <w:spacing w:val="-5"/>
        </w:rPr>
        <w:t xml:space="preserve"> </w:t>
      </w:r>
      <w:r>
        <w:t>minor</w:t>
      </w:r>
      <w:r>
        <w:rPr>
          <w:spacing w:val="-6"/>
        </w:rPr>
        <w:t xml:space="preserve"> </w:t>
      </w:r>
      <w:r>
        <w:t>injury</w:t>
      </w:r>
      <w:r>
        <w:rPr>
          <w:spacing w:val="-7"/>
        </w:rPr>
        <w:t xml:space="preserve"> </w:t>
      </w:r>
      <w:r>
        <w:t>or</w:t>
      </w:r>
      <w:r>
        <w:rPr>
          <w:spacing w:val="-4"/>
        </w:rPr>
        <w:t xml:space="preserve"> </w:t>
      </w:r>
      <w:r>
        <w:t>property</w:t>
      </w:r>
      <w:r>
        <w:rPr>
          <w:spacing w:val="-3"/>
        </w:rPr>
        <w:t xml:space="preserve"> </w:t>
      </w:r>
      <w:r>
        <w:t>damage</w:t>
      </w:r>
      <w:r>
        <w:rPr>
          <w:spacing w:val="-5"/>
        </w:rPr>
        <w:t xml:space="preserve"> </w:t>
      </w:r>
      <w:r>
        <w:t>will</w:t>
      </w:r>
      <w:r>
        <w:rPr>
          <w:spacing w:val="-5"/>
        </w:rPr>
        <w:t xml:space="preserve"> </w:t>
      </w:r>
      <w:r>
        <w:t>be</w:t>
      </w:r>
      <w:r>
        <w:rPr>
          <w:spacing w:val="-2"/>
        </w:rPr>
        <w:t xml:space="preserve"> </w:t>
      </w:r>
      <w:r>
        <w:t>investigated</w:t>
      </w:r>
      <w:r>
        <w:rPr>
          <w:spacing w:val="-5"/>
        </w:rPr>
        <w:t xml:space="preserve"> </w:t>
      </w:r>
      <w:r>
        <w:t>within</w:t>
      </w:r>
      <w:r>
        <w:rPr>
          <w:spacing w:val="-3"/>
        </w:rPr>
        <w:t xml:space="preserve"> </w:t>
      </w:r>
      <w:r>
        <w:t>four</w:t>
      </w:r>
      <w:r>
        <w:rPr>
          <w:spacing w:val="-5"/>
        </w:rPr>
        <w:t xml:space="preserve"> </w:t>
      </w:r>
      <w:r>
        <w:t>(4) hours of</w:t>
      </w:r>
      <w:r>
        <w:rPr>
          <w:spacing w:val="-3"/>
        </w:rPr>
        <w:t xml:space="preserve"> </w:t>
      </w:r>
      <w:r>
        <w:t>notification.</w:t>
      </w:r>
    </w:p>
    <w:p w14:paraId="4CC05E57" w14:textId="77777777" w:rsidR="006B79D5" w:rsidRDefault="00EE4DE8">
      <w:pPr>
        <w:pStyle w:val="ListParagraph"/>
        <w:numPr>
          <w:ilvl w:val="1"/>
          <w:numId w:val="9"/>
        </w:numPr>
        <w:tabs>
          <w:tab w:val="left" w:pos="1412"/>
        </w:tabs>
        <w:spacing w:before="121"/>
        <w:ind w:left="1020" w:right="843" w:firstLine="0"/>
        <w:jc w:val="both"/>
      </w:pPr>
      <w:r>
        <w:t>An incident/minor injury report will be submitted through management levels to senior level management.</w:t>
      </w:r>
      <w:r>
        <w:rPr>
          <w:spacing w:val="-15"/>
        </w:rPr>
        <w:t xml:space="preserve"> </w:t>
      </w:r>
      <w:r>
        <w:t>If</w:t>
      </w:r>
      <w:r>
        <w:rPr>
          <w:spacing w:val="-13"/>
        </w:rPr>
        <w:t xml:space="preserve"> </w:t>
      </w:r>
      <w:r>
        <w:t>within</w:t>
      </w:r>
      <w:r>
        <w:rPr>
          <w:spacing w:val="-14"/>
        </w:rPr>
        <w:t xml:space="preserve"> </w:t>
      </w:r>
      <w:r>
        <w:t>the</w:t>
      </w:r>
      <w:r>
        <w:rPr>
          <w:spacing w:val="-15"/>
        </w:rPr>
        <w:t xml:space="preserve"> </w:t>
      </w:r>
      <w:r>
        <w:t>capability/authority</w:t>
      </w:r>
      <w:r>
        <w:rPr>
          <w:spacing w:val="-15"/>
        </w:rPr>
        <w:t xml:space="preserve"> </w:t>
      </w:r>
      <w:r>
        <w:t>of</w:t>
      </w:r>
      <w:r>
        <w:rPr>
          <w:spacing w:val="-14"/>
        </w:rPr>
        <w:t xml:space="preserve"> </w:t>
      </w:r>
      <w:r>
        <w:t>the</w:t>
      </w:r>
      <w:r>
        <w:rPr>
          <w:spacing w:val="-14"/>
        </w:rPr>
        <w:t xml:space="preserve"> </w:t>
      </w:r>
      <w:r>
        <w:t>department</w:t>
      </w:r>
      <w:r>
        <w:rPr>
          <w:spacing w:val="-12"/>
        </w:rPr>
        <w:t xml:space="preserve"> </w:t>
      </w:r>
      <w:r>
        <w:t>supervisor,</w:t>
      </w:r>
      <w:r>
        <w:rPr>
          <w:spacing w:val="-14"/>
        </w:rPr>
        <w:t xml:space="preserve"> </w:t>
      </w:r>
      <w:r>
        <w:t>corrective</w:t>
      </w:r>
      <w:r>
        <w:rPr>
          <w:spacing w:val="-14"/>
        </w:rPr>
        <w:t xml:space="preserve"> </w:t>
      </w:r>
      <w:r>
        <w:t>actions</w:t>
      </w:r>
      <w:r>
        <w:rPr>
          <w:spacing w:val="-15"/>
        </w:rPr>
        <w:t xml:space="preserve"> </w:t>
      </w:r>
      <w:r>
        <w:t>will</w:t>
      </w:r>
      <w:r>
        <w:rPr>
          <w:spacing w:val="-13"/>
        </w:rPr>
        <w:t xml:space="preserve"> </w:t>
      </w:r>
      <w:r>
        <w:t xml:space="preserve">begin immediately to eliminate or reduce the hazardous condition or unsafe work practice </w:t>
      </w:r>
      <w:proofErr w:type="gramStart"/>
      <w:r>
        <w:t>the</w:t>
      </w:r>
      <w:proofErr w:type="gramEnd"/>
      <w:r>
        <w:t xml:space="preserve"> might result in injury or</w:t>
      </w:r>
      <w:r>
        <w:rPr>
          <w:spacing w:val="-2"/>
        </w:rPr>
        <w:t xml:space="preserve"> </w:t>
      </w:r>
      <w:r>
        <w:t>illness.</w:t>
      </w:r>
    </w:p>
    <w:p w14:paraId="0AEFFB36" w14:textId="77777777" w:rsidR="006B79D5" w:rsidRDefault="00EE4DE8">
      <w:pPr>
        <w:pStyle w:val="Heading2"/>
        <w:numPr>
          <w:ilvl w:val="1"/>
          <w:numId w:val="8"/>
        </w:numPr>
        <w:tabs>
          <w:tab w:val="left" w:pos="1353"/>
        </w:tabs>
        <w:spacing w:before="119"/>
        <w:jc w:val="both"/>
      </w:pPr>
      <w:r>
        <w:t>Management</w:t>
      </w:r>
      <w:r>
        <w:rPr>
          <w:spacing w:val="-1"/>
        </w:rPr>
        <w:t xml:space="preserve"> </w:t>
      </w:r>
      <w:r>
        <w:t>Responsibilities</w:t>
      </w:r>
    </w:p>
    <w:p w14:paraId="338504A9" w14:textId="77777777" w:rsidR="006B79D5" w:rsidRDefault="00EE4DE8">
      <w:pPr>
        <w:pStyle w:val="ListParagraph"/>
        <w:numPr>
          <w:ilvl w:val="1"/>
          <w:numId w:val="8"/>
        </w:numPr>
        <w:tabs>
          <w:tab w:val="left" w:pos="1349"/>
        </w:tabs>
        <w:spacing w:before="120"/>
        <w:ind w:left="1020" w:right="848" w:firstLine="0"/>
        <w:jc w:val="both"/>
      </w:pPr>
      <w:r>
        <w:t>When</w:t>
      </w:r>
      <w:r>
        <w:rPr>
          <w:spacing w:val="-8"/>
        </w:rPr>
        <w:t xml:space="preserve"> </w:t>
      </w:r>
      <w:r>
        <w:t>an</w:t>
      </w:r>
      <w:r>
        <w:rPr>
          <w:spacing w:val="-9"/>
        </w:rPr>
        <w:t xml:space="preserve"> </w:t>
      </w:r>
      <w:r>
        <w:t>incident/incident</w:t>
      </w:r>
      <w:r>
        <w:rPr>
          <w:spacing w:val="-8"/>
        </w:rPr>
        <w:t xml:space="preserve"> </w:t>
      </w:r>
      <w:r>
        <w:t>takes</w:t>
      </w:r>
      <w:r>
        <w:rPr>
          <w:spacing w:val="-10"/>
        </w:rPr>
        <w:t xml:space="preserve"> </w:t>
      </w:r>
      <w:r>
        <w:t>place</w:t>
      </w:r>
      <w:r>
        <w:rPr>
          <w:spacing w:val="-8"/>
        </w:rPr>
        <w:t xml:space="preserve"> </w:t>
      </w:r>
      <w:r>
        <w:t>resulting</w:t>
      </w:r>
      <w:r>
        <w:rPr>
          <w:spacing w:val="-9"/>
        </w:rPr>
        <w:t xml:space="preserve"> </w:t>
      </w:r>
      <w:r>
        <w:t>in</w:t>
      </w:r>
      <w:r>
        <w:rPr>
          <w:spacing w:val="-10"/>
        </w:rPr>
        <w:t xml:space="preserve"> </w:t>
      </w:r>
      <w:r>
        <w:t>injury</w:t>
      </w:r>
      <w:r>
        <w:rPr>
          <w:spacing w:val="-6"/>
        </w:rPr>
        <w:t xml:space="preserve"> </w:t>
      </w:r>
      <w:r>
        <w:t>or</w:t>
      </w:r>
      <w:r>
        <w:rPr>
          <w:spacing w:val="-10"/>
        </w:rPr>
        <w:t xml:space="preserve"> </w:t>
      </w:r>
      <w:r>
        <w:t>damage,</w:t>
      </w:r>
      <w:r>
        <w:rPr>
          <w:spacing w:val="-10"/>
        </w:rPr>
        <w:t xml:space="preserve"> </w:t>
      </w:r>
      <w:r>
        <w:t>management</w:t>
      </w:r>
      <w:r>
        <w:rPr>
          <w:spacing w:val="-10"/>
        </w:rPr>
        <w:t xml:space="preserve"> </w:t>
      </w:r>
      <w:r>
        <w:t>and/or</w:t>
      </w:r>
      <w:r>
        <w:rPr>
          <w:spacing w:val="-10"/>
        </w:rPr>
        <w:t xml:space="preserve"> </w:t>
      </w:r>
      <w:r>
        <w:t>supervisory personnel</w:t>
      </w:r>
      <w:r>
        <w:rPr>
          <w:spacing w:val="-3"/>
        </w:rPr>
        <w:t xml:space="preserve"> </w:t>
      </w:r>
      <w:r>
        <w:t>will:</w:t>
      </w:r>
    </w:p>
    <w:p w14:paraId="11108A29" w14:textId="77777777" w:rsidR="006B79D5" w:rsidRDefault="00EE4DE8">
      <w:pPr>
        <w:pStyle w:val="ListParagraph"/>
        <w:numPr>
          <w:ilvl w:val="2"/>
          <w:numId w:val="8"/>
        </w:numPr>
        <w:tabs>
          <w:tab w:val="left" w:pos="1740"/>
        </w:tabs>
        <w:spacing w:before="120"/>
        <w:jc w:val="both"/>
      </w:pPr>
      <w:r>
        <w:t>Provide medical and other safety/health help to</w:t>
      </w:r>
      <w:r>
        <w:rPr>
          <w:spacing w:val="-11"/>
        </w:rPr>
        <w:t xml:space="preserve"> </w:t>
      </w:r>
      <w:r>
        <w:t>personnel.</w:t>
      </w:r>
    </w:p>
    <w:p w14:paraId="4290F44D" w14:textId="77777777" w:rsidR="006B79D5" w:rsidRDefault="00EE4DE8">
      <w:pPr>
        <w:pStyle w:val="ListParagraph"/>
        <w:numPr>
          <w:ilvl w:val="2"/>
          <w:numId w:val="8"/>
        </w:numPr>
        <w:tabs>
          <w:tab w:val="left" w:pos="1740"/>
        </w:tabs>
        <w:jc w:val="both"/>
      </w:pPr>
      <w:r>
        <w:t>Bring the incident under</w:t>
      </w:r>
      <w:r>
        <w:rPr>
          <w:spacing w:val="-2"/>
        </w:rPr>
        <w:t xml:space="preserve"> </w:t>
      </w:r>
      <w:r>
        <w:t>control.</w:t>
      </w:r>
    </w:p>
    <w:p w14:paraId="4DF90AA9" w14:textId="77777777" w:rsidR="006B79D5" w:rsidRDefault="00EE4DE8">
      <w:pPr>
        <w:pStyle w:val="ListParagraph"/>
        <w:numPr>
          <w:ilvl w:val="2"/>
          <w:numId w:val="8"/>
        </w:numPr>
        <w:tabs>
          <w:tab w:val="left" w:pos="1741"/>
        </w:tabs>
        <w:ind w:hanging="361"/>
        <w:jc w:val="both"/>
      </w:pPr>
      <w:r>
        <w:t>Investigate the incident effectively to preserve information and</w:t>
      </w:r>
      <w:r>
        <w:rPr>
          <w:spacing w:val="-10"/>
        </w:rPr>
        <w:t xml:space="preserve"> </w:t>
      </w:r>
      <w:r>
        <w:t>evidence.</w:t>
      </w:r>
    </w:p>
    <w:p w14:paraId="661AC351" w14:textId="77777777" w:rsidR="006B79D5" w:rsidRDefault="00EE4DE8">
      <w:pPr>
        <w:pStyle w:val="ListParagraph"/>
        <w:numPr>
          <w:ilvl w:val="1"/>
          <w:numId w:val="8"/>
        </w:numPr>
        <w:tabs>
          <w:tab w:val="left" w:pos="1361"/>
        </w:tabs>
        <w:spacing w:before="140"/>
        <w:ind w:left="1020" w:right="846" w:firstLine="0"/>
        <w:jc w:val="both"/>
      </w:pPr>
      <w:r>
        <w:t>To preserve relevant information the assigned investigator(s) will do the following when it is safe to do</w:t>
      </w:r>
      <w:r>
        <w:rPr>
          <w:spacing w:val="1"/>
        </w:rPr>
        <w:t xml:space="preserve"> </w:t>
      </w:r>
      <w:r>
        <w:t>so:</w:t>
      </w:r>
    </w:p>
    <w:p w14:paraId="2BC3F708" w14:textId="77777777" w:rsidR="006B79D5" w:rsidRDefault="00EE4DE8">
      <w:pPr>
        <w:pStyle w:val="ListParagraph"/>
        <w:numPr>
          <w:ilvl w:val="2"/>
          <w:numId w:val="8"/>
        </w:numPr>
        <w:tabs>
          <w:tab w:val="left" w:pos="1740"/>
        </w:tabs>
        <w:spacing w:before="120"/>
        <w:jc w:val="both"/>
      </w:pPr>
      <w:r>
        <w:t>Secure or barricade the</w:t>
      </w:r>
      <w:r>
        <w:rPr>
          <w:spacing w:val="-7"/>
        </w:rPr>
        <w:t xml:space="preserve"> </w:t>
      </w:r>
      <w:r>
        <w:t>scene.</w:t>
      </w:r>
    </w:p>
    <w:p w14:paraId="17E8CA5F" w14:textId="77777777" w:rsidR="006B79D5" w:rsidRDefault="00EE4DE8">
      <w:pPr>
        <w:pStyle w:val="ListParagraph"/>
        <w:numPr>
          <w:ilvl w:val="2"/>
          <w:numId w:val="8"/>
        </w:numPr>
        <w:tabs>
          <w:tab w:val="left" w:pos="1740"/>
        </w:tabs>
        <w:spacing w:line="259" w:lineRule="auto"/>
        <w:ind w:right="844"/>
        <w:jc w:val="both"/>
      </w:pPr>
      <w:r>
        <w:t>Immediately collect information that may be transient or time sensitive, such as debris, scuff marks, gouges, discoloration of surfaces or components, or other indicators that may fade or disappear with</w:t>
      </w:r>
      <w:r>
        <w:rPr>
          <w:spacing w:val="-3"/>
        </w:rPr>
        <w:t xml:space="preserve"> </w:t>
      </w:r>
      <w:r>
        <w:t>time.</w:t>
      </w:r>
    </w:p>
    <w:p w14:paraId="58A85788" w14:textId="77777777" w:rsidR="006B79D5" w:rsidRDefault="00EE4DE8">
      <w:pPr>
        <w:pStyle w:val="ListParagraph"/>
        <w:numPr>
          <w:ilvl w:val="2"/>
          <w:numId w:val="8"/>
        </w:numPr>
        <w:tabs>
          <w:tab w:val="left" w:pos="1741"/>
        </w:tabs>
        <w:spacing w:before="119" w:line="259" w:lineRule="auto"/>
        <w:ind w:right="843"/>
        <w:jc w:val="both"/>
      </w:pPr>
      <w:r>
        <w:t>Interview personnel. The purpose of the interview is to gather facts, not to find fault or assign blame.</w:t>
      </w:r>
    </w:p>
    <w:p w14:paraId="4D32DF03" w14:textId="77777777" w:rsidR="006B79D5" w:rsidRDefault="006B79D5">
      <w:pPr>
        <w:spacing w:line="259" w:lineRule="auto"/>
        <w:jc w:val="both"/>
        <w:sectPr w:rsidR="006B79D5">
          <w:pgSz w:w="12240" w:h="15840"/>
          <w:pgMar w:top="1320" w:right="600" w:bottom="1180" w:left="420" w:header="566" w:footer="969" w:gutter="0"/>
          <w:cols w:space="720"/>
        </w:sectPr>
      </w:pPr>
    </w:p>
    <w:p w14:paraId="33A2516E" w14:textId="77777777" w:rsidR="006B79D5" w:rsidRDefault="00EE4DE8">
      <w:pPr>
        <w:pStyle w:val="Heading2"/>
        <w:numPr>
          <w:ilvl w:val="1"/>
          <w:numId w:val="7"/>
        </w:numPr>
        <w:tabs>
          <w:tab w:val="left" w:pos="1353"/>
        </w:tabs>
        <w:spacing w:before="117"/>
        <w:jc w:val="both"/>
      </w:pPr>
      <w:r>
        <w:lastRenderedPageBreak/>
        <w:t>Incident/Incident Analysis</w:t>
      </w:r>
      <w:r>
        <w:rPr>
          <w:spacing w:val="-2"/>
        </w:rPr>
        <w:t xml:space="preserve"> </w:t>
      </w:r>
      <w:r>
        <w:t>Team</w:t>
      </w:r>
    </w:p>
    <w:p w14:paraId="751AAC8B" w14:textId="77777777" w:rsidR="006B79D5" w:rsidRDefault="00EE4DE8">
      <w:pPr>
        <w:pStyle w:val="ListParagraph"/>
        <w:numPr>
          <w:ilvl w:val="1"/>
          <w:numId w:val="7"/>
        </w:numPr>
        <w:tabs>
          <w:tab w:val="left" w:pos="1358"/>
        </w:tabs>
        <w:spacing w:before="120"/>
        <w:ind w:left="1020" w:right="837" w:firstLine="0"/>
        <w:jc w:val="both"/>
      </w:pPr>
      <w:r>
        <w:rPr>
          <w:b/>
        </w:rPr>
        <w:t xml:space="preserve">Background. </w:t>
      </w:r>
      <w:r>
        <w:t xml:space="preserve">It is important to identify and establish incident/incident analysis staff or teams </w:t>
      </w:r>
      <w:r>
        <w:rPr>
          <w:b/>
        </w:rPr>
        <w:t xml:space="preserve">before </w:t>
      </w:r>
      <w:r>
        <w:t xml:space="preserve">an event occurs so they can quickly move into action if called on. The experience of staff or the team is another important factor affecting the quality of the analysis. Competent employees will be appointed who are </w:t>
      </w:r>
      <w:proofErr w:type="gramStart"/>
      <w:r>
        <w:t>trained, and</w:t>
      </w:r>
      <w:proofErr w:type="gramEnd"/>
      <w:r>
        <w:t xml:space="preserve"> have the knowledge and skills necessary to conduct an effective</w:t>
      </w:r>
      <w:r>
        <w:rPr>
          <w:spacing w:val="-33"/>
        </w:rPr>
        <w:t xml:space="preserve"> </w:t>
      </w:r>
      <w:r>
        <w:t>analysis.</w:t>
      </w:r>
    </w:p>
    <w:p w14:paraId="1B5A4A8F" w14:textId="77777777" w:rsidR="006B79D5" w:rsidRDefault="00EE4DE8">
      <w:pPr>
        <w:pStyle w:val="ListParagraph"/>
        <w:numPr>
          <w:ilvl w:val="1"/>
          <w:numId w:val="7"/>
        </w:numPr>
        <w:tabs>
          <w:tab w:val="left" w:pos="1344"/>
        </w:tabs>
        <w:spacing w:before="121"/>
        <w:ind w:left="1020" w:right="847" w:firstLine="0"/>
        <w:jc w:val="both"/>
      </w:pPr>
      <w:r>
        <w:rPr>
          <w:b/>
        </w:rPr>
        <w:t>Training</w:t>
      </w:r>
      <w:r>
        <w:t>.</w:t>
      </w:r>
      <w:r>
        <w:rPr>
          <w:spacing w:val="-13"/>
        </w:rPr>
        <w:t xml:space="preserve"> </w:t>
      </w:r>
      <w:r>
        <w:t>Staff</w:t>
      </w:r>
      <w:r>
        <w:rPr>
          <w:spacing w:val="-12"/>
        </w:rPr>
        <w:t xml:space="preserve"> </w:t>
      </w:r>
      <w:r>
        <w:t>identified</w:t>
      </w:r>
      <w:r>
        <w:rPr>
          <w:spacing w:val="-10"/>
        </w:rPr>
        <w:t xml:space="preserve"> </w:t>
      </w:r>
      <w:r>
        <w:t>in</w:t>
      </w:r>
      <w:r>
        <w:rPr>
          <w:spacing w:val="-11"/>
        </w:rPr>
        <w:t xml:space="preserve"> </w:t>
      </w:r>
      <w:r>
        <w:t>section</w:t>
      </w:r>
      <w:r>
        <w:rPr>
          <w:spacing w:val="-12"/>
        </w:rPr>
        <w:t xml:space="preserve"> </w:t>
      </w:r>
      <w:r>
        <w:t>6.3</w:t>
      </w:r>
      <w:r>
        <w:rPr>
          <w:spacing w:val="-11"/>
        </w:rPr>
        <w:t xml:space="preserve"> </w:t>
      </w:r>
      <w:r>
        <w:t>as</w:t>
      </w:r>
      <w:r>
        <w:rPr>
          <w:spacing w:val="-12"/>
        </w:rPr>
        <w:t xml:space="preserve"> </w:t>
      </w:r>
      <w:r>
        <w:t>Investigators</w:t>
      </w:r>
      <w:r>
        <w:rPr>
          <w:spacing w:val="-14"/>
        </w:rPr>
        <w:t xml:space="preserve"> </w:t>
      </w:r>
      <w:r>
        <w:t>will</w:t>
      </w:r>
      <w:r>
        <w:rPr>
          <w:spacing w:val="-9"/>
        </w:rPr>
        <w:t xml:space="preserve"> </w:t>
      </w:r>
      <w:r>
        <w:t>undergo</w:t>
      </w:r>
      <w:r>
        <w:rPr>
          <w:spacing w:val="-10"/>
        </w:rPr>
        <w:t xml:space="preserve"> </w:t>
      </w:r>
      <w:r>
        <w:t>initial</w:t>
      </w:r>
      <w:r>
        <w:rPr>
          <w:spacing w:val="-12"/>
        </w:rPr>
        <w:t xml:space="preserve"> </w:t>
      </w:r>
      <w:r>
        <w:t>training</w:t>
      </w:r>
      <w:r>
        <w:rPr>
          <w:spacing w:val="-9"/>
        </w:rPr>
        <w:t xml:space="preserve"> </w:t>
      </w:r>
      <w:r>
        <w:t>for</w:t>
      </w:r>
      <w:r>
        <w:rPr>
          <w:spacing w:val="-10"/>
        </w:rPr>
        <w:t xml:space="preserve"> </w:t>
      </w:r>
      <w:r>
        <w:t>Incident</w:t>
      </w:r>
      <w:r>
        <w:rPr>
          <w:spacing w:val="-11"/>
        </w:rPr>
        <w:t xml:space="preserve"> </w:t>
      </w:r>
      <w:r>
        <w:t>Review, and an annual refresher</w:t>
      </w:r>
      <w:r>
        <w:rPr>
          <w:spacing w:val="-7"/>
        </w:rPr>
        <w:t xml:space="preserve"> </w:t>
      </w:r>
      <w:r>
        <w:t>training.</w:t>
      </w:r>
    </w:p>
    <w:p w14:paraId="71EAFF60" w14:textId="77777777" w:rsidR="006B79D5" w:rsidRDefault="00EE4DE8">
      <w:pPr>
        <w:pStyle w:val="ListParagraph"/>
        <w:numPr>
          <w:ilvl w:val="1"/>
          <w:numId w:val="7"/>
        </w:numPr>
        <w:tabs>
          <w:tab w:val="left" w:pos="1371"/>
        </w:tabs>
        <w:spacing w:before="120"/>
        <w:ind w:left="1020" w:right="839" w:firstLine="0"/>
        <w:jc w:val="both"/>
      </w:pPr>
      <w:r>
        <w:rPr>
          <w:b/>
        </w:rPr>
        <w:t xml:space="preserve">Incident/Incident Analysis Team Makeup. </w:t>
      </w:r>
      <w:r>
        <w:t>Although team membership may vary according to the type of incident, a typical team analyzing an incident/incident may</w:t>
      </w:r>
      <w:r>
        <w:rPr>
          <w:spacing w:val="-16"/>
        </w:rPr>
        <w:t xml:space="preserve"> </w:t>
      </w:r>
      <w:r>
        <w:t>include:</w:t>
      </w:r>
    </w:p>
    <w:p w14:paraId="5F540540" w14:textId="77777777" w:rsidR="006B79D5" w:rsidRDefault="00EE4DE8">
      <w:pPr>
        <w:pStyle w:val="ListParagraph"/>
        <w:numPr>
          <w:ilvl w:val="2"/>
          <w:numId w:val="7"/>
        </w:numPr>
        <w:tabs>
          <w:tab w:val="left" w:pos="2100"/>
        </w:tabs>
        <w:spacing w:before="118"/>
        <w:jc w:val="both"/>
      </w:pPr>
      <w:r>
        <w:t>A first-line supervisor from the affected</w:t>
      </w:r>
      <w:r>
        <w:rPr>
          <w:spacing w:val="-5"/>
        </w:rPr>
        <w:t xml:space="preserve"> </w:t>
      </w:r>
      <w:r>
        <w:t>area.</w:t>
      </w:r>
    </w:p>
    <w:p w14:paraId="355A605C" w14:textId="77777777" w:rsidR="006B79D5" w:rsidRDefault="00EE4DE8">
      <w:pPr>
        <w:pStyle w:val="ListParagraph"/>
        <w:numPr>
          <w:ilvl w:val="2"/>
          <w:numId w:val="7"/>
        </w:numPr>
        <w:tabs>
          <w:tab w:val="left" w:pos="2100"/>
        </w:tabs>
        <w:jc w:val="both"/>
      </w:pPr>
      <w:r>
        <w:t>Personnel from an area not involved in the</w:t>
      </w:r>
      <w:r>
        <w:rPr>
          <w:spacing w:val="-11"/>
        </w:rPr>
        <w:t xml:space="preserve"> </w:t>
      </w:r>
      <w:r>
        <w:t>incident.</w:t>
      </w:r>
    </w:p>
    <w:p w14:paraId="672F89C7" w14:textId="77777777" w:rsidR="006B79D5" w:rsidRDefault="00EE4DE8">
      <w:pPr>
        <w:pStyle w:val="ListParagraph"/>
        <w:numPr>
          <w:ilvl w:val="2"/>
          <w:numId w:val="7"/>
        </w:numPr>
        <w:tabs>
          <w:tab w:val="left" w:pos="2101"/>
        </w:tabs>
        <w:ind w:hanging="361"/>
        <w:jc w:val="both"/>
      </w:pPr>
      <w:r>
        <w:t>An engineering and/or maintenance</w:t>
      </w:r>
      <w:r>
        <w:rPr>
          <w:spacing w:val="-7"/>
        </w:rPr>
        <w:t xml:space="preserve"> </w:t>
      </w:r>
      <w:r>
        <w:t>supervisor.</w:t>
      </w:r>
    </w:p>
    <w:p w14:paraId="25C587C3" w14:textId="77777777" w:rsidR="006B79D5" w:rsidRDefault="00EE4DE8">
      <w:pPr>
        <w:pStyle w:val="ListParagraph"/>
        <w:numPr>
          <w:ilvl w:val="2"/>
          <w:numId w:val="7"/>
        </w:numPr>
        <w:tabs>
          <w:tab w:val="left" w:pos="2101"/>
        </w:tabs>
        <w:ind w:hanging="361"/>
        <w:jc w:val="both"/>
      </w:pPr>
      <w:r>
        <w:t>The safety</w:t>
      </w:r>
      <w:r>
        <w:rPr>
          <w:spacing w:val="-2"/>
        </w:rPr>
        <w:t xml:space="preserve"> </w:t>
      </w:r>
      <w:r>
        <w:t>supervisor.</w:t>
      </w:r>
    </w:p>
    <w:p w14:paraId="25F60FF8" w14:textId="77777777" w:rsidR="006B79D5" w:rsidRDefault="00EE4DE8">
      <w:pPr>
        <w:pStyle w:val="ListParagraph"/>
        <w:numPr>
          <w:ilvl w:val="2"/>
          <w:numId w:val="7"/>
        </w:numPr>
        <w:tabs>
          <w:tab w:val="left" w:pos="2101"/>
        </w:tabs>
        <w:spacing w:before="139"/>
        <w:ind w:hanging="361"/>
        <w:jc w:val="both"/>
      </w:pPr>
      <w:r>
        <w:t>Members of the Safety</w:t>
      </w:r>
      <w:r>
        <w:rPr>
          <w:spacing w:val="-5"/>
        </w:rPr>
        <w:t xml:space="preserve"> </w:t>
      </w:r>
      <w:r>
        <w:t>Committee.</w:t>
      </w:r>
    </w:p>
    <w:p w14:paraId="6BCF658C" w14:textId="77777777" w:rsidR="006B79D5" w:rsidRDefault="00EE4DE8">
      <w:pPr>
        <w:pStyle w:val="ListParagraph"/>
        <w:numPr>
          <w:ilvl w:val="2"/>
          <w:numId w:val="7"/>
        </w:numPr>
        <w:tabs>
          <w:tab w:val="left" w:pos="2100"/>
        </w:tabs>
        <w:jc w:val="both"/>
      </w:pPr>
      <w:r>
        <w:t>Occupational health/environmental</w:t>
      </w:r>
      <w:r>
        <w:rPr>
          <w:spacing w:val="-5"/>
        </w:rPr>
        <w:t xml:space="preserve"> </w:t>
      </w:r>
      <w:r>
        <w:t>personnel.</w:t>
      </w:r>
    </w:p>
    <w:p w14:paraId="0E779E81" w14:textId="77777777" w:rsidR="006B79D5" w:rsidRDefault="00EE4DE8">
      <w:pPr>
        <w:pStyle w:val="ListParagraph"/>
        <w:numPr>
          <w:ilvl w:val="2"/>
          <w:numId w:val="7"/>
        </w:numPr>
        <w:tabs>
          <w:tab w:val="left" w:pos="2100"/>
        </w:tabs>
      </w:pPr>
      <w:r>
        <w:t>Appropriate front line personnel (i.e., operators, mechanics, technicians);</w:t>
      </w:r>
      <w:r>
        <w:rPr>
          <w:spacing w:val="-13"/>
        </w:rPr>
        <w:t xml:space="preserve"> </w:t>
      </w:r>
      <w:r>
        <w:t>and,</w:t>
      </w:r>
    </w:p>
    <w:p w14:paraId="1E086B0B" w14:textId="77777777" w:rsidR="006B79D5" w:rsidRDefault="00EE4DE8">
      <w:pPr>
        <w:pStyle w:val="ListParagraph"/>
        <w:numPr>
          <w:ilvl w:val="2"/>
          <w:numId w:val="7"/>
        </w:numPr>
        <w:tabs>
          <w:tab w:val="left" w:pos="2101"/>
        </w:tabs>
        <w:spacing w:line="364" w:lineRule="auto"/>
        <w:ind w:left="1020" w:right="5782" w:firstLine="720"/>
      </w:pPr>
      <w:r>
        <w:t>Research and/or technical personnel. Team Member Contact</w:t>
      </w:r>
      <w:r>
        <w:rPr>
          <w:spacing w:val="-2"/>
        </w:rPr>
        <w:t xml:space="preserve"> </w:t>
      </w:r>
      <w:r>
        <w:t>Information:</w:t>
      </w:r>
    </w:p>
    <w:p w14:paraId="43FF56F8" w14:textId="77777777" w:rsidR="006B79D5" w:rsidRDefault="00EE4DE8">
      <w:pPr>
        <w:pStyle w:val="Heading2"/>
        <w:numPr>
          <w:ilvl w:val="1"/>
          <w:numId w:val="7"/>
        </w:numPr>
        <w:tabs>
          <w:tab w:val="left" w:pos="1353"/>
        </w:tabs>
        <w:spacing w:before="0" w:line="249" w:lineRule="exact"/>
      </w:pPr>
      <w:r>
        <w:t>The Incident/Incident Analysis Team</w:t>
      </w:r>
      <w:r>
        <w:rPr>
          <w:spacing w:val="-8"/>
        </w:rPr>
        <w:t xml:space="preserve"> </w:t>
      </w:r>
      <w:r>
        <w:t>Leader</w:t>
      </w:r>
    </w:p>
    <w:p w14:paraId="35B836FF" w14:textId="77777777" w:rsidR="006B79D5" w:rsidRDefault="00EE4DE8">
      <w:pPr>
        <w:pStyle w:val="BodyText"/>
        <w:spacing w:before="120"/>
        <w:ind w:left="1020"/>
      </w:pPr>
      <w:r>
        <w:t>The incident/Incident Analysis team leader will:</w:t>
      </w:r>
    </w:p>
    <w:p w14:paraId="77229260" w14:textId="77777777" w:rsidR="006B79D5" w:rsidRDefault="00EE4DE8">
      <w:pPr>
        <w:pStyle w:val="ListParagraph"/>
        <w:numPr>
          <w:ilvl w:val="2"/>
          <w:numId w:val="7"/>
        </w:numPr>
        <w:tabs>
          <w:tab w:val="left" w:pos="2100"/>
        </w:tabs>
        <w:spacing w:before="120" w:line="259" w:lineRule="auto"/>
        <w:ind w:right="845"/>
      </w:pPr>
      <w:r>
        <w:t>Control the scope of investigative activity by identifying which lines of analysis should be pursued, referred to another group for study, or</w:t>
      </w:r>
      <w:r>
        <w:rPr>
          <w:spacing w:val="-9"/>
        </w:rPr>
        <w:t xml:space="preserve"> </w:t>
      </w:r>
      <w:r>
        <w:t>deferred.</w:t>
      </w:r>
    </w:p>
    <w:p w14:paraId="0456607E" w14:textId="77777777" w:rsidR="006B79D5" w:rsidRDefault="00EE4DE8">
      <w:pPr>
        <w:pStyle w:val="ListParagraph"/>
        <w:numPr>
          <w:ilvl w:val="2"/>
          <w:numId w:val="7"/>
        </w:numPr>
        <w:tabs>
          <w:tab w:val="left" w:pos="2100"/>
        </w:tabs>
        <w:spacing w:before="121"/>
      </w:pPr>
      <w:r>
        <w:t>Call and preside over meetings regarding the review and</w:t>
      </w:r>
      <w:r>
        <w:rPr>
          <w:spacing w:val="-12"/>
        </w:rPr>
        <w:t xml:space="preserve"> </w:t>
      </w:r>
      <w:r>
        <w:t>analysis.</w:t>
      </w:r>
    </w:p>
    <w:p w14:paraId="00C07FBE" w14:textId="77777777" w:rsidR="006B79D5" w:rsidRDefault="00EE4DE8">
      <w:pPr>
        <w:pStyle w:val="ListParagraph"/>
        <w:numPr>
          <w:ilvl w:val="2"/>
          <w:numId w:val="7"/>
        </w:numPr>
        <w:tabs>
          <w:tab w:val="left" w:pos="2101"/>
        </w:tabs>
        <w:spacing w:before="140"/>
        <w:ind w:hanging="361"/>
      </w:pPr>
      <w:r>
        <w:t>Assign tasks and establish</w:t>
      </w:r>
      <w:r>
        <w:rPr>
          <w:spacing w:val="-9"/>
        </w:rPr>
        <w:t xml:space="preserve"> </w:t>
      </w:r>
      <w:r>
        <w:t>timetables.</w:t>
      </w:r>
    </w:p>
    <w:p w14:paraId="73F157D0" w14:textId="77777777" w:rsidR="006B79D5" w:rsidRDefault="00EE4DE8">
      <w:pPr>
        <w:pStyle w:val="ListParagraph"/>
        <w:numPr>
          <w:ilvl w:val="2"/>
          <w:numId w:val="7"/>
        </w:numPr>
        <w:tabs>
          <w:tab w:val="left" w:pos="2101"/>
        </w:tabs>
        <w:spacing w:before="141"/>
        <w:ind w:hanging="361"/>
      </w:pPr>
      <w:r>
        <w:t>Ensure that no potentially useful data source is overlooked;</w:t>
      </w:r>
      <w:r>
        <w:rPr>
          <w:spacing w:val="-9"/>
        </w:rPr>
        <w:t xml:space="preserve"> </w:t>
      </w:r>
      <w:r>
        <w:t>and,</w:t>
      </w:r>
    </w:p>
    <w:p w14:paraId="0CC2C4D2" w14:textId="77777777" w:rsidR="006B79D5" w:rsidRDefault="00EE4DE8">
      <w:pPr>
        <w:pStyle w:val="ListParagraph"/>
        <w:numPr>
          <w:ilvl w:val="2"/>
          <w:numId w:val="7"/>
        </w:numPr>
        <w:tabs>
          <w:tab w:val="left" w:pos="2101"/>
        </w:tabs>
        <w:ind w:hanging="361"/>
      </w:pPr>
      <w:r>
        <w:t>Keep management advised of the progress of the review and</w:t>
      </w:r>
      <w:r>
        <w:rPr>
          <w:spacing w:val="-17"/>
        </w:rPr>
        <w:t xml:space="preserve"> </w:t>
      </w:r>
      <w:r>
        <w:t>analysis.</w:t>
      </w:r>
    </w:p>
    <w:p w14:paraId="27056DDA" w14:textId="77777777" w:rsidR="006B79D5" w:rsidRDefault="00EE4DE8">
      <w:pPr>
        <w:pStyle w:val="Heading2"/>
        <w:numPr>
          <w:ilvl w:val="1"/>
          <w:numId w:val="6"/>
        </w:numPr>
        <w:tabs>
          <w:tab w:val="left" w:pos="1353"/>
        </w:tabs>
        <w:spacing w:before="142"/>
      </w:pPr>
      <w:r>
        <w:t>Determining the</w:t>
      </w:r>
      <w:r>
        <w:rPr>
          <w:spacing w:val="-9"/>
        </w:rPr>
        <w:t xml:space="preserve"> </w:t>
      </w:r>
      <w:r>
        <w:t>Facts</w:t>
      </w:r>
    </w:p>
    <w:p w14:paraId="16541B91" w14:textId="77777777" w:rsidR="006B79D5" w:rsidRDefault="00EE4DE8">
      <w:pPr>
        <w:pStyle w:val="BodyText"/>
        <w:spacing w:before="122" w:line="237" w:lineRule="auto"/>
        <w:ind w:left="1020" w:right="838"/>
      </w:pPr>
      <w:r>
        <w:t>A thorough search for the facts is an important step in incident/incident analysis. During the fact-finding phase of the process, team members</w:t>
      </w:r>
      <w:r>
        <w:rPr>
          <w:spacing w:val="-7"/>
        </w:rPr>
        <w:t xml:space="preserve"> </w:t>
      </w:r>
      <w:r>
        <w:t>will:</w:t>
      </w:r>
    </w:p>
    <w:p w14:paraId="33B23536" w14:textId="77777777" w:rsidR="006B79D5" w:rsidRDefault="00EE4DE8">
      <w:pPr>
        <w:pStyle w:val="ListParagraph"/>
        <w:numPr>
          <w:ilvl w:val="2"/>
          <w:numId w:val="6"/>
        </w:numPr>
        <w:tabs>
          <w:tab w:val="left" w:pos="2100"/>
        </w:tabs>
        <w:spacing w:before="122"/>
      </w:pPr>
      <w:r>
        <w:t>When safe to do so, visit the scene before physical evidence is</w:t>
      </w:r>
      <w:r>
        <w:rPr>
          <w:spacing w:val="-18"/>
        </w:rPr>
        <w:t xml:space="preserve"> </w:t>
      </w:r>
      <w:r>
        <w:t>disturbed.</w:t>
      </w:r>
    </w:p>
    <w:p w14:paraId="56B0208C" w14:textId="77777777" w:rsidR="006B79D5" w:rsidRDefault="00EE4DE8">
      <w:pPr>
        <w:pStyle w:val="ListParagraph"/>
        <w:numPr>
          <w:ilvl w:val="2"/>
          <w:numId w:val="6"/>
        </w:numPr>
        <w:tabs>
          <w:tab w:val="left" w:pos="2100"/>
        </w:tabs>
        <w:spacing w:before="120"/>
        <w:ind w:left="2100" w:right="844"/>
      </w:pPr>
      <w:r>
        <w:t>Sample</w:t>
      </w:r>
      <w:r>
        <w:rPr>
          <w:spacing w:val="-6"/>
        </w:rPr>
        <w:t xml:space="preserve"> </w:t>
      </w:r>
      <w:r>
        <w:t>unknown</w:t>
      </w:r>
      <w:r>
        <w:rPr>
          <w:spacing w:val="-7"/>
        </w:rPr>
        <w:t xml:space="preserve"> </w:t>
      </w:r>
      <w:r>
        <w:t>spills,</w:t>
      </w:r>
      <w:r>
        <w:rPr>
          <w:spacing w:val="-7"/>
        </w:rPr>
        <w:t xml:space="preserve"> </w:t>
      </w:r>
      <w:r>
        <w:t>vapors,</w:t>
      </w:r>
      <w:r>
        <w:rPr>
          <w:spacing w:val="-8"/>
        </w:rPr>
        <w:t xml:space="preserve"> </w:t>
      </w:r>
      <w:r>
        <w:t>residues,</w:t>
      </w:r>
      <w:r>
        <w:rPr>
          <w:spacing w:val="-9"/>
        </w:rPr>
        <w:t xml:space="preserve"> </w:t>
      </w:r>
      <w:r>
        <w:t>etc.,</w:t>
      </w:r>
      <w:r>
        <w:rPr>
          <w:spacing w:val="-6"/>
        </w:rPr>
        <w:t xml:space="preserve"> </w:t>
      </w:r>
      <w:r>
        <w:t>noting</w:t>
      </w:r>
      <w:r>
        <w:rPr>
          <w:spacing w:val="-7"/>
        </w:rPr>
        <w:t xml:space="preserve"> </w:t>
      </w:r>
      <w:r>
        <w:t>conditions</w:t>
      </w:r>
      <w:r>
        <w:rPr>
          <w:spacing w:val="-6"/>
        </w:rPr>
        <w:t xml:space="preserve"> </w:t>
      </w:r>
      <w:r>
        <w:t>which</w:t>
      </w:r>
      <w:r>
        <w:rPr>
          <w:spacing w:val="-9"/>
        </w:rPr>
        <w:t xml:space="preserve"> </w:t>
      </w:r>
      <w:r>
        <w:t>may</w:t>
      </w:r>
      <w:r>
        <w:rPr>
          <w:spacing w:val="-7"/>
        </w:rPr>
        <w:t xml:space="preserve"> </w:t>
      </w:r>
      <w:r>
        <w:t>have</w:t>
      </w:r>
      <w:r>
        <w:rPr>
          <w:spacing w:val="-6"/>
        </w:rPr>
        <w:t xml:space="preserve"> </w:t>
      </w:r>
      <w:r>
        <w:t>affected</w:t>
      </w:r>
      <w:r>
        <w:rPr>
          <w:spacing w:val="-8"/>
        </w:rPr>
        <w:t xml:space="preserve"> </w:t>
      </w:r>
      <w:r>
        <w:t>the sample; (Be sure you sample using proper safety and health</w:t>
      </w:r>
      <w:r>
        <w:rPr>
          <w:spacing w:val="-13"/>
        </w:rPr>
        <w:t xml:space="preserve"> </w:t>
      </w:r>
      <w:r>
        <w:t>procedures).</w:t>
      </w:r>
    </w:p>
    <w:p w14:paraId="3DDD8316" w14:textId="77777777" w:rsidR="006B79D5" w:rsidRDefault="00EE4DE8">
      <w:pPr>
        <w:pStyle w:val="ListParagraph"/>
        <w:numPr>
          <w:ilvl w:val="2"/>
          <w:numId w:val="6"/>
        </w:numPr>
        <w:tabs>
          <w:tab w:val="left" w:pos="2100"/>
        </w:tabs>
        <w:spacing w:before="121"/>
        <w:ind w:left="2100" w:right="846"/>
      </w:pPr>
      <w:r>
        <w:t>Prepare visual aids, such as photographs, field sketches, diagrams, and other graphical representations to provide data for the</w:t>
      </w:r>
      <w:r>
        <w:rPr>
          <w:spacing w:val="-10"/>
        </w:rPr>
        <w:t xml:space="preserve"> </w:t>
      </w:r>
      <w:r>
        <w:t>analysis.</w:t>
      </w:r>
    </w:p>
    <w:p w14:paraId="75FAAFDE" w14:textId="77777777" w:rsidR="006B79D5" w:rsidRDefault="006B79D5">
      <w:pPr>
        <w:sectPr w:rsidR="006B79D5">
          <w:pgSz w:w="12240" w:h="15840"/>
          <w:pgMar w:top="1320" w:right="600" w:bottom="1180" w:left="420" w:header="566" w:footer="969" w:gutter="0"/>
          <w:cols w:space="720"/>
        </w:sectPr>
      </w:pPr>
    </w:p>
    <w:p w14:paraId="2D39BF6D" w14:textId="77777777" w:rsidR="006B79D5" w:rsidRDefault="00EE4DE8">
      <w:pPr>
        <w:pStyle w:val="ListParagraph"/>
        <w:numPr>
          <w:ilvl w:val="2"/>
          <w:numId w:val="6"/>
        </w:numPr>
        <w:tabs>
          <w:tab w:val="left" w:pos="2099"/>
        </w:tabs>
        <w:spacing w:before="117"/>
        <w:ind w:left="2100" w:right="843"/>
        <w:jc w:val="both"/>
      </w:pPr>
      <w:r>
        <w:lastRenderedPageBreak/>
        <w:t>Obtain on-the-spot information from eyewitnesses, if possible. Interview with those directly involved and others whose input might be useful should be scheduled soon thereafter. The interviews should be conducted privately and individually; so that the comments of one witness will not influence the responses of</w:t>
      </w:r>
      <w:r>
        <w:rPr>
          <w:spacing w:val="-13"/>
        </w:rPr>
        <w:t xml:space="preserve"> </w:t>
      </w:r>
      <w:r>
        <w:t>others.</w:t>
      </w:r>
    </w:p>
    <w:p w14:paraId="1B71821B" w14:textId="77777777" w:rsidR="006B79D5" w:rsidRDefault="00EE4DE8">
      <w:pPr>
        <w:pStyle w:val="ListParagraph"/>
        <w:numPr>
          <w:ilvl w:val="2"/>
          <w:numId w:val="6"/>
        </w:numPr>
        <w:tabs>
          <w:tab w:val="left" w:pos="2099"/>
        </w:tabs>
        <w:spacing w:before="121"/>
        <w:ind w:left="2100" w:right="844"/>
        <w:jc w:val="both"/>
      </w:pPr>
      <w:r>
        <w:t>Observe key mechanical equipment as it is disassembled. Include inspection logs, maintenance logs, operating logs, recorder charts, previous reports, procedures, equipment manuals, oral instruction, as-built drawings (if available), change of design records, design data, records indicating the previous training and performance of the employees involved, computer simulations, laboratory tests,</w:t>
      </w:r>
      <w:r>
        <w:rPr>
          <w:spacing w:val="-3"/>
        </w:rPr>
        <w:t xml:space="preserve"> </w:t>
      </w:r>
      <w:r>
        <w:t>etc.</w:t>
      </w:r>
    </w:p>
    <w:p w14:paraId="6C99008D" w14:textId="77777777" w:rsidR="006B79D5" w:rsidRDefault="00EE4DE8">
      <w:pPr>
        <w:pStyle w:val="ListParagraph"/>
        <w:numPr>
          <w:ilvl w:val="2"/>
          <w:numId w:val="6"/>
        </w:numPr>
        <w:tabs>
          <w:tab w:val="left" w:pos="2100"/>
        </w:tabs>
        <w:spacing w:before="118"/>
        <w:ind w:left="2100" w:right="842"/>
        <w:jc w:val="both"/>
      </w:pPr>
      <w:r>
        <w:t>Determine which incident-related items should be preserved. When a preliminary analysis reveals that an item may have failed to operate correctly, was damaged, etc., arrangements should</w:t>
      </w:r>
      <w:r>
        <w:rPr>
          <w:spacing w:val="-5"/>
        </w:rPr>
        <w:t xml:space="preserve"> </w:t>
      </w:r>
      <w:r>
        <w:t>be</w:t>
      </w:r>
      <w:r>
        <w:rPr>
          <w:spacing w:val="-5"/>
        </w:rPr>
        <w:t xml:space="preserve"> </w:t>
      </w:r>
      <w:r>
        <w:t>made</w:t>
      </w:r>
      <w:r>
        <w:rPr>
          <w:spacing w:val="-4"/>
        </w:rPr>
        <w:t xml:space="preserve"> </w:t>
      </w:r>
      <w:r>
        <w:t>to</w:t>
      </w:r>
      <w:r>
        <w:rPr>
          <w:spacing w:val="-2"/>
        </w:rPr>
        <w:t xml:space="preserve"> </w:t>
      </w:r>
      <w:r>
        <w:t>either</w:t>
      </w:r>
      <w:r>
        <w:rPr>
          <w:spacing w:val="-4"/>
        </w:rPr>
        <w:t xml:space="preserve"> </w:t>
      </w:r>
      <w:r>
        <w:t>preserve</w:t>
      </w:r>
      <w:r>
        <w:rPr>
          <w:spacing w:val="-5"/>
        </w:rPr>
        <w:t xml:space="preserve"> </w:t>
      </w:r>
      <w:r>
        <w:t>the</w:t>
      </w:r>
      <w:r>
        <w:rPr>
          <w:spacing w:val="-4"/>
        </w:rPr>
        <w:t xml:space="preserve"> </w:t>
      </w:r>
      <w:r>
        <w:t>item</w:t>
      </w:r>
      <w:r>
        <w:rPr>
          <w:spacing w:val="-5"/>
        </w:rPr>
        <w:t xml:space="preserve"> </w:t>
      </w:r>
      <w:r>
        <w:t>or</w:t>
      </w:r>
      <w:r>
        <w:rPr>
          <w:spacing w:val="-4"/>
        </w:rPr>
        <w:t xml:space="preserve"> </w:t>
      </w:r>
      <w:r>
        <w:t>carefully</w:t>
      </w:r>
      <w:r>
        <w:rPr>
          <w:spacing w:val="-2"/>
        </w:rPr>
        <w:t xml:space="preserve"> </w:t>
      </w:r>
      <w:r>
        <w:t>document</w:t>
      </w:r>
      <w:r>
        <w:rPr>
          <w:spacing w:val="-4"/>
        </w:rPr>
        <w:t xml:space="preserve"> </w:t>
      </w:r>
      <w:r>
        <w:t>any</w:t>
      </w:r>
      <w:r>
        <w:rPr>
          <w:spacing w:val="-4"/>
        </w:rPr>
        <w:t xml:space="preserve"> </w:t>
      </w:r>
      <w:r>
        <w:t>subsequent</w:t>
      </w:r>
      <w:r>
        <w:rPr>
          <w:spacing w:val="-4"/>
        </w:rPr>
        <w:t xml:space="preserve"> </w:t>
      </w:r>
      <w:r>
        <w:t>repairs</w:t>
      </w:r>
      <w:r>
        <w:rPr>
          <w:spacing w:val="-6"/>
        </w:rPr>
        <w:t xml:space="preserve"> </w:t>
      </w:r>
      <w:r>
        <w:t>or modifications. Photographs should be obtained before any alterations or modifications are done.</w:t>
      </w:r>
    </w:p>
    <w:p w14:paraId="44B70AA6" w14:textId="77777777" w:rsidR="006B79D5" w:rsidRDefault="00EE4DE8">
      <w:pPr>
        <w:pStyle w:val="ListParagraph"/>
        <w:numPr>
          <w:ilvl w:val="2"/>
          <w:numId w:val="6"/>
        </w:numPr>
        <w:tabs>
          <w:tab w:val="left" w:pos="2100"/>
        </w:tabs>
        <w:spacing w:before="122"/>
        <w:ind w:left="2100" w:right="845"/>
        <w:jc w:val="both"/>
      </w:pPr>
      <w:r>
        <w:t>Carefully document the sources of information contained in the incident report. This will be valuable</w:t>
      </w:r>
      <w:r>
        <w:rPr>
          <w:spacing w:val="-6"/>
        </w:rPr>
        <w:t xml:space="preserve"> </w:t>
      </w:r>
      <w:r>
        <w:t>should</w:t>
      </w:r>
      <w:r>
        <w:rPr>
          <w:spacing w:val="-6"/>
        </w:rPr>
        <w:t xml:space="preserve"> </w:t>
      </w:r>
      <w:r>
        <w:t>it</w:t>
      </w:r>
      <w:r>
        <w:rPr>
          <w:spacing w:val="-5"/>
        </w:rPr>
        <w:t xml:space="preserve"> </w:t>
      </w:r>
      <w:r>
        <w:t>subsequently</w:t>
      </w:r>
      <w:r>
        <w:rPr>
          <w:spacing w:val="-6"/>
        </w:rPr>
        <w:t xml:space="preserve"> </w:t>
      </w:r>
      <w:r>
        <w:t>be</w:t>
      </w:r>
      <w:r>
        <w:rPr>
          <w:spacing w:val="-5"/>
        </w:rPr>
        <w:t xml:space="preserve"> </w:t>
      </w:r>
      <w:r>
        <w:t>determined</w:t>
      </w:r>
      <w:r>
        <w:rPr>
          <w:spacing w:val="-5"/>
        </w:rPr>
        <w:t xml:space="preserve"> </w:t>
      </w:r>
      <w:r>
        <w:t>that</w:t>
      </w:r>
      <w:r>
        <w:rPr>
          <w:spacing w:val="-3"/>
        </w:rPr>
        <w:t xml:space="preserve"> </w:t>
      </w:r>
      <w:r>
        <w:t>further</w:t>
      </w:r>
      <w:r>
        <w:rPr>
          <w:spacing w:val="-4"/>
        </w:rPr>
        <w:t xml:space="preserve"> </w:t>
      </w:r>
      <w:r>
        <w:t>study</w:t>
      </w:r>
      <w:r>
        <w:rPr>
          <w:spacing w:val="-4"/>
        </w:rPr>
        <w:t xml:space="preserve"> </w:t>
      </w:r>
      <w:r>
        <w:t>of</w:t>
      </w:r>
      <w:r>
        <w:rPr>
          <w:spacing w:val="-5"/>
        </w:rPr>
        <w:t xml:space="preserve"> </w:t>
      </w:r>
      <w:r>
        <w:t>the</w:t>
      </w:r>
      <w:r>
        <w:rPr>
          <w:spacing w:val="-6"/>
        </w:rPr>
        <w:t xml:space="preserve"> </w:t>
      </w:r>
      <w:r>
        <w:t>incident</w:t>
      </w:r>
      <w:r>
        <w:rPr>
          <w:spacing w:val="-5"/>
        </w:rPr>
        <w:t xml:space="preserve"> </w:t>
      </w:r>
      <w:r>
        <w:t>or</w:t>
      </w:r>
      <w:r>
        <w:rPr>
          <w:spacing w:val="-4"/>
        </w:rPr>
        <w:t xml:space="preserve"> </w:t>
      </w:r>
      <w:r>
        <w:t>potential incident is</w:t>
      </w:r>
      <w:r>
        <w:rPr>
          <w:spacing w:val="-1"/>
        </w:rPr>
        <w:t xml:space="preserve"> </w:t>
      </w:r>
      <w:r>
        <w:t>necessary.</w:t>
      </w:r>
    </w:p>
    <w:p w14:paraId="3D204BA9" w14:textId="77777777" w:rsidR="006B79D5" w:rsidRDefault="00EE4DE8">
      <w:pPr>
        <w:pStyle w:val="Heading2"/>
        <w:numPr>
          <w:ilvl w:val="1"/>
          <w:numId w:val="5"/>
        </w:numPr>
        <w:tabs>
          <w:tab w:val="left" w:pos="1353"/>
        </w:tabs>
        <w:jc w:val="both"/>
      </w:pPr>
      <w:r>
        <w:t>Determining the</w:t>
      </w:r>
      <w:r>
        <w:rPr>
          <w:spacing w:val="-3"/>
        </w:rPr>
        <w:t xml:space="preserve"> </w:t>
      </w:r>
      <w:r>
        <w:t>Cause</w:t>
      </w:r>
    </w:p>
    <w:p w14:paraId="1B036591" w14:textId="77777777" w:rsidR="006B79D5" w:rsidRDefault="00EE4DE8">
      <w:pPr>
        <w:pStyle w:val="BodyText"/>
        <w:spacing w:before="118"/>
        <w:ind w:left="1020" w:right="844"/>
        <w:jc w:val="both"/>
      </w:pPr>
      <w:r>
        <w:t>It is critical to establish the root cause(s) of an incident/incident so that effective recommendations are made</w:t>
      </w:r>
      <w:r>
        <w:rPr>
          <w:spacing w:val="-5"/>
        </w:rPr>
        <w:t xml:space="preserve"> </w:t>
      </w:r>
      <w:r>
        <w:t>to</w:t>
      </w:r>
      <w:r>
        <w:rPr>
          <w:spacing w:val="-3"/>
        </w:rPr>
        <w:t xml:space="preserve"> </w:t>
      </w:r>
      <w:r>
        <w:t>correct</w:t>
      </w:r>
      <w:r>
        <w:rPr>
          <w:spacing w:val="-6"/>
        </w:rPr>
        <w:t xml:space="preserve"> </w:t>
      </w:r>
      <w:r>
        <w:t>the</w:t>
      </w:r>
      <w:r>
        <w:rPr>
          <w:spacing w:val="-5"/>
        </w:rPr>
        <w:t xml:space="preserve"> </w:t>
      </w:r>
      <w:r>
        <w:t>hazardous</w:t>
      </w:r>
      <w:r>
        <w:rPr>
          <w:spacing w:val="-5"/>
        </w:rPr>
        <w:t xml:space="preserve"> </w:t>
      </w:r>
      <w:r>
        <w:t>conditions</w:t>
      </w:r>
      <w:r>
        <w:rPr>
          <w:spacing w:val="-5"/>
        </w:rPr>
        <w:t xml:space="preserve"> </w:t>
      </w:r>
      <w:r>
        <w:t>and</w:t>
      </w:r>
      <w:r>
        <w:rPr>
          <w:spacing w:val="-6"/>
        </w:rPr>
        <w:t xml:space="preserve"> </w:t>
      </w:r>
      <w:r>
        <w:t>unsafe</w:t>
      </w:r>
      <w:r>
        <w:rPr>
          <w:spacing w:val="-6"/>
        </w:rPr>
        <w:t xml:space="preserve"> </w:t>
      </w:r>
      <w:r>
        <w:t>work</w:t>
      </w:r>
      <w:r>
        <w:rPr>
          <w:spacing w:val="-5"/>
        </w:rPr>
        <w:t xml:space="preserve"> </w:t>
      </w:r>
      <w:proofErr w:type="gramStart"/>
      <w:r>
        <w:t>practices,</w:t>
      </w:r>
      <w:r>
        <w:rPr>
          <w:spacing w:val="-5"/>
        </w:rPr>
        <w:t xml:space="preserve"> </w:t>
      </w:r>
      <w:r>
        <w:t>and</w:t>
      </w:r>
      <w:proofErr w:type="gramEnd"/>
      <w:r>
        <w:rPr>
          <w:spacing w:val="-6"/>
        </w:rPr>
        <w:t xml:space="preserve"> </w:t>
      </w:r>
      <w:r>
        <w:t>make</w:t>
      </w:r>
      <w:r>
        <w:rPr>
          <w:spacing w:val="-5"/>
        </w:rPr>
        <w:t xml:space="preserve"> </w:t>
      </w:r>
      <w:r>
        <w:t>system</w:t>
      </w:r>
      <w:r>
        <w:rPr>
          <w:spacing w:val="-2"/>
        </w:rPr>
        <w:t xml:space="preserve"> </w:t>
      </w:r>
      <w:r>
        <w:t>improvements</w:t>
      </w:r>
      <w:r>
        <w:rPr>
          <w:spacing w:val="-5"/>
        </w:rPr>
        <w:t xml:space="preserve"> </w:t>
      </w:r>
      <w:r>
        <w:t>to prevent</w:t>
      </w:r>
      <w:r>
        <w:rPr>
          <w:spacing w:val="-6"/>
        </w:rPr>
        <w:t xml:space="preserve"> </w:t>
      </w:r>
      <w:r>
        <w:t>the</w:t>
      </w:r>
      <w:r>
        <w:rPr>
          <w:spacing w:val="-5"/>
        </w:rPr>
        <w:t xml:space="preserve"> </w:t>
      </w:r>
      <w:r>
        <w:t>incident</w:t>
      </w:r>
      <w:r>
        <w:rPr>
          <w:spacing w:val="-7"/>
        </w:rPr>
        <w:t xml:space="preserve"> </w:t>
      </w:r>
      <w:r>
        <w:t>from</w:t>
      </w:r>
      <w:r>
        <w:rPr>
          <w:spacing w:val="-4"/>
        </w:rPr>
        <w:t xml:space="preserve"> </w:t>
      </w:r>
      <w:r>
        <w:t>recurring.</w:t>
      </w:r>
      <w:r>
        <w:rPr>
          <w:spacing w:val="-6"/>
        </w:rPr>
        <w:t xml:space="preserve"> </w:t>
      </w:r>
      <w:r>
        <w:t>The</w:t>
      </w:r>
      <w:r>
        <w:rPr>
          <w:spacing w:val="-6"/>
        </w:rPr>
        <w:t xml:space="preserve"> </w:t>
      </w:r>
      <w:r>
        <w:t>incident/incident</w:t>
      </w:r>
      <w:r>
        <w:rPr>
          <w:spacing w:val="-2"/>
        </w:rPr>
        <w:t xml:space="preserve"> </w:t>
      </w:r>
      <w:r>
        <w:t>analysis</w:t>
      </w:r>
      <w:r>
        <w:rPr>
          <w:spacing w:val="-5"/>
        </w:rPr>
        <w:t xml:space="preserve"> </w:t>
      </w:r>
      <w:r>
        <w:t>team</w:t>
      </w:r>
      <w:r>
        <w:rPr>
          <w:spacing w:val="-3"/>
        </w:rPr>
        <w:t xml:space="preserve"> </w:t>
      </w:r>
      <w:r>
        <w:t>will</w:t>
      </w:r>
      <w:r>
        <w:rPr>
          <w:spacing w:val="-5"/>
        </w:rPr>
        <w:t xml:space="preserve"> </w:t>
      </w:r>
      <w:r>
        <w:t>use</w:t>
      </w:r>
      <w:r>
        <w:rPr>
          <w:spacing w:val="-6"/>
        </w:rPr>
        <w:t xml:space="preserve"> </w:t>
      </w:r>
      <w:r>
        <w:t>appropriate</w:t>
      </w:r>
      <w:r>
        <w:rPr>
          <w:spacing w:val="-6"/>
        </w:rPr>
        <w:t xml:space="preserve"> </w:t>
      </w:r>
      <w:r>
        <w:t>methods</w:t>
      </w:r>
      <w:r>
        <w:rPr>
          <w:spacing w:val="-5"/>
        </w:rPr>
        <w:t xml:space="preserve"> </w:t>
      </w:r>
      <w:r>
        <w:t>to sort</w:t>
      </w:r>
      <w:r>
        <w:rPr>
          <w:spacing w:val="-6"/>
        </w:rPr>
        <w:t xml:space="preserve"> </w:t>
      </w:r>
      <w:r>
        <w:t>out</w:t>
      </w:r>
      <w:r>
        <w:rPr>
          <w:spacing w:val="-4"/>
        </w:rPr>
        <w:t xml:space="preserve"> </w:t>
      </w:r>
      <w:r>
        <w:t>the</w:t>
      </w:r>
      <w:r>
        <w:rPr>
          <w:spacing w:val="-4"/>
        </w:rPr>
        <w:t xml:space="preserve"> </w:t>
      </w:r>
      <w:r>
        <w:t>facts,</w:t>
      </w:r>
      <w:r>
        <w:rPr>
          <w:spacing w:val="-4"/>
        </w:rPr>
        <w:t xml:space="preserve"> </w:t>
      </w:r>
      <w:r>
        <w:t>inferences,</w:t>
      </w:r>
      <w:r>
        <w:rPr>
          <w:spacing w:val="-4"/>
        </w:rPr>
        <w:t xml:space="preserve"> </w:t>
      </w:r>
      <w:r>
        <w:t>and</w:t>
      </w:r>
      <w:r>
        <w:rPr>
          <w:spacing w:val="-6"/>
        </w:rPr>
        <w:t xml:space="preserve"> </w:t>
      </w:r>
      <w:r>
        <w:t>judgments</w:t>
      </w:r>
      <w:r>
        <w:rPr>
          <w:spacing w:val="-5"/>
        </w:rPr>
        <w:t xml:space="preserve"> </w:t>
      </w:r>
      <w:r>
        <w:t>they</w:t>
      </w:r>
      <w:r>
        <w:rPr>
          <w:spacing w:val="-1"/>
        </w:rPr>
        <w:t xml:space="preserve"> </w:t>
      </w:r>
      <w:r>
        <w:t>assemble.</w:t>
      </w:r>
      <w:r>
        <w:rPr>
          <w:spacing w:val="-6"/>
        </w:rPr>
        <w:t xml:space="preserve"> </w:t>
      </w:r>
      <w:r>
        <w:t>Even</w:t>
      </w:r>
      <w:r>
        <w:rPr>
          <w:spacing w:val="-5"/>
        </w:rPr>
        <w:t xml:space="preserve"> </w:t>
      </w:r>
      <w:r>
        <w:t>when</w:t>
      </w:r>
      <w:r>
        <w:rPr>
          <w:spacing w:val="-4"/>
        </w:rPr>
        <w:t xml:space="preserve"> </w:t>
      </w:r>
      <w:r>
        <w:t>the</w:t>
      </w:r>
      <w:r>
        <w:rPr>
          <w:spacing w:val="-4"/>
        </w:rPr>
        <w:t xml:space="preserve"> </w:t>
      </w:r>
      <w:r>
        <w:t>cause</w:t>
      </w:r>
      <w:r>
        <w:rPr>
          <w:spacing w:val="-3"/>
        </w:rPr>
        <w:t xml:space="preserve"> </w:t>
      </w:r>
      <w:r>
        <w:t>of</w:t>
      </w:r>
      <w:r>
        <w:rPr>
          <w:spacing w:val="-5"/>
        </w:rPr>
        <w:t xml:space="preserve"> </w:t>
      </w:r>
      <w:r>
        <w:t>an</w:t>
      </w:r>
      <w:r>
        <w:rPr>
          <w:spacing w:val="-4"/>
        </w:rPr>
        <w:t xml:space="preserve"> </w:t>
      </w:r>
      <w:r>
        <w:t>incident</w:t>
      </w:r>
      <w:r>
        <w:rPr>
          <w:spacing w:val="-3"/>
        </w:rPr>
        <w:t xml:space="preserve"> </w:t>
      </w:r>
      <w:r>
        <w:t>appears obvious, the review team will still conduct a formal analysis to make sure any oversight, or a premature/erroneous judgment is not made. Below is one method to develop cause and effect relationships:</w:t>
      </w:r>
    </w:p>
    <w:p w14:paraId="6C5C36FA" w14:textId="77777777" w:rsidR="006B79D5" w:rsidRDefault="00EE4DE8">
      <w:pPr>
        <w:pStyle w:val="ListParagraph"/>
        <w:numPr>
          <w:ilvl w:val="2"/>
          <w:numId w:val="5"/>
        </w:numPr>
        <w:tabs>
          <w:tab w:val="left" w:pos="2100"/>
        </w:tabs>
        <w:spacing w:before="122"/>
        <w:ind w:right="843"/>
        <w:jc w:val="both"/>
      </w:pPr>
      <w:r>
        <w:t>Develop the chronology, timeline or sequence of events, which occurred before, during, and after the incident. The focus of the chronology should be solely on what happened and what actions</w:t>
      </w:r>
      <w:r>
        <w:rPr>
          <w:spacing w:val="-14"/>
        </w:rPr>
        <w:t xml:space="preserve"> </w:t>
      </w:r>
      <w:r>
        <w:t>were</w:t>
      </w:r>
      <w:r>
        <w:rPr>
          <w:spacing w:val="-13"/>
        </w:rPr>
        <w:t xml:space="preserve"> </w:t>
      </w:r>
      <w:r>
        <w:t>taken.</w:t>
      </w:r>
      <w:r>
        <w:rPr>
          <w:spacing w:val="-14"/>
        </w:rPr>
        <w:t xml:space="preserve"> </w:t>
      </w:r>
      <w:r>
        <w:t>List</w:t>
      </w:r>
      <w:r>
        <w:rPr>
          <w:spacing w:val="-11"/>
        </w:rPr>
        <w:t xml:space="preserve"> </w:t>
      </w:r>
      <w:r>
        <w:t>alternatives</w:t>
      </w:r>
      <w:r>
        <w:rPr>
          <w:spacing w:val="-14"/>
        </w:rPr>
        <w:t xml:space="preserve"> </w:t>
      </w:r>
      <w:r>
        <w:t>when</w:t>
      </w:r>
      <w:r>
        <w:rPr>
          <w:spacing w:val="-11"/>
        </w:rPr>
        <w:t xml:space="preserve"> </w:t>
      </w:r>
      <w:r>
        <w:rPr>
          <w:spacing w:val="-2"/>
        </w:rPr>
        <w:t>the</w:t>
      </w:r>
      <w:r>
        <w:rPr>
          <w:spacing w:val="-11"/>
        </w:rPr>
        <w:t xml:space="preserve"> </w:t>
      </w:r>
      <w:r>
        <w:t>status</w:t>
      </w:r>
      <w:r>
        <w:rPr>
          <w:spacing w:val="-12"/>
        </w:rPr>
        <w:t xml:space="preserve"> </w:t>
      </w:r>
      <w:r>
        <w:t>cannot</w:t>
      </w:r>
      <w:r>
        <w:rPr>
          <w:spacing w:val="-10"/>
        </w:rPr>
        <w:t xml:space="preserve"> </w:t>
      </w:r>
      <w:r>
        <w:t>be</w:t>
      </w:r>
      <w:r>
        <w:rPr>
          <w:spacing w:val="-11"/>
        </w:rPr>
        <w:t xml:space="preserve"> </w:t>
      </w:r>
      <w:proofErr w:type="gramStart"/>
      <w:r>
        <w:t>definitely</w:t>
      </w:r>
      <w:r>
        <w:rPr>
          <w:spacing w:val="-12"/>
        </w:rPr>
        <w:t xml:space="preserve"> </w:t>
      </w:r>
      <w:r>
        <w:t>established</w:t>
      </w:r>
      <w:proofErr w:type="gramEnd"/>
      <w:r>
        <w:rPr>
          <w:spacing w:val="-11"/>
        </w:rPr>
        <w:t xml:space="preserve"> </w:t>
      </w:r>
      <w:r>
        <w:t>because of missing or contradictory</w:t>
      </w:r>
      <w:r>
        <w:rPr>
          <w:spacing w:val="-11"/>
        </w:rPr>
        <w:t xml:space="preserve"> </w:t>
      </w:r>
      <w:r>
        <w:t>information.</w:t>
      </w:r>
    </w:p>
    <w:p w14:paraId="28B603B7" w14:textId="77777777" w:rsidR="006B79D5" w:rsidRDefault="00EE4DE8">
      <w:pPr>
        <w:pStyle w:val="ListParagraph"/>
        <w:numPr>
          <w:ilvl w:val="2"/>
          <w:numId w:val="5"/>
        </w:numPr>
        <w:tabs>
          <w:tab w:val="left" w:pos="2100"/>
        </w:tabs>
        <w:spacing w:before="119"/>
        <w:ind w:right="847"/>
        <w:jc w:val="both"/>
      </w:pPr>
      <w:r>
        <w:t>List conditions or circumstances which deviated from normal, no matter how insignificant they may</w:t>
      </w:r>
      <w:r>
        <w:rPr>
          <w:spacing w:val="-2"/>
        </w:rPr>
        <w:t xml:space="preserve"> </w:t>
      </w:r>
      <w:r>
        <w:t>seem.</w:t>
      </w:r>
    </w:p>
    <w:p w14:paraId="69B956B9" w14:textId="77777777" w:rsidR="006B79D5" w:rsidRDefault="00EE4DE8">
      <w:pPr>
        <w:pStyle w:val="ListParagraph"/>
        <w:numPr>
          <w:ilvl w:val="2"/>
          <w:numId w:val="5"/>
        </w:numPr>
        <w:tabs>
          <w:tab w:val="left" w:pos="2100"/>
        </w:tabs>
        <w:spacing w:before="120"/>
        <w:ind w:left="2099"/>
        <w:jc w:val="both"/>
      </w:pPr>
      <w:r>
        <w:t>List all hypotheses of the causes of the incident based on these</w:t>
      </w:r>
      <w:r>
        <w:rPr>
          <w:spacing w:val="-25"/>
        </w:rPr>
        <w:t xml:space="preserve"> </w:t>
      </w:r>
      <w:r>
        <w:t>deviations.</w:t>
      </w:r>
    </w:p>
    <w:p w14:paraId="0640EFD8" w14:textId="77777777" w:rsidR="006B79D5" w:rsidRDefault="00EE4DE8">
      <w:pPr>
        <w:pStyle w:val="Heading2"/>
        <w:numPr>
          <w:ilvl w:val="1"/>
          <w:numId w:val="4"/>
        </w:numPr>
        <w:tabs>
          <w:tab w:val="left" w:pos="1353"/>
        </w:tabs>
        <w:jc w:val="both"/>
      </w:pPr>
      <w:r>
        <w:t>Recommending Corrective Actions and System</w:t>
      </w:r>
      <w:r>
        <w:rPr>
          <w:spacing w:val="-8"/>
        </w:rPr>
        <w:t xml:space="preserve"> </w:t>
      </w:r>
      <w:r>
        <w:t>Improvements</w:t>
      </w:r>
    </w:p>
    <w:p w14:paraId="043DF5E2" w14:textId="77777777" w:rsidR="006B79D5" w:rsidRDefault="00EE4DE8">
      <w:pPr>
        <w:pStyle w:val="BodyText"/>
        <w:spacing w:before="121"/>
        <w:ind w:left="1020" w:right="845"/>
        <w:jc w:val="both"/>
      </w:pPr>
      <w:r>
        <w:t>Usually, making recommendations for corrective actions and system improvements follow in a straightforward</w:t>
      </w:r>
      <w:r>
        <w:rPr>
          <w:spacing w:val="-16"/>
        </w:rPr>
        <w:t xml:space="preserve"> </w:t>
      </w:r>
      <w:r>
        <w:t>manner</w:t>
      </w:r>
      <w:r>
        <w:rPr>
          <w:spacing w:val="-10"/>
        </w:rPr>
        <w:t xml:space="preserve"> </w:t>
      </w:r>
      <w:r>
        <w:t>from</w:t>
      </w:r>
      <w:r>
        <w:rPr>
          <w:spacing w:val="-11"/>
        </w:rPr>
        <w:t xml:space="preserve"> </w:t>
      </w:r>
      <w:r>
        <w:t>the</w:t>
      </w:r>
      <w:r>
        <w:rPr>
          <w:spacing w:val="-13"/>
        </w:rPr>
        <w:t xml:space="preserve"> </w:t>
      </w:r>
      <w:r>
        <w:t>cause(s)</w:t>
      </w:r>
      <w:r>
        <w:rPr>
          <w:spacing w:val="-13"/>
        </w:rPr>
        <w:t xml:space="preserve"> </w:t>
      </w:r>
      <w:r>
        <w:t>that</w:t>
      </w:r>
      <w:r>
        <w:rPr>
          <w:spacing w:val="-16"/>
        </w:rPr>
        <w:t xml:space="preserve"> </w:t>
      </w:r>
      <w:r>
        <w:t>were</w:t>
      </w:r>
      <w:r>
        <w:rPr>
          <w:spacing w:val="-14"/>
        </w:rPr>
        <w:t xml:space="preserve"> </w:t>
      </w:r>
      <w:r>
        <w:t>determined.</w:t>
      </w:r>
      <w:r>
        <w:rPr>
          <w:spacing w:val="-13"/>
        </w:rPr>
        <w:t xml:space="preserve"> </w:t>
      </w:r>
      <w:r>
        <w:t>A</w:t>
      </w:r>
      <w:r>
        <w:rPr>
          <w:spacing w:val="-14"/>
        </w:rPr>
        <w:t xml:space="preserve"> </w:t>
      </w:r>
      <w:r>
        <w:t>recommendation</w:t>
      </w:r>
      <w:r>
        <w:rPr>
          <w:spacing w:val="-14"/>
        </w:rPr>
        <w:t xml:space="preserve"> </w:t>
      </w:r>
      <w:r>
        <w:t>for</w:t>
      </w:r>
      <w:r>
        <w:rPr>
          <w:spacing w:val="-14"/>
        </w:rPr>
        <w:t xml:space="preserve"> </w:t>
      </w:r>
      <w:r>
        <w:t>corrective</w:t>
      </w:r>
      <w:r>
        <w:rPr>
          <w:spacing w:val="-13"/>
        </w:rPr>
        <w:t xml:space="preserve"> </w:t>
      </w:r>
      <w:r>
        <w:t>action and system improvement will contain three</w:t>
      </w:r>
      <w:r>
        <w:rPr>
          <w:spacing w:val="-8"/>
        </w:rPr>
        <w:t xml:space="preserve"> </w:t>
      </w:r>
      <w:r>
        <w:t>parts:</w:t>
      </w:r>
    </w:p>
    <w:p w14:paraId="580E8C5B" w14:textId="77777777" w:rsidR="006B79D5" w:rsidRDefault="00EE4DE8">
      <w:pPr>
        <w:pStyle w:val="ListParagraph"/>
        <w:numPr>
          <w:ilvl w:val="2"/>
          <w:numId w:val="4"/>
        </w:numPr>
        <w:tabs>
          <w:tab w:val="left" w:pos="2460"/>
        </w:tabs>
        <w:spacing w:before="120" w:line="256" w:lineRule="auto"/>
        <w:ind w:right="842"/>
      </w:pPr>
      <w:r>
        <w:t>The recommendation itself, which describes the actions and improvements to be taken to prevent a recurrence of the</w:t>
      </w:r>
      <w:r>
        <w:rPr>
          <w:spacing w:val="-6"/>
        </w:rPr>
        <w:t xml:space="preserve"> </w:t>
      </w:r>
      <w:r>
        <w:t>incident.</w:t>
      </w:r>
    </w:p>
    <w:p w14:paraId="412B742C" w14:textId="77777777" w:rsidR="006B79D5" w:rsidRDefault="00EE4DE8">
      <w:pPr>
        <w:pStyle w:val="ListParagraph"/>
        <w:numPr>
          <w:ilvl w:val="2"/>
          <w:numId w:val="4"/>
        </w:numPr>
        <w:tabs>
          <w:tab w:val="left" w:pos="2460"/>
        </w:tabs>
        <w:spacing w:before="124" w:line="259" w:lineRule="auto"/>
        <w:ind w:right="844"/>
      </w:pPr>
      <w:r>
        <w:t>The name of the person(s) or position(s) responsible for accomplishing actions and improvements.</w:t>
      </w:r>
    </w:p>
    <w:p w14:paraId="3B149227" w14:textId="77777777" w:rsidR="006B79D5" w:rsidRDefault="00EE4DE8">
      <w:pPr>
        <w:pStyle w:val="ListParagraph"/>
        <w:numPr>
          <w:ilvl w:val="2"/>
          <w:numId w:val="4"/>
        </w:numPr>
        <w:tabs>
          <w:tab w:val="left" w:pos="2460"/>
        </w:tabs>
        <w:spacing w:before="121"/>
      </w:pPr>
      <w:r>
        <w:t>The correction</w:t>
      </w:r>
      <w:r>
        <w:rPr>
          <w:spacing w:val="-2"/>
        </w:rPr>
        <w:t xml:space="preserve"> </w:t>
      </w:r>
      <w:r>
        <w:t>date(s).</w:t>
      </w:r>
    </w:p>
    <w:p w14:paraId="1F37B7AA" w14:textId="77777777" w:rsidR="006B79D5" w:rsidRDefault="006B79D5">
      <w:pPr>
        <w:sectPr w:rsidR="006B79D5">
          <w:pgSz w:w="12240" w:h="15840"/>
          <w:pgMar w:top="1320" w:right="600" w:bottom="1180" w:left="420" w:header="566" w:footer="969" w:gutter="0"/>
          <w:cols w:space="720"/>
        </w:sectPr>
      </w:pPr>
    </w:p>
    <w:p w14:paraId="378DB1E6" w14:textId="77777777" w:rsidR="006B79D5" w:rsidRDefault="00EE4DE8">
      <w:pPr>
        <w:pStyle w:val="Heading2"/>
        <w:spacing w:before="117"/>
      </w:pPr>
      <w:r>
        <w:lastRenderedPageBreak/>
        <w:t>10.0 Follow-up System</w:t>
      </w:r>
    </w:p>
    <w:p w14:paraId="51EEA6C9" w14:textId="77777777" w:rsidR="006B79D5" w:rsidRDefault="00EE4DE8">
      <w:pPr>
        <w:pStyle w:val="BodyText"/>
        <w:spacing w:before="120"/>
        <w:ind w:left="1020"/>
        <w:jc w:val="both"/>
      </w:pPr>
      <w:r>
        <w:t>To make sure follow-up and closure of open recommendations resulting from an incident, the Town / City</w:t>
      </w:r>
    </w:p>
    <w:p w14:paraId="4B814BE1" w14:textId="77777777" w:rsidR="006B79D5" w:rsidRDefault="00EE4DE8">
      <w:pPr>
        <w:pStyle w:val="BodyText"/>
        <w:tabs>
          <w:tab w:val="left" w:pos="4096"/>
        </w:tabs>
        <w:ind w:left="1020" w:right="848"/>
        <w:jc w:val="both"/>
      </w:pPr>
      <w:r>
        <w:t>/</w:t>
      </w:r>
      <w:r>
        <w:rPr>
          <w:spacing w:val="2"/>
        </w:rPr>
        <w:t xml:space="preserve"> </w:t>
      </w:r>
      <w:r>
        <w:t>Entity</w:t>
      </w:r>
      <w:r>
        <w:rPr>
          <w:spacing w:val="3"/>
        </w:rPr>
        <w:t xml:space="preserve"> </w:t>
      </w:r>
      <w:r>
        <w:t>of</w:t>
      </w:r>
      <w:r>
        <w:rPr>
          <w:u w:val="single"/>
        </w:rPr>
        <w:t xml:space="preserve"> </w:t>
      </w:r>
      <w:r>
        <w:rPr>
          <w:u w:val="single"/>
        </w:rPr>
        <w:tab/>
      </w:r>
      <w:r>
        <w:t>will develop and implement a system to track open recommendations and document actions taken to close out those recommendations. Such a system will include a periodic status report to</w:t>
      </w:r>
      <w:r>
        <w:rPr>
          <w:spacing w:val="-7"/>
        </w:rPr>
        <w:t xml:space="preserve"> </w:t>
      </w:r>
      <w:r>
        <w:t>management.</w:t>
      </w:r>
    </w:p>
    <w:p w14:paraId="3A48CEEE" w14:textId="77777777" w:rsidR="006B79D5" w:rsidRDefault="00EE4DE8">
      <w:pPr>
        <w:pStyle w:val="Heading2"/>
        <w:numPr>
          <w:ilvl w:val="1"/>
          <w:numId w:val="3"/>
        </w:numPr>
        <w:tabs>
          <w:tab w:val="left" w:pos="1464"/>
        </w:tabs>
        <w:spacing w:before="121"/>
        <w:jc w:val="both"/>
      </w:pPr>
      <w:r>
        <w:t>Communicating</w:t>
      </w:r>
      <w:r>
        <w:rPr>
          <w:spacing w:val="-1"/>
        </w:rPr>
        <w:t xml:space="preserve"> </w:t>
      </w:r>
      <w:r>
        <w:t>Results</w:t>
      </w:r>
    </w:p>
    <w:p w14:paraId="16375249" w14:textId="77777777" w:rsidR="006B79D5" w:rsidRDefault="00EE4DE8">
      <w:pPr>
        <w:pStyle w:val="ListParagraph"/>
        <w:numPr>
          <w:ilvl w:val="1"/>
          <w:numId w:val="3"/>
        </w:numPr>
        <w:tabs>
          <w:tab w:val="left" w:pos="1464"/>
        </w:tabs>
        <w:spacing w:before="120"/>
        <w:ind w:left="1464"/>
        <w:jc w:val="both"/>
      </w:pPr>
      <w:r>
        <w:t xml:space="preserve">To prevent recurring </w:t>
      </w:r>
      <w:proofErr w:type="gramStart"/>
      <w:r>
        <w:t>incidents</w:t>
      </w:r>
      <w:proofErr w:type="gramEnd"/>
      <w:r>
        <w:t xml:space="preserve"> we will take two additional</w:t>
      </w:r>
      <w:r>
        <w:rPr>
          <w:spacing w:val="-5"/>
        </w:rPr>
        <w:t xml:space="preserve"> </w:t>
      </w:r>
      <w:r>
        <w:t>steps:</w:t>
      </w:r>
    </w:p>
    <w:p w14:paraId="635C7B7B" w14:textId="77777777" w:rsidR="006B79D5" w:rsidRDefault="00EE4DE8">
      <w:pPr>
        <w:pStyle w:val="ListParagraph"/>
        <w:numPr>
          <w:ilvl w:val="2"/>
          <w:numId w:val="3"/>
        </w:numPr>
        <w:tabs>
          <w:tab w:val="left" w:pos="2100"/>
        </w:tabs>
        <w:spacing w:before="120"/>
        <w:jc w:val="both"/>
      </w:pPr>
      <w:r>
        <w:t>Document findings;</w:t>
      </w:r>
      <w:r>
        <w:rPr>
          <w:spacing w:val="-1"/>
        </w:rPr>
        <w:t xml:space="preserve"> </w:t>
      </w:r>
      <w:r>
        <w:t>and</w:t>
      </w:r>
    </w:p>
    <w:p w14:paraId="6DFA0A07" w14:textId="77777777" w:rsidR="006B79D5" w:rsidRDefault="00EE4DE8">
      <w:pPr>
        <w:pStyle w:val="ListParagraph"/>
        <w:numPr>
          <w:ilvl w:val="2"/>
          <w:numId w:val="3"/>
        </w:numPr>
        <w:tabs>
          <w:tab w:val="left" w:pos="2100"/>
        </w:tabs>
        <w:spacing w:before="140"/>
        <w:jc w:val="both"/>
      </w:pPr>
      <w:r>
        <w:t>Review the results of the analysis with appropriate</w:t>
      </w:r>
      <w:r>
        <w:rPr>
          <w:spacing w:val="-8"/>
        </w:rPr>
        <w:t xml:space="preserve"> </w:t>
      </w:r>
      <w:r>
        <w:t>personnel.</w:t>
      </w:r>
    </w:p>
    <w:p w14:paraId="2C5FA169" w14:textId="77777777" w:rsidR="006B79D5" w:rsidRDefault="00EE4DE8">
      <w:pPr>
        <w:pStyle w:val="ListParagraph"/>
        <w:numPr>
          <w:ilvl w:val="1"/>
          <w:numId w:val="3"/>
        </w:numPr>
        <w:tabs>
          <w:tab w:val="left" w:pos="1467"/>
        </w:tabs>
        <w:ind w:left="1466" w:hanging="447"/>
        <w:jc w:val="both"/>
      </w:pPr>
      <w:r>
        <w:t>Incident documentation will address the following</w:t>
      </w:r>
      <w:r>
        <w:rPr>
          <w:spacing w:val="-5"/>
        </w:rPr>
        <w:t xml:space="preserve"> </w:t>
      </w:r>
      <w:r>
        <w:t>topics:</w:t>
      </w:r>
    </w:p>
    <w:p w14:paraId="6BBFFE27" w14:textId="77777777" w:rsidR="006B79D5" w:rsidRDefault="00EE4DE8">
      <w:pPr>
        <w:pStyle w:val="ListParagraph"/>
        <w:numPr>
          <w:ilvl w:val="2"/>
          <w:numId w:val="3"/>
        </w:numPr>
        <w:tabs>
          <w:tab w:val="left" w:pos="2100"/>
        </w:tabs>
        <w:spacing w:before="120"/>
        <w:jc w:val="both"/>
      </w:pPr>
      <w:r>
        <w:t>Description of the incident (date, time, location,</w:t>
      </w:r>
      <w:r>
        <w:rPr>
          <w:spacing w:val="-8"/>
        </w:rPr>
        <w:t xml:space="preserve"> </w:t>
      </w:r>
      <w:r>
        <w:t>etc.</w:t>
      </w:r>
      <w:proofErr w:type="gramStart"/>
      <w:r>
        <w:t>);</w:t>
      </w:r>
      <w:proofErr w:type="gramEnd"/>
    </w:p>
    <w:p w14:paraId="3F86032C" w14:textId="77777777" w:rsidR="006B79D5" w:rsidRDefault="00EE4DE8">
      <w:pPr>
        <w:pStyle w:val="ListParagraph"/>
        <w:numPr>
          <w:ilvl w:val="2"/>
          <w:numId w:val="3"/>
        </w:numPr>
        <w:tabs>
          <w:tab w:val="left" w:pos="2100"/>
        </w:tabs>
        <w:jc w:val="both"/>
      </w:pPr>
      <w:r>
        <w:t>Facts determined during the analysis (including chronology as</w:t>
      </w:r>
      <w:r>
        <w:rPr>
          <w:spacing w:val="-10"/>
        </w:rPr>
        <w:t xml:space="preserve"> </w:t>
      </w:r>
      <w:r>
        <w:t>appropriate</w:t>
      </w:r>
      <w:proofErr w:type="gramStart"/>
      <w:r>
        <w:t>);</w:t>
      </w:r>
      <w:proofErr w:type="gramEnd"/>
    </w:p>
    <w:p w14:paraId="13348322" w14:textId="77777777" w:rsidR="006B79D5" w:rsidRDefault="00EE4DE8">
      <w:pPr>
        <w:pStyle w:val="ListParagraph"/>
        <w:numPr>
          <w:ilvl w:val="2"/>
          <w:numId w:val="3"/>
        </w:numPr>
        <w:tabs>
          <w:tab w:val="left" w:pos="2100"/>
        </w:tabs>
        <w:jc w:val="both"/>
      </w:pPr>
      <w:r>
        <w:t>Statement of causes;</w:t>
      </w:r>
      <w:r>
        <w:rPr>
          <w:spacing w:val="-4"/>
        </w:rPr>
        <w:t xml:space="preserve"> </w:t>
      </w:r>
      <w:r>
        <w:t>and</w:t>
      </w:r>
    </w:p>
    <w:p w14:paraId="60976227" w14:textId="77777777" w:rsidR="006B79D5" w:rsidRDefault="00EE4DE8">
      <w:pPr>
        <w:pStyle w:val="ListParagraph"/>
        <w:numPr>
          <w:ilvl w:val="2"/>
          <w:numId w:val="3"/>
        </w:numPr>
        <w:tabs>
          <w:tab w:val="left" w:pos="2100"/>
        </w:tabs>
        <w:spacing w:before="139" w:line="259" w:lineRule="auto"/>
        <w:ind w:right="846"/>
        <w:jc w:val="both"/>
      </w:pPr>
      <w:r>
        <w:t>Recommendations for corrective and preventive action (including who is responsible and correction</w:t>
      </w:r>
      <w:r>
        <w:rPr>
          <w:spacing w:val="-2"/>
        </w:rPr>
        <w:t xml:space="preserve"> </w:t>
      </w:r>
      <w:r>
        <w:t>date).</w:t>
      </w:r>
    </w:p>
    <w:p w14:paraId="2A9D51DA" w14:textId="77777777" w:rsidR="006B79D5" w:rsidRDefault="00EE4DE8">
      <w:pPr>
        <w:pStyle w:val="Heading2"/>
        <w:spacing w:before="121"/>
      </w:pPr>
      <w:r>
        <w:t>12.0 Review and approval</w:t>
      </w:r>
    </w:p>
    <w:p w14:paraId="7059F04F" w14:textId="77777777" w:rsidR="006B79D5" w:rsidRDefault="00EE4DE8">
      <w:pPr>
        <w:pStyle w:val="BodyText"/>
        <w:spacing w:before="120"/>
        <w:ind w:left="1020" w:right="845"/>
        <w:jc w:val="both"/>
      </w:pPr>
      <w:r>
        <w:t>Appropriate operating, maintenance and other personnel will review all incident/incident analysis reports. Personnel at other departments may also review the report to preclude a similar occurrence of the incident.</w:t>
      </w:r>
    </w:p>
    <w:p w14:paraId="4564F7EA" w14:textId="77777777" w:rsidR="006B79D5" w:rsidRDefault="00EE4DE8">
      <w:pPr>
        <w:pStyle w:val="BodyText"/>
        <w:tabs>
          <w:tab w:val="left" w:pos="3897"/>
        </w:tabs>
        <w:spacing w:before="118" w:line="348" w:lineRule="auto"/>
        <w:ind w:left="1020" w:right="6895"/>
        <w:jc w:val="center"/>
      </w:pPr>
      <w:r>
        <w:t>Plan</w:t>
      </w:r>
      <w:r>
        <w:rPr>
          <w:spacing w:val="-2"/>
        </w:rPr>
        <w:t xml:space="preserve"> </w:t>
      </w:r>
      <w:r>
        <w:t>reviewed</w:t>
      </w:r>
      <w:r>
        <w:rPr>
          <w:spacing w:val="-3"/>
        </w:rPr>
        <w:t xml:space="preserve"> </w:t>
      </w:r>
      <w:r>
        <w:t>by</w:t>
      </w:r>
      <w:r>
        <w:tab/>
      </w:r>
      <w:r>
        <w:rPr>
          <w:spacing w:val="-5"/>
        </w:rPr>
        <w:t xml:space="preserve">Date </w:t>
      </w:r>
      <w:proofErr w:type="spellStart"/>
      <w:r>
        <w:t>Date</w:t>
      </w:r>
      <w:proofErr w:type="spellEnd"/>
    </w:p>
    <w:p w14:paraId="4D87B788" w14:textId="77777777" w:rsidR="006B79D5" w:rsidRDefault="00EE4DE8">
      <w:pPr>
        <w:pStyle w:val="BodyText"/>
        <w:spacing w:line="267" w:lineRule="exact"/>
        <w:ind w:left="0" w:right="5872"/>
        <w:jc w:val="center"/>
      </w:pPr>
      <w:r>
        <w:t>Date</w:t>
      </w:r>
    </w:p>
    <w:p w14:paraId="6A98A8FB" w14:textId="77777777" w:rsidR="006B79D5" w:rsidRDefault="00EE4DE8">
      <w:pPr>
        <w:pStyle w:val="BodyText"/>
        <w:tabs>
          <w:tab w:val="left" w:pos="2878"/>
        </w:tabs>
        <w:spacing w:before="121"/>
        <w:ind w:left="0" w:right="5875"/>
        <w:jc w:val="center"/>
      </w:pPr>
      <w:r>
        <w:t>Plan</w:t>
      </w:r>
      <w:r>
        <w:rPr>
          <w:spacing w:val="-3"/>
        </w:rPr>
        <w:t xml:space="preserve"> </w:t>
      </w:r>
      <w:r>
        <w:t>approved</w:t>
      </w:r>
      <w:r>
        <w:rPr>
          <w:spacing w:val="-3"/>
        </w:rPr>
        <w:t xml:space="preserve"> </w:t>
      </w:r>
      <w:r>
        <w:t>by</w:t>
      </w:r>
      <w:r>
        <w:tab/>
        <w:t>Date</w:t>
      </w:r>
    </w:p>
    <w:p w14:paraId="7D979772" w14:textId="77777777" w:rsidR="006B79D5" w:rsidRDefault="00EE4DE8">
      <w:pPr>
        <w:pStyle w:val="Heading2"/>
        <w:numPr>
          <w:ilvl w:val="1"/>
          <w:numId w:val="2"/>
        </w:numPr>
        <w:tabs>
          <w:tab w:val="left" w:pos="1464"/>
        </w:tabs>
        <w:jc w:val="both"/>
      </w:pPr>
      <w:r>
        <w:t>Program</w:t>
      </w:r>
      <w:r>
        <w:rPr>
          <w:spacing w:val="-2"/>
        </w:rPr>
        <w:t xml:space="preserve"> </w:t>
      </w:r>
      <w:r>
        <w:t>Updates</w:t>
      </w:r>
    </w:p>
    <w:p w14:paraId="3B99F0B1" w14:textId="77777777" w:rsidR="006B79D5" w:rsidRDefault="00EE4DE8">
      <w:pPr>
        <w:pStyle w:val="BodyText"/>
        <w:spacing w:before="120"/>
        <w:ind w:left="1020"/>
        <w:jc w:val="both"/>
      </w:pPr>
      <w:r>
        <w:t>The written program will be reviewed annually and updated as appropriate.</w:t>
      </w:r>
    </w:p>
    <w:p w14:paraId="1BB38EF2" w14:textId="77777777" w:rsidR="006B79D5" w:rsidRDefault="006B79D5">
      <w:pPr>
        <w:pStyle w:val="BodyText"/>
        <w:spacing w:before="6"/>
        <w:ind w:left="0"/>
        <w:rPr>
          <w:sz w:val="13"/>
        </w:rPr>
      </w:pPr>
    </w:p>
    <w:tbl>
      <w:tblPr>
        <w:tblW w:w="0" w:type="auto"/>
        <w:tblInd w:w="977" w:type="dxa"/>
        <w:tblLayout w:type="fixed"/>
        <w:tblCellMar>
          <w:left w:w="0" w:type="dxa"/>
          <w:right w:w="0" w:type="dxa"/>
        </w:tblCellMar>
        <w:tblLook w:val="01E0" w:firstRow="1" w:lastRow="1" w:firstColumn="1" w:lastColumn="1" w:noHBand="0" w:noVBand="0"/>
      </w:tblPr>
      <w:tblGrid>
        <w:gridCol w:w="2355"/>
        <w:gridCol w:w="898"/>
      </w:tblGrid>
      <w:tr w:rsidR="006B79D5" w14:paraId="7232290E" w14:textId="77777777">
        <w:trPr>
          <w:trHeight w:val="304"/>
        </w:trPr>
        <w:tc>
          <w:tcPr>
            <w:tcW w:w="2355" w:type="dxa"/>
          </w:tcPr>
          <w:p w14:paraId="527F88D2" w14:textId="77777777" w:rsidR="006B79D5" w:rsidRDefault="00EE4DE8">
            <w:pPr>
              <w:pStyle w:val="TableParagraph"/>
              <w:spacing w:line="224" w:lineRule="exact"/>
              <w:ind w:left="50"/>
            </w:pPr>
            <w:r>
              <w:t>Date of last review:</w:t>
            </w:r>
          </w:p>
        </w:tc>
        <w:tc>
          <w:tcPr>
            <w:tcW w:w="898" w:type="dxa"/>
          </w:tcPr>
          <w:p w14:paraId="01B0AEE5" w14:textId="77777777" w:rsidR="006B79D5" w:rsidRDefault="00EE4DE8">
            <w:pPr>
              <w:pStyle w:val="TableParagraph"/>
              <w:spacing w:line="224" w:lineRule="exact"/>
              <w:ind w:left="0" w:right="48"/>
              <w:jc w:val="right"/>
            </w:pPr>
            <w:r>
              <w:t>by:</w:t>
            </w:r>
          </w:p>
        </w:tc>
      </w:tr>
      <w:tr w:rsidR="006B79D5" w14:paraId="2A53D197" w14:textId="77777777">
        <w:trPr>
          <w:trHeight w:val="388"/>
        </w:trPr>
        <w:tc>
          <w:tcPr>
            <w:tcW w:w="2355" w:type="dxa"/>
          </w:tcPr>
          <w:p w14:paraId="095E0231" w14:textId="77777777" w:rsidR="006B79D5" w:rsidRDefault="00EE4DE8">
            <w:pPr>
              <w:pStyle w:val="TableParagraph"/>
              <w:spacing w:before="40"/>
              <w:ind w:left="50"/>
            </w:pPr>
            <w:r>
              <w:t>Date of last review:</w:t>
            </w:r>
          </w:p>
        </w:tc>
        <w:tc>
          <w:tcPr>
            <w:tcW w:w="898" w:type="dxa"/>
          </w:tcPr>
          <w:p w14:paraId="7686BED4" w14:textId="77777777" w:rsidR="006B79D5" w:rsidRDefault="00EE4DE8">
            <w:pPr>
              <w:pStyle w:val="TableParagraph"/>
              <w:spacing w:before="40"/>
              <w:ind w:left="0" w:right="48"/>
              <w:jc w:val="right"/>
            </w:pPr>
            <w:r>
              <w:t>by:</w:t>
            </w:r>
          </w:p>
        </w:tc>
      </w:tr>
      <w:tr w:rsidR="006B79D5" w14:paraId="58129514" w14:textId="77777777">
        <w:trPr>
          <w:trHeight w:val="387"/>
        </w:trPr>
        <w:tc>
          <w:tcPr>
            <w:tcW w:w="2355" w:type="dxa"/>
          </w:tcPr>
          <w:p w14:paraId="6C9C4A05" w14:textId="77777777" w:rsidR="006B79D5" w:rsidRDefault="00EE4DE8">
            <w:pPr>
              <w:pStyle w:val="TableParagraph"/>
              <w:spacing w:before="40"/>
              <w:ind w:left="50"/>
            </w:pPr>
            <w:r>
              <w:t>Date of last review:</w:t>
            </w:r>
          </w:p>
        </w:tc>
        <w:tc>
          <w:tcPr>
            <w:tcW w:w="898" w:type="dxa"/>
          </w:tcPr>
          <w:p w14:paraId="42D09C8D" w14:textId="77777777" w:rsidR="006B79D5" w:rsidRDefault="00EE4DE8">
            <w:pPr>
              <w:pStyle w:val="TableParagraph"/>
              <w:spacing w:before="40"/>
              <w:ind w:left="0" w:right="48"/>
              <w:jc w:val="right"/>
            </w:pPr>
            <w:r>
              <w:t>by:</w:t>
            </w:r>
          </w:p>
        </w:tc>
      </w:tr>
      <w:tr w:rsidR="006B79D5" w14:paraId="7BB3CE3F" w14:textId="77777777">
        <w:trPr>
          <w:trHeight w:val="387"/>
        </w:trPr>
        <w:tc>
          <w:tcPr>
            <w:tcW w:w="2355" w:type="dxa"/>
          </w:tcPr>
          <w:p w14:paraId="5BEE0185" w14:textId="77777777" w:rsidR="006B79D5" w:rsidRDefault="00EE4DE8">
            <w:pPr>
              <w:pStyle w:val="TableParagraph"/>
              <w:spacing w:before="39"/>
              <w:ind w:left="50"/>
            </w:pPr>
            <w:r>
              <w:t>Date of last review:</w:t>
            </w:r>
          </w:p>
        </w:tc>
        <w:tc>
          <w:tcPr>
            <w:tcW w:w="898" w:type="dxa"/>
          </w:tcPr>
          <w:p w14:paraId="54BD42AD" w14:textId="77777777" w:rsidR="006B79D5" w:rsidRDefault="00EE4DE8">
            <w:pPr>
              <w:pStyle w:val="TableParagraph"/>
              <w:spacing w:before="39"/>
              <w:ind w:left="0" w:right="48"/>
              <w:jc w:val="right"/>
            </w:pPr>
            <w:r>
              <w:t>by:</w:t>
            </w:r>
          </w:p>
        </w:tc>
      </w:tr>
      <w:tr w:rsidR="006B79D5" w14:paraId="1541139D" w14:textId="77777777">
        <w:trPr>
          <w:trHeight w:val="388"/>
        </w:trPr>
        <w:tc>
          <w:tcPr>
            <w:tcW w:w="2355" w:type="dxa"/>
          </w:tcPr>
          <w:p w14:paraId="3BFC3A34" w14:textId="77777777" w:rsidR="006B79D5" w:rsidRDefault="00EE4DE8">
            <w:pPr>
              <w:pStyle w:val="TableParagraph"/>
              <w:spacing w:before="40"/>
              <w:ind w:left="50"/>
            </w:pPr>
            <w:r>
              <w:t>Date of last review:</w:t>
            </w:r>
          </w:p>
        </w:tc>
        <w:tc>
          <w:tcPr>
            <w:tcW w:w="898" w:type="dxa"/>
          </w:tcPr>
          <w:p w14:paraId="5651A558" w14:textId="77777777" w:rsidR="006B79D5" w:rsidRDefault="00EE4DE8">
            <w:pPr>
              <w:pStyle w:val="TableParagraph"/>
              <w:spacing w:before="40"/>
              <w:ind w:left="0" w:right="48"/>
              <w:jc w:val="right"/>
            </w:pPr>
            <w:r>
              <w:t>by:</w:t>
            </w:r>
          </w:p>
        </w:tc>
      </w:tr>
      <w:tr w:rsidR="006B79D5" w14:paraId="34AC8CC3" w14:textId="77777777">
        <w:trPr>
          <w:trHeight w:val="304"/>
        </w:trPr>
        <w:tc>
          <w:tcPr>
            <w:tcW w:w="2355" w:type="dxa"/>
          </w:tcPr>
          <w:p w14:paraId="7C9A1E10" w14:textId="77777777" w:rsidR="006B79D5" w:rsidRDefault="00EE4DE8">
            <w:pPr>
              <w:pStyle w:val="TableParagraph"/>
              <w:spacing w:before="40" w:line="245" w:lineRule="exact"/>
              <w:ind w:left="50"/>
            </w:pPr>
            <w:r>
              <w:t>Date of last review:</w:t>
            </w:r>
          </w:p>
        </w:tc>
        <w:tc>
          <w:tcPr>
            <w:tcW w:w="898" w:type="dxa"/>
          </w:tcPr>
          <w:p w14:paraId="3F803636" w14:textId="77777777" w:rsidR="006B79D5" w:rsidRDefault="00EE4DE8">
            <w:pPr>
              <w:pStyle w:val="TableParagraph"/>
              <w:spacing w:before="40" w:line="245" w:lineRule="exact"/>
              <w:ind w:left="0" w:right="48"/>
              <w:jc w:val="right"/>
            </w:pPr>
            <w:r>
              <w:t>by:</w:t>
            </w:r>
          </w:p>
        </w:tc>
      </w:tr>
    </w:tbl>
    <w:p w14:paraId="5AA0D1D5" w14:textId="77777777" w:rsidR="006B79D5" w:rsidRDefault="006B79D5">
      <w:pPr>
        <w:spacing w:line="245" w:lineRule="exact"/>
        <w:jc w:val="right"/>
        <w:sectPr w:rsidR="006B79D5">
          <w:pgSz w:w="12240" w:h="15840"/>
          <w:pgMar w:top="1320" w:right="600" w:bottom="1180" w:left="420" w:header="566" w:footer="969" w:gutter="0"/>
          <w:cols w:space="720"/>
        </w:sectPr>
      </w:pPr>
    </w:p>
    <w:p w14:paraId="669EACAC" w14:textId="77777777" w:rsidR="006B79D5" w:rsidRDefault="00EE4DE8">
      <w:pPr>
        <w:pStyle w:val="BodyText"/>
        <w:spacing w:before="117"/>
        <w:ind w:left="1020"/>
      </w:pPr>
      <w:r>
        <w:lastRenderedPageBreak/>
        <w:t>Forms:</w:t>
      </w:r>
    </w:p>
    <w:p w14:paraId="70532995" w14:textId="77777777" w:rsidR="006B79D5" w:rsidRDefault="00EE4DE8">
      <w:pPr>
        <w:pStyle w:val="BodyText"/>
        <w:spacing w:before="120"/>
        <w:ind w:left="1020" w:right="838"/>
      </w:pPr>
      <w:r>
        <w:t>The following sample forms are appended for possible use in conjunction with an Incident Review Program:</w:t>
      </w:r>
    </w:p>
    <w:p w14:paraId="416F36EF" w14:textId="77777777" w:rsidR="006B79D5" w:rsidRDefault="00EE4DE8">
      <w:pPr>
        <w:pStyle w:val="ListParagraph"/>
        <w:numPr>
          <w:ilvl w:val="2"/>
          <w:numId w:val="2"/>
        </w:numPr>
        <w:tabs>
          <w:tab w:val="left" w:pos="2551"/>
          <w:tab w:val="left" w:pos="2552"/>
        </w:tabs>
        <w:spacing w:before="120"/>
        <w:ind w:hanging="361"/>
        <w:jc w:val="left"/>
      </w:pPr>
      <w:r>
        <w:t>Sample Supervisor’s Incident Report of Injury</w:t>
      </w:r>
      <w:r>
        <w:rPr>
          <w:spacing w:val="-7"/>
        </w:rPr>
        <w:t xml:space="preserve"> </w:t>
      </w:r>
      <w:r>
        <w:t>Form</w:t>
      </w:r>
    </w:p>
    <w:p w14:paraId="629B47C3" w14:textId="77777777" w:rsidR="006B79D5" w:rsidRDefault="006B79D5">
      <w:pPr>
        <w:pStyle w:val="BodyText"/>
        <w:ind w:left="0"/>
        <w:rPr>
          <w:sz w:val="24"/>
        </w:rPr>
      </w:pPr>
    </w:p>
    <w:p w14:paraId="7A1CF4FA" w14:textId="77777777" w:rsidR="006B79D5" w:rsidRDefault="006B79D5">
      <w:pPr>
        <w:pStyle w:val="BodyText"/>
        <w:spacing w:before="6"/>
        <w:ind w:left="0"/>
        <w:rPr>
          <w:sz w:val="19"/>
        </w:rPr>
      </w:pPr>
    </w:p>
    <w:p w14:paraId="43EF25AA" w14:textId="77777777" w:rsidR="006B79D5" w:rsidRDefault="00EE4DE8">
      <w:pPr>
        <w:pStyle w:val="ListParagraph"/>
        <w:numPr>
          <w:ilvl w:val="2"/>
          <w:numId w:val="2"/>
        </w:numPr>
        <w:tabs>
          <w:tab w:val="left" w:pos="2551"/>
          <w:tab w:val="left" w:pos="2552"/>
        </w:tabs>
        <w:spacing w:before="0"/>
        <w:ind w:hanging="361"/>
        <w:jc w:val="left"/>
      </w:pPr>
      <w:r>
        <w:t>Sample Incident Analysis</w:t>
      </w:r>
      <w:r>
        <w:rPr>
          <w:spacing w:val="-5"/>
        </w:rPr>
        <w:t xml:space="preserve"> </w:t>
      </w:r>
      <w:r>
        <w:t>Form</w:t>
      </w:r>
    </w:p>
    <w:p w14:paraId="4884B490" w14:textId="77777777" w:rsidR="006B79D5" w:rsidRDefault="006B79D5">
      <w:pPr>
        <w:pStyle w:val="BodyText"/>
        <w:ind w:left="0"/>
        <w:rPr>
          <w:sz w:val="24"/>
        </w:rPr>
      </w:pPr>
    </w:p>
    <w:p w14:paraId="260FCEEE" w14:textId="77777777" w:rsidR="006B79D5" w:rsidRDefault="006B79D5">
      <w:pPr>
        <w:pStyle w:val="BodyText"/>
        <w:spacing w:before="3"/>
        <w:ind w:left="0"/>
        <w:rPr>
          <w:sz w:val="19"/>
        </w:rPr>
      </w:pPr>
    </w:p>
    <w:p w14:paraId="47825967" w14:textId="77777777" w:rsidR="006B79D5" w:rsidRDefault="00EE4DE8">
      <w:pPr>
        <w:pStyle w:val="ListParagraph"/>
        <w:numPr>
          <w:ilvl w:val="2"/>
          <w:numId w:val="2"/>
        </w:numPr>
        <w:tabs>
          <w:tab w:val="left" w:pos="2551"/>
          <w:tab w:val="left" w:pos="2552"/>
        </w:tabs>
        <w:spacing w:before="0"/>
        <w:ind w:hanging="361"/>
        <w:jc w:val="left"/>
      </w:pPr>
      <w:r>
        <w:t>Sample First Aid Report</w:t>
      </w:r>
      <w:r>
        <w:rPr>
          <w:spacing w:val="-4"/>
        </w:rPr>
        <w:t xml:space="preserve"> </w:t>
      </w:r>
      <w:r>
        <w:t>Form</w:t>
      </w:r>
    </w:p>
    <w:p w14:paraId="6EAC8F32" w14:textId="77777777" w:rsidR="006B79D5" w:rsidRDefault="006B79D5">
      <w:pPr>
        <w:pStyle w:val="BodyText"/>
        <w:ind w:left="0"/>
        <w:rPr>
          <w:sz w:val="24"/>
        </w:rPr>
      </w:pPr>
    </w:p>
    <w:p w14:paraId="6CFE55A4" w14:textId="77777777" w:rsidR="006B79D5" w:rsidRDefault="006B79D5">
      <w:pPr>
        <w:pStyle w:val="BodyText"/>
        <w:spacing w:before="6"/>
        <w:ind w:left="0"/>
        <w:rPr>
          <w:sz w:val="19"/>
        </w:rPr>
      </w:pPr>
    </w:p>
    <w:p w14:paraId="742864BE" w14:textId="77777777" w:rsidR="006B79D5" w:rsidRDefault="00EE4DE8">
      <w:pPr>
        <w:pStyle w:val="ListParagraph"/>
        <w:numPr>
          <w:ilvl w:val="2"/>
          <w:numId w:val="2"/>
        </w:numPr>
        <w:tabs>
          <w:tab w:val="left" w:pos="2551"/>
          <w:tab w:val="left" w:pos="2552"/>
        </w:tabs>
        <w:spacing w:before="0"/>
        <w:ind w:hanging="361"/>
        <w:jc w:val="left"/>
      </w:pPr>
      <w:r>
        <w:t>Sample Workplace Hazard Reporting</w:t>
      </w:r>
      <w:r>
        <w:rPr>
          <w:spacing w:val="-8"/>
        </w:rPr>
        <w:t xml:space="preserve"> </w:t>
      </w:r>
      <w:r>
        <w:t>Form</w:t>
      </w:r>
    </w:p>
    <w:p w14:paraId="4CADCA14" w14:textId="77777777" w:rsidR="006B79D5" w:rsidRDefault="006B79D5">
      <w:pPr>
        <w:pStyle w:val="BodyText"/>
        <w:ind w:left="0"/>
        <w:rPr>
          <w:sz w:val="24"/>
        </w:rPr>
      </w:pPr>
    </w:p>
    <w:p w14:paraId="422E4140" w14:textId="77777777" w:rsidR="006B79D5" w:rsidRDefault="006B79D5">
      <w:pPr>
        <w:pStyle w:val="BodyText"/>
        <w:spacing w:before="6"/>
        <w:ind w:left="0"/>
        <w:rPr>
          <w:sz w:val="19"/>
        </w:rPr>
      </w:pPr>
    </w:p>
    <w:p w14:paraId="038A01E1" w14:textId="77777777" w:rsidR="006B79D5" w:rsidRDefault="00EE4DE8">
      <w:pPr>
        <w:pStyle w:val="ListParagraph"/>
        <w:numPr>
          <w:ilvl w:val="2"/>
          <w:numId w:val="2"/>
        </w:numPr>
        <w:tabs>
          <w:tab w:val="left" w:pos="2551"/>
          <w:tab w:val="left" w:pos="2552"/>
        </w:tabs>
        <w:spacing w:before="0"/>
        <w:ind w:hanging="361"/>
        <w:jc w:val="left"/>
      </w:pPr>
      <w:r>
        <w:t>Sample Employee’s Report of Injury</w:t>
      </w:r>
      <w:r>
        <w:rPr>
          <w:spacing w:val="-7"/>
        </w:rPr>
        <w:t xml:space="preserve"> </w:t>
      </w:r>
      <w:r>
        <w:t>Form</w:t>
      </w:r>
    </w:p>
    <w:p w14:paraId="6076CF1B" w14:textId="77777777" w:rsidR="006B79D5" w:rsidRDefault="006B79D5">
      <w:pPr>
        <w:pStyle w:val="BodyText"/>
        <w:ind w:left="0"/>
        <w:rPr>
          <w:sz w:val="24"/>
        </w:rPr>
      </w:pPr>
    </w:p>
    <w:p w14:paraId="48F42BC1" w14:textId="77777777" w:rsidR="006B79D5" w:rsidRDefault="006B79D5">
      <w:pPr>
        <w:pStyle w:val="BodyText"/>
        <w:spacing w:before="3"/>
        <w:ind w:left="0"/>
        <w:rPr>
          <w:sz w:val="19"/>
        </w:rPr>
      </w:pPr>
    </w:p>
    <w:p w14:paraId="5A3F68FF" w14:textId="77777777" w:rsidR="006B79D5" w:rsidRDefault="00EE4DE8">
      <w:pPr>
        <w:pStyle w:val="ListParagraph"/>
        <w:numPr>
          <w:ilvl w:val="2"/>
          <w:numId w:val="2"/>
        </w:numPr>
        <w:tabs>
          <w:tab w:val="left" w:pos="2551"/>
          <w:tab w:val="left" w:pos="2552"/>
        </w:tabs>
        <w:spacing w:before="0"/>
        <w:ind w:hanging="361"/>
        <w:jc w:val="left"/>
      </w:pPr>
      <w:r>
        <w:t>Incident Review Witness</w:t>
      </w:r>
      <w:r>
        <w:rPr>
          <w:spacing w:val="2"/>
        </w:rPr>
        <w:t xml:space="preserve"> </w:t>
      </w:r>
      <w:r>
        <w:t>Statement</w:t>
      </w:r>
    </w:p>
    <w:p w14:paraId="4DABEF54" w14:textId="77777777" w:rsidR="006B79D5" w:rsidRDefault="006B79D5">
      <w:pPr>
        <w:pStyle w:val="BodyText"/>
        <w:ind w:left="0"/>
        <w:rPr>
          <w:sz w:val="24"/>
        </w:rPr>
      </w:pPr>
    </w:p>
    <w:p w14:paraId="58094A8C" w14:textId="77777777" w:rsidR="006B79D5" w:rsidRDefault="006B79D5">
      <w:pPr>
        <w:pStyle w:val="BodyText"/>
        <w:spacing w:before="6"/>
        <w:ind w:left="0"/>
        <w:rPr>
          <w:sz w:val="19"/>
        </w:rPr>
      </w:pPr>
    </w:p>
    <w:p w14:paraId="777DBF50" w14:textId="77777777" w:rsidR="006B79D5" w:rsidRDefault="00EE4DE8">
      <w:pPr>
        <w:pStyle w:val="ListParagraph"/>
        <w:numPr>
          <w:ilvl w:val="2"/>
          <w:numId w:val="2"/>
        </w:numPr>
        <w:tabs>
          <w:tab w:val="left" w:pos="2551"/>
          <w:tab w:val="left" w:pos="2552"/>
        </w:tabs>
        <w:spacing w:before="0"/>
        <w:ind w:hanging="361"/>
        <w:jc w:val="left"/>
      </w:pPr>
      <w:r>
        <w:t>Sample Occupational Incident, Injury &amp; Near Miss Management Flow</w:t>
      </w:r>
      <w:r>
        <w:rPr>
          <w:spacing w:val="-16"/>
        </w:rPr>
        <w:t xml:space="preserve"> </w:t>
      </w:r>
      <w:r>
        <w:t>Chart</w:t>
      </w:r>
    </w:p>
    <w:p w14:paraId="2E2153D4" w14:textId="77777777" w:rsidR="006B79D5" w:rsidRDefault="006B79D5">
      <w:pPr>
        <w:sectPr w:rsidR="006B79D5">
          <w:pgSz w:w="12240" w:h="15840"/>
          <w:pgMar w:top="1320" w:right="600" w:bottom="1180" w:left="420" w:header="566" w:footer="969" w:gutter="0"/>
          <w:cols w:space="720"/>
        </w:sectPr>
      </w:pPr>
    </w:p>
    <w:p w14:paraId="4F99B7EB" w14:textId="77777777" w:rsidR="006B79D5" w:rsidRDefault="00EE4DE8">
      <w:pPr>
        <w:pStyle w:val="Heading3"/>
        <w:jc w:val="both"/>
      </w:pPr>
      <w:r>
        <w:lastRenderedPageBreak/>
        <w:t>Sample Supervisor’s Incident Review-Report of Injury</w:t>
      </w:r>
    </w:p>
    <w:p w14:paraId="57318C49" w14:textId="77777777" w:rsidR="006B79D5" w:rsidRDefault="001B44F0">
      <w:pPr>
        <w:pStyle w:val="BodyText"/>
        <w:spacing w:before="120"/>
        <w:ind w:left="1020" w:right="846"/>
        <w:jc w:val="both"/>
      </w:pPr>
      <w:r>
        <w:rPr>
          <w:noProof/>
        </w:rPr>
        <mc:AlternateContent>
          <mc:Choice Requires="wpg">
            <w:drawing>
              <wp:anchor distT="0" distB="0" distL="0" distR="0" simplePos="0" relativeHeight="251662336" behindDoc="1" locked="0" layoutInCell="1" allowOverlap="1" wp14:anchorId="0B8CF8BA" wp14:editId="3A2EA7C0">
                <wp:simplePos x="0" y="0"/>
                <wp:positionH relativeFrom="page">
                  <wp:posOffset>873125</wp:posOffset>
                </wp:positionH>
                <wp:positionV relativeFrom="paragraph">
                  <wp:posOffset>826135</wp:posOffset>
                </wp:positionV>
                <wp:extent cx="6057900" cy="433070"/>
                <wp:effectExtent l="0" t="0" r="0" b="0"/>
                <wp:wrapTopAndBottom/>
                <wp:docPr id="250" name="Group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7900" cy="433070"/>
                          <a:chOff x="1375" y="1301"/>
                          <a:chExt cx="9540" cy="682"/>
                        </a:xfrm>
                      </wpg:grpSpPr>
                      <pic:pic xmlns:pic="http://schemas.openxmlformats.org/drawingml/2006/picture">
                        <pic:nvPicPr>
                          <pic:cNvPr id="251" name="Picture 22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1380" y="1306"/>
                            <a:ext cx="9531" cy="6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52" name="AutoShape 226"/>
                        <wps:cNvSpPr>
                          <a:spLocks/>
                        </wps:cNvSpPr>
                        <wps:spPr bwMode="auto">
                          <a:xfrm>
                            <a:off x="1375" y="1301"/>
                            <a:ext cx="9540" cy="682"/>
                          </a:xfrm>
                          <a:custGeom>
                            <a:avLst/>
                            <a:gdLst>
                              <a:gd name="T0" fmla="+- 0 1457 1375"/>
                              <a:gd name="T1" fmla="*/ T0 w 9540"/>
                              <a:gd name="T2" fmla="+- 0 1978 1301"/>
                              <a:gd name="T3" fmla="*/ 1978 h 682"/>
                              <a:gd name="T4" fmla="+- 0 1426 1375"/>
                              <a:gd name="T5" fmla="*/ T4 w 9540"/>
                              <a:gd name="T6" fmla="+- 0 1964 1301"/>
                              <a:gd name="T7" fmla="*/ 1964 h 682"/>
                              <a:gd name="T8" fmla="+- 0 1390 1375"/>
                              <a:gd name="T9" fmla="*/ T8 w 9540"/>
                              <a:gd name="T10" fmla="+- 0 1923 1301"/>
                              <a:gd name="T11" fmla="*/ 1923 h 682"/>
                              <a:gd name="T12" fmla="+- 0 1378 1375"/>
                              <a:gd name="T13" fmla="*/ T12 w 9540"/>
                              <a:gd name="T14" fmla="+- 0 1889 1301"/>
                              <a:gd name="T15" fmla="*/ 1889 h 682"/>
                              <a:gd name="T16" fmla="+- 0 1380 1375"/>
                              <a:gd name="T17" fmla="*/ T16 w 9540"/>
                              <a:gd name="T18" fmla="+- 0 1383 1301"/>
                              <a:gd name="T19" fmla="*/ 1383 h 682"/>
                              <a:gd name="T20" fmla="+- 0 1426 1375"/>
                              <a:gd name="T21" fmla="*/ T20 w 9540"/>
                              <a:gd name="T22" fmla="+- 0 1321 1301"/>
                              <a:gd name="T23" fmla="*/ 1321 h 682"/>
                              <a:gd name="T24" fmla="+- 0 1457 1375"/>
                              <a:gd name="T25" fmla="*/ T24 w 9540"/>
                              <a:gd name="T26" fmla="+- 0 1306 1301"/>
                              <a:gd name="T27" fmla="*/ 1306 h 682"/>
                              <a:gd name="T28" fmla="+- 0 10834 1375"/>
                              <a:gd name="T29" fmla="*/ T28 w 9540"/>
                              <a:gd name="T30" fmla="+- 0 1306 1301"/>
                              <a:gd name="T31" fmla="*/ 1306 h 682"/>
                              <a:gd name="T32" fmla="+- 0 1471 1375"/>
                              <a:gd name="T33" fmla="*/ T32 w 9540"/>
                              <a:gd name="T34" fmla="+- 0 1313 1301"/>
                              <a:gd name="T35" fmla="*/ 1313 h 682"/>
                              <a:gd name="T36" fmla="+- 0 1450 1375"/>
                              <a:gd name="T37" fmla="*/ T36 w 9540"/>
                              <a:gd name="T38" fmla="+- 0 1321 1301"/>
                              <a:gd name="T39" fmla="*/ 1321 h 682"/>
                              <a:gd name="T40" fmla="+- 0 1433 1375"/>
                              <a:gd name="T41" fmla="*/ T40 w 9540"/>
                              <a:gd name="T42" fmla="+- 0 1330 1301"/>
                              <a:gd name="T43" fmla="*/ 1330 h 682"/>
                              <a:gd name="T44" fmla="+- 0 1397 1375"/>
                              <a:gd name="T45" fmla="*/ T44 w 9540"/>
                              <a:gd name="T46" fmla="+- 0 1369 1301"/>
                              <a:gd name="T47" fmla="*/ 1369 h 682"/>
                              <a:gd name="T48" fmla="+- 0 1394 1375"/>
                              <a:gd name="T49" fmla="*/ T48 w 9540"/>
                              <a:gd name="T50" fmla="+- 0 1376 1301"/>
                              <a:gd name="T51" fmla="*/ 1376 h 682"/>
                              <a:gd name="T52" fmla="+- 0 1385 1375"/>
                              <a:gd name="T53" fmla="*/ T52 w 9540"/>
                              <a:gd name="T54" fmla="+- 0 1877 1301"/>
                              <a:gd name="T55" fmla="*/ 1877 h 682"/>
                              <a:gd name="T56" fmla="+- 0 1390 1375"/>
                              <a:gd name="T57" fmla="*/ T56 w 9540"/>
                              <a:gd name="T58" fmla="+- 0 1899 1301"/>
                              <a:gd name="T59" fmla="*/ 1899 h 682"/>
                              <a:gd name="T60" fmla="+- 0 1404 1375"/>
                              <a:gd name="T61" fmla="*/ T60 w 9540"/>
                              <a:gd name="T62" fmla="+- 0 1928 1301"/>
                              <a:gd name="T63" fmla="*/ 1928 h 682"/>
                              <a:gd name="T64" fmla="+- 0 1433 1375"/>
                              <a:gd name="T65" fmla="*/ T64 w 9540"/>
                              <a:gd name="T66" fmla="+- 0 1957 1301"/>
                              <a:gd name="T67" fmla="*/ 1957 h 682"/>
                              <a:gd name="T68" fmla="+- 0 1440 1375"/>
                              <a:gd name="T69" fmla="*/ T68 w 9540"/>
                              <a:gd name="T70" fmla="+- 0 1961 1301"/>
                              <a:gd name="T71" fmla="*/ 1961 h 682"/>
                              <a:gd name="T72" fmla="+- 0 1459 1375"/>
                              <a:gd name="T73" fmla="*/ T72 w 9540"/>
                              <a:gd name="T74" fmla="+- 0 1969 1301"/>
                              <a:gd name="T75" fmla="*/ 1969 h 682"/>
                              <a:gd name="T76" fmla="+- 0 10843 1375"/>
                              <a:gd name="T77" fmla="*/ T76 w 9540"/>
                              <a:gd name="T78" fmla="+- 0 1973 1301"/>
                              <a:gd name="T79" fmla="*/ 1973 h 682"/>
                              <a:gd name="T80" fmla="+- 0 1481 1375"/>
                              <a:gd name="T81" fmla="*/ T80 w 9540"/>
                              <a:gd name="T82" fmla="+- 0 1313 1301"/>
                              <a:gd name="T83" fmla="*/ 1313 h 682"/>
                              <a:gd name="T84" fmla="+- 0 1481 1375"/>
                              <a:gd name="T85" fmla="*/ T84 w 9540"/>
                              <a:gd name="T86" fmla="+- 0 1313 1301"/>
                              <a:gd name="T87" fmla="*/ 1313 h 682"/>
                              <a:gd name="T88" fmla="+- 0 10810 1375"/>
                              <a:gd name="T89" fmla="*/ T88 w 9540"/>
                              <a:gd name="T90" fmla="+- 0 1311 1301"/>
                              <a:gd name="T91" fmla="*/ 1311 h 682"/>
                              <a:gd name="T92" fmla="+- 0 10891 1375"/>
                              <a:gd name="T93" fmla="*/ T92 w 9540"/>
                              <a:gd name="T94" fmla="+- 0 1369 1301"/>
                              <a:gd name="T95" fmla="*/ 1369 h 682"/>
                              <a:gd name="T96" fmla="+- 0 10874 1375"/>
                              <a:gd name="T97" fmla="*/ T96 w 9540"/>
                              <a:gd name="T98" fmla="+- 0 1342 1301"/>
                              <a:gd name="T99" fmla="*/ 1342 h 682"/>
                              <a:gd name="T100" fmla="+- 0 10850 1375"/>
                              <a:gd name="T101" fmla="*/ T100 w 9540"/>
                              <a:gd name="T102" fmla="+- 0 1325 1301"/>
                              <a:gd name="T103" fmla="*/ 1325 h 682"/>
                              <a:gd name="T104" fmla="+- 0 10831 1375"/>
                              <a:gd name="T105" fmla="*/ T104 w 9540"/>
                              <a:gd name="T106" fmla="+- 0 1316 1301"/>
                              <a:gd name="T107" fmla="*/ 1316 h 682"/>
                              <a:gd name="T108" fmla="+- 0 10843 1375"/>
                              <a:gd name="T109" fmla="*/ T108 w 9540"/>
                              <a:gd name="T110" fmla="+- 0 1311 1301"/>
                              <a:gd name="T111" fmla="*/ 1311 h 682"/>
                              <a:gd name="T112" fmla="+- 0 10882 1375"/>
                              <a:gd name="T113" fmla="*/ T112 w 9540"/>
                              <a:gd name="T114" fmla="+- 0 1335 1301"/>
                              <a:gd name="T115" fmla="*/ 1335 h 682"/>
                              <a:gd name="T116" fmla="+- 0 10896 1375"/>
                              <a:gd name="T117" fmla="*/ T116 w 9540"/>
                              <a:gd name="T118" fmla="+- 0 1376 1301"/>
                              <a:gd name="T119" fmla="*/ 1376 h 682"/>
                              <a:gd name="T120" fmla="+- 0 1394 1375"/>
                              <a:gd name="T121" fmla="*/ T120 w 9540"/>
                              <a:gd name="T122" fmla="+- 0 1376 1301"/>
                              <a:gd name="T123" fmla="*/ 1376 h 682"/>
                              <a:gd name="T124" fmla="+- 0 10913 1375"/>
                              <a:gd name="T125" fmla="*/ T124 w 9540"/>
                              <a:gd name="T126" fmla="+- 0 1889 1301"/>
                              <a:gd name="T127" fmla="*/ 1889 h 682"/>
                              <a:gd name="T128" fmla="+- 0 10906 1375"/>
                              <a:gd name="T129" fmla="*/ T128 w 9540"/>
                              <a:gd name="T130" fmla="+- 0 1407 1301"/>
                              <a:gd name="T131" fmla="*/ 1407 h 682"/>
                              <a:gd name="T132" fmla="+- 0 10907 1375"/>
                              <a:gd name="T133" fmla="*/ T132 w 9540"/>
                              <a:gd name="T134" fmla="+- 0 1376 1301"/>
                              <a:gd name="T135" fmla="*/ 1376 h 682"/>
                              <a:gd name="T136" fmla="+- 0 10915 1375"/>
                              <a:gd name="T137" fmla="*/ T136 w 9540"/>
                              <a:gd name="T138" fmla="+- 0 1880 1301"/>
                              <a:gd name="T139" fmla="*/ 1880 h 682"/>
                              <a:gd name="T140" fmla="+- 0 1387 1375"/>
                              <a:gd name="T141" fmla="*/ T140 w 9540"/>
                              <a:gd name="T142" fmla="+- 0 1889 1301"/>
                              <a:gd name="T143" fmla="*/ 1889 h 682"/>
                              <a:gd name="T144" fmla="+- 0 10898 1375"/>
                              <a:gd name="T145" fmla="*/ T144 w 9540"/>
                              <a:gd name="T146" fmla="+- 0 1928 1301"/>
                              <a:gd name="T147" fmla="*/ 1928 h 682"/>
                              <a:gd name="T148" fmla="+- 0 10891 1375"/>
                              <a:gd name="T149" fmla="*/ T148 w 9540"/>
                              <a:gd name="T150" fmla="+- 0 1918 1301"/>
                              <a:gd name="T151" fmla="*/ 1918 h 682"/>
                              <a:gd name="T152" fmla="+- 0 10903 1375"/>
                              <a:gd name="T153" fmla="*/ T152 w 9540"/>
                              <a:gd name="T154" fmla="+- 0 1889 1301"/>
                              <a:gd name="T155" fmla="*/ 1889 h 682"/>
                              <a:gd name="T156" fmla="+- 0 10906 1375"/>
                              <a:gd name="T157" fmla="*/ T156 w 9540"/>
                              <a:gd name="T158" fmla="+- 0 1911 1301"/>
                              <a:gd name="T159" fmla="*/ 1911 h 682"/>
                              <a:gd name="T160" fmla="+- 0 1406 1375"/>
                              <a:gd name="T161" fmla="*/ T160 w 9540"/>
                              <a:gd name="T162" fmla="+- 0 1928 1301"/>
                              <a:gd name="T163" fmla="*/ 1928 h 682"/>
                              <a:gd name="T164" fmla="+- 0 1406 1375"/>
                              <a:gd name="T165" fmla="*/ T164 w 9540"/>
                              <a:gd name="T166" fmla="+- 0 1928 1301"/>
                              <a:gd name="T167" fmla="*/ 1928 h 682"/>
                              <a:gd name="T168" fmla="+- 0 10874 1375"/>
                              <a:gd name="T169" fmla="*/ T168 w 9540"/>
                              <a:gd name="T170" fmla="+- 0 1942 1301"/>
                              <a:gd name="T171" fmla="*/ 1942 h 682"/>
                              <a:gd name="T172" fmla="+- 0 10898 1375"/>
                              <a:gd name="T173" fmla="*/ T172 w 9540"/>
                              <a:gd name="T174" fmla="+- 0 1928 1301"/>
                              <a:gd name="T175" fmla="*/ 1928 h 682"/>
                              <a:gd name="T176" fmla="+- 0 10873 1375"/>
                              <a:gd name="T177" fmla="*/ T176 w 9540"/>
                              <a:gd name="T178" fmla="+- 0 1957 1301"/>
                              <a:gd name="T179" fmla="*/ 1957 h 682"/>
                              <a:gd name="T180" fmla="+- 0 1433 1375"/>
                              <a:gd name="T181" fmla="*/ T180 w 9540"/>
                              <a:gd name="T182" fmla="+- 0 1954 1301"/>
                              <a:gd name="T183" fmla="*/ 1954 h 682"/>
                              <a:gd name="T184" fmla="+- 0 10810 1375"/>
                              <a:gd name="T185" fmla="*/ T184 w 9540"/>
                              <a:gd name="T186" fmla="+- 0 1973 1301"/>
                              <a:gd name="T187" fmla="*/ 1973 h 682"/>
                              <a:gd name="T188" fmla="+- 0 10829 1375"/>
                              <a:gd name="T189" fmla="*/ T188 w 9540"/>
                              <a:gd name="T190" fmla="+- 0 1969 1301"/>
                              <a:gd name="T191" fmla="*/ 1969 h 682"/>
                              <a:gd name="T192" fmla="+- 0 10848 1375"/>
                              <a:gd name="T193" fmla="*/ T192 w 9540"/>
                              <a:gd name="T194" fmla="+- 0 1961 1301"/>
                              <a:gd name="T195" fmla="*/ 1961 h 682"/>
                              <a:gd name="T196" fmla="+- 0 10873 1375"/>
                              <a:gd name="T197" fmla="*/ T196 w 9540"/>
                              <a:gd name="T198" fmla="+- 0 1957 1301"/>
                              <a:gd name="T199" fmla="*/ 1957 h 682"/>
                              <a:gd name="T200" fmla="+- 0 10843 1375"/>
                              <a:gd name="T201" fmla="*/ T200 w 9540"/>
                              <a:gd name="T202" fmla="+- 0 1973 1301"/>
                              <a:gd name="T203" fmla="*/ 1973 h 6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Lst>
                            <a:rect l="0" t="0" r="r" b="b"/>
                            <a:pathLst>
                              <a:path w="9540" h="682">
                                <a:moveTo>
                                  <a:pt x="9435" y="682"/>
                                </a:moveTo>
                                <a:lnTo>
                                  <a:pt x="106" y="682"/>
                                </a:lnTo>
                                <a:lnTo>
                                  <a:pt x="82" y="677"/>
                                </a:lnTo>
                                <a:lnTo>
                                  <a:pt x="72" y="672"/>
                                </a:lnTo>
                                <a:lnTo>
                                  <a:pt x="60" y="668"/>
                                </a:lnTo>
                                <a:lnTo>
                                  <a:pt x="51" y="663"/>
                                </a:lnTo>
                                <a:lnTo>
                                  <a:pt x="34" y="648"/>
                                </a:lnTo>
                                <a:lnTo>
                                  <a:pt x="19" y="632"/>
                                </a:lnTo>
                                <a:lnTo>
                                  <a:pt x="15" y="622"/>
                                </a:lnTo>
                                <a:lnTo>
                                  <a:pt x="10" y="610"/>
                                </a:lnTo>
                                <a:lnTo>
                                  <a:pt x="5" y="600"/>
                                </a:lnTo>
                                <a:lnTo>
                                  <a:pt x="3" y="588"/>
                                </a:lnTo>
                                <a:lnTo>
                                  <a:pt x="0" y="579"/>
                                </a:lnTo>
                                <a:lnTo>
                                  <a:pt x="0" y="106"/>
                                </a:lnTo>
                                <a:lnTo>
                                  <a:pt x="5" y="82"/>
                                </a:lnTo>
                                <a:lnTo>
                                  <a:pt x="19" y="53"/>
                                </a:lnTo>
                                <a:lnTo>
                                  <a:pt x="34" y="34"/>
                                </a:lnTo>
                                <a:lnTo>
                                  <a:pt x="51" y="20"/>
                                </a:lnTo>
                                <a:lnTo>
                                  <a:pt x="60" y="15"/>
                                </a:lnTo>
                                <a:lnTo>
                                  <a:pt x="72" y="10"/>
                                </a:lnTo>
                                <a:lnTo>
                                  <a:pt x="82" y="5"/>
                                </a:lnTo>
                                <a:lnTo>
                                  <a:pt x="106" y="0"/>
                                </a:lnTo>
                                <a:lnTo>
                                  <a:pt x="9435" y="0"/>
                                </a:lnTo>
                                <a:lnTo>
                                  <a:pt x="9459" y="5"/>
                                </a:lnTo>
                                <a:lnTo>
                                  <a:pt x="9468" y="10"/>
                                </a:lnTo>
                                <a:lnTo>
                                  <a:pt x="106" y="10"/>
                                </a:lnTo>
                                <a:lnTo>
                                  <a:pt x="96" y="12"/>
                                </a:lnTo>
                                <a:lnTo>
                                  <a:pt x="84" y="15"/>
                                </a:lnTo>
                                <a:lnTo>
                                  <a:pt x="87" y="15"/>
                                </a:lnTo>
                                <a:lnTo>
                                  <a:pt x="75" y="20"/>
                                </a:lnTo>
                                <a:lnTo>
                                  <a:pt x="65" y="24"/>
                                </a:lnTo>
                                <a:lnTo>
                                  <a:pt x="67" y="24"/>
                                </a:lnTo>
                                <a:lnTo>
                                  <a:pt x="58" y="29"/>
                                </a:lnTo>
                                <a:lnTo>
                                  <a:pt x="41" y="41"/>
                                </a:lnTo>
                                <a:lnTo>
                                  <a:pt x="29" y="58"/>
                                </a:lnTo>
                                <a:lnTo>
                                  <a:pt x="22" y="68"/>
                                </a:lnTo>
                                <a:lnTo>
                                  <a:pt x="24" y="68"/>
                                </a:lnTo>
                                <a:lnTo>
                                  <a:pt x="21" y="75"/>
                                </a:lnTo>
                                <a:lnTo>
                                  <a:pt x="19" y="75"/>
                                </a:lnTo>
                                <a:lnTo>
                                  <a:pt x="15" y="87"/>
                                </a:lnTo>
                                <a:lnTo>
                                  <a:pt x="10" y="106"/>
                                </a:lnTo>
                                <a:lnTo>
                                  <a:pt x="10" y="576"/>
                                </a:lnTo>
                                <a:lnTo>
                                  <a:pt x="12" y="588"/>
                                </a:lnTo>
                                <a:lnTo>
                                  <a:pt x="13" y="588"/>
                                </a:lnTo>
                                <a:lnTo>
                                  <a:pt x="15" y="598"/>
                                </a:lnTo>
                                <a:lnTo>
                                  <a:pt x="24" y="617"/>
                                </a:lnTo>
                                <a:lnTo>
                                  <a:pt x="22" y="617"/>
                                </a:lnTo>
                                <a:lnTo>
                                  <a:pt x="29" y="627"/>
                                </a:lnTo>
                                <a:lnTo>
                                  <a:pt x="31" y="627"/>
                                </a:lnTo>
                                <a:lnTo>
                                  <a:pt x="41" y="641"/>
                                </a:lnTo>
                                <a:lnTo>
                                  <a:pt x="58" y="656"/>
                                </a:lnTo>
                                <a:lnTo>
                                  <a:pt x="61" y="656"/>
                                </a:lnTo>
                                <a:lnTo>
                                  <a:pt x="67" y="660"/>
                                </a:lnTo>
                                <a:lnTo>
                                  <a:pt x="65" y="660"/>
                                </a:lnTo>
                                <a:lnTo>
                                  <a:pt x="75" y="665"/>
                                </a:lnTo>
                                <a:lnTo>
                                  <a:pt x="87" y="668"/>
                                </a:lnTo>
                                <a:lnTo>
                                  <a:pt x="84" y="668"/>
                                </a:lnTo>
                                <a:lnTo>
                                  <a:pt x="96" y="670"/>
                                </a:lnTo>
                                <a:lnTo>
                                  <a:pt x="106" y="672"/>
                                </a:lnTo>
                                <a:lnTo>
                                  <a:pt x="9468" y="672"/>
                                </a:lnTo>
                                <a:lnTo>
                                  <a:pt x="9459" y="677"/>
                                </a:lnTo>
                                <a:lnTo>
                                  <a:pt x="9435" y="682"/>
                                </a:lnTo>
                                <a:close/>
                                <a:moveTo>
                                  <a:pt x="106" y="12"/>
                                </a:moveTo>
                                <a:lnTo>
                                  <a:pt x="106" y="10"/>
                                </a:lnTo>
                                <a:lnTo>
                                  <a:pt x="118" y="10"/>
                                </a:lnTo>
                                <a:lnTo>
                                  <a:pt x="106" y="12"/>
                                </a:lnTo>
                                <a:close/>
                                <a:moveTo>
                                  <a:pt x="9435" y="12"/>
                                </a:moveTo>
                                <a:lnTo>
                                  <a:pt x="9423" y="10"/>
                                </a:lnTo>
                                <a:lnTo>
                                  <a:pt x="9435" y="10"/>
                                </a:lnTo>
                                <a:lnTo>
                                  <a:pt x="9435" y="12"/>
                                </a:lnTo>
                                <a:close/>
                                <a:moveTo>
                                  <a:pt x="9521" y="77"/>
                                </a:moveTo>
                                <a:lnTo>
                                  <a:pt x="9516" y="68"/>
                                </a:lnTo>
                                <a:lnTo>
                                  <a:pt x="9519" y="68"/>
                                </a:lnTo>
                                <a:lnTo>
                                  <a:pt x="9511" y="58"/>
                                </a:lnTo>
                                <a:lnTo>
                                  <a:pt x="9499" y="41"/>
                                </a:lnTo>
                                <a:lnTo>
                                  <a:pt x="9483" y="29"/>
                                </a:lnTo>
                                <a:lnTo>
                                  <a:pt x="9473" y="24"/>
                                </a:lnTo>
                                <a:lnTo>
                                  <a:pt x="9475" y="24"/>
                                </a:lnTo>
                                <a:lnTo>
                                  <a:pt x="9466" y="20"/>
                                </a:lnTo>
                                <a:lnTo>
                                  <a:pt x="9454" y="15"/>
                                </a:lnTo>
                                <a:lnTo>
                                  <a:pt x="9456" y="15"/>
                                </a:lnTo>
                                <a:lnTo>
                                  <a:pt x="9444" y="12"/>
                                </a:lnTo>
                                <a:lnTo>
                                  <a:pt x="9435" y="10"/>
                                </a:lnTo>
                                <a:lnTo>
                                  <a:pt x="9468" y="10"/>
                                </a:lnTo>
                                <a:lnTo>
                                  <a:pt x="9478" y="15"/>
                                </a:lnTo>
                                <a:lnTo>
                                  <a:pt x="9490" y="20"/>
                                </a:lnTo>
                                <a:lnTo>
                                  <a:pt x="9507" y="34"/>
                                </a:lnTo>
                                <a:lnTo>
                                  <a:pt x="9521" y="53"/>
                                </a:lnTo>
                                <a:lnTo>
                                  <a:pt x="9532" y="75"/>
                                </a:lnTo>
                                <a:lnTo>
                                  <a:pt x="9521" y="75"/>
                                </a:lnTo>
                                <a:lnTo>
                                  <a:pt x="9521" y="77"/>
                                </a:lnTo>
                                <a:close/>
                                <a:moveTo>
                                  <a:pt x="19" y="77"/>
                                </a:moveTo>
                                <a:lnTo>
                                  <a:pt x="19" y="75"/>
                                </a:lnTo>
                                <a:lnTo>
                                  <a:pt x="21" y="75"/>
                                </a:lnTo>
                                <a:lnTo>
                                  <a:pt x="19" y="77"/>
                                </a:lnTo>
                                <a:close/>
                                <a:moveTo>
                                  <a:pt x="9538" y="588"/>
                                </a:moveTo>
                                <a:lnTo>
                                  <a:pt x="9528" y="588"/>
                                </a:lnTo>
                                <a:lnTo>
                                  <a:pt x="9531" y="576"/>
                                </a:lnTo>
                                <a:lnTo>
                                  <a:pt x="9531" y="106"/>
                                </a:lnTo>
                                <a:lnTo>
                                  <a:pt x="9526" y="87"/>
                                </a:lnTo>
                                <a:lnTo>
                                  <a:pt x="9521" y="75"/>
                                </a:lnTo>
                                <a:lnTo>
                                  <a:pt x="9532" y="75"/>
                                </a:lnTo>
                                <a:lnTo>
                                  <a:pt x="9535" y="82"/>
                                </a:lnTo>
                                <a:lnTo>
                                  <a:pt x="9540" y="106"/>
                                </a:lnTo>
                                <a:lnTo>
                                  <a:pt x="9540" y="579"/>
                                </a:lnTo>
                                <a:lnTo>
                                  <a:pt x="9538" y="588"/>
                                </a:lnTo>
                                <a:close/>
                                <a:moveTo>
                                  <a:pt x="13" y="588"/>
                                </a:moveTo>
                                <a:lnTo>
                                  <a:pt x="12" y="588"/>
                                </a:lnTo>
                                <a:lnTo>
                                  <a:pt x="12" y="586"/>
                                </a:lnTo>
                                <a:lnTo>
                                  <a:pt x="13" y="588"/>
                                </a:lnTo>
                                <a:close/>
                                <a:moveTo>
                                  <a:pt x="9523" y="627"/>
                                </a:moveTo>
                                <a:lnTo>
                                  <a:pt x="9511" y="627"/>
                                </a:lnTo>
                                <a:lnTo>
                                  <a:pt x="9519" y="617"/>
                                </a:lnTo>
                                <a:lnTo>
                                  <a:pt x="9516" y="617"/>
                                </a:lnTo>
                                <a:lnTo>
                                  <a:pt x="9526" y="598"/>
                                </a:lnTo>
                                <a:lnTo>
                                  <a:pt x="9528" y="586"/>
                                </a:lnTo>
                                <a:lnTo>
                                  <a:pt x="9528" y="588"/>
                                </a:lnTo>
                                <a:lnTo>
                                  <a:pt x="9538" y="588"/>
                                </a:lnTo>
                                <a:lnTo>
                                  <a:pt x="9535" y="600"/>
                                </a:lnTo>
                                <a:lnTo>
                                  <a:pt x="9531" y="610"/>
                                </a:lnTo>
                                <a:lnTo>
                                  <a:pt x="9526" y="622"/>
                                </a:lnTo>
                                <a:lnTo>
                                  <a:pt x="9523" y="627"/>
                                </a:lnTo>
                                <a:close/>
                                <a:moveTo>
                                  <a:pt x="31" y="627"/>
                                </a:moveTo>
                                <a:lnTo>
                                  <a:pt x="29" y="627"/>
                                </a:lnTo>
                                <a:lnTo>
                                  <a:pt x="29" y="624"/>
                                </a:lnTo>
                                <a:lnTo>
                                  <a:pt x="31" y="627"/>
                                </a:lnTo>
                                <a:close/>
                                <a:moveTo>
                                  <a:pt x="9498" y="656"/>
                                </a:moveTo>
                                <a:lnTo>
                                  <a:pt x="9483" y="656"/>
                                </a:lnTo>
                                <a:lnTo>
                                  <a:pt x="9499" y="641"/>
                                </a:lnTo>
                                <a:lnTo>
                                  <a:pt x="9511" y="624"/>
                                </a:lnTo>
                                <a:lnTo>
                                  <a:pt x="9511" y="627"/>
                                </a:lnTo>
                                <a:lnTo>
                                  <a:pt x="9523" y="627"/>
                                </a:lnTo>
                                <a:lnTo>
                                  <a:pt x="9521" y="632"/>
                                </a:lnTo>
                                <a:lnTo>
                                  <a:pt x="9507" y="648"/>
                                </a:lnTo>
                                <a:lnTo>
                                  <a:pt x="9498" y="656"/>
                                </a:lnTo>
                                <a:close/>
                                <a:moveTo>
                                  <a:pt x="61" y="656"/>
                                </a:moveTo>
                                <a:lnTo>
                                  <a:pt x="58" y="656"/>
                                </a:lnTo>
                                <a:lnTo>
                                  <a:pt x="58" y="653"/>
                                </a:lnTo>
                                <a:lnTo>
                                  <a:pt x="61" y="656"/>
                                </a:lnTo>
                                <a:close/>
                                <a:moveTo>
                                  <a:pt x="9468" y="672"/>
                                </a:moveTo>
                                <a:lnTo>
                                  <a:pt x="9435" y="672"/>
                                </a:lnTo>
                                <a:lnTo>
                                  <a:pt x="9444" y="670"/>
                                </a:lnTo>
                                <a:lnTo>
                                  <a:pt x="9456" y="668"/>
                                </a:lnTo>
                                <a:lnTo>
                                  <a:pt x="9454" y="668"/>
                                </a:lnTo>
                                <a:lnTo>
                                  <a:pt x="9466" y="665"/>
                                </a:lnTo>
                                <a:lnTo>
                                  <a:pt x="9475" y="660"/>
                                </a:lnTo>
                                <a:lnTo>
                                  <a:pt x="9473" y="660"/>
                                </a:lnTo>
                                <a:lnTo>
                                  <a:pt x="9483" y="653"/>
                                </a:lnTo>
                                <a:lnTo>
                                  <a:pt x="9483" y="656"/>
                                </a:lnTo>
                                <a:lnTo>
                                  <a:pt x="9498" y="656"/>
                                </a:lnTo>
                                <a:lnTo>
                                  <a:pt x="9490" y="663"/>
                                </a:lnTo>
                                <a:lnTo>
                                  <a:pt x="9478" y="668"/>
                                </a:lnTo>
                                <a:lnTo>
                                  <a:pt x="9468" y="672"/>
                                </a:lnTo>
                                <a:close/>
                              </a:path>
                            </a:pathLst>
                          </a:custGeom>
                          <a:solidFill>
                            <a:srgbClr val="EC7C3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3" name="Text Box 225"/>
                        <wps:cNvSpPr txBox="1">
                          <a:spLocks noChangeArrowheads="1"/>
                        </wps:cNvSpPr>
                        <wps:spPr bwMode="auto">
                          <a:xfrm>
                            <a:off x="1375" y="1301"/>
                            <a:ext cx="9540" cy="6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C140AB" w14:textId="77777777" w:rsidR="006B79D5" w:rsidRDefault="00EE4DE8">
                              <w:pPr>
                                <w:spacing w:before="13"/>
                                <w:ind w:left="64" w:right="105"/>
                                <w:rPr>
                                  <w:b/>
                                  <w:i/>
                                </w:rPr>
                              </w:pPr>
                              <w:r>
                                <w:rPr>
                                  <w:b/>
                                  <w:i/>
                                </w:rPr>
                                <w:t xml:space="preserve">***NOTE*** The form is </w:t>
                              </w:r>
                              <w:r>
                                <w:rPr>
                                  <w:b/>
                                  <w:i/>
                                  <w:u w:val="single"/>
                                </w:rPr>
                                <w:t>not</w:t>
                              </w:r>
                              <w:r>
                                <w:rPr>
                                  <w:b/>
                                  <w:i/>
                                </w:rPr>
                                <w:t xml:space="preserve"> a substitute for the WCB-1 First Report of Injury form that must be sent to your Workers’ Compensation insurer.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8CF8BA" id="Group 224" o:spid="_x0000_s1026" style="position:absolute;left:0;text-align:left;margin-left:68.75pt;margin-top:65.05pt;width:477pt;height:34.1pt;z-index:-251654144;mso-wrap-distance-left:0;mso-wrap-distance-right:0;mso-position-horizontal-relative:page" coordorigin="1375,1301" coordsize="9540,6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7" o:spid="_x0000_s1027" type="#_x0000_t75" style="position:absolute;left:1380;top:1306;width:9531;height:6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">
                  <v:imagedata r:id="rId28" o:title=""/>
                </v:shape>
                <v:shape id="AutoShape 226" o:spid="_x0000_s1028" style="position:absolute;left:1375;top:1301;width:9540;height:682;visibility:visible;mso-wrap-style:square;v-text-anchor:top" coordsize="9540,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" path="m9435,682r-9329,l82,677,72,672,60,668r-9,-5l34,648,19,632,15,622,10,610,5,600,3,588,,579,,106,5,82,19,53,34,34,51,20r9,-5l72,10,82,5,106,,9435,r24,5l9468,10,106,10,96,12,84,15r3,l75,20,65,24r2,l58,29,41,41,29,58,22,68r2,l21,75r-2,l15,87r-5,19l10,576r2,12l13,588r2,10l24,617r-2,l29,627r2,l41,641r17,15l61,656r6,4l65,660r10,5l87,668r-3,l96,670r10,2l9468,672r-9,5l9435,682xm106,12r,-2l118,10r-12,2xm9435,12r-12,-2l9435,10r,2xm9521,77r-5,-9l9519,68r-8,-10l9499,41,9483,29r-10,-5l9475,24r-9,-4l9454,15r2,l9444,12r-9,-2l9468,10r10,5l9490,20r17,14l9521,53r11,22l9521,75r,2xm19,77r,-2l21,75r-2,2xm9538,588r-10,l9531,576r,-470l9526,87r-5,-12l9532,75r3,7l9540,106r,473l9538,588xm13,588r-1,l12,586r1,2xm9523,627r-12,l9519,617r-3,l9526,598r2,-12l9528,588r10,l9535,600r-4,10l9526,622r-3,5xm31,627r-2,l29,624r2,3xm9498,656r-15,l9499,641r12,-17l9511,627r12,l9521,632r-14,16l9498,656xm61,656r-3,l58,653r3,3xm9468,672r-33,l9444,670r12,-2l9454,668r12,-3l9475,660r-2,l9483,653r,3l9498,656r-8,7l9478,668r-10,4xe" fillcolor="#ec7c30" stroked="f">
                  <v:path arrowok="t" o:connecttype="custom" o:connectlocs="82,1978;51,1964;15,1923;3,1889;5,1383;51,1321;82,1306;9459,1306;96,1313;75,1321;58,1330;22,1369;19,1376;10,1877;15,1899;29,1928;58,1957;65,1961;84,1969;9468,1973;106,1313;106,1313;9435,1311;9516,1369;9499,1342;9475,1325;9456,1316;9468,1311;9507,1335;9521,1376;19,1376;9538,1889;9531,1407;9532,1376;9540,1880;12,1889;9523,1928;9516,1918;9528,1889;9531,1911;31,1928;31,1928;9499,1942;9523,1928;9498,1957;58,1954;9435,1973;9454,1969;9473,1961;9498,1957;9468,1973" o:connectangles="0,0,0,0,0,0,0,0,0,0,0,0,0,0,0,0,0,0,0,0,0,0,0,0,0,0,0,0,0,0,0,0,0,0,0,0,0,0,0,0,0,0,0,0,0,0,0,0,0,0,0"/>
                </v:shape>
                <v:shapetype id="_x0000_t202" coordsize="21600,21600" o:spt="202" path="m,l,21600r21600,l21600,xe">
                  <v:stroke joinstyle="miter"/>
                  <v:path gradientshapeok="t" o:connecttype="rect"/>
                </v:shapetype>
                <v:shape id="Text Box 225" o:spid="_x0000_s1029" type="#_x0000_t202" style="position:absolute;left:1375;top:1301;width:9540;height: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" filled="f" stroked="f">
                  <v:textbox inset="0,0,0,0">
                    <w:txbxContent>
                      <w:p w14:paraId="05C140AB" w14:textId="77777777" w:rsidR="006B79D5" w:rsidRDefault="00EE4DE8">
                        <w:pPr>
                          <w:spacing w:before="13"/>
                          <w:ind w:left="64" w:right="105"/>
                          <w:rPr>
                            <w:b/>
                            <w:i/>
                          </w:rPr>
                        </w:pPr>
                        <w:r>
                          <w:rPr>
                            <w:b/>
                            <w:i/>
                          </w:rPr>
                          <w:t xml:space="preserve">***NOTE*** The form is </w:t>
                        </w:r>
                        <w:r>
                          <w:rPr>
                            <w:b/>
                            <w:i/>
                            <w:u w:val="single"/>
                          </w:rPr>
                          <w:t>not</w:t>
                        </w:r>
                        <w:r>
                          <w:rPr>
                            <w:b/>
                            <w:i/>
                          </w:rPr>
                          <w:t xml:space="preserve"> a substitute for the WCB-1 First Report of Injury form that must be sent to your Workers’ Compensation insurer.</w:t>
                        </w:r>
                      </w:p>
                    </w:txbxContent>
                  </v:textbox>
                </v:shape>
                <w10:wrap type="topAndBottom" anchorx="page"/>
              </v:group>
            </w:pict>
          </mc:Fallback>
        </mc:AlternateContent>
      </w:r>
      <w:r w:rsidR="00EE4DE8">
        <w:t>The form on the next page is a sample template designed as a simple way to capture information about employee injuries. It can be modified to meet the needs or your organization. The form is most effective when</w:t>
      </w:r>
      <w:r w:rsidR="00EE4DE8">
        <w:rPr>
          <w:spacing w:val="-7"/>
        </w:rPr>
        <w:t xml:space="preserve"> </w:t>
      </w:r>
      <w:r w:rsidR="00EE4DE8">
        <w:t>used</w:t>
      </w:r>
      <w:r w:rsidR="00EE4DE8">
        <w:rPr>
          <w:spacing w:val="-6"/>
        </w:rPr>
        <w:t xml:space="preserve"> </w:t>
      </w:r>
      <w:r w:rsidR="00EE4DE8">
        <w:t>in</w:t>
      </w:r>
      <w:r w:rsidR="00EE4DE8">
        <w:rPr>
          <w:spacing w:val="-6"/>
        </w:rPr>
        <w:t xml:space="preserve"> </w:t>
      </w:r>
      <w:r w:rsidR="00EE4DE8">
        <w:t>conjunction</w:t>
      </w:r>
      <w:r w:rsidR="00EE4DE8">
        <w:rPr>
          <w:spacing w:val="-5"/>
        </w:rPr>
        <w:t xml:space="preserve"> </w:t>
      </w:r>
      <w:r w:rsidR="00EE4DE8">
        <w:t>with</w:t>
      </w:r>
      <w:r w:rsidR="00EE4DE8">
        <w:rPr>
          <w:spacing w:val="-6"/>
        </w:rPr>
        <w:t xml:space="preserve"> </w:t>
      </w:r>
      <w:r w:rsidR="00EE4DE8">
        <w:t>a</w:t>
      </w:r>
      <w:r w:rsidR="00EE4DE8">
        <w:rPr>
          <w:spacing w:val="-7"/>
        </w:rPr>
        <w:t xml:space="preserve"> </w:t>
      </w:r>
      <w:r w:rsidR="00EE4DE8">
        <w:t>policy</w:t>
      </w:r>
      <w:r w:rsidR="00EE4DE8">
        <w:rPr>
          <w:spacing w:val="-5"/>
        </w:rPr>
        <w:t xml:space="preserve"> </w:t>
      </w:r>
      <w:r w:rsidR="00EE4DE8">
        <w:t>requiring</w:t>
      </w:r>
      <w:r w:rsidR="00EE4DE8">
        <w:rPr>
          <w:spacing w:val="-7"/>
        </w:rPr>
        <w:t xml:space="preserve"> </w:t>
      </w:r>
      <w:r w:rsidR="00EE4DE8">
        <w:t>injured</w:t>
      </w:r>
      <w:r w:rsidR="00EE4DE8">
        <w:rPr>
          <w:spacing w:val="-5"/>
        </w:rPr>
        <w:t xml:space="preserve"> </w:t>
      </w:r>
      <w:r w:rsidR="00EE4DE8">
        <w:t>employees</w:t>
      </w:r>
      <w:r w:rsidR="00EE4DE8">
        <w:rPr>
          <w:spacing w:val="-5"/>
        </w:rPr>
        <w:t xml:space="preserve"> </w:t>
      </w:r>
      <w:r w:rsidR="00EE4DE8">
        <w:t>and</w:t>
      </w:r>
      <w:r w:rsidR="00EE4DE8">
        <w:rPr>
          <w:spacing w:val="-7"/>
        </w:rPr>
        <w:t xml:space="preserve"> </w:t>
      </w:r>
      <w:r w:rsidR="00EE4DE8">
        <w:t>supervisory</w:t>
      </w:r>
      <w:r w:rsidR="00EE4DE8">
        <w:rPr>
          <w:spacing w:val="-3"/>
        </w:rPr>
        <w:t xml:space="preserve"> </w:t>
      </w:r>
      <w:r w:rsidR="00EE4DE8">
        <w:t>personnel</w:t>
      </w:r>
      <w:r w:rsidR="00EE4DE8">
        <w:rPr>
          <w:spacing w:val="-5"/>
        </w:rPr>
        <w:t xml:space="preserve"> </w:t>
      </w:r>
      <w:r w:rsidR="00EE4DE8">
        <w:t>to</w:t>
      </w:r>
      <w:r w:rsidR="00EE4DE8">
        <w:rPr>
          <w:spacing w:val="-6"/>
        </w:rPr>
        <w:t xml:space="preserve"> </w:t>
      </w:r>
      <w:r w:rsidR="00EE4DE8">
        <w:t>discuss the injury as soon as possible after the</w:t>
      </w:r>
      <w:r w:rsidR="00EE4DE8">
        <w:rPr>
          <w:spacing w:val="-4"/>
        </w:rPr>
        <w:t xml:space="preserve"> </w:t>
      </w:r>
      <w:r w:rsidR="00EE4DE8">
        <w:t>incident.</w:t>
      </w:r>
    </w:p>
    <w:p w14:paraId="22DFA529" w14:textId="77777777" w:rsidR="006B79D5" w:rsidRDefault="00EE4DE8">
      <w:pPr>
        <w:pStyle w:val="BodyText"/>
        <w:spacing w:line="229" w:lineRule="exact"/>
        <w:ind w:left="1020"/>
        <w:jc w:val="both"/>
      </w:pPr>
      <w:r>
        <w:t xml:space="preserve">The completed form should also be used to analyze and implement hazard reduction measures to </w:t>
      </w:r>
      <w:proofErr w:type="gramStart"/>
      <w:r>
        <w:t>reduce</w:t>
      </w:r>
      <w:proofErr w:type="gramEnd"/>
    </w:p>
    <w:p w14:paraId="78CFEB29" w14:textId="77777777" w:rsidR="006B79D5" w:rsidRDefault="00EE4DE8">
      <w:pPr>
        <w:pStyle w:val="BodyText"/>
        <w:ind w:left="1020" w:right="846"/>
        <w:jc w:val="both"/>
      </w:pPr>
      <w:r>
        <w:t>the potential for injury recurrence. Where safety committees are in place, the form should also be reviewed by the safety committee to track the implementation of corrective measures and monitor the quality of the supervisory review.</w:t>
      </w:r>
    </w:p>
    <w:p w14:paraId="5B7D78DB" w14:textId="77777777" w:rsidR="006B79D5" w:rsidRDefault="006B79D5">
      <w:pPr>
        <w:jc w:val="both"/>
        <w:sectPr w:rsidR="006B79D5">
          <w:pgSz w:w="12240" w:h="15840"/>
          <w:pgMar w:top="1320" w:right="600" w:bottom="1180" w:left="420" w:header="566" w:footer="969" w:gutter="0"/>
          <w:cols w:space="720"/>
        </w:sectPr>
      </w:pPr>
    </w:p>
    <w:p w14:paraId="7792583A" w14:textId="77777777" w:rsidR="006B79D5" w:rsidRDefault="001B44F0">
      <w:pPr>
        <w:pStyle w:val="Heading2"/>
        <w:spacing w:before="117"/>
        <w:jc w:val="left"/>
      </w:pPr>
      <w:r>
        <w:rPr>
          <w:noProof/>
        </w:rPr>
        <w:lastRenderedPageBreak/>
        <mc:AlternateContent>
          <mc:Choice Requires="wps">
            <w:drawing>
              <wp:anchor distT="0" distB="0" distL="114300" distR="114300" simplePos="0" relativeHeight="249892864" behindDoc="1" locked="0" layoutInCell="1" allowOverlap="1" wp14:anchorId="2AE642B9" wp14:editId="5E9A821B">
                <wp:simplePos x="0" y="0"/>
                <wp:positionH relativeFrom="page">
                  <wp:posOffset>780415</wp:posOffset>
                </wp:positionH>
                <wp:positionV relativeFrom="paragraph">
                  <wp:posOffset>572770</wp:posOffset>
                </wp:positionV>
                <wp:extent cx="126365" cy="126365"/>
                <wp:effectExtent l="0" t="0" r="0" b="0"/>
                <wp:wrapNone/>
                <wp:docPr id="249" name="Rectangl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D24ACD" id="Rectangle 223" o:spid="_x0000_s1026" style="position:absolute;margin-left:61.45pt;margin-top:45.1pt;width:9.95pt;height:9.95pt;z-index:-253423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" filled="f" strokeweight=".72pt">
                <w10:wrap anchorx="page"/>
              </v:rect>
            </w:pict>
          </mc:Fallback>
        </mc:AlternateContent>
      </w:r>
      <w:r>
        <w:rPr>
          <w:noProof/>
        </w:rPr>
        <mc:AlternateContent>
          <mc:Choice Requires="wps">
            <w:drawing>
              <wp:anchor distT="0" distB="0" distL="114300" distR="114300" simplePos="0" relativeHeight="249893888" behindDoc="1" locked="0" layoutInCell="1" allowOverlap="1" wp14:anchorId="687E29E9" wp14:editId="4B1AC342">
                <wp:simplePos x="0" y="0"/>
                <wp:positionH relativeFrom="page">
                  <wp:posOffset>1554480</wp:posOffset>
                </wp:positionH>
                <wp:positionV relativeFrom="paragraph">
                  <wp:posOffset>572770</wp:posOffset>
                </wp:positionV>
                <wp:extent cx="126365" cy="126365"/>
                <wp:effectExtent l="0" t="0" r="0" b="0"/>
                <wp:wrapNone/>
                <wp:docPr id="248" name="Rectangle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C1D93C" id="Rectangle 222" o:spid="_x0000_s1026" style="position:absolute;margin-left:122.4pt;margin-top:45.1pt;width:9.95pt;height:9.95pt;z-index:-253422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" filled="f" strokeweight=".72pt">
                <w10:wrap anchorx="page"/>
              </v:rect>
            </w:pict>
          </mc:Fallback>
        </mc:AlternateContent>
      </w:r>
      <w:r>
        <w:rPr>
          <w:noProof/>
        </w:rPr>
        <mc:AlternateContent>
          <mc:Choice Requires="wps">
            <w:drawing>
              <wp:anchor distT="0" distB="0" distL="114300" distR="114300" simplePos="0" relativeHeight="249894912" behindDoc="1" locked="0" layoutInCell="1" allowOverlap="1" wp14:anchorId="5CC19F3B" wp14:editId="0B0675A0">
                <wp:simplePos x="0" y="0"/>
                <wp:positionH relativeFrom="page">
                  <wp:posOffset>2875915</wp:posOffset>
                </wp:positionH>
                <wp:positionV relativeFrom="paragraph">
                  <wp:posOffset>572770</wp:posOffset>
                </wp:positionV>
                <wp:extent cx="126365" cy="126365"/>
                <wp:effectExtent l="0" t="0" r="0" b="0"/>
                <wp:wrapNone/>
                <wp:docPr id="247" name="Rectangle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812090" id="Rectangle 221" o:spid="_x0000_s1026" style="position:absolute;margin-left:226.45pt;margin-top:45.1pt;width:9.95pt;height:9.95pt;z-index:-253421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" filled="f" strokeweight=".72pt">
                <w10:wrap anchorx="page"/>
              </v:rect>
            </w:pict>
          </mc:Fallback>
        </mc:AlternateContent>
      </w:r>
      <w:r>
        <w:rPr>
          <w:noProof/>
        </w:rPr>
        <mc:AlternateContent>
          <mc:Choice Requires="wps">
            <w:drawing>
              <wp:anchor distT="0" distB="0" distL="114300" distR="114300" simplePos="0" relativeHeight="249895936" behindDoc="1" locked="0" layoutInCell="1" allowOverlap="1" wp14:anchorId="11DB30C7" wp14:editId="20EAF7DE">
                <wp:simplePos x="0" y="0"/>
                <wp:positionH relativeFrom="page">
                  <wp:posOffset>3127375</wp:posOffset>
                </wp:positionH>
                <wp:positionV relativeFrom="page">
                  <wp:posOffset>3215640</wp:posOffset>
                </wp:positionV>
                <wp:extent cx="126365" cy="126365"/>
                <wp:effectExtent l="0" t="0" r="0" b="0"/>
                <wp:wrapNone/>
                <wp:docPr id="246" name="Rectangle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C2852D" id="Rectangle 220" o:spid="_x0000_s1026" style="position:absolute;margin-left:246.25pt;margin-top:253.2pt;width:9.95pt;height:9.95pt;z-index:-253420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" filled="f" strokeweight=".72pt">
                <w10:wrap anchorx="page" anchory="page"/>
              </v:rect>
            </w:pict>
          </mc:Fallback>
        </mc:AlternateContent>
      </w:r>
      <w:r>
        <w:rPr>
          <w:noProof/>
        </w:rPr>
        <mc:AlternateContent>
          <mc:Choice Requires="wps">
            <w:drawing>
              <wp:anchor distT="0" distB="0" distL="114300" distR="114300" simplePos="0" relativeHeight="249896960" behindDoc="1" locked="0" layoutInCell="1" allowOverlap="1" wp14:anchorId="7133D49D" wp14:editId="6C708A7C">
                <wp:simplePos x="0" y="0"/>
                <wp:positionH relativeFrom="page">
                  <wp:posOffset>3660775</wp:posOffset>
                </wp:positionH>
                <wp:positionV relativeFrom="page">
                  <wp:posOffset>3215640</wp:posOffset>
                </wp:positionV>
                <wp:extent cx="126365" cy="126365"/>
                <wp:effectExtent l="0" t="0" r="0" b="0"/>
                <wp:wrapNone/>
                <wp:docPr id="245" name="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67068F" id="Rectangle 219" o:spid="_x0000_s1026" style="position:absolute;margin-left:288.25pt;margin-top:253.2pt;width:9.95pt;height:9.95pt;z-index:-253419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" filled="f" strokeweight=".72pt">
                <w10:wrap anchorx="page" anchory="page"/>
              </v:rect>
            </w:pict>
          </mc:Fallback>
        </mc:AlternateContent>
      </w:r>
      <w:r>
        <w:rPr>
          <w:noProof/>
        </w:rPr>
        <mc:AlternateContent>
          <mc:Choice Requires="wps">
            <w:drawing>
              <wp:anchor distT="0" distB="0" distL="114300" distR="114300" simplePos="0" relativeHeight="249897984" behindDoc="1" locked="0" layoutInCell="1" allowOverlap="1" wp14:anchorId="347DB634" wp14:editId="55C3A5CE">
                <wp:simplePos x="0" y="0"/>
                <wp:positionH relativeFrom="page">
                  <wp:posOffset>3127375</wp:posOffset>
                </wp:positionH>
                <wp:positionV relativeFrom="page">
                  <wp:posOffset>3683635</wp:posOffset>
                </wp:positionV>
                <wp:extent cx="126365" cy="126365"/>
                <wp:effectExtent l="0" t="0" r="0" b="0"/>
                <wp:wrapNone/>
                <wp:docPr id="244"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4C0112" id="Rectangle 218" o:spid="_x0000_s1026" style="position:absolute;margin-left:246.25pt;margin-top:290.05pt;width:9.95pt;height:9.95pt;z-index:-253418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" filled="f" strokeweight=".72pt">
                <w10:wrap anchorx="page" anchory="page"/>
              </v:rect>
            </w:pict>
          </mc:Fallback>
        </mc:AlternateContent>
      </w:r>
      <w:r>
        <w:rPr>
          <w:noProof/>
        </w:rPr>
        <mc:AlternateContent>
          <mc:Choice Requires="wps">
            <w:drawing>
              <wp:anchor distT="0" distB="0" distL="114300" distR="114300" simplePos="0" relativeHeight="249899008" behindDoc="1" locked="0" layoutInCell="1" allowOverlap="1" wp14:anchorId="4DBCC386" wp14:editId="5DA5D6E7">
                <wp:simplePos x="0" y="0"/>
                <wp:positionH relativeFrom="page">
                  <wp:posOffset>3660775</wp:posOffset>
                </wp:positionH>
                <wp:positionV relativeFrom="page">
                  <wp:posOffset>3683635</wp:posOffset>
                </wp:positionV>
                <wp:extent cx="126365" cy="126365"/>
                <wp:effectExtent l="0" t="0" r="0" b="0"/>
                <wp:wrapNone/>
                <wp:docPr id="243"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F77A0A" id="Rectangle 217" o:spid="_x0000_s1026" style="position:absolute;margin-left:288.25pt;margin-top:290.05pt;width:9.95pt;height:9.95pt;z-index:-253417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" filled="f" strokeweight=".72pt">
                <w10:wrap anchorx="page" anchory="page"/>
              </v:rect>
            </w:pict>
          </mc:Fallback>
        </mc:AlternateContent>
      </w:r>
      <w:r>
        <w:rPr>
          <w:noProof/>
        </w:rPr>
        <mc:AlternateContent>
          <mc:Choice Requires="wps">
            <w:drawing>
              <wp:anchor distT="0" distB="0" distL="114300" distR="114300" simplePos="0" relativeHeight="249900032" behindDoc="1" locked="0" layoutInCell="1" allowOverlap="1" wp14:anchorId="3E3232FC" wp14:editId="26DAC9EF">
                <wp:simplePos x="0" y="0"/>
                <wp:positionH relativeFrom="page">
                  <wp:posOffset>4652645</wp:posOffset>
                </wp:positionH>
                <wp:positionV relativeFrom="page">
                  <wp:posOffset>4152900</wp:posOffset>
                </wp:positionV>
                <wp:extent cx="126365" cy="126365"/>
                <wp:effectExtent l="0" t="0" r="0" b="0"/>
                <wp:wrapNone/>
                <wp:docPr id="242" name="Rectangle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48DA2A" id="Rectangle 216" o:spid="_x0000_s1026" style="position:absolute;margin-left:366.35pt;margin-top:327pt;width:9.95pt;height:9.95pt;z-index:-253416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" filled="f" strokeweight=".72pt">
                <w10:wrap anchorx="page" anchory="page"/>
              </v:rect>
            </w:pict>
          </mc:Fallback>
        </mc:AlternateContent>
      </w:r>
      <w:r>
        <w:rPr>
          <w:noProof/>
        </w:rPr>
        <mc:AlternateContent>
          <mc:Choice Requires="wps">
            <w:drawing>
              <wp:anchor distT="0" distB="0" distL="114300" distR="114300" simplePos="0" relativeHeight="249901056" behindDoc="1" locked="0" layoutInCell="1" allowOverlap="1" wp14:anchorId="3281AE3E" wp14:editId="340640E3">
                <wp:simplePos x="0" y="0"/>
                <wp:positionH relativeFrom="page">
                  <wp:posOffset>5043170</wp:posOffset>
                </wp:positionH>
                <wp:positionV relativeFrom="page">
                  <wp:posOffset>4152900</wp:posOffset>
                </wp:positionV>
                <wp:extent cx="126365" cy="126365"/>
                <wp:effectExtent l="0" t="0" r="0" b="0"/>
                <wp:wrapNone/>
                <wp:docPr id="241" name="Rectangl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876487" id="Rectangle 215" o:spid="_x0000_s1026" style="position:absolute;margin-left:397.1pt;margin-top:327pt;width:9.95pt;height:9.95pt;z-index:-253415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" filled="f" strokeweight=".72pt">
                <w10:wrap anchorx="page" anchory="page"/>
              </v:rect>
            </w:pict>
          </mc:Fallback>
        </mc:AlternateContent>
      </w:r>
      <w:r>
        <w:rPr>
          <w:noProof/>
        </w:rPr>
        <mc:AlternateContent>
          <mc:Choice Requires="wps">
            <w:drawing>
              <wp:anchor distT="0" distB="0" distL="114300" distR="114300" simplePos="0" relativeHeight="249902080" behindDoc="1" locked="0" layoutInCell="1" allowOverlap="1" wp14:anchorId="6EF41F6D" wp14:editId="26668612">
                <wp:simplePos x="0" y="0"/>
                <wp:positionH relativeFrom="page">
                  <wp:posOffset>4617720</wp:posOffset>
                </wp:positionH>
                <wp:positionV relativeFrom="page">
                  <wp:posOffset>4384675</wp:posOffset>
                </wp:positionV>
                <wp:extent cx="126365" cy="126365"/>
                <wp:effectExtent l="0" t="0" r="0" b="0"/>
                <wp:wrapNone/>
                <wp:docPr id="240" name="Rectangl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046DD6" id="Rectangle 214" o:spid="_x0000_s1026" style="position:absolute;margin-left:363.6pt;margin-top:345.25pt;width:9.95pt;height:9.95pt;z-index:-253414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" filled="f" strokeweight=".72pt">
                <w10:wrap anchorx="page" anchory="page"/>
              </v:rect>
            </w:pict>
          </mc:Fallback>
        </mc:AlternateContent>
      </w:r>
      <w:r>
        <w:rPr>
          <w:noProof/>
        </w:rPr>
        <mc:AlternateContent>
          <mc:Choice Requires="wps">
            <w:drawing>
              <wp:anchor distT="0" distB="0" distL="114300" distR="114300" simplePos="0" relativeHeight="249903104" behindDoc="1" locked="0" layoutInCell="1" allowOverlap="1" wp14:anchorId="4632228D" wp14:editId="0C64560A">
                <wp:simplePos x="0" y="0"/>
                <wp:positionH relativeFrom="page">
                  <wp:posOffset>5007610</wp:posOffset>
                </wp:positionH>
                <wp:positionV relativeFrom="page">
                  <wp:posOffset>4384675</wp:posOffset>
                </wp:positionV>
                <wp:extent cx="126365" cy="126365"/>
                <wp:effectExtent l="0" t="0" r="0" b="0"/>
                <wp:wrapNone/>
                <wp:docPr id="239" name="Rectangl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963663" id="Rectangle 213" o:spid="_x0000_s1026" style="position:absolute;margin-left:394.3pt;margin-top:345.25pt;width:9.95pt;height:9.95pt;z-index:-253413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" filled="f" strokeweight=".72pt">
                <w10:wrap anchorx="page" anchory="page"/>
              </v:rect>
            </w:pict>
          </mc:Fallback>
        </mc:AlternateContent>
      </w:r>
      <w:r>
        <w:rPr>
          <w:noProof/>
        </w:rPr>
        <mc:AlternateContent>
          <mc:Choice Requires="wps">
            <w:drawing>
              <wp:anchor distT="0" distB="0" distL="114300" distR="114300" simplePos="0" relativeHeight="249904128" behindDoc="1" locked="0" layoutInCell="1" allowOverlap="1" wp14:anchorId="004576CF" wp14:editId="03EB8705">
                <wp:simplePos x="0" y="0"/>
                <wp:positionH relativeFrom="page">
                  <wp:posOffset>629285</wp:posOffset>
                </wp:positionH>
                <wp:positionV relativeFrom="page">
                  <wp:posOffset>5007610</wp:posOffset>
                </wp:positionV>
                <wp:extent cx="126365" cy="126365"/>
                <wp:effectExtent l="0" t="0" r="0" b="0"/>
                <wp:wrapNone/>
                <wp:docPr id="238" name="Rectangle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951E2C" id="Rectangle 212" o:spid="_x0000_s1026" style="position:absolute;margin-left:49.55pt;margin-top:394.3pt;width:9.95pt;height:9.95pt;z-index:-253412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" filled="f" strokeweight=".72pt">
                <w10:wrap anchorx="page" anchory="page"/>
              </v:rect>
            </w:pict>
          </mc:Fallback>
        </mc:AlternateContent>
      </w:r>
      <w:r>
        <w:rPr>
          <w:noProof/>
        </w:rPr>
        <mc:AlternateContent>
          <mc:Choice Requires="wps">
            <w:drawing>
              <wp:anchor distT="0" distB="0" distL="114300" distR="114300" simplePos="0" relativeHeight="249905152" behindDoc="1" locked="0" layoutInCell="1" allowOverlap="1" wp14:anchorId="7DA7778C" wp14:editId="1CA22EEF">
                <wp:simplePos x="0" y="0"/>
                <wp:positionH relativeFrom="page">
                  <wp:posOffset>1162685</wp:posOffset>
                </wp:positionH>
                <wp:positionV relativeFrom="page">
                  <wp:posOffset>5007610</wp:posOffset>
                </wp:positionV>
                <wp:extent cx="126365" cy="126365"/>
                <wp:effectExtent l="0" t="0" r="0" b="0"/>
                <wp:wrapNone/>
                <wp:docPr id="237" name="Rectangle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1DB033" id="Rectangle 211" o:spid="_x0000_s1026" style="position:absolute;margin-left:91.55pt;margin-top:394.3pt;width:9.95pt;height:9.95pt;z-index:-253411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" filled="f" strokeweight=".72pt">
                <w10:wrap anchorx="page" anchory="page"/>
              </v:rect>
            </w:pict>
          </mc:Fallback>
        </mc:AlternateContent>
      </w:r>
      <w:r>
        <w:rPr>
          <w:noProof/>
        </w:rPr>
        <mc:AlternateContent>
          <mc:Choice Requires="wps">
            <w:drawing>
              <wp:anchor distT="0" distB="0" distL="114300" distR="114300" simplePos="0" relativeHeight="249906176" behindDoc="1" locked="0" layoutInCell="1" allowOverlap="1" wp14:anchorId="14EF37E8" wp14:editId="384071C9">
                <wp:simplePos x="0" y="0"/>
                <wp:positionH relativeFrom="page">
                  <wp:posOffset>2941320</wp:posOffset>
                </wp:positionH>
                <wp:positionV relativeFrom="page">
                  <wp:posOffset>5547360</wp:posOffset>
                </wp:positionV>
                <wp:extent cx="126365" cy="126365"/>
                <wp:effectExtent l="0" t="0" r="0" b="0"/>
                <wp:wrapNone/>
                <wp:docPr id="236"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7A8A95" id="Rectangle 210" o:spid="_x0000_s1026" style="position:absolute;margin-left:231.6pt;margin-top:436.8pt;width:9.95pt;height:9.95pt;z-index:-253410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" filled="f" strokeweight=".72pt">
                <w10:wrap anchorx="page" anchory="page"/>
              </v:rect>
            </w:pict>
          </mc:Fallback>
        </mc:AlternateContent>
      </w:r>
      <w:r>
        <w:rPr>
          <w:noProof/>
        </w:rPr>
        <mc:AlternateContent>
          <mc:Choice Requires="wps">
            <w:drawing>
              <wp:anchor distT="0" distB="0" distL="114300" distR="114300" simplePos="0" relativeHeight="249907200" behindDoc="1" locked="0" layoutInCell="1" allowOverlap="1" wp14:anchorId="1B59EFD5" wp14:editId="6452809D">
                <wp:simplePos x="0" y="0"/>
                <wp:positionH relativeFrom="page">
                  <wp:posOffset>3475990</wp:posOffset>
                </wp:positionH>
                <wp:positionV relativeFrom="page">
                  <wp:posOffset>5547360</wp:posOffset>
                </wp:positionV>
                <wp:extent cx="126365" cy="126365"/>
                <wp:effectExtent l="0" t="0" r="0" b="0"/>
                <wp:wrapNone/>
                <wp:docPr id="235"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A65971" id="Rectangle 209" o:spid="_x0000_s1026" style="position:absolute;margin-left:273.7pt;margin-top:436.8pt;width:9.95pt;height:9.95pt;z-index:-253409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" filled="f" strokeweight=".72pt">
                <w10:wrap anchorx="page" anchory="page"/>
              </v:rect>
            </w:pict>
          </mc:Fallback>
        </mc:AlternateContent>
      </w:r>
      <w:r>
        <w:rPr>
          <w:noProof/>
        </w:rPr>
        <mc:AlternateContent>
          <mc:Choice Requires="wps">
            <w:drawing>
              <wp:anchor distT="0" distB="0" distL="114300" distR="114300" simplePos="0" relativeHeight="249908224" behindDoc="1" locked="0" layoutInCell="1" allowOverlap="1" wp14:anchorId="4C1CF6C1" wp14:editId="0E331D49">
                <wp:simplePos x="0" y="0"/>
                <wp:positionH relativeFrom="page">
                  <wp:posOffset>1934210</wp:posOffset>
                </wp:positionH>
                <wp:positionV relativeFrom="page">
                  <wp:posOffset>5784850</wp:posOffset>
                </wp:positionV>
                <wp:extent cx="126365" cy="126365"/>
                <wp:effectExtent l="0" t="0" r="0" b="0"/>
                <wp:wrapNone/>
                <wp:docPr id="234" name="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9CA1D2" id="Rectangle 208" o:spid="_x0000_s1026" style="position:absolute;margin-left:152.3pt;margin-top:455.5pt;width:9.95pt;height:9.95pt;z-index:-253408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" filled="f" strokeweight=".72pt">
                <w10:wrap anchorx="page" anchory="page"/>
              </v:rect>
            </w:pict>
          </mc:Fallback>
        </mc:AlternateContent>
      </w:r>
      <w:r>
        <w:rPr>
          <w:noProof/>
        </w:rPr>
        <mc:AlternateContent>
          <mc:Choice Requires="wps">
            <w:drawing>
              <wp:anchor distT="0" distB="0" distL="114300" distR="114300" simplePos="0" relativeHeight="249909248" behindDoc="1" locked="0" layoutInCell="1" allowOverlap="1" wp14:anchorId="59F744D2" wp14:editId="7E181B2E">
                <wp:simplePos x="0" y="0"/>
                <wp:positionH relativeFrom="page">
                  <wp:posOffset>2468880</wp:posOffset>
                </wp:positionH>
                <wp:positionV relativeFrom="page">
                  <wp:posOffset>5784850</wp:posOffset>
                </wp:positionV>
                <wp:extent cx="126365" cy="126365"/>
                <wp:effectExtent l="0" t="0" r="0" b="0"/>
                <wp:wrapNone/>
                <wp:docPr id="233"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F1BEC5" id="Rectangle 207" o:spid="_x0000_s1026" style="position:absolute;margin-left:194.4pt;margin-top:455.5pt;width:9.95pt;height:9.95pt;z-index:-253407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" filled="f" strokeweight=".72pt">
                <w10:wrap anchorx="page" anchory="page"/>
              </v:rect>
            </w:pict>
          </mc:Fallback>
        </mc:AlternateContent>
      </w:r>
      <w:r>
        <w:rPr>
          <w:noProof/>
        </w:rPr>
        <mc:AlternateContent>
          <mc:Choice Requires="wps">
            <w:drawing>
              <wp:anchor distT="0" distB="0" distL="114300" distR="114300" simplePos="0" relativeHeight="249910272" behindDoc="1" locked="0" layoutInCell="1" allowOverlap="1" wp14:anchorId="7DD7AD51" wp14:editId="5620F522">
                <wp:simplePos x="0" y="0"/>
                <wp:positionH relativeFrom="page">
                  <wp:posOffset>3730625</wp:posOffset>
                </wp:positionH>
                <wp:positionV relativeFrom="page">
                  <wp:posOffset>6254750</wp:posOffset>
                </wp:positionV>
                <wp:extent cx="126365" cy="126365"/>
                <wp:effectExtent l="0" t="0" r="0" b="0"/>
                <wp:wrapNone/>
                <wp:docPr id="232"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7EC641" id="Rectangle 206" o:spid="_x0000_s1026" style="position:absolute;margin-left:293.75pt;margin-top:492.5pt;width:9.95pt;height:9.95pt;z-index:-253406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" filled="f" strokeweight=".72pt">
                <w10:wrap anchorx="page" anchory="page"/>
              </v:rect>
            </w:pict>
          </mc:Fallback>
        </mc:AlternateContent>
      </w:r>
      <w:r>
        <w:rPr>
          <w:noProof/>
        </w:rPr>
        <mc:AlternateContent>
          <mc:Choice Requires="wps">
            <w:drawing>
              <wp:anchor distT="0" distB="0" distL="114300" distR="114300" simplePos="0" relativeHeight="249911296" behindDoc="1" locked="0" layoutInCell="1" allowOverlap="1" wp14:anchorId="49690B2B" wp14:editId="5DDE4716">
                <wp:simplePos x="0" y="0"/>
                <wp:positionH relativeFrom="page">
                  <wp:posOffset>4149725</wp:posOffset>
                </wp:positionH>
                <wp:positionV relativeFrom="page">
                  <wp:posOffset>6254750</wp:posOffset>
                </wp:positionV>
                <wp:extent cx="126365" cy="126365"/>
                <wp:effectExtent l="0" t="0" r="0" b="0"/>
                <wp:wrapNone/>
                <wp:docPr id="231"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DD6EB7" id="Rectangle 205" o:spid="_x0000_s1026" style="position:absolute;margin-left:326.75pt;margin-top:492.5pt;width:9.95pt;height:9.95pt;z-index:-253405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" filled="f" strokeweight=".72pt">
                <w10:wrap anchorx="page" anchory="page"/>
              </v:rect>
            </w:pict>
          </mc:Fallback>
        </mc:AlternateContent>
      </w:r>
      <w:r>
        <w:rPr>
          <w:noProof/>
        </w:rPr>
        <mc:AlternateContent>
          <mc:Choice Requires="wps">
            <w:drawing>
              <wp:anchor distT="0" distB="0" distL="114300" distR="114300" simplePos="0" relativeHeight="249912320" behindDoc="1" locked="0" layoutInCell="1" allowOverlap="1" wp14:anchorId="335A085C" wp14:editId="1FFF8472">
                <wp:simplePos x="0" y="0"/>
                <wp:positionH relativeFrom="page">
                  <wp:posOffset>763270</wp:posOffset>
                </wp:positionH>
                <wp:positionV relativeFrom="page">
                  <wp:posOffset>6484620</wp:posOffset>
                </wp:positionV>
                <wp:extent cx="126365" cy="126365"/>
                <wp:effectExtent l="0" t="0" r="0" b="0"/>
                <wp:wrapNone/>
                <wp:docPr id="230" name="Rectangle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2E518C" id="Rectangle 204" o:spid="_x0000_s1026" style="position:absolute;margin-left:60.1pt;margin-top:510.6pt;width:9.95pt;height:9.95pt;z-index:-253404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" filled="f" strokeweight=".72pt">
                <w10:wrap anchorx="page" anchory="page"/>
              </v:rect>
            </w:pict>
          </mc:Fallback>
        </mc:AlternateContent>
      </w:r>
      <w:r>
        <w:rPr>
          <w:noProof/>
        </w:rPr>
        <mc:AlternateContent>
          <mc:Choice Requires="wps">
            <w:drawing>
              <wp:anchor distT="0" distB="0" distL="114300" distR="114300" simplePos="0" relativeHeight="249913344" behindDoc="1" locked="0" layoutInCell="1" allowOverlap="1" wp14:anchorId="2888C6C8" wp14:editId="223EB76E">
                <wp:simplePos x="0" y="0"/>
                <wp:positionH relativeFrom="page">
                  <wp:posOffset>3369310</wp:posOffset>
                </wp:positionH>
                <wp:positionV relativeFrom="page">
                  <wp:posOffset>8604250</wp:posOffset>
                </wp:positionV>
                <wp:extent cx="126365" cy="126365"/>
                <wp:effectExtent l="0" t="0" r="0" b="0"/>
                <wp:wrapNone/>
                <wp:docPr id="229" name="Rectangle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7D92D4" id="Rectangle 203" o:spid="_x0000_s1026" style="position:absolute;margin-left:265.3pt;margin-top:677.5pt;width:9.95pt;height:9.95pt;z-index:-253403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" filled="f" strokeweight=".72pt">
                <w10:wrap anchorx="page" anchory="page"/>
              </v:rect>
            </w:pict>
          </mc:Fallback>
        </mc:AlternateContent>
      </w:r>
      <w:r>
        <w:rPr>
          <w:noProof/>
        </w:rPr>
        <mc:AlternateContent>
          <mc:Choice Requires="wps">
            <w:drawing>
              <wp:anchor distT="0" distB="0" distL="114300" distR="114300" simplePos="0" relativeHeight="249914368" behindDoc="1" locked="0" layoutInCell="1" allowOverlap="1" wp14:anchorId="5B0FC975" wp14:editId="07B066D2">
                <wp:simplePos x="0" y="0"/>
                <wp:positionH relativeFrom="page">
                  <wp:posOffset>3904615</wp:posOffset>
                </wp:positionH>
                <wp:positionV relativeFrom="page">
                  <wp:posOffset>8604250</wp:posOffset>
                </wp:positionV>
                <wp:extent cx="126365" cy="126365"/>
                <wp:effectExtent l="0" t="0" r="0" b="0"/>
                <wp:wrapNone/>
                <wp:docPr id="228"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924289" id="Rectangle 202" o:spid="_x0000_s1026" style="position:absolute;margin-left:307.45pt;margin-top:677.5pt;width:9.95pt;height:9.95pt;z-index:-253402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" filled="f" strokeweight=".72pt">
                <w10:wrap anchorx="page" anchory="page"/>
              </v:rect>
            </w:pict>
          </mc:Fallback>
        </mc:AlternateContent>
      </w:r>
      <w:r w:rsidR="00EE4DE8">
        <w:t>Supervisor’s Incident Review-Report of Injury</w:t>
      </w:r>
    </w:p>
    <w:p w14:paraId="444F8DC6" w14:textId="77777777" w:rsidR="006B79D5" w:rsidRDefault="006B79D5">
      <w:pPr>
        <w:pStyle w:val="BodyText"/>
        <w:spacing w:before="1"/>
        <w:ind w:left="0"/>
        <w:rPr>
          <w:b/>
          <w:sz w:val="10"/>
        </w:rPr>
      </w:pP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34"/>
        <w:gridCol w:w="519"/>
        <w:gridCol w:w="1868"/>
        <w:gridCol w:w="1393"/>
        <w:gridCol w:w="210"/>
        <w:gridCol w:w="433"/>
        <w:gridCol w:w="2629"/>
      </w:tblGrid>
      <w:tr w:rsidR="006B79D5" w14:paraId="24652826" w14:textId="77777777">
        <w:trPr>
          <w:trHeight w:val="729"/>
        </w:trPr>
        <w:tc>
          <w:tcPr>
            <w:tcW w:w="4453" w:type="dxa"/>
            <w:gridSpan w:val="2"/>
          </w:tcPr>
          <w:p w14:paraId="3AFEC391" w14:textId="77777777" w:rsidR="006B79D5" w:rsidRDefault="00EE4DE8">
            <w:pPr>
              <w:pStyle w:val="TableParagraph"/>
              <w:spacing w:line="243" w:lineRule="exact"/>
              <w:rPr>
                <w:b/>
                <w:sz w:val="20"/>
              </w:rPr>
            </w:pPr>
            <w:r>
              <w:rPr>
                <w:b/>
                <w:sz w:val="20"/>
              </w:rPr>
              <w:t>Indicate Expected Incident Type</w:t>
            </w:r>
          </w:p>
          <w:p w14:paraId="5AA154F6" w14:textId="77777777" w:rsidR="006B79D5" w:rsidRDefault="00EE4DE8">
            <w:pPr>
              <w:pStyle w:val="TableParagraph"/>
              <w:tabs>
                <w:tab w:val="left" w:pos="1093"/>
                <w:tab w:val="left" w:pos="2357"/>
              </w:tabs>
              <w:spacing w:before="120"/>
              <w:rPr>
                <w:sz w:val="20"/>
              </w:rPr>
            </w:pPr>
            <w:r>
              <w:rPr>
                <w:sz w:val="20"/>
              </w:rPr>
              <w:t>1st</w:t>
            </w:r>
            <w:r>
              <w:rPr>
                <w:spacing w:val="-4"/>
                <w:sz w:val="20"/>
              </w:rPr>
              <w:t xml:space="preserve"> </w:t>
            </w:r>
            <w:r>
              <w:rPr>
                <w:sz w:val="20"/>
              </w:rPr>
              <w:t>Aid</w:t>
            </w:r>
            <w:r>
              <w:rPr>
                <w:sz w:val="20"/>
              </w:rPr>
              <w:tab/>
              <w:t>Med Only</w:t>
            </w:r>
            <w:r>
              <w:rPr>
                <w:sz w:val="20"/>
              </w:rPr>
              <w:tab/>
              <w:t xml:space="preserve">Med </w:t>
            </w:r>
            <w:r>
              <w:rPr>
                <w:spacing w:val="-141"/>
                <w:sz w:val="20"/>
                <w:u w:val="single"/>
              </w:rPr>
              <w:t>w</w:t>
            </w:r>
            <w:r>
              <w:rPr>
                <w:spacing w:val="98"/>
                <w:sz w:val="20"/>
              </w:rPr>
              <w:t xml:space="preserve"> </w:t>
            </w:r>
            <w:proofErr w:type="spellStart"/>
            <w:r>
              <w:rPr>
                <w:sz w:val="20"/>
                <w:u w:val="single"/>
              </w:rPr>
              <w:t>ith</w:t>
            </w:r>
            <w:proofErr w:type="spellEnd"/>
            <w:r>
              <w:rPr>
                <w:sz w:val="20"/>
              </w:rPr>
              <w:t xml:space="preserve"> Lost</w:t>
            </w:r>
            <w:r>
              <w:rPr>
                <w:spacing w:val="-4"/>
                <w:sz w:val="20"/>
              </w:rPr>
              <w:t xml:space="preserve"> </w:t>
            </w:r>
            <w:r>
              <w:rPr>
                <w:sz w:val="20"/>
              </w:rPr>
              <w:t>Time</w:t>
            </w:r>
          </w:p>
        </w:tc>
        <w:tc>
          <w:tcPr>
            <w:tcW w:w="3261" w:type="dxa"/>
            <w:gridSpan w:val="2"/>
          </w:tcPr>
          <w:p w14:paraId="7A453F8C" w14:textId="77777777" w:rsidR="006B79D5" w:rsidRDefault="00EE4DE8">
            <w:pPr>
              <w:pStyle w:val="TableParagraph"/>
              <w:spacing w:line="243" w:lineRule="exact"/>
              <w:ind w:left="106"/>
              <w:rPr>
                <w:sz w:val="20"/>
              </w:rPr>
            </w:pPr>
            <w:r>
              <w:rPr>
                <w:sz w:val="20"/>
              </w:rPr>
              <w:t>Department:</w:t>
            </w:r>
          </w:p>
        </w:tc>
        <w:tc>
          <w:tcPr>
            <w:tcW w:w="3272" w:type="dxa"/>
            <w:gridSpan w:val="3"/>
          </w:tcPr>
          <w:p w14:paraId="4DA3EA6D" w14:textId="77777777" w:rsidR="006B79D5" w:rsidRDefault="00EE4DE8">
            <w:pPr>
              <w:pStyle w:val="TableParagraph"/>
              <w:spacing w:line="243" w:lineRule="exact"/>
              <w:ind w:left="104"/>
              <w:rPr>
                <w:sz w:val="20"/>
              </w:rPr>
            </w:pPr>
            <w:r>
              <w:rPr>
                <w:sz w:val="20"/>
              </w:rPr>
              <w:t>Report Completed Date</w:t>
            </w:r>
          </w:p>
        </w:tc>
      </w:tr>
      <w:tr w:rsidR="006B79D5" w14:paraId="46D6DC70" w14:textId="77777777">
        <w:trPr>
          <w:trHeight w:val="1336"/>
        </w:trPr>
        <w:tc>
          <w:tcPr>
            <w:tcW w:w="4453" w:type="dxa"/>
            <w:gridSpan w:val="2"/>
          </w:tcPr>
          <w:p w14:paraId="57C1F765" w14:textId="77777777" w:rsidR="006B79D5" w:rsidRDefault="00EE4DE8">
            <w:pPr>
              <w:pStyle w:val="TableParagraph"/>
              <w:spacing w:line="243" w:lineRule="exact"/>
              <w:rPr>
                <w:sz w:val="20"/>
              </w:rPr>
            </w:pPr>
            <w:r>
              <w:rPr>
                <w:sz w:val="20"/>
              </w:rPr>
              <w:t>Exact Location of Incident:</w:t>
            </w:r>
          </w:p>
        </w:tc>
        <w:tc>
          <w:tcPr>
            <w:tcW w:w="1868" w:type="dxa"/>
          </w:tcPr>
          <w:p w14:paraId="473CC35E" w14:textId="77777777" w:rsidR="006B79D5" w:rsidRDefault="00EE4DE8">
            <w:pPr>
              <w:pStyle w:val="TableParagraph"/>
              <w:spacing w:line="243" w:lineRule="exact"/>
              <w:ind w:left="106"/>
              <w:rPr>
                <w:sz w:val="20"/>
              </w:rPr>
            </w:pPr>
            <w:r>
              <w:rPr>
                <w:sz w:val="20"/>
              </w:rPr>
              <w:t>Date of Incident:</w:t>
            </w:r>
          </w:p>
        </w:tc>
        <w:tc>
          <w:tcPr>
            <w:tcW w:w="2036" w:type="dxa"/>
            <w:gridSpan w:val="3"/>
          </w:tcPr>
          <w:p w14:paraId="011FD9A6" w14:textId="77777777" w:rsidR="006B79D5" w:rsidRDefault="00EE4DE8">
            <w:pPr>
              <w:pStyle w:val="TableParagraph"/>
              <w:spacing w:line="243" w:lineRule="exact"/>
              <w:ind w:left="103"/>
              <w:rPr>
                <w:sz w:val="20"/>
              </w:rPr>
            </w:pPr>
            <w:r>
              <w:rPr>
                <w:sz w:val="20"/>
              </w:rPr>
              <w:t>Time of Incident:</w:t>
            </w:r>
          </w:p>
          <w:p w14:paraId="3DED6961" w14:textId="77777777" w:rsidR="006B79D5" w:rsidRDefault="006B79D5">
            <w:pPr>
              <w:pStyle w:val="TableParagraph"/>
              <w:ind w:left="0"/>
              <w:rPr>
                <w:b/>
                <w:sz w:val="20"/>
              </w:rPr>
            </w:pPr>
          </w:p>
          <w:p w14:paraId="57F0914B" w14:textId="77777777" w:rsidR="006B79D5" w:rsidRDefault="006B79D5">
            <w:pPr>
              <w:pStyle w:val="TableParagraph"/>
              <w:ind w:left="0"/>
              <w:rPr>
                <w:b/>
                <w:sz w:val="20"/>
              </w:rPr>
            </w:pPr>
          </w:p>
          <w:p w14:paraId="4302D47F" w14:textId="77777777" w:rsidR="006B79D5" w:rsidRDefault="006B79D5">
            <w:pPr>
              <w:pStyle w:val="TableParagraph"/>
              <w:spacing w:before="7"/>
              <w:ind w:left="0"/>
              <w:rPr>
                <w:b/>
                <w:sz w:val="19"/>
              </w:rPr>
            </w:pPr>
          </w:p>
          <w:p w14:paraId="5E9ED557" w14:textId="77777777" w:rsidR="006B79D5" w:rsidRDefault="00EE4DE8">
            <w:pPr>
              <w:pStyle w:val="TableParagraph"/>
              <w:ind w:left="106"/>
              <w:rPr>
                <w:sz w:val="20"/>
              </w:rPr>
            </w:pPr>
            <w:r>
              <w:rPr>
                <w:sz w:val="20"/>
              </w:rPr>
              <w:t>a.m./p.m.</w:t>
            </w:r>
          </w:p>
        </w:tc>
        <w:tc>
          <w:tcPr>
            <w:tcW w:w="2629" w:type="dxa"/>
          </w:tcPr>
          <w:p w14:paraId="0E6B5635" w14:textId="77777777" w:rsidR="006B79D5" w:rsidRDefault="00EE4DE8">
            <w:pPr>
              <w:pStyle w:val="TableParagraph"/>
              <w:spacing w:line="243" w:lineRule="exact"/>
              <w:ind w:left="102"/>
              <w:rPr>
                <w:sz w:val="20"/>
              </w:rPr>
            </w:pPr>
            <w:r>
              <w:rPr>
                <w:sz w:val="20"/>
              </w:rPr>
              <w:t>Date Reported:</w:t>
            </w:r>
          </w:p>
        </w:tc>
      </w:tr>
      <w:tr w:rsidR="006B79D5" w14:paraId="7B15FB5E" w14:textId="77777777">
        <w:trPr>
          <w:trHeight w:val="364"/>
        </w:trPr>
        <w:tc>
          <w:tcPr>
            <w:tcW w:w="3934" w:type="dxa"/>
            <w:shd w:val="clear" w:color="auto" w:fill="DDDDDD"/>
          </w:tcPr>
          <w:p w14:paraId="3BD37C78" w14:textId="77777777" w:rsidR="006B79D5" w:rsidRDefault="006B79D5">
            <w:pPr>
              <w:pStyle w:val="TableParagraph"/>
              <w:ind w:left="0"/>
              <w:rPr>
                <w:rFonts w:ascii="Times New Roman"/>
                <w:sz w:val="20"/>
              </w:rPr>
            </w:pPr>
          </w:p>
        </w:tc>
        <w:tc>
          <w:tcPr>
            <w:tcW w:w="3990" w:type="dxa"/>
            <w:gridSpan w:val="4"/>
            <w:shd w:val="clear" w:color="auto" w:fill="DDDDDD"/>
          </w:tcPr>
          <w:p w14:paraId="3B5AE1E2" w14:textId="77777777" w:rsidR="006B79D5" w:rsidRDefault="006B79D5">
            <w:pPr>
              <w:pStyle w:val="TableParagraph"/>
              <w:ind w:left="0"/>
              <w:rPr>
                <w:rFonts w:ascii="Times New Roman"/>
                <w:sz w:val="20"/>
              </w:rPr>
            </w:pPr>
          </w:p>
        </w:tc>
        <w:tc>
          <w:tcPr>
            <w:tcW w:w="3062" w:type="dxa"/>
            <w:gridSpan w:val="2"/>
            <w:shd w:val="clear" w:color="auto" w:fill="DDDDDD"/>
          </w:tcPr>
          <w:p w14:paraId="28987039" w14:textId="77777777" w:rsidR="006B79D5" w:rsidRDefault="006B79D5">
            <w:pPr>
              <w:pStyle w:val="TableParagraph"/>
              <w:ind w:left="0"/>
              <w:rPr>
                <w:rFonts w:ascii="Times New Roman"/>
                <w:sz w:val="20"/>
              </w:rPr>
            </w:pPr>
          </w:p>
        </w:tc>
      </w:tr>
      <w:tr w:rsidR="006B79D5" w14:paraId="209190CC" w14:textId="77777777">
        <w:trPr>
          <w:trHeight w:val="364"/>
        </w:trPr>
        <w:tc>
          <w:tcPr>
            <w:tcW w:w="3934" w:type="dxa"/>
          </w:tcPr>
          <w:p w14:paraId="15593BFD" w14:textId="77777777" w:rsidR="006B79D5" w:rsidRDefault="00EE4DE8">
            <w:pPr>
              <w:pStyle w:val="TableParagraph"/>
              <w:spacing w:line="243" w:lineRule="exact"/>
              <w:rPr>
                <w:b/>
                <w:sz w:val="20"/>
              </w:rPr>
            </w:pPr>
            <w:r>
              <w:rPr>
                <w:b/>
                <w:sz w:val="20"/>
              </w:rPr>
              <w:t>Work-Related Injury or Illness</w:t>
            </w:r>
          </w:p>
        </w:tc>
        <w:tc>
          <w:tcPr>
            <w:tcW w:w="3990" w:type="dxa"/>
            <w:gridSpan w:val="4"/>
          </w:tcPr>
          <w:p w14:paraId="1B5F0FAF" w14:textId="77777777" w:rsidR="006B79D5" w:rsidRDefault="00EE4DE8">
            <w:pPr>
              <w:pStyle w:val="TableParagraph"/>
              <w:spacing w:line="243" w:lineRule="exact"/>
              <w:ind w:left="104"/>
              <w:rPr>
                <w:b/>
                <w:sz w:val="20"/>
              </w:rPr>
            </w:pPr>
            <w:r>
              <w:rPr>
                <w:b/>
                <w:sz w:val="20"/>
              </w:rPr>
              <w:t>Tools and Safety Equipment</w:t>
            </w:r>
          </w:p>
        </w:tc>
        <w:tc>
          <w:tcPr>
            <w:tcW w:w="3062" w:type="dxa"/>
            <w:gridSpan w:val="2"/>
          </w:tcPr>
          <w:p w14:paraId="28E97DF3" w14:textId="77777777" w:rsidR="006B79D5" w:rsidRDefault="00EE4DE8">
            <w:pPr>
              <w:pStyle w:val="TableParagraph"/>
              <w:spacing w:line="243" w:lineRule="exact"/>
              <w:ind w:left="98"/>
              <w:rPr>
                <w:b/>
                <w:sz w:val="20"/>
              </w:rPr>
            </w:pPr>
            <w:r>
              <w:rPr>
                <w:b/>
                <w:sz w:val="20"/>
              </w:rPr>
              <w:t>Other Information</w:t>
            </w:r>
          </w:p>
        </w:tc>
      </w:tr>
      <w:tr w:rsidR="006B79D5" w14:paraId="0D2BB4B7" w14:textId="77777777">
        <w:trPr>
          <w:trHeight w:val="262"/>
        </w:trPr>
        <w:tc>
          <w:tcPr>
            <w:tcW w:w="3934" w:type="dxa"/>
            <w:tcBorders>
              <w:bottom w:val="nil"/>
            </w:tcBorders>
          </w:tcPr>
          <w:p w14:paraId="0B6C9A76" w14:textId="77777777" w:rsidR="006B79D5" w:rsidRDefault="00EE4DE8">
            <w:pPr>
              <w:pStyle w:val="TableParagraph"/>
              <w:spacing w:line="242" w:lineRule="exact"/>
              <w:rPr>
                <w:sz w:val="20"/>
              </w:rPr>
            </w:pPr>
            <w:r>
              <w:rPr>
                <w:sz w:val="20"/>
              </w:rPr>
              <w:t>Injured Worker’s Name:</w:t>
            </w:r>
          </w:p>
        </w:tc>
        <w:tc>
          <w:tcPr>
            <w:tcW w:w="3990" w:type="dxa"/>
            <w:gridSpan w:val="4"/>
            <w:tcBorders>
              <w:bottom w:val="nil"/>
            </w:tcBorders>
          </w:tcPr>
          <w:p w14:paraId="606E44C2" w14:textId="77777777" w:rsidR="006B79D5" w:rsidRDefault="00EE4DE8">
            <w:pPr>
              <w:pStyle w:val="TableParagraph"/>
              <w:spacing w:line="242" w:lineRule="exact"/>
              <w:rPr>
                <w:sz w:val="20"/>
              </w:rPr>
            </w:pPr>
            <w:r>
              <w:rPr>
                <w:sz w:val="20"/>
              </w:rPr>
              <w:t>Was a Machine or Tool Involved?</w:t>
            </w:r>
          </w:p>
        </w:tc>
        <w:tc>
          <w:tcPr>
            <w:tcW w:w="3062" w:type="dxa"/>
            <w:gridSpan w:val="2"/>
            <w:tcBorders>
              <w:bottom w:val="nil"/>
            </w:tcBorders>
          </w:tcPr>
          <w:p w14:paraId="0150A08B" w14:textId="77777777" w:rsidR="006B79D5" w:rsidRDefault="00EE4DE8">
            <w:pPr>
              <w:pStyle w:val="TableParagraph"/>
              <w:spacing w:line="242" w:lineRule="exact"/>
              <w:ind w:left="103"/>
              <w:rPr>
                <w:sz w:val="20"/>
              </w:rPr>
            </w:pPr>
            <w:r>
              <w:rPr>
                <w:sz w:val="20"/>
              </w:rPr>
              <w:t>List any witnesses below. Interview</w:t>
            </w:r>
          </w:p>
        </w:tc>
      </w:tr>
      <w:tr w:rsidR="006B79D5" w14:paraId="07AD0CB1" w14:textId="77777777">
        <w:trPr>
          <w:trHeight w:val="464"/>
        </w:trPr>
        <w:tc>
          <w:tcPr>
            <w:tcW w:w="3934" w:type="dxa"/>
            <w:tcBorders>
              <w:top w:val="nil"/>
            </w:tcBorders>
          </w:tcPr>
          <w:p w14:paraId="60C07725" w14:textId="77777777" w:rsidR="006B79D5" w:rsidRDefault="006B79D5">
            <w:pPr>
              <w:pStyle w:val="TableParagraph"/>
              <w:ind w:left="0"/>
              <w:rPr>
                <w:rFonts w:ascii="Times New Roman"/>
                <w:sz w:val="20"/>
              </w:rPr>
            </w:pPr>
          </w:p>
        </w:tc>
        <w:tc>
          <w:tcPr>
            <w:tcW w:w="3990" w:type="dxa"/>
            <w:gridSpan w:val="4"/>
            <w:tcBorders>
              <w:top w:val="nil"/>
            </w:tcBorders>
          </w:tcPr>
          <w:p w14:paraId="52A7A14B" w14:textId="77777777" w:rsidR="006B79D5" w:rsidRDefault="00EE4DE8">
            <w:pPr>
              <w:pStyle w:val="TableParagraph"/>
              <w:tabs>
                <w:tab w:val="left" w:pos="988"/>
              </w:tabs>
              <w:spacing w:before="101"/>
              <w:rPr>
                <w:sz w:val="20"/>
              </w:rPr>
            </w:pPr>
            <w:r>
              <w:rPr>
                <w:sz w:val="20"/>
              </w:rPr>
              <w:t>Yes</w:t>
            </w:r>
            <w:r>
              <w:rPr>
                <w:sz w:val="20"/>
              </w:rPr>
              <w:tab/>
              <w:t>No</w:t>
            </w:r>
          </w:p>
        </w:tc>
        <w:tc>
          <w:tcPr>
            <w:tcW w:w="3062" w:type="dxa"/>
            <w:gridSpan w:val="2"/>
            <w:tcBorders>
              <w:top w:val="nil"/>
              <w:bottom w:val="nil"/>
            </w:tcBorders>
          </w:tcPr>
          <w:p w14:paraId="03E38A20" w14:textId="77777777" w:rsidR="006B79D5" w:rsidRDefault="00EE4DE8">
            <w:pPr>
              <w:pStyle w:val="TableParagraph"/>
              <w:spacing w:line="225" w:lineRule="exact"/>
              <w:ind w:left="103"/>
              <w:rPr>
                <w:sz w:val="20"/>
              </w:rPr>
            </w:pPr>
            <w:proofErr w:type="gramStart"/>
            <w:r>
              <w:rPr>
                <w:sz w:val="20"/>
              </w:rPr>
              <w:t>each  witness</w:t>
            </w:r>
            <w:proofErr w:type="gramEnd"/>
            <w:r>
              <w:rPr>
                <w:sz w:val="20"/>
              </w:rPr>
              <w:t xml:space="preserve">  individually. </w:t>
            </w:r>
            <w:r>
              <w:rPr>
                <w:spacing w:val="34"/>
                <w:sz w:val="20"/>
              </w:rPr>
              <w:t xml:space="preserve"> </w:t>
            </w:r>
            <w:r>
              <w:rPr>
                <w:sz w:val="20"/>
              </w:rPr>
              <w:t>Signed</w:t>
            </w:r>
          </w:p>
          <w:p w14:paraId="4B3692DD" w14:textId="77777777" w:rsidR="006B79D5" w:rsidRDefault="00EE4DE8">
            <w:pPr>
              <w:pStyle w:val="TableParagraph"/>
              <w:spacing w:line="220" w:lineRule="exact"/>
              <w:ind w:left="103"/>
              <w:rPr>
                <w:sz w:val="20"/>
              </w:rPr>
            </w:pPr>
            <w:r>
              <w:rPr>
                <w:sz w:val="20"/>
              </w:rPr>
              <w:t xml:space="preserve">witness    statements    should   </w:t>
            </w:r>
            <w:r>
              <w:rPr>
                <w:spacing w:val="1"/>
                <w:sz w:val="20"/>
              </w:rPr>
              <w:t xml:space="preserve"> </w:t>
            </w:r>
            <w:r>
              <w:rPr>
                <w:sz w:val="20"/>
              </w:rPr>
              <w:t>be</w:t>
            </w:r>
          </w:p>
        </w:tc>
      </w:tr>
      <w:tr w:rsidR="006B79D5" w14:paraId="7B0489D9" w14:textId="77777777">
        <w:trPr>
          <w:trHeight w:val="322"/>
        </w:trPr>
        <w:tc>
          <w:tcPr>
            <w:tcW w:w="3934" w:type="dxa"/>
            <w:tcBorders>
              <w:bottom w:val="nil"/>
            </w:tcBorders>
          </w:tcPr>
          <w:p w14:paraId="14CCA511" w14:textId="77777777" w:rsidR="006B79D5" w:rsidRDefault="00EE4DE8">
            <w:pPr>
              <w:pStyle w:val="TableParagraph"/>
              <w:spacing w:line="243" w:lineRule="exact"/>
              <w:rPr>
                <w:sz w:val="20"/>
              </w:rPr>
            </w:pPr>
            <w:r>
              <w:rPr>
                <w:sz w:val="20"/>
              </w:rPr>
              <w:t>Part of Body:</w:t>
            </w:r>
          </w:p>
        </w:tc>
        <w:tc>
          <w:tcPr>
            <w:tcW w:w="3990" w:type="dxa"/>
            <w:gridSpan w:val="4"/>
            <w:tcBorders>
              <w:bottom w:val="nil"/>
            </w:tcBorders>
          </w:tcPr>
          <w:p w14:paraId="09E52A96" w14:textId="77777777" w:rsidR="006B79D5" w:rsidRDefault="00EE4DE8">
            <w:pPr>
              <w:pStyle w:val="TableParagraph"/>
              <w:spacing w:line="243" w:lineRule="exact"/>
              <w:rPr>
                <w:sz w:val="20"/>
              </w:rPr>
            </w:pPr>
            <w:r>
              <w:rPr>
                <w:sz w:val="20"/>
              </w:rPr>
              <w:t>If yes, was machine or tool defective?</w:t>
            </w:r>
          </w:p>
        </w:tc>
        <w:tc>
          <w:tcPr>
            <w:tcW w:w="3062" w:type="dxa"/>
            <w:gridSpan w:val="2"/>
            <w:tcBorders>
              <w:top w:val="nil"/>
              <w:bottom w:val="nil"/>
            </w:tcBorders>
          </w:tcPr>
          <w:p w14:paraId="379F72D1" w14:textId="77777777" w:rsidR="006B79D5" w:rsidRDefault="00EE4DE8">
            <w:pPr>
              <w:pStyle w:val="TableParagraph"/>
              <w:spacing w:line="238" w:lineRule="exact"/>
              <w:ind w:left="103"/>
              <w:rPr>
                <w:sz w:val="20"/>
              </w:rPr>
            </w:pPr>
            <w:r>
              <w:rPr>
                <w:sz w:val="20"/>
              </w:rPr>
              <w:t>maintained separately.</w:t>
            </w:r>
          </w:p>
        </w:tc>
      </w:tr>
      <w:tr w:rsidR="006B79D5" w14:paraId="3237F5CE" w14:textId="77777777">
        <w:trPr>
          <w:trHeight w:val="361"/>
        </w:trPr>
        <w:tc>
          <w:tcPr>
            <w:tcW w:w="3934" w:type="dxa"/>
            <w:tcBorders>
              <w:top w:val="nil"/>
              <w:bottom w:val="nil"/>
            </w:tcBorders>
          </w:tcPr>
          <w:p w14:paraId="7829466F" w14:textId="77777777" w:rsidR="006B79D5" w:rsidRDefault="006B79D5">
            <w:pPr>
              <w:pStyle w:val="TableParagraph"/>
              <w:ind w:left="0"/>
              <w:rPr>
                <w:rFonts w:ascii="Times New Roman"/>
                <w:sz w:val="20"/>
              </w:rPr>
            </w:pPr>
          </w:p>
        </w:tc>
        <w:tc>
          <w:tcPr>
            <w:tcW w:w="3990" w:type="dxa"/>
            <w:gridSpan w:val="4"/>
            <w:tcBorders>
              <w:top w:val="nil"/>
              <w:bottom w:val="nil"/>
            </w:tcBorders>
          </w:tcPr>
          <w:p w14:paraId="62801339" w14:textId="77777777" w:rsidR="006B79D5" w:rsidRDefault="00EE4DE8">
            <w:pPr>
              <w:pStyle w:val="TableParagraph"/>
              <w:tabs>
                <w:tab w:val="left" w:pos="988"/>
              </w:tabs>
              <w:spacing w:before="41"/>
              <w:rPr>
                <w:sz w:val="20"/>
              </w:rPr>
            </w:pPr>
            <w:r>
              <w:rPr>
                <w:sz w:val="20"/>
              </w:rPr>
              <w:t>Yes</w:t>
            </w:r>
            <w:r>
              <w:rPr>
                <w:sz w:val="20"/>
              </w:rPr>
              <w:tab/>
              <w:t>No</w:t>
            </w:r>
          </w:p>
        </w:tc>
        <w:tc>
          <w:tcPr>
            <w:tcW w:w="3062" w:type="dxa"/>
            <w:gridSpan w:val="2"/>
            <w:tcBorders>
              <w:top w:val="nil"/>
              <w:bottom w:val="nil"/>
            </w:tcBorders>
          </w:tcPr>
          <w:p w14:paraId="666E5822" w14:textId="77777777" w:rsidR="006B79D5" w:rsidRDefault="006B79D5">
            <w:pPr>
              <w:pStyle w:val="TableParagraph"/>
              <w:ind w:left="0"/>
              <w:rPr>
                <w:rFonts w:ascii="Times New Roman"/>
                <w:sz w:val="20"/>
              </w:rPr>
            </w:pPr>
          </w:p>
        </w:tc>
      </w:tr>
      <w:tr w:rsidR="006B79D5" w14:paraId="19369DF9" w14:textId="77777777">
        <w:trPr>
          <w:trHeight w:val="410"/>
        </w:trPr>
        <w:tc>
          <w:tcPr>
            <w:tcW w:w="3934" w:type="dxa"/>
            <w:tcBorders>
              <w:top w:val="nil"/>
            </w:tcBorders>
          </w:tcPr>
          <w:p w14:paraId="27DDB76E" w14:textId="77777777" w:rsidR="006B79D5" w:rsidRDefault="00EE4DE8">
            <w:pPr>
              <w:pStyle w:val="TableParagraph"/>
              <w:spacing w:before="45"/>
              <w:ind w:left="0" w:right="824"/>
              <w:jc w:val="right"/>
              <w:rPr>
                <w:sz w:val="20"/>
              </w:rPr>
            </w:pPr>
            <w:r>
              <w:rPr>
                <w:w w:val="95"/>
                <w:sz w:val="20"/>
              </w:rPr>
              <w:t>RT/LT</w:t>
            </w:r>
          </w:p>
        </w:tc>
        <w:tc>
          <w:tcPr>
            <w:tcW w:w="3990" w:type="dxa"/>
            <w:gridSpan w:val="4"/>
            <w:tcBorders>
              <w:top w:val="nil"/>
            </w:tcBorders>
          </w:tcPr>
          <w:p w14:paraId="7FD2B765" w14:textId="77777777" w:rsidR="006B79D5" w:rsidRDefault="006B79D5">
            <w:pPr>
              <w:pStyle w:val="TableParagraph"/>
              <w:ind w:left="0"/>
              <w:rPr>
                <w:rFonts w:ascii="Times New Roman"/>
                <w:sz w:val="20"/>
              </w:rPr>
            </w:pPr>
          </w:p>
        </w:tc>
        <w:tc>
          <w:tcPr>
            <w:tcW w:w="3062" w:type="dxa"/>
            <w:gridSpan w:val="2"/>
            <w:tcBorders>
              <w:top w:val="nil"/>
              <w:bottom w:val="nil"/>
            </w:tcBorders>
          </w:tcPr>
          <w:p w14:paraId="51D2A5FC" w14:textId="77777777" w:rsidR="006B79D5" w:rsidRDefault="00EE4DE8">
            <w:pPr>
              <w:pStyle w:val="TableParagraph"/>
              <w:spacing w:before="38"/>
              <w:ind w:left="103"/>
              <w:rPr>
                <w:sz w:val="20"/>
              </w:rPr>
            </w:pPr>
            <w:r>
              <w:rPr>
                <w:sz w:val="20"/>
              </w:rPr>
              <w:t>1.</w:t>
            </w:r>
          </w:p>
        </w:tc>
      </w:tr>
      <w:tr w:rsidR="006B79D5" w14:paraId="51B75F46" w14:textId="77777777">
        <w:trPr>
          <w:trHeight w:val="309"/>
        </w:trPr>
        <w:tc>
          <w:tcPr>
            <w:tcW w:w="3934" w:type="dxa"/>
            <w:tcBorders>
              <w:bottom w:val="nil"/>
            </w:tcBorders>
          </w:tcPr>
          <w:p w14:paraId="5F5722BC" w14:textId="77777777" w:rsidR="006B79D5" w:rsidRDefault="00EE4DE8">
            <w:pPr>
              <w:pStyle w:val="TableParagraph"/>
              <w:spacing w:line="243" w:lineRule="exact"/>
              <w:rPr>
                <w:sz w:val="20"/>
              </w:rPr>
            </w:pPr>
            <w:r>
              <w:rPr>
                <w:sz w:val="20"/>
              </w:rPr>
              <w:t>Describe Injury/Illness:</w:t>
            </w:r>
          </w:p>
        </w:tc>
        <w:tc>
          <w:tcPr>
            <w:tcW w:w="3990" w:type="dxa"/>
            <w:gridSpan w:val="4"/>
            <w:tcBorders>
              <w:bottom w:val="nil"/>
            </w:tcBorders>
          </w:tcPr>
          <w:p w14:paraId="2CDC78DD" w14:textId="77777777" w:rsidR="006B79D5" w:rsidRDefault="00EE4DE8">
            <w:pPr>
              <w:pStyle w:val="TableParagraph"/>
              <w:tabs>
                <w:tab w:val="left" w:pos="3213"/>
              </w:tabs>
              <w:spacing w:line="243" w:lineRule="exact"/>
              <w:rPr>
                <w:sz w:val="20"/>
              </w:rPr>
            </w:pPr>
            <w:r>
              <w:rPr>
                <w:sz w:val="20"/>
              </w:rPr>
              <w:t>Safety Equip/PPE</w:t>
            </w:r>
            <w:r>
              <w:rPr>
                <w:spacing w:val="-3"/>
                <w:sz w:val="20"/>
              </w:rPr>
              <w:t xml:space="preserve"> </w:t>
            </w:r>
            <w:r>
              <w:rPr>
                <w:sz w:val="20"/>
              </w:rPr>
              <w:t xml:space="preserve">Required?  </w:t>
            </w:r>
            <w:r>
              <w:rPr>
                <w:spacing w:val="36"/>
                <w:sz w:val="20"/>
              </w:rPr>
              <w:t xml:space="preserve"> </w:t>
            </w:r>
            <w:r>
              <w:rPr>
                <w:sz w:val="20"/>
              </w:rPr>
              <w:t>Yes</w:t>
            </w:r>
            <w:r>
              <w:rPr>
                <w:sz w:val="20"/>
              </w:rPr>
              <w:tab/>
              <w:t>No</w:t>
            </w:r>
          </w:p>
        </w:tc>
        <w:tc>
          <w:tcPr>
            <w:tcW w:w="3062" w:type="dxa"/>
            <w:gridSpan w:val="2"/>
            <w:tcBorders>
              <w:top w:val="nil"/>
              <w:bottom w:val="nil"/>
            </w:tcBorders>
          </w:tcPr>
          <w:p w14:paraId="211585B6" w14:textId="77777777" w:rsidR="006B79D5" w:rsidRDefault="00EE4DE8">
            <w:pPr>
              <w:pStyle w:val="TableParagraph"/>
              <w:spacing w:before="1"/>
              <w:ind w:left="103"/>
              <w:rPr>
                <w:sz w:val="20"/>
              </w:rPr>
            </w:pPr>
            <w:r>
              <w:rPr>
                <w:sz w:val="20"/>
              </w:rPr>
              <w:t>2.</w:t>
            </w:r>
          </w:p>
        </w:tc>
      </w:tr>
      <w:tr w:rsidR="006B79D5" w14:paraId="1A63A5A4" w14:textId="77777777">
        <w:trPr>
          <w:trHeight w:val="782"/>
        </w:trPr>
        <w:tc>
          <w:tcPr>
            <w:tcW w:w="3934" w:type="dxa"/>
            <w:tcBorders>
              <w:top w:val="nil"/>
            </w:tcBorders>
          </w:tcPr>
          <w:p w14:paraId="02CED733" w14:textId="77777777" w:rsidR="006B79D5" w:rsidRDefault="006B79D5">
            <w:pPr>
              <w:pStyle w:val="TableParagraph"/>
              <w:ind w:left="0"/>
              <w:rPr>
                <w:rFonts w:ascii="Times New Roman"/>
                <w:sz w:val="20"/>
              </w:rPr>
            </w:pPr>
          </w:p>
        </w:tc>
        <w:tc>
          <w:tcPr>
            <w:tcW w:w="3990" w:type="dxa"/>
            <w:gridSpan w:val="4"/>
            <w:tcBorders>
              <w:top w:val="nil"/>
            </w:tcBorders>
          </w:tcPr>
          <w:p w14:paraId="5422800A" w14:textId="77777777" w:rsidR="006B79D5" w:rsidRDefault="00EE4DE8">
            <w:pPr>
              <w:pStyle w:val="TableParagraph"/>
              <w:tabs>
                <w:tab w:val="left" w:pos="2497"/>
                <w:tab w:val="left" w:pos="3158"/>
              </w:tabs>
              <w:spacing w:before="54"/>
              <w:rPr>
                <w:sz w:val="20"/>
              </w:rPr>
            </w:pPr>
            <w:r>
              <w:rPr>
                <w:sz w:val="20"/>
              </w:rPr>
              <w:t xml:space="preserve">If </w:t>
            </w:r>
            <w:r>
              <w:rPr>
                <w:spacing w:val="-96"/>
                <w:sz w:val="20"/>
                <w:u w:val="single"/>
              </w:rPr>
              <w:t>Y</w:t>
            </w:r>
            <w:r>
              <w:rPr>
                <w:spacing w:val="53"/>
                <w:sz w:val="20"/>
              </w:rPr>
              <w:t xml:space="preserve"> </w:t>
            </w:r>
            <w:r>
              <w:rPr>
                <w:sz w:val="20"/>
                <w:u w:val="single"/>
              </w:rPr>
              <w:t>es</w:t>
            </w:r>
            <w:r>
              <w:rPr>
                <w:sz w:val="20"/>
              </w:rPr>
              <w:t>, was</w:t>
            </w:r>
            <w:r>
              <w:rPr>
                <w:spacing w:val="-6"/>
                <w:sz w:val="20"/>
              </w:rPr>
              <w:t xml:space="preserve"> </w:t>
            </w:r>
            <w:r>
              <w:rPr>
                <w:sz w:val="20"/>
              </w:rPr>
              <w:t>it</w:t>
            </w:r>
            <w:r>
              <w:rPr>
                <w:spacing w:val="-3"/>
                <w:sz w:val="20"/>
              </w:rPr>
              <w:t xml:space="preserve"> </w:t>
            </w:r>
            <w:r>
              <w:rPr>
                <w:sz w:val="20"/>
              </w:rPr>
              <w:t>used:</w:t>
            </w:r>
            <w:r>
              <w:rPr>
                <w:sz w:val="20"/>
              </w:rPr>
              <w:tab/>
              <w:t>Yes</w:t>
            </w:r>
            <w:r>
              <w:rPr>
                <w:sz w:val="20"/>
              </w:rPr>
              <w:tab/>
              <w:t>No</w:t>
            </w:r>
          </w:p>
        </w:tc>
        <w:tc>
          <w:tcPr>
            <w:tcW w:w="3062" w:type="dxa"/>
            <w:gridSpan w:val="2"/>
            <w:tcBorders>
              <w:top w:val="nil"/>
              <w:bottom w:val="nil"/>
            </w:tcBorders>
          </w:tcPr>
          <w:p w14:paraId="4A96E889" w14:textId="77777777" w:rsidR="006B79D5" w:rsidRDefault="00EE4DE8">
            <w:pPr>
              <w:pStyle w:val="TableParagraph"/>
              <w:spacing w:before="76"/>
              <w:ind w:left="103"/>
              <w:rPr>
                <w:sz w:val="20"/>
              </w:rPr>
            </w:pPr>
            <w:r>
              <w:rPr>
                <w:sz w:val="20"/>
              </w:rPr>
              <w:t>3.</w:t>
            </w:r>
          </w:p>
        </w:tc>
      </w:tr>
      <w:tr w:rsidR="006B79D5" w14:paraId="0722F481" w14:textId="77777777">
        <w:trPr>
          <w:trHeight w:val="262"/>
        </w:trPr>
        <w:tc>
          <w:tcPr>
            <w:tcW w:w="3934" w:type="dxa"/>
            <w:tcBorders>
              <w:bottom w:val="nil"/>
            </w:tcBorders>
          </w:tcPr>
          <w:p w14:paraId="7BD63E32" w14:textId="77777777" w:rsidR="006B79D5" w:rsidRDefault="00EE4DE8">
            <w:pPr>
              <w:pStyle w:val="TableParagraph"/>
              <w:spacing w:line="242" w:lineRule="exact"/>
              <w:rPr>
                <w:sz w:val="20"/>
              </w:rPr>
            </w:pPr>
            <w:r>
              <w:rPr>
                <w:sz w:val="20"/>
              </w:rPr>
              <w:t>Presently, is any loss of work time expected?</w:t>
            </w:r>
          </w:p>
        </w:tc>
        <w:tc>
          <w:tcPr>
            <w:tcW w:w="3990" w:type="dxa"/>
            <w:gridSpan w:val="4"/>
            <w:tcBorders>
              <w:bottom w:val="nil"/>
            </w:tcBorders>
          </w:tcPr>
          <w:p w14:paraId="651CF827" w14:textId="77777777" w:rsidR="006B79D5" w:rsidRDefault="00EE4DE8">
            <w:pPr>
              <w:pStyle w:val="TableParagraph"/>
              <w:spacing w:line="242" w:lineRule="exact"/>
              <w:rPr>
                <w:sz w:val="20"/>
              </w:rPr>
            </w:pPr>
            <w:r>
              <w:rPr>
                <w:sz w:val="20"/>
              </w:rPr>
              <w:t>Was there anything the injured worker could</w:t>
            </w:r>
          </w:p>
        </w:tc>
        <w:tc>
          <w:tcPr>
            <w:tcW w:w="3062" w:type="dxa"/>
            <w:gridSpan w:val="2"/>
            <w:tcBorders>
              <w:top w:val="nil"/>
              <w:bottom w:val="nil"/>
            </w:tcBorders>
          </w:tcPr>
          <w:p w14:paraId="2368D0E7" w14:textId="77777777" w:rsidR="006B79D5" w:rsidRDefault="006B79D5">
            <w:pPr>
              <w:pStyle w:val="TableParagraph"/>
              <w:ind w:left="0"/>
              <w:rPr>
                <w:rFonts w:ascii="Times New Roman"/>
                <w:sz w:val="18"/>
              </w:rPr>
            </w:pPr>
          </w:p>
        </w:tc>
      </w:tr>
      <w:tr w:rsidR="006B79D5" w14:paraId="6DD47C3F" w14:textId="77777777">
        <w:trPr>
          <w:trHeight w:val="381"/>
        </w:trPr>
        <w:tc>
          <w:tcPr>
            <w:tcW w:w="3934" w:type="dxa"/>
            <w:tcBorders>
              <w:top w:val="nil"/>
              <w:bottom w:val="nil"/>
            </w:tcBorders>
          </w:tcPr>
          <w:p w14:paraId="630AB062" w14:textId="77777777" w:rsidR="006B79D5" w:rsidRDefault="00EE4DE8">
            <w:pPr>
              <w:pStyle w:val="TableParagraph"/>
              <w:tabs>
                <w:tab w:val="left" w:pos="989"/>
              </w:tabs>
              <w:spacing w:line="226" w:lineRule="exact"/>
              <w:rPr>
                <w:sz w:val="20"/>
              </w:rPr>
            </w:pPr>
            <w:r>
              <w:rPr>
                <w:sz w:val="20"/>
              </w:rPr>
              <w:t>Yes</w:t>
            </w:r>
            <w:r>
              <w:rPr>
                <w:sz w:val="20"/>
              </w:rPr>
              <w:tab/>
              <w:t>No</w:t>
            </w:r>
          </w:p>
        </w:tc>
        <w:tc>
          <w:tcPr>
            <w:tcW w:w="3990" w:type="dxa"/>
            <w:gridSpan w:val="4"/>
            <w:tcBorders>
              <w:top w:val="nil"/>
              <w:bottom w:val="nil"/>
            </w:tcBorders>
          </w:tcPr>
          <w:p w14:paraId="2C1D904C" w14:textId="77777777" w:rsidR="006B79D5" w:rsidRDefault="00EE4DE8">
            <w:pPr>
              <w:pStyle w:val="TableParagraph"/>
              <w:spacing w:line="226" w:lineRule="exact"/>
              <w:rPr>
                <w:sz w:val="20"/>
              </w:rPr>
            </w:pPr>
            <w:r>
              <w:rPr>
                <w:sz w:val="20"/>
              </w:rPr>
              <w:t>have done to prevent the injury?</w:t>
            </w:r>
          </w:p>
        </w:tc>
        <w:tc>
          <w:tcPr>
            <w:tcW w:w="3062" w:type="dxa"/>
            <w:gridSpan w:val="2"/>
            <w:tcBorders>
              <w:top w:val="nil"/>
              <w:bottom w:val="nil"/>
            </w:tcBorders>
          </w:tcPr>
          <w:p w14:paraId="05356E48" w14:textId="77777777" w:rsidR="006B79D5" w:rsidRDefault="00EE4DE8">
            <w:pPr>
              <w:pStyle w:val="TableParagraph"/>
              <w:spacing w:before="133" w:line="229" w:lineRule="exact"/>
              <w:ind w:left="103"/>
              <w:rPr>
                <w:b/>
                <w:sz w:val="20"/>
              </w:rPr>
            </w:pPr>
            <w:r>
              <w:rPr>
                <w:b/>
                <w:sz w:val="20"/>
              </w:rPr>
              <w:t>Indicate Shift Start Time on Date</w:t>
            </w:r>
          </w:p>
        </w:tc>
      </w:tr>
      <w:tr w:rsidR="006B79D5" w14:paraId="23140D48" w14:textId="77777777">
        <w:trPr>
          <w:trHeight w:val="65"/>
        </w:trPr>
        <w:tc>
          <w:tcPr>
            <w:tcW w:w="3934" w:type="dxa"/>
            <w:tcBorders>
              <w:top w:val="nil"/>
            </w:tcBorders>
          </w:tcPr>
          <w:p w14:paraId="0BAF70A8" w14:textId="77777777" w:rsidR="006B79D5" w:rsidRDefault="006B79D5">
            <w:pPr>
              <w:pStyle w:val="TableParagraph"/>
              <w:ind w:left="0"/>
              <w:rPr>
                <w:rFonts w:ascii="Times New Roman"/>
                <w:sz w:val="2"/>
              </w:rPr>
            </w:pPr>
          </w:p>
        </w:tc>
        <w:tc>
          <w:tcPr>
            <w:tcW w:w="3990" w:type="dxa"/>
            <w:gridSpan w:val="4"/>
            <w:vMerge w:val="restart"/>
            <w:tcBorders>
              <w:top w:val="nil"/>
            </w:tcBorders>
          </w:tcPr>
          <w:p w14:paraId="64818292" w14:textId="77777777" w:rsidR="006B79D5" w:rsidRDefault="006B79D5">
            <w:pPr>
              <w:pStyle w:val="TableParagraph"/>
              <w:ind w:left="0"/>
              <w:rPr>
                <w:rFonts w:ascii="Times New Roman"/>
                <w:sz w:val="20"/>
              </w:rPr>
            </w:pPr>
          </w:p>
        </w:tc>
        <w:tc>
          <w:tcPr>
            <w:tcW w:w="3062" w:type="dxa"/>
            <w:gridSpan w:val="2"/>
            <w:vMerge w:val="restart"/>
            <w:tcBorders>
              <w:top w:val="nil"/>
            </w:tcBorders>
          </w:tcPr>
          <w:p w14:paraId="577AF4F4" w14:textId="77777777" w:rsidR="006B79D5" w:rsidRDefault="00EE4DE8">
            <w:pPr>
              <w:pStyle w:val="TableParagraph"/>
              <w:tabs>
                <w:tab w:val="left" w:pos="2097"/>
              </w:tabs>
              <w:spacing w:line="240" w:lineRule="exact"/>
              <w:ind w:left="103"/>
              <w:rPr>
                <w:sz w:val="20"/>
              </w:rPr>
            </w:pPr>
            <w:r>
              <w:rPr>
                <w:b/>
                <w:sz w:val="20"/>
              </w:rPr>
              <w:t>of</w:t>
            </w:r>
            <w:r>
              <w:rPr>
                <w:b/>
                <w:spacing w:val="-2"/>
                <w:sz w:val="20"/>
              </w:rPr>
              <w:t xml:space="preserve"> </w:t>
            </w:r>
            <w:r>
              <w:rPr>
                <w:b/>
                <w:sz w:val="20"/>
              </w:rPr>
              <w:t>Injury</w:t>
            </w:r>
            <w:r>
              <w:rPr>
                <w:sz w:val="20"/>
              </w:rPr>
              <w:t>:</w:t>
            </w:r>
            <w:r>
              <w:rPr>
                <w:sz w:val="20"/>
                <w:u w:val="single"/>
              </w:rPr>
              <w:t xml:space="preserve"> </w:t>
            </w:r>
            <w:r>
              <w:rPr>
                <w:sz w:val="20"/>
                <w:u w:val="single"/>
              </w:rPr>
              <w:tab/>
            </w:r>
            <w:r>
              <w:rPr>
                <w:sz w:val="20"/>
              </w:rPr>
              <w:t>_</w:t>
            </w:r>
          </w:p>
        </w:tc>
      </w:tr>
      <w:tr w:rsidR="006B79D5" w14:paraId="005A2837" w14:textId="77777777">
        <w:trPr>
          <w:trHeight w:val="364"/>
        </w:trPr>
        <w:tc>
          <w:tcPr>
            <w:tcW w:w="3934" w:type="dxa"/>
          </w:tcPr>
          <w:p w14:paraId="534E586C" w14:textId="77777777" w:rsidR="006B79D5" w:rsidRDefault="00EE4DE8">
            <w:pPr>
              <w:pStyle w:val="TableParagraph"/>
              <w:spacing w:line="243" w:lineRule="exact"/>
              <w:rPr>
                <w:sz w:val="20"/>
              </w:rPr>
            </w:pPr>
            <w:r>
              <w:rPr>
                <w:sz w:val="20"/>
              </w:rPr>
              <w:t>Job Title:</w:t>
            </w:r>
          </w:p>
        </w:tc>
        <w:tc>
          <w:tcPr>
            <w:tcW w:w="3990" w:type="dxa"/>
            <w:gridSpan w:val="4"/>
            <w:vMerge/>
            <w:tcBorders>
              <w:top w:val="nil"/>
            </w:tcBorders>
          </w:tcPr>
          <w:p w14:paraId="7FA31C32" w14:textId="77777777" w:rsidR="006B79D5" w:rsidRDefault="006B79D5">
            <w:pPr>
              <w:rPr>
                <w:sz w:val="2"/>
                <w:szCs w:val="2"/>
              </w:rPr>
            </w:pPr>
          </w:p>
        </w:tc>
        <w:tc>
          <w:tcPr>
            <w:tcW w:w="3062" w:type="dxa"/>
            <w:gridSpan w:val="2"/>
            <w:vMerge/>
            <w:tcBorders>
              <w:top w:val="nil"/>
            </w:tcBorders>
          </w:tcPr>
          <w:p w14:paraId="2F7D98C2" w14:textId="77777777" w:rsidR="006B79D5" w:rsidRDefault="006B79D5">
            <w:pPr>
              <w:rPr>
                <w:sz w:val="2"/>
                <w:szCs w:val="2"/>
              </w:rPr>
            </w:pPr>
          </w:p>
        </w:tc>
      </w:tr>
      <w:tr w:rsidR="006B79D5" w14:paraId="3D275FCA" w14:textId="77777777">
        <w:trPr>
          <w:trHeight w:val="364"/>
        </w:trPr>
        <w:tc>
          <w:tcPr>
            <w:tcW w:w="10986" w:type="dxa"/>
            <w:gridSpan w:val="7"/>
          </w:tcPr>
          <w:p w14:paraId="1DC58260" w14:textId="77777777" w:rsidR="006B79D5" w:rsidRDefault="00EE4DE8">
            <w:pPr>
              <w:pStyle w:val="TableParagraph"/>
              <w:tabs>
                <w:tab w:val="left" w:pos="4633"/>
                <w:tab w:val="left" w:pos="5247"/>
              </w:tabs>
              <w:spacing w:line="243" w:lineRule="exact"/>
              <w:rPr>
                <w:sz w:val="20"/>
              </w:rPr>
            </w:pPr>
            <w:r>
              <w:rPr>
                <w:sz w:val="20"/>
              </w:rPr>
              <w:t>Does Employee work for another</w:t>
            </w:r>
            <w:r>
              <w:rPr>
                <w:spacing w:val="-17"/>
                <w:sz w:val="20"/>
              </w:rPr>
              <w:t xml:space="preserve"> </w:t>
            </w:r>
            <w:r>
              <w:rPr>
                <w:sz w:val="20"/>
              </w:rPr>
              <w:t>employer?</w:t>
            </w:r>
            <w:r>
              <w:rPr>
                <w:spacing w:val="-4"/>
                <w:sz w:val="20"/>
              </w:rPr>
              <w:t xml:space="preserve"> </w:t>
            </w:r>
            <w:r>
              <w:rPr>
                <w:sz w:val="20"/>
              </w:rPr>
              <w:t>Yes</w:t>
            </w:r>
            <w:r>
              <w:rPr>
                <w:sz w:val="20"/>
              </w:rPr>
              <w:tab/>
              <w:t>No</w:t>
            </w:r>
            <w:r>
              <w:rPr>
                <w:sz w:val="20"/>
              </w:rPr>
              <w:tab/>
              <w:t>If yes, Name and</w:t>
            </w:r>
            <w:r>
              <w:rPr>
                <w:spacing w:val="-2"/>
                <w:sz w:val="20"/>
              </w:rPr>
              <w:t xml:space="preserve"> </w:t>
            </w:r>
            <w:r>
              <w:rPr>
                <w:sz w:val="20"/>
              </w:rPr>
              <w:t>Address</w:t>
            </w:r>
          </w:p>
        </w:tc>
      </w:tr>
      <w:tr w:rsidR="006B79D5" w14:paraId="53FC322F" w14:textId="77777777">
        <w:trPr>
          <w:trHeight w:val="726"/>
        </w:trPr>
        <w:tc>
          <w:tcPr>
            <w:tcW w:w="10986" w:type="dxa"/>
            <w:gridSpan w:val="7"/>
          </w:tcPr>
          <w:p w14:paraId="2A92921D" w14:textId="77777777" w:rsidR="006B79D5" w:rsidRDefault="00EE4DE8">
            <w:pPr>
              <w:pStyle w:val="TableParagraph"/>
              <w:tabs>
                <w:tab w:val="left" w:pos="3047"/>
                <w:tab w:val="left" w:pos="3660"/>
              </w:tabs>
              <w:spacing w:line="243" w:lineRule="exact"/>
              <w:rPr>
                <w:sz w:val="20"/>
              </w:rPr>
            </w:pPr>
            <w:r>
              <w:rPr>
                <w:sz w:val="20"/>
              </w:rPr>
              <w:t xml:space="preserve">Was </w:t>
            </w:r>
            <w:r>
              <w:rPr>
                <w:i/>
                <w:sz w:val="20"/>
              </w:rPr>
              <w:t>First Aid</w:t>
            </w:r>
            <w:r>
              <w:rPr>
                <w:i/>
                <w:spacing w:val="-3"/>
                <w:sz w:val="20"/>
              </w:rPr>
              <w:t xml:space="preserve"> </w:t>
            </w:r>
            <w:r>
              <w:rPr>
                <w:sz w:val="20"/>
              </w:rPr>
              <w:t xml:space="preserve">Provided? </w:t>
            </w:r>
            <w:r>
              <w:rPr>
                <w:spacing w:val="39"/>
                <w:sz w:val="20"/>
              </w:rPr>
              <w:t xml:space="preserve"> </w:t>
            </w:r>
            <w:r>
              <w:rPr>
                <w:sz w:val="20"/>
              </w:rPr>
              <w:t>Yes</w:t>
            </w:r>
            <w:r>
              <w:rPr>
                <w:sz w:val="20"/>
              </w:rPr>
              <w:tab/>
              <w:t>No</w:t>
            </w:r>
            <w:r>
              <w:rPr>
                <w:sz w:val="20"/>
              </w:rPr>
              <w:tab/>
              <w:t>If YES, by whom:</w:t>
            </w:r>
          </w:p>
        </w:tc>
      </w:tr>
      <w:tr w:rsidR="006B79D5" w14:paraId="0BDACDE7" w14:textId="77777777">
        <w:trPr>
          <w:trHeight w:val="1093"/>
        </w:trPr>
        <w:tc>
          <w:tcPr>
            <w:tcW w:w="10986" w:type="dxa"/>
            <w:gridSpan w:val="7"/>
          </w:tcPr>
          <w:p w14:paraId="0D1E1223" w14:textId="77777777" w:rsidR="006B79D5" w:rsidRDefault="00EE4DE8">
            <w:pPr>
              <w:pStyle w:val="TableParagraph"/>
              <w:tabs>
                <w:tab w:val="left" w:pos="5739"/>
              </w:tabs>
              <w:spacing w:before="1"/>
              <w:rPr>
                <w:sz w:val="20"/>
              </w:rPr>
            </w:pPr>
            <w:r>
              <w:rPr>
                <w:sz w:val="20"/>
              </w:rPr>
              <w:t xml:space="preserve">Was </w:t>
            </w:r>
            <w:r>
              <w:rPr>
                <w:i/>
                <w:sz w:val="20"/>
              </w:rPr>
              <w:t xml:space="preserve">Medical Treatment </w:t>
            </w:r>
            <w:r>
              <w:rPr>
                <w:sz w:val="20"/>
              </w:rPr>
              <w:t>provided by a healthcare</w:t>
            </w:r>
            <w:r>
              <w:rPr>
                <w:spacing w:val="-18"/>
                <w:sz w:val="20"/>
              </w:rPr>
              <w:t xml:space="preserve"> </w:t>
            </w:r>
            <w:r>
              <w:rPr>
                <w:sz w:val="20"/>
              </w:rPr>
              <w:t>provider?</w:t>
            </w:r>
            <w:r>
              <w:rPr>
                <w:spacing w:val="42"/>
                <w:sz w:val="20"/>
              </w:rPr>
              <w:t xml:space="preserve"> </w:t>
            </w:r>
            <w:r>
              <w:rPr>
                <w:sz w:val="20"/>
              </w:rPr>
              <w:t>Yes</w:t>
            </w:r>
            <w:r>
              <w:rPr>
                <w:sz w:val="20"/>
              </w:rPr>
              <w:tab/>
              <w:t>No</w:t>
            </w:r>
          </w:p>
          <w:p w14:paraId="55AA931E" w14:textId="77777777" w:rsidR="006B79D5" w:rsidRDefault="00EE4DE8">
            <w:pPr>
              <w:pStyle w:val="TableParagraph"/>
              <w:tabs>
                <w:tab w:val="left" w:pos="930"/>
              </w:tabs>
              <w:spacing w:before="118"/>
              <w:rPr>
                <w:sz w:val="20"/>
              </w:rPr>
            </w:pPr>
            <w:r>
              <w:rPr>
                <w:sz w:val="20"/>
              </w:rPr>
              <w:t>Check</w:t>
            </w:r>
            <w:r>
              <w:rPr>
                <w:sz w:val="20"/>
              </w:rPr>
              <w:tab/>
              <w:t xml:space="preserve">if from </w:t>
            </w:r>
            <w:r>
              <w:rPr>
                <w:b/>
                <w:i/>
                <w:sz w:val="20"/>
              </w:rPr>
              <w:t>LIST YOUR MED PROVIDER HERE</w:t>
            </w:r>
            <w:r>
              <w:rPr>
                <w:sz w:val="20"/>
              </w:rPr>
              <w:t xml:space="preserve">. Provide name of medical provider </w:t>
            </w:r>
            <w:r>
              <w:rPr>
                <w:sz w:val="20"/>
                <w:u w:val="single"/>
              </w:rPr>
              <w:t>IF</w:t>
            </w:r>
            <w:r>
              <w:rPr>
                <w:sz w:val="20"/>
              </w:rPr>
              <w:t xml:space="preserve"> </w:t>
            </w:r>
            <w:proofErr w:type="gramStart"/>
            <w:r>
              <w:rPr>
                <w:sz w:val="20"/>
              </w:rPr>
              <w:t>other</w:t>
            </w:r>
            <w:proofErr w:type="gramEnd"/>
            <w:r>
              <w:rPr>
                <w:sz w:val="20"/>
              </w:rPr>
              <w:t xml:space="preserve"> medical provider was</w:t>
            </w:r>
            <w:r>
              <w:rPr>
                <w:spacing w:val="-31"/>
                <w:sz w:val="20"/>
              </w:rPr>
              <w:t xml:space="preserve"> </w:t>
            </w:r>
            <w:r>
              <w:rPr>
                <w:sz w:val="20"/>
              </w:rPr>
              <w:t>used:</w:t>
            </w:r>
          </w:p>
        </w:tc>
      </w:tr>
      <w:tr w:rsidR="006B79D5" w14:paraId="4D22CE9A" w14:textId="77777777">
        <w:trPr>
          <w:trHeight w:val="726"/>
        </w:trPr>
        <w:tc>
          <w:tcPr>
            <w:tcW w:w="10986" w:type="dxa"/>
            <w:gridSpan w:val="7"/>
            <w:shd w:val="clear" w:color="auto" w:fill="DDDDDD"/>
          </w:tcPr>
          <w:p w14:paraId="6419CEE3" w14:textId="77777777" w:rsidR="006B79D5" w:rsidRDefault="006B79D5">
            <w:pPr>
              <w:pStyle w:val="TableParagraph"/>
              <w:ind w:left="0"/>
              <w:rPr>
                <w:rFonts w:ascii="Times New Roman"/>
                <w:sz w:val="20"/>
              </w:rPr>
            </w:pPr>
          </w:p>
        </w:tc>
      </w:tr>
      <w:tr w:rsidR="006B79D5" w14:paraId="43EEE3BD" w14:textId="77777777">
        <w:trPr>
          <w:trHeight w:val="729"/>
        </w:trPr>
        <w:tc>
          <w:tcPr>
            <w:tcW w:w="10986" w:type="dxa"/>
            <w:gridSpan w:val="7"/>
          </w:tcPr>
          <w:p w14:paraId="4B5CD89D" w14:textId="77777777" w:rsidR="006B79D5" w:rsidRDefault="00EE4DE8">
            <w:pPr>
              <w:pStyle w:val="TableParagraph"/>
              <w:spacing w:before="1"/>
              <w:rPr>
                <w:b/>
                <w:sz w:val="20"/>
              </w:rPr>
            </w:pPr>
            <w:r>
              <w:rPr>
                <w:b/>
                <w:sz w:val="20"/>
              </w:rPr>
              <w:t>Describe details leading up to and including the incident/injury or manifestation of symptoms:</w:t>
            </w:r>
          </w:p>
        </w:tc>
      </w:tr>
      <w:tr w:rsidR="006B79D5" w14:paraId="277C2EE6" w14:textId="77777777">
        <w:trPr>
          <w:trHeight w:val="364"/>
        </w:trPr>
        <w:tc>
          <w:tcPr>
            <w:tcW w:w="10986" w:type="dxa"/>
            <w:gridSpan w:val="7"/>
          </w:tcPr>
          <w:p w14:paraId="3EA3A84C" w14:textId="77777777" w:rsidR="006B79D5" w:rsidRDefault="006B79D5">
            <w:pPr>
              <w:pStyle w:val="TableParagraph"/>
              <w:ind w:left="0"/>
              <w:rPr>
                <w:rFonts w:ascii="Times New Roman"/>
                <w:sz w:val="20"/>
              </w:rPr>
            </w:pPr>
          </w:p>
        </w:tc>
      </w:tr>
      <w:tr w:rsidR="006B79D5" w14:paraId="7CAF7A13" w14:textId="77777777">
        <w:trPr>
          <w:trHeight w:val="364"/>
        </w:trPr>
        <w:tc>
          <w:tcPr>
            <w:tcW w:w="10986" w:type="dxa"/>
            <w:gridSpan w:val="7"/>
          </w:tcPr>
          <w:p w14:paraId="621FE560" w14:textId="77777777" w:rsidR="006B79D5" w:rsidRDefault="006B79D5">
            <w:pPr>
              <w:pStyle w:val="TableParagraph"/>
              <w:ind w:left="0"/>
              <w:rPr>
                <w:rFonts w:ascii="Times New Roman"/>
                <w:sz w:val="20"/>
              </w:rPr>
            </w:pPr>
          </w:p>
        </w:tc>
      </w:tr>
      <w:tr w:rsidR="006B79D5" w14:paraId="417D0C98" w14:textId="77777777">
        <w:trPr>
          <w:trHeight w:val="364"/>
        </w:trPr>
        <w:tc>
          <w:tcPr>
            <w:tcW w:w="10986" w:type="dxa"/>
            <w:gridSpan w:val="7"/>
          </w:tcPr>
          <w:p w14:paraId="72EB21D0" w14:textId="77777777" w:rsidR="006B79D5" w:rsidRDefault="006B79D5">
            <w:pPr>
              <w:pStyle w:val="TableParagraph"/>
              <w:ind w:left="0"/>
              <w:rPr>
                <w:rFonts w:ascii="Times New Roman"/>
                <w:sz w:val="20"/>
              </w:rPr>
            </w:pPr>
          </w:p>
        </w:tc>
      </w:tr>
      <w:tr w:rsidR="006B79D5" w14:paraId="6F059BBE" w14:textId="77777777">
        <w:trPr>
          <w:trHeight w:val="364"/>
        </w:trPr>
        <w:tc>
          <w:tcPr>
            <w:tcW w:w="10986" w:type="dxa"/>
            <w:gridSpan w:val="7"/>
          </w:tcPr>
          <w:p w14:paraId="7558E993" w14:textId="77777777" w:rsidR="006B79D5" w:rsidRDefault="00EE4DE8">
            <w:pPr>
              <w:pStyle w:val="TableParagraph"/>
              <w:tabs>
                <w:tab w:val="left" w:pos="5308"/>
              </w:tabs>
              <w:spacing w:line="243" w:lineRule="exact"/>
              <w:rPr>
                <w:sz w:val="20"/>
              </w:rPr>
            </w:pPr>
            <w:r>
              <w:rPr>
                <w:b/>
                <w:sz w:val="20"/>
              </w:rPr>
              <w:t>Was activity part of employee’s normal job</w:t>
            </w:r>
            <w:r>
              <w:rPr>
                <w:b/>
                <w:spacing w:val="-16"/>
                <w:sz w:val="20"/>
              </w:rPr>
              <w:t xml:space="preserve"> </w:t>
            </w:r>
            <w:r>
              <w:rPr>
                <w:b/>
                <w:sz w:val="20"/>
              </w:rPr>
              <w:t xml:space="preserve">duties? </w:t>
            </w:r>
            <w:r>
              <w:rPr>
                <w:b/>
                <w:spacing w:val="1"/>
                <w:sz w:val="20"/>
              </w:rPr>
              <w:t xml:space="preserve"> </w:t>
            </w:r>
            <w:r>
              <w:rPr>
                <w:sz w:val="20"/>
              </w:rPr>
              <w:t>Yes</w:t>
            </w:r>
            <w:r>
              <w:rPr>
                <w:sz w:val="20"/>
              </w:rPr>
              <w:tab/>
              <w:t>No</w:t>
            </w:r>
          </w:p>
        </w:tc>
      </w:tr>
      <w:tr w:rsidR="006B79D5" w14:paraId="147F2FFE" w14:textId="77777777">
        <w:trPr>
          <w:trHeight w:val="364"/>
        </w:trPr>
        <w:tc>
          <w:tcPr>
            <w:tcW w:w="10986" w:type="dxa"/>
            <w:gridSpan w:val="7"/>
            <w:shd w:val="clear" w:color="auto" w:fill="D9D9D9"/>
          </w:tcPr>
          <w:p w14:paraId="4534C53B" w14:textId="77777777" w:rsidR="006B79D5" w:rsidRDefault="006B79D5">
            <w:pPr>
              <w:pStyle w:val="TableParagraph"/>
              <w:ind w:left="0"/>
              <w:rPr>
                <w:rFonts w:ascii="Times New Roman"/>
                <w:sz w:val="20"/>
              </w:rPr>
            </w:pPr>
          </w:p>
        </w:tc>
      </w:tr>
    </w:tbl>
    <w:p w14:paraId="6E60E8A8" w14:textId="77777777" w:rsidR="006B79D5" w:rsidRDefault="006B79D5">
      <w:pPr>
        <w:rPr>
          <w:rFonts w:ascii="Times New Roman"/>
          <w:sz w:val="20"/>
        </w:rPr>
        <w:sectPr w:rsidR="006B79D5">
          <w:pgSz w:w="12240" w:h="15840"/>
          <w:pgMar w:top="1320" w:right="600" w:bottom="1180" w:left="420" w:header="566" w:footer="969" w:gutter="0"/>
          <w:cols w:space="720"/>
        </w:sectPr>
      </w:pPr>
    </w:p>
    <w:p w14:paraId="16CA5684" w14:textId="77777777" w:rsidR="006B79D5" w:rsidRDefault="001B44F0">
      <w:pPr>
        <w:pStyle w:val="BodyText"/>
        <w:spacing w:before="10"/>
        <w:ind w:left="0"/>
        <w:rPr>
          <w:b/>
          <w:sz w:val="9"/>
        </w:rPr>
      </w:pPr>
      <w:r>
        <w:rPr>
          <w:noProof/>
        </w:rPr>
        <w:lastRenderedPageBreak/>
        <mc:AlternateContent>
          <mc:Choice Requires="wps">
            <w:drawing>
              <wp:anchor distT="0" distB="0" distL="114300" distR="114300" simplePos="0" relativeHeight="249915392" behindDoc="1" locked="0" layoutInCell="1" allowOverlap="1" wp14:anchorId="15654D8C" wp14:editId="6A5CC3BB">
                <wp:simplePos x="0" y="0"/>
                <wp:positionH relativeFrom="page">
                  <wp:posOffset>2426335</wp:posOffset>
                </wp:positionH>
                <wp:positionV relativeFrom="page">
                  <wp:posOffset>3456305</wp:posOffset>
                </wp:positionV>
                <wp:extent cx="126365" cy="126365"/>
                <wp:effectExtent l="0" t="0" r="0" b="0"/>
                <wp:wrapNone/>
                <wp:docPr id="227"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5D1194" id="Rectangle 201" o:spid="_x0000_s1026" style="position:absolute;margin-left:191.05pt;margin-top:272.15pt;width:9.95pt;height:9.95pt;z-index:-253401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" filled="f" strokeweight=".72pt">
                <w10:wrap anchorx="page" anchory="page"/>
              </v:rect>
            </w:pict>
          </mc:Fallback>
        </mc:AlternateContent>
      </w:r>
      <w:r>
        <w:rPr>
          <w:noProof/>
        </w:rPr>
        <mc:AlternateContent>
          <mc:Choice Requires="wps">
            <w:drawing>
              <wp:anchor distT="0" distB="0" distL="114300" distR="114300" simplePos="0" relativeHeight="249916416" behindDoc="1" locked="0" layoutInCell="1" allowOverlap="1" wp14:anchorId="03CDCEE7" wp14:editId="098731F6">
                <wp:simplePos x="0" y="0"/>
                <wp:positionH relativeFrom="page">
                  <wp:posOffset>2959735</wp:posOffset>
                </wp:positionH>
                <wp:positionV relativeFrom="page">
                  <wp:posOffset>3456305</wp:posOffset>
                </wp:positionV>
                <wp:extent cx="126365" cy="126365"/>
                <wp:effectExtent l="0" t="0" r="0" b="0"/>
                <wp:wrapNone/>
                <wp:docPr id="226" name="Rectangl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7FB9F9" id="Rectangle 200" o:spid="_x0000_s1026" style="position:absolute;margin-left:233.05pt;margin-top:272.15pt;width:9.95pt;height:9.95pt;z-index:-253400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" filled="f" strokeweight=".72pt">
                <w10:wrap anchorx="page" anchory="page"/>
              </v:rect>
            </w:pict>
          </mc:Fallback>
        </mc:AlternateContent>
      </w: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96"/>
        <w:gridCol w:w="3864"/>
        <w:gridCol w:w="679"/>
        <w:gridCol w:w="2741"/>
      </w:tblGrid>
      <w:tr w:rsidR="006B79D5" w14:paraId="3A592DAF" w14:textId="77777777">
        <w:trPr>
          <w:trHeight w:val="973"/>
        </w:trPr>
        <w:tc>
          <w:tcPr>
            <w:tcW w:w="10980" w:type="dxa"/>
            <w:gridSpan w:val="4"/>
          </w:tcPr>
          <w:p w14:paraId="6B65C591" w14:textId="77777777" w:rsidR="006B79D5" w:rsidRDefault="00EE4DE8">
            <w:pPr>
              <w:pStyle w:val="TableParagraph"/>
              <w:rPr>
                <w:b/>
                <w:sz w:val="20"/>
              </w:rPr>
            </w:pPr>
            <w:r>
              <w:rPr>
                <w:b/>
                <w:sz w:val="20"/>
              </w:rPr>
              <w:t>What</w:t>
            </w:r>
            <w:r>
              <w:rPr>
                <w:b/>
                <w:spacing w:val="-14"/>
                <w:sz w:val="20"/>
              </w:rPr>
              <w:t xml:space="preserve"> </w:t>
            </w:r>
            <w:r>
              <w:rPr>
                <w:b/>
                <w:sz w:val="20"/>
              </w:rPr>
              <w:t>conditions,</w:t>
            </w:r>
            <w:r>
              <w:rPr>
                <w:b/>
                <w:spacing w:val="-14"/>
                <w:sz w:val="20"/>
              </w:rPr>
              <w:t xml:space="preserve"> </w:t>
            </w:r>
            <w:r>
              <w:rPr>
                <w:b/>
                <w:sz w:val="20"/>
              </w:rPr>
              <w:t>circumstances</w:t>
            </w:r>
            <w:r>
              <w:rPr>
                <w:b/>
                <w:spacing w:val="-13"/>
                <w:sz w:val="20"/>
              </w:rPr>
              <w:t xml:space="preserve"> </w:t>
            </w:r>
            <w:r>
              <w:rPr>
                <w:b/>
                <w:sz w:val="20"/>
              </w:rPr>
              <w:t>or</w:t>
            </w:r>
            <w:r>
              <w:rPr>
                <w:b/>
                <w:spacing w:val="-10"/>
                <w:sz w:val="20"/>
              </w:rPr>
              <w:t xml:space="preserve"> </w:t>
            </w:r>
            <w:r>
              <w:rPr>
                <w:b/>
                <w:sz w:val="20"/>
              </w:rPr>
              <w:t>factors</w:t>
            </w:r>
            <w:r>
              <w:rPr>
                <w:b/>
                <w:spacing w:val="-14"/>
                <w:sz w:val="20"/>
              </w:rPr>
              <w:t xml:space="preserve"> </w:t>
            </w:r>
            <w:r>
              <w:rPr>
                <w:b/>
                <w:sz w:val="20"/>
              </w:rPr>
              <w:t>contributed</w:t>
            </w:r>
            <w:r>
              <w:rPr>
                <w:b/>
                <w:spacing w:val="-14"/>
                <w:sz w:val="20"/>
              </w:rPr>
              <w:t xml:space="preserve"> </w:t>
            </w:r>
            <w:r>
              <w:rPr>
                <w:b/>
                <w:sz w:val="20"/>
              </w:rPr>
              <w:t>to</w:t>
            </w:r>
            <w:r>
              <w:rPr>
                <w:b/>
                <w:spacing w:val="-10"/>
                <w:sz w:val="20"/>
              </w:rPr>
              <w:t xml:space="preserve"> </w:t>
            </w:r>
            <w:r>
              <w:rPr>
                <w:b/>
                <w:sz w:val="20"/>
              </w:rPr>
              <w:t>this</w:t>
            </w:r>
            <w:r>
              <w:rPr>
                <w:b/>
                <w:spacing w:val="-13"/>
                <w:sz w:val="20"/>
              </w:rPr>
              <w:t xml:space="preserve"> </w:t>
            </w:r>
            <w:r>
              <w:rPr>
                <w:b/>
                <w:sz w:val="20"/>
              </w:rPr>
              <w:t>incident</w:t>
            </w:r>
            <w:r>
              <w:rPr>
                <w:b/>
                <w:spacing w:val="-14"/>
                <w:sz w:val="20"/>
              </w:rPr>
              <w:t xml:space="preserve"> </w:t>
            </w:r>
            <w:r>
              <w:rPr>
                <w:b/>
                <w:sz w:val="20"/>
              </w:rPr>
              <w:t>(</w:t>
            </w:r>
            <w:proofErr w:type="gramStart"/>
            <w:r>
              <w:rPr>
                <w:b/>
                <w:sz w:val="20"/>
              </w:rPr>
              <w:t>i.e.</w:t>
            </w:r>
            <w:proofErr w:type="gramEnd"/>
            <w:r>
              <w:rPr>
                <w:b/>
                <w:spacing w:val="-14"/>
                <w:sz w:val="20"/>
              </w:rPr>
              <w:t xml:space="preserve"> </w:t>
            </w:r>
            <w:r>
              <w:rPr>
                <w:b/>
                <w:sz w:val="20"/>
              </w:rPr>
              <w:t>tools,</w:t>
            </w:r>
            <w:r>
              <w:rPr>
                <w:b/>
                <w:spacing w:val="-14"/>
                <w:sz w:val="20"/>
              </w:rPr>
              <w:t xml:space="preserve"> </w:t>
            </w:r>
            <w:r>
              <w:rPr>
                <w:b/>
                <w:sz w:val="20"/>
              </w:rPr>
              <w:t>equipment,</w:t>
            </w:r>
            <w:r>
              <w:rPr>
                <w:b/>
                <w:spacing w:val="-13"/>
                <w:sz w:val="20"/>
              </w:rPr>
              <w:t xml:space="preserve"> </w:t>
            </w:r>
            <w:r>
              <w:rPr>
                <w:b/>
                <w:sz w:val="20"/>
              </w:rPr>
              <w:t>PPE,</w:t>
            </w:r>
            <w:r>
              <w:rPr>
                <w:b/>
                <w:spacing w:val="-13"/>
                <w:sz w:val="20"/>
              </w:rPr>
              <w:t xml:space="preserve"> </w:t>
            </w:r>
            <w:r>
              <w:rPr>
                <w:b/>
                <w:sz w:val="20"/>
              </w:rPr>
              <w:t>policies,</w:t>
            </w:r>
            <w:r>
              <w:rPr>
                <w:b/>
                <w:spacing w:val="-14"/>
                <w:sz w:val="20"/>
              </w:rPr>
              <w:t xml:space="preserve"> </w:t>
            </w:r>
            <w:r>
              <w:rPr>
                <w:b/>
                <w:sz w:val="20"/>
              </w:rPr>
              <w:t>object,</w:t>
            </w:r>
            <w:r>
              <w:rPr>
                <w:b/>
                <w:spacing w:val="-13"/>
                <w:sz w:val="20"/>
              </w:rPr>
              <w:t xml:space="preserve"> </w:t>
            </w:r>
            <w:r>
              <w:rPr>
                <w:b/>
                <w:sz w:val="20"/>
              </w:rPr>
              <w:t>training,</w:t>
            </w:r>
            <w:r>
              <w:rPr>
                <w:b/>
                <w:spacing w:val="-14"/>
                <w:sz w:val="20"/>
              </w:rPr>
              <w:t xml:space="preserve"> </w:t>
            </w:r>
            <w:r>
              <w:rPr>
                <w:b/>
                <w:sz w:val="20"/>
              </w:rPr>
              <w:t>hazards, employee action/inaction, weight of item, etc.)? Be thorough and</w:t>
            </w:r>
            <w:r>
              <w:rPr>
                <w:b/>
                <w:spacing w:val="-9"/>
                <w:sz w:val="20"/>
              </w:rPr>
              <w:t xml:space="preserve"> </w:t>
            </w:r>
            <w:r>
              <w:rPr>
                <w:b/>
                <w:sz w:val="20"/>
              </w:rPr>
              <w:t>descriptive!</w:t>
            </w:r>
          </w:p>
        </w:tc>
      </w:tr>
      <w:tr w:rsidR="006B79D5" w14:paraId="7BFC8B98" w14:textId="77777777">
        <w:trPr>
          <w:trHeight w:val="364"/>
        </w:trPr>
        <w:tc>
          <w:tcPr>
            <w:tcW w:w="10980" w:type="dxa"/>
            <w:gridSpan w:val="4"/>
          </w:tcPr>
          <w:p w14:paraId="0A3A5C88" w14:textId="77777777" w:rsidR="006B79D5" w:rsidRDefault="006B79D5">
            <w:pPr>
              <w:pStyle w:val="TableParagraph"/>
              <w:ind w:left="0"/>
              <w:rPr>
                <w:rFonts w:ascii="Times New Roman"/>
                <w:sz w:val="20"/>
              </w:rPr>
            </w:pPr>
          </w:p>
        </w:tc>
      </w:tr>
      <w:tr w:rsidR="006B79D5" w14:paraId="462FBEC2" w14:textId="77777777">
        <w:trPr>
          <w:trHeight w:val="362"/>
        </w:trPr>
        <w:tc>
          <w:tcPr>
            <w:tcW w:w="10980" w:type="dxa"/>
            <w:gridSpan w:val="4"/>
          </w:tcPr>
          <w:p w14:paraId="22843D48" w14:textId="77777777" w:rsidR="006B79D5" w:rsidRDefault="006B79D5">
            <w:pPr>
              <w:pStyle w:val="TableParagraph"/>
              <w:ind w:left="0"/>
              <w:rPr>
                <w:rFonts w:ascii="Times New Roman"/>
                <w:sz w:val="20"/>
              </w:rPr>
            </w:pPr>
          </w:p>
        </w:tc>
      </w:tr>
      <w:tr w:rsidR="006B79D5" w14:paraId="50B32CDD" w14:textId="77777777">
        <w:trPr>
          <w:trHeight w:val="364"/>
        </w:trPr>
        <w:tc>
          <w:tcPr>
            <w:tcW w:w="10980" w:type="dxa"/>
            <w:gridSpan w:val="4"/>
          </w:tcPr>
          <w:p w14:paraId="30B5FCE2" w14:textId="77777777" w:rsidR="006B79D5" w:rsidRDefault="006B79D5">
            <w:pPr>
              <w:pStyle w:val="TableParagraph"/>
              <w:ind w:left="0"/>
              <w:rPr>
                <w:rFonts w:ascii="Times New Roman"/>
                <w:sz w:val="20"/>
              </w:rPr>
            </w:pPr>
          </w:p>
        </w:tc>
      </w:tr>
      <w:tr w:rsidR="006B79D5" w14:paraId="44D56BC6" w14:textId="77777777">
        <w:trPr>
          <w:trHeight w:val="729"/>
        </w:trPr>
        <w:tc>
          <w:tcPr>
            <w:tcW w:w="10980" w:type="dxa"/>
            <w:gridSpan w:val="4"/>
          </w:tcPr>
          <w:p w14:paraId="04CCEE0F" w14:textId="77777777" w:rsidR="006B79D5" w:rsidRDefault="00EE4DE8">
            <w:pPr>
              <w:pStyle w:val="TableParagraph"/>
              <w:spacing w:before="1"/>
              <w:rPr>
                <w:b/>
                <w:sz w:val="20"/>
              </w:rPr>
            </w:pPr>
            <w:r>
              <w:rPr>
                <w:b/>
                <w:sz w:val="20"/>
              </w:rPr>
              <w:t>Correction Suggestions (Note what could be done to prevent this from happening again-</w:t>
            </w:r>
            <w:r>
              <w:rPr>
                <w:b/>
                <w:i/>
                <w:sz w:val="20"/>
              </w:rPr>
              <w:t>being more careful is not an option</w:t>
            </w:r>
            <w:r>
              <w:rPr>
                <w:b/>
                <w:sz w:val="20"/>
              </w:rPr>
              <w:t>)</w:t>
            </w:r>
          </w:p>
        </w:tc>
      </w:tr>
      <w:tr w:rsidR="006B79D5" w14:paraId="38219FCD" w14:textId="77777777">
        <w:trPr>
          <w:trHeight w:val="364"/>
        </w:trPr>
        <w:tc>
          <w:tcPr>
            <w:tcW w:w="10980" w:type="dxa"/>
            <w:gridSpan w:val="4"/>
          </w:tcPr>
          <w:p w14:paraId="4A9458DB" w14:textId="77777777" w:rsidR="006B79D5" w:rsidRDefault="006B79D5">
            <w:pPr>
              <w:pStyle w:val="TableParagraph"/>
              <w:ind w:left="0"/>
              <w:rPr>
                <w:rFonts w:ascii="Times New Roman"/>
                <w:sz w:val="20"/>
              </w:rPr>
            </w:pPr>
          </w:p>
        </w:tc>
      </w:tr>
      <w:tr w:rsidR="006B79D5" w14:paraId="77C64B34" w14:textId="77777777">
        <w:trPr>
          <w:trHeight w:val="364"/>
        </w:trPr>
        <w:tc>
          <w:tcPr>
            <w:tcW w:w="10980" w:type="dxa"/>
            <w:gridSpan w:val="4"/>
          </w:tcPr>
          <w:p w14:paraId="7CFC57EE" w14:textId="77777777" w:rsidR="006B79D5" w:rsidRDefault="006B79D5">
            <w:pPr>
              <w:pStyle w:val="TableParagraph"/>
              <w:ind w:left="0"/>
              <w:rPr>
                <w:rFonts w:ascii="Times New Roman"/>
                <w:sz w:val="20"/>
              </w:rPr>
            </w:pPr>
          </w:p>
        </w:tc>
      </w:tr>
      <w:tr w:rsidR="006B79D5" w14:paraId="6E233D34" w14:textId="77777777">
        <w:trPr>
          <w:trHeight w:val="364"/>
        </w:trPr>
        <w:tc>
          <w:tcPr>
            <w:tcW w:w="10980" w:type="dxa"/>
            <w:gridSpan w:val="4"/>
          </w:tcPr>
          <w:p w14:paraId="0D4012F0" w14:textId="77777777" w:rsidR="006B79D5" w:rsidRDefault="006B79D5">
            <w:pPr>
              <w:pStyle w:val="TableParagraph"/>
              <w:ind w:left="0"/>
              <w:rPr>
                <w:rFonts w:ascii="Times New Roman"/>
                <w:sz w:val="20"/>
              </w:rPr>
            </w:pPr>
          </w:p>
        </w:tc>
      </w:tr>
      <w:tr w:rsidR="006B79D5" w14:paraId="561BCA09" w14:textId="77777777">
        <w:trPr>
          <w:trHeight w:val="1091"/>
        </w:trPr>
        <w:tc>
          <w:tcPr>
            <w:tcW w:w="10980" w:type="dxa"/>
            <w:gridSpan w:val="4"/>
          </w:tcPr>
          <w:p w14:paraId="58EFE0AF" w14:textId="77777777" w:rsidR="006B79D5" w:rsidRDefault="00EE4DE8">
            <w:pPr>
              <w:pStyle w:val="TableParagraph"/>
              <w:tabs>
                <w:tab w:val="left" w:pos="3818"/>
                <w:tab w:val="left" w:pos="4481"/>
              </w:tabs>
              <w:spacing w:line="243" w:lineRule="exact"/>
              <w:rPr>
                <w:sz w:val="20"/>
              </w:rPr>
            </w:pPr>
            <w:r>
              <w:rPr>
                <w:b/>
                <w:sz w:val="20"/>
              </w:rPr>
              <w:t>Reviewed by Safety</w:t>
            </w:r>
            <w:r>
              <w:rPr>
                <w:b/>
                <w:spacing w:val="-7"/>
                <w:sz w:val="20"/>
              </w:rPr>
              <w:t xml:space="preserve"> </w:t>
            </w:r>
            <w:r>
              <w:rPr>
                <w:b/>
                <w:sz w:val="20"/>
              </w:rPr>
              <w:t xml:space="preserve">Committee? </w:t>
            </w:r>
            <w:r>
              <w:rPr>
                <w:b/>
                <w:spacing w:val="42"/>
                <w:sz w:val="20"/>
              </w:rPr>
              <w:t xml:space="preserve"> </w:t>
            </w:r>
            <w:proofErr w:type="gramStart"/>
            <w:r>
              <w:rPr>
                <w:sz w:val="20"/>
              </w:rPr>
              <w:t>Yes</w:t>
            </w:r>
            <w:proofErr w:type="gramEnd"/>
            <w:r>
              <w:rPr>
                <w:sz w:val="20"/>
              </w:rPr>
              <w:tab/>
              <w:t>No</w:t>
            </w:r>
            <w:r>
              <w:rPr>
                <w:sz w:val="20"/>
              </w:rPr>
              <w:tab/>
              <w:t>Signature Safety Committee</w:t>
            </w:r>
            <w:r>
              <w:rPr>
                <w:spacing w:val="-3"/>
                <w:sz w:val="20"/>
              </w:rPr>
              <w:t xml:space="preserve"> </w:t>
            </w:r>
            <w:r>
              <w:rPr>
                <w:sz w:val="20"/>
              </w:rPr>
              <w:t>Chair:</w:t>
            </w:r>
          </w:p>
          <w:p w14:paraId="058B8FE4" w14:textId="77777777" w:rsidR="006B79D5" w:rsidRDefault="00EE4DE8">
            <w:pPr>
              <w:pStyle w:val="TableParagraph"/>
              <w:spacing w:before="120"/>
              <w:rPr>
                <w:b/>
                <w:sz w:val="20"/>
              </w:rPr>
            </w:pPr>
            <w:r>
              <w:rPr>
                <w:b/>
                <w:sz w:val="20"/>
              </w:rPr>
              <w:t>Who is responsible for reviewing/implementing corrective actions noted above?</w:t>
            </w:r>
          </w:p>
        </w:tc>
      </w:tr>
      <w:tr w:rsidR="006B79D5" w14:paraId="28631384" w14:textId="77777777">
        <w:trPr>
          <w:trHeight w:val="729"/>
        </w:trPr>
        <w:tc>
          <w:tcPr>
            <w:tcW w:w="3696" w:type="dxa"/>
          </w:tcPr>
          <w:p w14:paraId="03229B8E" w14:textId="77777777" w:rsidR="006B79D5" w:rsidRDefault="006B79D5">
            <w:pPr>
              <w:pStyle w:val="TableParagraph"/>
              <w:spacing w:before="10"/>
              <w:ind w:left="0"/>
              <w:rPr>
                <w:b/>
                <w:sz w:val="14"/>
              </w:rPr>
            </w:pPr>
          </w:p>
          <w:p w14:paraId="61B659B8" w14:textId="77777777" w:rsidR="006B79D5" w:rsidRDefault="00EE4DE8">
            <w:pPr>
              <w:pStyle w:val="TableParagraph"/>
              <w:rPr>
                <w:sz w:val="20"/>
              </w:rPr>
            </w:pPr>
            <w:r>
              <w:rPr>
                <w:sz w:val="20"/>
              </w:rPr>
              <w:t>Signature of Reviewing Supervisor:</w:t>
            </w:r>
          </w:p>
        </w:tc>
        <w:tc>
          <w:tcPr>
            <w:tcW w:w="3864" w:type="dxa"/>
          </w:tcPr>
          <w:p w14:paraId="2B9CDE76" w14:textId="77777777" w:rsidR="006B79D5" w:rsidRDefault="006B79D5">
            <w:pPr>
              <w:pStyle w:val="TableParagraph"/>
              <w:ind w:left="0"/>
              <w:rPr>
                <w:rFonts w:ascii="Times New Roman"/>
                <w:sz w:val="20"/>
              </w:rPr>
            </w:pPr>
          </w:p>
        </w:tc>
        <w:tc>
          <w:tcPr>
            <w:tcW w:w="679" w:type="dxa"/>
          </w:tcPr>
          <w:p w14:paraId="3C0F0D97" w14:textId="77777777" w:rsidR="006B79D5" w:rsidRDefault="006B79D5">
            <w:pPr>
              <w:pStyle w:val="TableParagraph"/>
              <w:spacing w:before="10"/>
              <w:ind w:left="0"/>
              <w:rPr>
                <w:b/>
                <w:sz w:val="14"/>
              </w:rPr>
            </w:pPr>
          </w:p>
          <w:p w14:paraId="28892097" w14:textId="77777777" w:rsidR="006B79D5" w:rsidRDefault="00EE4DE8">
            <w:pPr>
              <w:pStyle w:val="TableParagraph"/>
              <w:ind w:left="86" w:right="101"/>
              <w:jc w:val="center"/>
              <w:rPr>
                <w:sz w:val="20"/>
              </w:rPr>
            </w:pPr>
            <w:r>
              <w:rPr>
                <w:sz w:val="20"/>
              </w:rPr>
              <w:t>Date:</w:t>
            </w:r>
          </w:p>
        </w:tc>
        <w:tc>
          <w:tcPr>
            <w:tcW w:w="2741" w:type="dxa"/>
          </w:tcPr>
          <w:p w14:paraId="2FB40651" w14:textId="77777777" w:rsidR="006B79D5" w:rsidRDefault="006B79D5">
            <w:pPr>
              <w:pStyle w:val="TableParagraph"/>
              <w:ind w:left="0"/>
              <w:rPr>
                <w:rFonts w:ascii="Times New Roman"/>
                <w:sz w:val="20"/>
              </w:rPr>
            </w:pPr>
          </w:p>
        </w:tc>
      </w:tr>
      <w:tr w:rsidR="006B79D5" w14:paraId="1A88199E" w14:textId="77777777">
        <w:trPr>
          <w:trHeight w:val="422"/>
        </w:trPr>
        <w:tc>
          <w:tcPr>
            <w:tcW w:w="3696" w:type="dxa"/>
          </w:tcPr>
          <w:p w14:paraId="7BF06A5E" w14:textId="77777777" w:rsidR="006B79D5" w:rsidRDefault="00EE4DE8">
            <w:pPr>
              <w:pStyle w:val="TableParagraph"/>
              <w:spacing w:before="27"/>
              <w:rPr>
                <w:sz w:val="20"/>
              </w:rPr>
            </w:pPr>
            <w:r>
              <w:rPr>
                <w:sz w:val="20"/>
              </w:rPr>
              <w:t>Employee Signature:</w:t>
            </w:r>
          </w:p>
        </w:tc>
        <w:tc>
          <w:tcPr>
            <w:tcW w:w="3864" w:type="dxa"/>
          </w:tcPr>
          <w:p w14:paraId="512D99EC" w14:textId="77777777" w:rsidR="006B79D5" w:rsidRDefault="006B79D5">
            <w:pPr>
              <w:pStyle w:val="TableParagraph"/>
              <w:ind w:left="0"/>
              <w:rPr>
                <w:rFonts w:ascii="Times New Roman"/>
                <w:sz w:val="20"/>
              </w:rPr>
            </w:pPr>
          </w:p>
        </w:tc>
        <w:tc>
          <w:tcPr>
            <w:tcW w:w="679" w:type="dxa"/>
          </w:tcPr>
          <w:p w14:paraId="5D76E3A6" w14:textId="77777777" w:rsidR="006B79D5" w:rsidRDefault="00EE4DE8">
            <w:pPr>
              <w:pStyle w:val="TableParagraph"/>
              <w:spacing w:before="27"/>
              <w:ind w:left="84" w:right="102"/>
              <w:jc w:val="center"/>
              <w:rPr>
                <w:sz w:val="20"/>
              </w:rPr>
            </w:pPr>
            <w:r>
              <w:rPr>
                <w:sz w:val="20"/>
              </w:rPr>
              <w:t>Date:</w:t>
            </w:r>
          </w:p>
        </w:tc>
        <w:tc>
          <w:tcPr>
            <w:tcW w:w="2741" w:type="dxa"/>
          </w:tcPr>
          <w:p w14:paraId="35084D3E" w14:textId="77777777" w:rsidR="006B79D5" w:rsidRDefault="006B79D5">
            <w:pPr>
              <w:pStyle w:val="TableParagraph"/>
              <w:ind w:left="0"/>
              <w:rPr>
                <w:rFonts w:ascii="Times New Roman"/>
                <w:sz w:val="20"/>
              </w:rPr>
            </w:pPr>
          </w:p>
        </w:tc>
      </w:tr>
    </w:tbl>
    <w:p w14:paraId="724B90EC" w14:textId="77777777" w:rsidR="006B79D5" w:rsidRDefault="006B79D5">
      <w:pPr>
        <w:rPr>
          <w:rFonts w:ascii="Times New Roman"/>
          <w:sz w:val="20"/>
        </w:rPr>
        <w:sectPr w:rsidR="006B79D5">
          <w:headerReference w:type="default" r:id="rId29"/>
          <w:footerReference w:type="default" r:id="rId30"/>
          <w:pgSz w:w="12240" w:h="15840"/>
          <w:pgMar w:top="1320" w:right="600" w:bottom="1180" w:left="420" w:header="566" w:footer="993" w:gutter="0"/>
          <w:pgNumType w:start="20"/>
          <w:cols w:space="720"/>
        </w:sectPr>
      </w:pPr>
    </w:p>
    <w:p w14:paraId="5803955C" w14:textId="77777777" w:rsidR="006B79D5" w:rsidRDefault="001B44F0">
      <w:pPr>
        <w:spacing w:before="117"/>
        <w:ind w:left="1020"/>
        <w:rPr>
          <w:b/>
        </w:rPr>
      </w:pPr>
      <w:r>
        <w:rPr>
          <w:noProof/>
        </w:rPr>
        <w:lastRenderedPageBreak/>
        <mc:AlternateContent>
          <mc:Choice Requires="wpg">
            <w:drawing>
              <wp:anchor distT="0" distB="0" distL="114300" distR="114300" simplePos="0" relativeHeight="251694080" behindDoc="0" locked="0" layoutInCell="1" allowOverlap="1" wp14:anchorId="22946D21" wp14:editId="332B5EC2">
                <wp:simplePos x="0" y="0"/>
                <wp:positionH relativeFrom="page">
                  <wp:posOffset>917575</wp:posOffset>
                </wp:positionH>
                <wp:positionV relativeFrom="page">
                  <wp:posOffset>5859780</wp:posOffset>
                </wp:positionV>
                <wp:extent cx="2068195" cy="2938780"/>
                <wp:effectExtent l="0" t="0" r="0" b="0"/>
                <wp:wrapNone/>
                <wp:docPr id="222"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68195" cy="2938780"/>
                          <a:chOff x="1445" y="9228"/>
                          <a:chExt cx="3257" cy="4628"/>
                        </a:xfrm>
                      </wpg:grpSpPr>
                      <wps:wsp>
                        <wps:cNvPr id="223" name="AutoShape 199"/>
                        <wps:cNvSpPr>
                          <a:spLocks/>
                        </wps:cNvSpPr>
                        <wps:spPr bwMode="auto">
                          <a:xfrm>
                            <a:off x="1444" y="9228"/>
                            <a:ext cx="3257" cy="4628"/>
                          </a:xfrm>
                          <a:custGeom>
                            <a:avLst/>
                            <a:gdLst>
                              <a:gd name="T0" fmla="+- 0 4702 1445"/>
                              <a:gd name="T1" fmla="*/ T0 w 3257"/>
                              <a:gd name="T2" fmla="+- 0 13855 9228"/>
                              <a:gd name="T3" fmla="*/ 13855 h 4628"/>
                              <a:gd name="T4" fmla="+- 0 1445 1445"/>
                              <a:gd name="T5" fmla="*/ T4 w 3257"/>
                              <a:gd name="T6" fmla="+- 0 13855 9228"/>
                              <a:gd name="T7" fmla="*/ 13855 h 4628"/>
                              <a:gd name="T8" fmla="+- 0 1445 1445"/>
                              <a:gd name="T9" fmla="*/ T8 w 3257"/>
                              <a:gd name="T10" fmla="+- 0 9228 9228"/>
                              <a:gd name="T11" fmla="*/ 9228 h 4628"/>
                              <a:gd name="T12" fmla="+- 0 4702 1445"/>
                              <a:gd name="T13" fmla="*/ T12 w 3257"/>
                              <a:gd name="T14" fmla="+- 0 9228 9228"/>
                              <a:gd name="T15" fmla="*/ 9228 h 4628"/>
                              <a:gd name="T16" fmla="+- 0 4702 1445"/>
                              <a:gd name="T17" fmla="*/ T16 w 3257"/>
                              <a:gd name="T18" fmla="+- 0 9235 9228"/>
                              <a:gd name="T19" fmla="*/ 9235 h 4628"/>
                              <a:gd name="T20" fmla="+- 0 1462 1445"/>
                              <a:gd name="T21" fmla="*/ T20 w 3257"/>
                              <a:gd name="T22" fmla="+- 0 9235 9228"/>
                              <a:gd name="T23" fmla="*/ 9235 h 4628"/>
                              <a:gd name="T24" fmla="+- 0 1452 1445"/>
                              <a:gd name="T25" fmla="*/ T24 w 3257"/>
                              <a:gd name="T26" fmla="+- 0 9245 9228"/>
                              <a:gd name="T27" fmla="*/ 9245 h 4628"/>
                              <a:gd name="T28" fmla="+- 0 1462 1445"/>
                              <a:gd name="T29" fmla="*/ T28 w 3257"/>
                              <a:gd name="T30" fmla="+- 0 9245 9228"/>
                              <a:gd name="T31" fmla="*/ 9245 h 4628"/>
                              <a:gd name="T32" fmla="+- 0 1462 1445"/>
                              <a:gd name="T33" fmla="*/ T32 w 3257"/>
                              <a:gd name="T34" fmla="+- 0 13841 9228"/>
                              <a:gd name="T35" fmla="*/ 13841 h 4628"/>
                              <a:gd name="T36" fmla="+- 0 1452 1445"/>
                              <a:gd name="T37" fmla="*/ T36 w 3257"/>
                              <a:gd name="T38" fmla="+- 0 13841 9228"/>
                              <a:gd name="T39" fmla="*/ 13841 h 4628"/>
                              <a:gd name="T40" fmla="+- 0 1462 1445"/>
                              <a:gd name="T41" fmla="*/ T40 w 3257"/>
                              <a:gd name="T42" fmla="+- 0 13848 9228"/>
                              <a:gd name="T43" fmla="*/ 13848 h 4628"/>
                              <a:gd name="T44" fmla="+- 0 4702 1445"/>
                              <a:gd name="T45" fmla="*/ T44 w 3257"/>
                              <a:gd name="T46" fmla="+- 0 13848 9228"/>
                              <a:gd name="T47" fmla="*/ 13848 h 4628"/>
                              <a:gd name="T48" fmla="+- 0 4702 1445"/>
                              <a:gd name="T49" fmla="*/ T48 w 3257"/>
                              <a:gd name="T50" fmla="+- 0 13855 9228"/>
                              <a:gd name="T51" fmla="*/ 13855 h 4628"/>
                              <a:gd name="T52" fmla="+- 0 1462 1445"/>
                              <a:gd name="T53" fmla="*/ T52 w 3257"/>
                              <a:gd name="T54" fmla="+- 0 9245 9228"/>
                              <a:gd name="T55" fmla="*/ 9245 h 4628"/>
                              <a:gd name="T56" fmla="+- 0 1452 1445"/>
                              <a:gd name="T57" fmla="*/ T56 w 3257"/>
                              <a:gd name="T58" fmla="+- 0 9245 9228"/>
                              <a:gd name="T59" fmla="*/ 9245 h 4628"/>
                              <a:gd name="T60" fmla="+- 0 1462 1445"/>
                              <a:gd name="T61" fmla="*/ T60 w 3257"/>
                              <a:gd name="T62" fmla="+- 0 9235 9228"/>
                              <a:gd name="T63" fmla="*/ 9235 h 4628"/>
                              <a:gd name="T64" fmla="+- 0 1462 1445"/>
                              <a:gd name="T65" fmla="*/ T64 w 3257"/>
                              <a:gd name="T66" fmla="+- 0 9245 9228"/>
                              <a:gd name="T67" fmla="*/ 9245 h 4628"/>
                              <a:gd name="T68" fmla="+- 0 4687 1445"/>
                              <a:gd name="T69" fmla="*/ T68 w 3257"/>
                              <a:gd name="T70" fmla="+- 0 9245 9228"/>
                              <a:gd name="T71" fmla="*/ 9245 h 4628"/>
                              <a:gd name="T72" fmla="+- 0 1462 1445"/>
                              <a:gd name="T73" fmla="*/ T72 w 3257"/>
                              <a:gd name="T74" fmla="+- 0 9245 9228"/>
                              <a:gd name="T75" fmla="*/ 9245 h 4628"/>
                              <a:gd name="T76" fmla="+- 0 1462 1445"/>
                              <a:gd name="T77" fmla="*/ T76 w 3257"/>
                              <a:gd name="T78" fmla="+- 0 9235 9228"/>
                              <a:gd name="T79" fmla="*/ 9235 h 4628"/>
                              <a:gd name="T80" fmla="+- 0 4687 1445"/>
                              <a:gd name="T81" fmla="*/ T80 w 3257"/>
                              <a:gd name="T82" fmla="+- 0 9235 9228"/>
                              <a:gd name="T83" fmla="*/ 9235 h 4628"/>
                              <a:gd name="T84" fmla="+- 0 4687 1445"/>
                              <a:gd name="T85" fmla="*/ T84 w 3257"/>
                              <a:gd name="T86" fmla="+- 0 9245 9228"/>
                              <a:gd name="T87" fmla="*/ 9245 h 4628"/>
                              <a:gd name="T88" fmla="+- 0 4687 1445"/>
                              <a:gd name="T89" fmla="*/ T88 w 3257"/>
                              <a:gd name="T90" fmla="+- 0 13848 9228"/>
                              <a:gd name="T91" fmla="*/ 13848 h 4628"/>
                              <a:gd name="T92" fmla="+- 0 4687 1445"/>
                              <a:gd name="T93" fmla="*/ T92 w 3257"/>
                              <a:gd name="T94" fmla="+- 0 9235 9228"/>
                              <a:gd name="T95" fmla="*/ 9235 h 4628"/>
                              <a:gd name="T96" fmla="+- 0 4694 1445"/>
                              <a:gd name="T97" fmla="*/ T96 w 3257"/>
                              <a:gd name="T98" fmla="+- 0 9245 9228"/>
                              <a:gd name="T99" fmla="*/ 9245 h 4628"/>
                              <a:gd name="T100" fmla="+- 0 4702 1445"/>
                              <a:gd name="T101" fmla="*/ T100 w 3257"/>
                              <a:gd name="T102" fmla="+- 0 9245 9228"/>
                              <a:gd name="T103" fmla="*/ 9245 h 4628"/>
                              <a:gd name="T104" fmla="+- 0 4702 1445"/>
                              <a:gd name="T105" fmla="*/ T104 w 3257"/>
                              <a:gd name="T106" fmla="+- 0 13841 9228"/>
                              <a:gd name="T107" fmla="*/ 13841 h 4628"/>
                              <a:gd name="T108" fmla="+- 0 4694 1445"/>
                              <a:gd name="T109" fmla="*/ T108 w 3257"/>
                              <a:gd name="T110" fmla="+- 0 13841 9228"/>
                              <a:gd name="T111" fmla="*/ 13841 h 4628"/>
                              <a:gd name="T112" fmla="+- 0 4687 1445"/>
                              <a:gd name="T113" fmla="*/ T112 w 3257"/>
                              <a:gd name="T114" fmla="+- 0 13848 9228"/>
                              <a:gd name="T115" fmla="*/ 13848 h 4628"/>
                              <a:gd name="T116" fmla="+- 0 4702 1445"/>
                              <a:gd name="T117" fmla="*/ T116 w 3257"/>
                              <a:gd name="T118" fmla="+- 0 9245 9228"/>
                              <a:gd name="T119" fmla="*/ 9245 h 4628"/>
                              <a:gd name="T120" fmla="+- 0 4694 1445"/>
                              <a:gd name="T121" fmla="*/ T120 w 3257"/>
                              <a:gd name="T122" fmla="+- 0 9245 9228"/>
                              <a:gd name="T123" fmla="*/ 9245 h 4628"/>
                              <a:gd name="T124" fmla="+- 0 4687 1445"/>
                              <a:gd name="T125" fmla="*/ T124 w 3257"/>
                              <a:gd name="T126" fmla="+- 0 9235 9228"/>
                              <a:gd name="T127" fmla="*/ 9235 h 4628"/>
                              <a:gd name="T128" fmla="+- 0 4702 1445"/>
                              <a:gd name="T129" fmla="*/ T128 w 3257"/>
                              <a:gd name="T130" fmla="+- 0 9235 9228"/>
                              <a:gd name="T131" fmla="*/ 9235 h 4628"/>
                              <a:gd name="T132" fmla="+- 0 4702 1445"/>
                              <a:gd name="T133" fmla="*/ T132 w 3257"/>
                              <a:gd name="T134" fmla="+- 0 9245 9228"/>
                              <a:gd name="T135" fmla="*/ 9245 h 4628"/>
                              <a:gd name="T136" fmla="+- 0 1462 1445"/>
                              <a:gd name="T137" fmla="*/ T136 w 3257"/>
                              <a:gd name="T138" fmla="+- 0 13848 9228"/>
                              <a:gd name="T139" fmla="*/ 13848 h 4628"/>
                              <a:gd name="T140" fmla="+- 0 1452 1445"/>
                              <a:gd name="T141" fmla="*/ T140 w 3257"/>
                              <a:gd name="T142" fmla="+- 0 13841 9228"/>
                              <a:gd name="T143" fmla="*/ 13841 h 4628"/>
                              <a:gd name="T144" fmla="+- 0 1462 1445"/>
                              <a:gd name="T145" fmla="*/ T144 w 3257"/>
                              <a:gd name="T146" fmla="+- 0 13841 9228"/>
                              <a:gd name="T147" fmla="*/ 13841 h 4628"/>
                              <a:gd name="T148" fmla="+- 0 1462 1445"/>
                              <a:gd name="T149" fmla="*/ T148 w 3257"/>
                              <a:gd name="T150" fmla="+- 0 13848 9228"/>
                              <a:gd name="T151" fmla="*/ 13848 h 4628"/>
                              <a:gd name="T152" fmla="+- 0 4687 1445"/>
                              <a:gd name="T153" fmla="*/ T152 w 3257"/>
                              <a:gd name="T154" fmla="+- 0 13848 9228"/>
                              <a:gd name="T155" fmla="*/ 13848 h 4628"/>
                              <a:gd name="T156" fmla="+- 0 1462 1445"/>
                              <a:gd name="T157" fmla="*/ T156 w 3257"/>
                              <a:gd name="T158" fmla="+- 0 13848 9228"/>
                              <a:gd name="T159" fmla="*/ 13848 h 4628"/>
                              <a:gd name="T160" fmla="+- 0 1462 1445"/>
                              <a:gd name="T161" fmla="*/ T160 w 3257"/>
                              <a:gd name="T162" fmla="+- 0 13841 9228"/>
                              <a:gd name="T163" fmla="*/ 13841 h 4628"/>
                              <a:gd name="T164" fmla="+- 0 4687 1445"/>
                              <a:gd name="T165" fmla="*/ T164 w 3257"/>
                              <a:gd name="T166" fmla="+- 0 13841 9228"/>
                              <a:gd name="T167" fmla="*/ 13841 h 4628"/>
                              <a:gd name="T168" fmla="+- 0 4687 1445"/>
                              <a:gd name="T169" fmla="*/ T168 w 3257"/>
                              <a:gd name="T170" fmla="+- 0 13848 9228"/>
                              <a:gd name="T171" fmla="*/ 13848 h 4628"/>
                              <a:gd name="T172" fmla="+- 0 4702 1445"/>
                              <a:gd name="T173" fmla="*/ T172 w 3257"/>
                              <a:gd name="T174" fmla="+- 0 13848 9228"/>
                              <a:gd name="T175" fmla="*/ 13848 h 4628"/>
                              <a:gd name="T176" fmla="+- 0 4687 1445"/>
                              <a:gd name="T177" fmla="*/ T176 w 3257"/>
                              <a:gd name="T178" fmla="+- 0 13848 9228"/>
                              <a:gd name="T179" fmla="*/ 13848 h 4628"/>
                              <a:gd name="T180" fmla="+- 0 4694 1445"/>
                              <a:gd name="T181" fmla="*/ T180 w 3257"/>
                              <a:gd name="T182" fmla="+- 0 13841 9228"/>
                              <a:gd name="T183" fmla="*/ 13841 h 4628"/>
                              <a:gd name="T184" fmla="+- 0 4702 1445"/>
                              <a:gd name="T185" fmla="*/ T184 w 3257"/>
                              <a:gd name="T186" fmla="+- 0 13841 9228"/>
                              <a:gd name="T187" fmla="*/ 13841 h 4628"/>
                              <a:gd name="T188" fmla="+- 0 4702 1445"/>
                              <a:gd name="T189" fmla="*/ T188 w 3257"/>
                              <a:gd name="T190" fmla="+- 0 13848 9228"/>
                              <a:gd name="T191" fmla="*/ 13848 h 46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3257" h="4628">
                                <a:moveTo>
                                  <a:pt x="3257" y="4627"/>
                                </a:moveTo>
                                <a:lnTo>
                                  <a:pt x="0" y="4627"/>
                                </a:lnTo>
                                <a:lnTo>
                                  <a:pt x="0" y="0"/>
                                </a:lnTo>
                                <a:lnTo>
                                  <a:pt x="3257" y="0"/>
                                </a:lnTo>
                                <a:lnTo>
                                  <a:pt x="3257" y="7"/>
                                </a:lnTo>
                                <a:lnTo>
                                  <a:pt x="17" y="7"/>
                                </a:lnTo>
                                <a:lnTo>
                                  <a:pt x="7" y="17"/>
                                </a:lnTo>
                                <a:lnTo>
                                  <a:pt x="17" y="17"/>
                                </a:lnTo>
                                <a:lnTo>
                                  <a:pt x="17" y="4613"/>
                                </a:lnTo>
                                <a:lnTo>
                                  <a:pt x="7" y="4613"/>
                                </a:lnTo>
                                <a:lnTo>
                                  <a:pt x="17" y="4620"/>
                                </a:lnTo>
                                <a:lnTo>
                                  <a:pt x="3257" y="4620"/>
                                </a:lnTo>
                                <a:lnTo>
                                  <a:pt x="3257" y="4627"/>
                                </a:lnTo>
                                <a:close/>
                                <a:moveTo>
                                  <a:pt x="17" y="17"/>
                                </a:moveTo>
                                <a:lnTo>
                                  <a:pt x="7" y="17"/>
                                </a:lnTo>
                                <a:lnTo>
                                  <a:pt x="17" y="7"/>
                                </a:lnTo>
                                <a:lnTo>
                                  <a:pt x="17" y="17"/>
                                </a:lnTo>
                                <a:close/>
                                <a:moveTo>
                                  <a:pt x="3242" y="17"/>
                                </a:moveTo>
                                <a:lnTo>
                                  <a:pt x="17" y="17"/>
                                </a:lnTo>
                                <a:lnTo>
                                  <a:pt x="17" y="7"/>
                                </a:lnTo>
                                <a:lnTo>
                                  <a:pt x="3242" y="7"/>
                                </a:lnTo>
                                <a:lnTo>
                                  <a:pt x="3242" y="17"/>
                                </a:lnTo>
                                <a:close/>
                                <a:moveTo>
                                  <a:pt x="3242" y="4620"/>
                                </a:moveTo>
                                <a:lnTo>
                                  <a:pt x="3242" y="7"/>
                                </a:lnTo>
                                <a:lnTo>
                                  <a:pt x="3249" y="17"/>
                                </a:lnTo>
                                <a:lnTo>
                                  <a:pt x="3257" y="17"/>
                                </a:lnTo>
                                <a:lnTo>
                                  <a:pt x="3257" y="4613"/>
                                </a:lnTo>
                                <a:lnTo>
                                  <a:pt x="3249" y="4613"/>
                                </a:lnTo>
                                <a:lnTo>
                                  <a:pt x="3242" y="4620"/>
                                </a:lnTo>
                                <a:close/>
                                <a:moveTo>
                                  <a:pt x="3257" y="17"/>
                                </a:moveTo>
                                <a:lnTo>
                                  <a:pt x="3249" y="17"/>
                                </a:lnTo>
                                <a:lnTo>
                                  <a:pt x="3242" y="7"/>
                                </a:lnTo>
                                <a:lnTo>
                                  <a:pt x="3257" y="7"/>
                                </a:lnTo>
                                <a:lnTo>
                                  <a:pt x="3257" y="17"/>
                                </a:lnTo>
                                <a:close/>
                                <a:moveTo>
                                  <a:pt x="17" y="4620"/>
                                </a:moveTo>
                                <a:lnTo>
                                  <a:pt x="7" y="4613"/>
                                </a:lnTo>
                                <a:lnTo>
                                  <a:pt x="17" y="4613"/>
                                </a:lnTo>
                                <a:lnTo>
                                  <a:pt x="17" y="4620"/>
                                </a:lnTo>
                                <a:close/>
                                <a:moveTo>
                                  <a:pt x="3242" y="4620"/>
                                </a:moveTo>
                                <a:lnTo>
                                  <a:pt x="17" y="4620"/>
                                </a:lnTo>
                                <a:lnTo>
                                  <a:pt x="17" y="4613"/>
                                </a:lnTo>
                                <a:lnTo>
                                  <a:pt x="3242" y="4613"/>
                                </a:lnTo>
                                <a:lnTo>
                                  <a:pt x="3242" y="4620"/>
                                </a:lnTo>
                                <a:close/>
                                <a:moveTo>
                                  <a:pt x="3257" y="4620"/>
                                </a:moveTo>
                                <a:lnTo>
                                  <a:pt x="3242" y="4620"/>
                                </a:lnTo>
                                <a:lnTo>
                                  <a:pt x="3249" y="4613"/>
                                </a:lnTo>
                                <a:lnTo>
                                  <a:pt x="3257" y="4613"/>
                                </a:lnTo>
                                <a:lnTo>
                                  <a:pt x="3257" y="46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4" name="Line 198"/>
                        <wps:cNvCnPr>
                          <a:cxnSpLocks noChangeShapeType="1"/>
                        </wps:cNvCnPr>
                        <wps:spPr bwMode="auto">
                          <a:xfrm>
                            <a:off x="1603" y="9552"/>
                            <a:ext cx="1183"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5" name="Text Box 197"/>
                        <wps:cNvSpPr txBox="1">
                          <a:spLocks noChangeArrowheads="1"/>
                        </wps:cNvSpPr>
                        <wps:spPr bwMode="auto">
                          <a:xfrm>
                            <a:off x="1444" y="9228"/>
                            <a:ext cx="3257" cy="46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34E811" w14:textId="77777777" w:rsidR="006B79D5" w:rsidRDefault="00EE4DE8">
                              <w:pPr>
                                <w:spacing w:before="83"/>
                                <w:ind w:left="158" w:right="1175"/>
                                <w:rPr>
                                  <w:sz w:val="20"/>
                                </w:rPr>
                              </w:pPr>
                              <w:proofErr w:type="gramStart"/>
                              <w:r>
                                <w:rPr>
                                  <w:b/>
                                </w:rPr>
                                <w:t xml:space="preserve">Environment  </w:t>
                              </w:r>
                              <w:r>
                                <w:rPr>
                                  <w:sz w:val="20"/>
                                </w:rPr>
                                <w:t>Location</w:t>
                              </w:r>
                              <w:proofErr w:type="gramEnd"/>
                              <w:r>
                                <w:rPr>
                                  <w:sz w:val="20"/>
                                </w:rPr>
                                <w:t xml:space="preserve"> of employee. Temperature</w:t>
                              </w:r>
                              <w:r>
                                <w:rPr>
                                  <w:spacing w:val="-9"/>
                                  <w:sz w:val="20"/>
                                </w:rPr>
                                <w:t xml:space="preserve"> </w:t>
                              </w:r>
                              <w:r>
                                <w:rPr>
                                  <w:sz w:val="20"/>
                                </w:rPr>
                                <w:t>extremes. Poor</w:t>
                              </w:r>
                              <w:r>
                                <w:rPr>
                                  <w:spacing w:val="-2"/>
                                  <w:sz w:val="20"/>
                                </w:rPr>
                                <w:t xml:space="preserve"> </w:t>
                              </w:r>
                              <w:r>
                                <w:rPr>
                                  <w:sz w:val="20"/>
                                </w:rPr>
                                <w:t>lighting.</w:t>
                              </w:r>
                            </w:p>
                            <w:p w14:paraId="1DB79A89" w14:textId="77777777" w:rsidR="006B79D5" w:rsidRDefault="00EE4DE8">
                              <w:pPr>
                                <w:spacing w:before="2"/>
                                <w:ind w:left="158" w:right="946"/>
                                <w:rPr>
                                  <w:sz w:val="20"/>
                                </w:rPr>
                              </w:pPr>
                              <w:r>
                                <w:rPr>
                                  <w:sz w:val="20"/>
                                </w:rPr>
                                <w:t>Poor housekeeping. Inadequate ventilation. Excessive vibration.</w:t>
                              </w:r>
                            </w:p>
                            <w:p w14:paraId="27B042C0" w14:textId="77777777" w:rsidR="006B79D5" w:rsidRDefault="00EE4DE8">
                              <w:pPr>
                                <w:spacing w:line="244" w:lineRule="exact"/>
                                <w:ind w:left="158"/>
                                <w:rPr>
                                  <w:sz w:val="20"/>
                                </w:rPr>
                              </w:pPr>
                              <w:r>
                                <w:rPr>
                                  <w:sz w:val="20"/>
                                </w:rPr>
                                <w:t>Excessive</w:t>
                              </w:r>
                              <w:r>
                                <w:rPr>
                                  <w:spacing w:val="-13"/>
                                  <w:sz w:val="20"/>
                                </w:rPr>
                                <w:t xml:space="preserve"> </w:t>
                              </w:r>
                              <w:r>
                                <w:rPr>
                                  <w:sz w:val="20"/>
                                </w:rPr>
                                <w:t>noise.</w:t>
                              </w:r>
                            </w:p>
                            <w:p w14:paraId="2FFD9671" w14:textId="77777777" w:rsidR="006B79D5" w:rsidRDefault="00EE4DE8">
                              <w:pPr>
                                <w:spacing w:before="1"/>
                                <w:ind w:left="158" w:right="946"/>
                                <w:rPr>
                                  <w:sz w:val="20"/>
                                </w:rPr>
                              </w:pPr>
                              <w:r>
                                <w:rPr>
                                  <w:sz w:val="20"/>
                                </w:rPr>
                                <w:t>Condition of work</w:t>
                              </w:r>
                              <w:r>
                                <w:rPr>
                                  <w:spacing w:val="-15"/>
                                  <w:sz w:val="20"/>
                                </w:rPr>
                                <w:t xml:space="preserve"> </w:t>
                              </w:r>
                              <w:r>
                                <w:rPr>
                                  <w:sz w:val="20"/>
                                </w:rPr>
                                <w:t>surface. Poor air</w:t>
                              </w:r>
                              <w:r>
                                <w:rPr>
                                  <w:spacing w:val="-3"/>
                                  <w:sz w:val="20"/>
                                </w:rPr>
                                <w:t xml:space="preserve"> </w:t>
                              </w:r>
                              <w:r>
                                <w:rPr>
                                  <w:sz w:val="20"/>
                                </w:rPr>
                                <w:t>quality.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946D21" id="Group 196" o:spid="_x0000_s1030" style="position:absolute;left:0;text-align:left;margin-left:72.25pt;margin-top:461.4pt;width:162.85pt;height:231.4pt;z-index:251694080;mso-position-horizontal-relative:page;mso-position-vertical-relative:page" coordorigin="1445,9228" coordsize="3257,4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">
                <v:shape id="AutoShape 199" o:spid="_x0000_s1031" style="position:absolute;left:1444;top:9228;width:3257;height:4628;visibility:visible;mso-wrap-style:square;v-text-anchor:top" coordsize="3257,4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" path="m3257,4627l,4627,,,3257,r,7l17,7,7,17r10,l17,4613r-10,l17,4620r3240,l3257,4627xm17,17l7,17,17,7r,10xm3242,17l17,17,17,7r3225,l3242,17xm3242,4620l3242,7r7,10l3257,17r,4596l3249,4613r-7,7xm3257,17r-8,l3242,7r15,l3257,17xm17,4620l7,4613r10,l17,4620xm3242,4620r-3225,l17,4613r3225,l3242,4620xm3257,4620r-15,l3249,4613r8,l3257,4620xe" fillcolor="black" stroked="f">
                  <v:path arrowok="t" o:connecttype="custom" o:connectlocs="3257,13855;0,13855;0,9228;3257,9228;3257,9235;17,9235;7,9245;17,9245;17,13841;7,13841;17,13848;3257,13848;3257,13855;17,9245;7,9245;17,9235;17,9245;3242,9245;17,9245;17,9235;3242,9235;3242,9245;3242,13848;3242,9235;3249,9245;3257,9245;3257,13841;3249,13841;3242,13848;3257,9245;3249,9245;3242,9235;3257,9235;3257,9245;17,13848;7,13841;17,13841;17,13848;3242,13848;17,13848;17,13841;3242,13841;3242,13848;3257,13848;3242,13848;3249,13841;3257,13841;3257,13848" o:connectangles="0,0,0,0,0,0,0,0,0,0,0,0,0,0,0,0,0,0,0,0,0,0,0,0,0,0,0,0,0,0,0,0,0,0,0,0,0,0,0,0,0,0,0,0,0,0,0,0"/>
                </v:shape>
                <v:line id="Line 198" o:spid="_x0000_s1032" style="position:absolute;visibility:visible;mso-wrap-style:square" from="1603,9552" to="2786,95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" strokeweight=".72pt"/>
                <v:shape id="Text Box 197" o:spid="_x0000_s1033" type="#_x0000_t202" style="position:absolute;left:1444;top:9228;width:3257;height:46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" filled="f" stroked="f">
                  <v:textbox inset="0,0,0,0">
                    <w:txbxContent>
                      <w:p w14:paraId="1934E811" w14:textId="77777777" w:rsidR="006B79D5" w:rsidRDefault="00EE4DE8">
                        <w:pPr>
                          <w:spacing w:before="83"/>
                          <w:ind w:left="158" w:right="1175"/>
                          <w:rPr>
                            <w:sz w:val="20"/>
                          </w:rPr>
                        </w:pPr>
                        <w:proofErr w:type="gramStart"/>
                        <w:r>
                          <w:rPr>
                            <w:b/>
                          </w:rPr>
                          <w:t xml:space="preserve">Environment  </w:t>
                        </w:r>
                        <w:r>
                          <w:rPr>
                            <w:sz w:val="20"/>
                          </w:rPr>
                          <w:t>Location</w:t>
                        </w:r>
                        <w:proofErr w:type="gramEnd"/>
                        <w:r>
                          <w:rPr>
                            <w:sz w:val="20"/>
                          </w:rPr>
                          <w:t xml:space="preserve"> of employee. Temperature</w:t>
                        </w:r>
                        <w:r>
                          <w:rPr>
                            <w:spacing w:val="-9"/>
                            <w:sz w:val="20"/>
                          </w:rPr>
                          <w:t xml:space="preserve"> </w:t>
                        </w:r>
                        <w:r>
                          <w:rPr>
                            <w:sz w:val="20"/>
                          </w:rPr>
                          <w:t>extremes. Poor</w:t>
                        </w:r>
                        <w:r>
                          <w:rPr>
                            <w:spacing w:val="-2"/>
                            <w:sz w:val="20"/>
                          </w:rPr>
                          <w:t xml:space="preserve"> </w:t>
                        </w:r>
                        <w:r>
                          <w:rPr>
                            <w:sz w:val="20"/>
                          </w:rPr>
                          <w:t>lighting.</w:t>
                        </w:r>
                      </w:p>
                      <w:p w14:paraId="1DB79A89" w14:textId="77777777" w:rsidR="006B79D5" w:rsidRDefault="00EE4DE8">
                        <w:pPr>
                          <w:spacing w:before="2"/>
                          <w:ind w:left="158" w:right="946"/>
                          <w:rPr>
                            <w:sz w:val="20"/>
                          </w:rPr>
                        </w:pPr>
                        <w:r>
                          <w:rPr>
                            <w:sz w:val="20"/>
                          </w:rPr>
                          <w:t>Poor housekeeping. Inadequate ventilation. Excessive vibration.</w:t>
                        </w:r>
                      </w:p>
                      <w:p w14:paraId="27B042C0" w14:textId="77777777" w:rsidR="006B79D5" w:rsidRDefault="00EE4DE8">
                        <w:pPr>
                          <w:spacing w:line="244" w:lineRule="exact"/>
                          <w:ind w:left="158"/>
                          <w:rPr>
                            <w:sz w:val="20"/>
                          </w:rPr>
                        </w:pPr>
                        <w:r>
                          <w:rPr>
                            <w:sz w:val="20"/>
                          </w:rPr>
                          <w:t>Excessive</w:t>
                        </w:r>
                        <w:r>
                          <w:rPr>
                            <w:spacing w:val="-13"/>
                            <w:sz w:val="20"/>
                          </w:rPr>
                          <w:t xml:space="preserve"> </w:t>
                        </w:r>
                        <w:r>
                          <w:rPr>
                            <w:sz w:val="20"/>
                          </w:rPr>
                          <w:t>noise.</w:t>
                        </w:r>
                      </w:p>
                      <w:p w14:paraId="2FFD9671" w14:textId="77777777" w:rsidR="006B79D5" w:rsidRDefault="00EE4DE8">
                        <w:pPr>
                          <w:spacing w:before="1"/>
                          <w:ind w:left="158" w:right="946"/>
                          <w:rPr>
                            <w:sz w:val="20"/>
                          </w:rPr>
                        </w:pPr>
                        <w:r>
                          <w:rPr>
                            <w:sz w:val="20"/>
                          </w:rPr>
                          <w:t>Condition of work</w:t>
                        </w:r>
                        <w:r>
                          <w:rPr>
                            <w:spacing w:val="-15"/>
                            <w:sz w:val="20"/>
                          </w:rPr>
                          <w:t xml:space="preserve"> </w:t>
                        </w:r>
                        <w:r>
                          <w:rPr>
                            <w:sz w:val="20"/>
                          </w:rPr>
                          <w:t>surface. Poor air</w:t>
                        </w:r>
                        <w:r>
                          <w:rPr>
                            <w:spacing w:val="-3"/>
                            <w:sz w:val="20"/>
                          </w:rPr>
                          <w:t xml:space="preserve"> </w:t>
                        </w:r>
                        <w:r>
                          <w:rPr>
                            <w:sz w:val="20"/>
                          </w:rPr>
                          <w:t>quality.</w:t>
                        </w:r>
                      </w:p>
                    </w:txbxContent>
                  </v:textbox>
                </v:shape>
                <w10:wrap anchorx="page" anchory="page"/>
              </v:group>
            </w:pict>
          </mc:Fallback>
        </mc:AlternateContent>
      </w:r>
      <w:r>
        <w:rPr>
          <w:noProof/>
        </w:rPr>
        <mc:AlternateContent>
          <mc:Choice Requires="wpg">
            <w:drawing>
              <wp:anchor distT="0" distB="0" distL="114300" distR="114300" simplePos="0" relativeHeight="251696128" behindDoc="0" locked="0" layoutInCell="1" allowOverlap="1" wp14:anchorId="21DF152A" wp14:editId="063BBA30">
                <wp:simplePos x="0" y="0"/>
                <wp:positionH relativeFrom="page">
                  <wp:posOffset>4900930</wp:posOffset>
                </wp:positionH>
                <wp:positionV relativeFrom="page">
                  <wp:posOffset>5812790</wp:posOffset>
                </wp:positionV>
                <wp:extent cx="2258695" cy="3214370"/>
                <wp:effectExtent l="0" t="0" r="0" b="0"/>
                <wp:wrapNone/>
                <wp:docPr id="218"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58695" cy="3214370"/>
                          <a:chOff x="7718" y="9154"/>
                          <a:chExt cx="3557" cy="5062"/>
                        </a:xfrm>
                      </wpg:grpSpPr>
                      <wps:wsp>
                        <wps:cNvPr id="219" name="AutoShape 195"/>
                        <wps:cNvSpPr>
                          <a:spLocks/>
                        </wps:cNvSpPr>
                        <wps:spPr bwMode="auto">
                          <a:xfrm>
                            <a:off x="7718" y="9153"/>
                            <a:ext cx="3557" cy="5062"/>
                          </a:xfrm>
                          <a:custGeom>
                            <a:avLst/>
                            <a:gdLst>
                              <a:gd name="T0" fmla="+- 0 11275 7718"/>
                              <a:gd name="T1" fmla="*/ T0 w 3557"/>
                              <a:gd name="T2" fmla="+- 0 14215 9154"/>
                              <a:gd name="T3" fmla="*/ 14215 h 5062"/>
                              <a:gd name="T4" fmla="+- 0 7718 7718"/>
                              <a:gd name="T5" fmla="*/ T4 w 3557"/>
                              <a:gd name="T6" fmla="+- 0 14215 9154"/>
                              <a:gd name="T7" fmla="*/ 14215 h 5062"/>
                              <a:gd name="T8" fmla="+- 0 7718 7718"/>
                              <a:gd name="T9" fmla="*/ T8 w 3557"/>
                              <a:gd name="T10" fmla="+- 0 9154 9154"/>
                              <a:gd name="T11" fmla="*/ 9154 h 5062"/>
                              <a:gd name="T12" fmla="+- 0 11275 7718"/>
                              <a:gd name="T13" fmla="*/ T12 w 3557"/>
                              <a:gd name="T14" fmla="+- 0 9154 9154"/>
                              <a:gd name="T15" fmla="*/ 9154 h 5062"/>
                              <a:gd name="T16" fmla="+- 0 11275 7718"/>
                              <a:gd name="T17" fmla="*/ T16 w 3557"/>
                              <a:gd name="T18" fmla="+- 0 9161 9154"/>
                              <a:gd name="T19" fmla="*/ 9161 h 5062"/>
                              <a:gd name="T20" fmla="+- 0 7733 7718"/>
                              <a:gd name="T21" fmla="*/ T20 w 3557"/>
                              <a:gd name="T22" fmla="+- 0 9161 9154"/>
                              <a:gd name="T23" fmla="*/ 9161 h 5062"/>
                              <a:gd name="T24" fmla="+- 0 7726 7718"/>
                              <a:gd name="T25" fmla="*/ T24 w 3557"/>
                              <a:gd name="T26" fmla="+- 0 9168 9154"/>
                              <a:gd name="T27" fmla="*/ 9168 h 5062"/>
                              <a:gd name="T28" fmla="+- 0 7733 7718"/>
                              <a:gd name="T29" fmla="*/ T28 w 3557"/>
                              <a:gd name="T30" fmla="+- 0 9168 9154"/>
                              <a:gd name="T31" fmla="*/ 9168 h 5062"/>
                              <a:gd name="T32" fmla="+- 0 7733 7718"/>
                              <a:gd name="T33" fmla="*/ T32 w 3557"/>
                              <a:gd name="T34" fmla="+- 0 14201 9154"/>
                              <a:gd name="T35" fmla="*/ 14201 h 5062"/>
                              <a:gd name="T36" fmla="+- 0 7726 7718"/>
                              <a:gd name="T37" fmla="*/ T36 w 3557"/>
                              <a:gd name="T38" fmla="+- 0 14201 9154"/>
                              <a:gd name="T39" fmla="*/ 14201 h 5062"/>
                              <a:gd name="T40" fmla="+- 0 7733 7718"/>
                              <a:gd name="T41" fmla="*/ T40 w 3557"/>
                              <a:gd name="T42" fmla="+- 0 14208 9154"/>
                              <a:gd name="T43" fmla="*/ 14208 h 5062"/>
                              <a:gd name="T44" fmla="+- 0 11275 7718"/>
                              <a:gd name="T45" fmla="*/ T44 w 3557"/>
                              <a:gd name="T46" fmla="+- 0 14208 9154"/>
                              <a:gd name="T47" fmla="*/ 14208 h 5062"/>
                              <a:gd name="T48" fmla="+- 0 11275 7718"/>
                              <a:gd name="T49" fmla="*/ T48 w 3557"/>
                              <a:gd name="T50" fmla="+- 0 14215 9154"/>
                              <a:gd name="T51" fmla="*/ 14215 h 5062"/>
                              <a:gd name="T52" fmla="+- 0 7733 7718"/>
                              <a:gd name="T53" fmla="*/ T52 w 3557"/>
                              <a:gd name="T54" fmla="+- 0 9168 9154"/>
                              <a:gd name="T55" fmla="*/ 9168 h 5062"/>
                              <a:gd name="T56" fmla="+- 0 7726 7718"/>
                              <a:gd name="T57" fmla="*/ T56 w 3557"/>
                              <a:gd name="T58" fmla="+- 0 9168 9154"/>
                              <a:gd name="T59" fmla="*/ 9168 h 5062"/>
                              <a:gd name="T60" fmla="+- 0 7733 7718"/>
                              <a:gd name="T61" fmla="*/ T60 w 3557"/>
                              <a:gd name="T62" fmla="+- 0 9161 9154"/>
                              <a:gd name="T63" fmla="*/ 9161 h 5062"/>
                              <a:gd name="T64" fmla="+- 0 7733 7718"/>
                              <a:gd name="T65" fmla="*/ T64 w 3557"/>
                              <a:gd name="T66" fmla="+- 0 9168 9154"/>
                              <a:gd name="T67" fmla="*/ 9168 h 5062"/>
                              <a:gd name="T68" fmla="+- 0 11261 7718"/>
                              <a:gd name="T69" fmla="*/ T68 w 3557"/>
                              <a:gd name="T70" fmla="+- 0 9168 9154"/>
                              <a:gd name="T71" fmla="*/ 9168 h 5062"/>
                              <a:gd name="T72" fmla="+- 0 7733 7718"/>
                              <a:gd name="T73" fmla="*/ T72 w 3557"/>
                              <a:gd name="T74" fmla="+- 0 9168 9154"/>
                              <a:gd name="T75" fmla="*/ 9168 h 5062"/>
                              <a:gd name="T76" fmla="+- 0 7733 7718"/>
                              <a:gd name="T77" fmla="*/ T76 w 3557"/>
                              <a:gd name="T78" fmla="+- 0 9161 9154"/>
                              <a:gd name="T79" fmla="*/ 9161 h 5062"/>
                              <a:gd name="T80" fmla="+- 0 11261 7718"/>
                              <a:gd name="T81" fmla="*/ T80 w 3557"/>
                              <a:gd name="T82" fmla="+- 0 9161 9154"/>
                              <a:gd name="T83" fmla="*/ 9161 h 5062"/>
                              <a:gd name="T84" fmla="+- 0 11261 7718"/>
                              <a:gd name="T85" fmla="*/ T84 w 3557"/>
                              <a:gd name="T86" fmla="+- 0 9168 9154"/>
                              <a:gd name="T87" fmla="*/ 9168 h 5062"/>
                              <a:gd name="T88" fmla="+- 0 11261 7718"/>
                              <a:gd name="T89" fmla="*/ T88 w 3557"/>
                              <a:gd name="T90" fmla="+- 0 14208 9154"/>
                              <a:gd name="T91" fmla="*/ 14208 h 5062"/>
                              <a:gd name="T92" fmla="+- 0 11261 7718"/>
                              <a:gd name="T93" fmla="*/ T92 w 3557"/>
                              <a:gd name="T94" fmla="+- 0 9161 9154"/>
                              <a:gd name="T95" fmla="*/ 9161 h 5062"/>
                              <a:gd name="T96" fmla="+- 0 11268 7718"/>
                              <a:gd name="T97" fmla="*/ T96 w 3557"/>
                              <a:gd name="T98" fmla="+- 0 9168 9154"/>
                              <a:gd name="T99" fmla="*/ 9168 h 5062"/>
                              <a:gd name="T100" fmla="+- 0 11275 7718"/>
                              <a:gd name="T101" fmla="*/ T100 w 3557"/>
                              <a:gd name="T102" fmla="+- 0 9168 9154"/>
                              <a:gd name="T103" fmla="*/ 9168 h 5062"/>
                              <a:gd name="T104" fmla="+- 0 11275 7718"/>
                              <a:gd name="T105" fmla="*/ T104 w 3557"/>
                              <a:gd name="T106" fmla="+- 0 14201 9154"/>
                              <a:gd name="T107" fmla="*/ 14201 h 5062"/>
                              <a:gd name="T108" fmla="+- 0 11268 7718"/>
                              <a:gd name="T109" fmla="*/ T108 w 3557"/>
                              <a:gd name="T110" fmla="+- 0 14201 9154"/>
                              <a:gd name="T111" fmla="*/ 14201 h 5062"/>
                              <a:gd name="T112" fmla="+- 0 11261 7718"/>
                              <a:gd name="T113" fmla="*/ T112 w 3557"/>
                              <a:gd name="T114" fmla="+- 0 14208 9154"/>
                              <a:gd name="T115" fmla="*/ 14208 h 5062"/>
                              <a:gd name="T116" fmla="+- 0 11275 7718"/>
                              <a:gd name="T117" fmla="*/ T116 w 3557"/>
                              <a:gd name="T118" fmla="+- 0 9168 9154"/>
                              <a:gd name="T119" fmla="*/ 9168 h 5062"/>
                              <a:gd name="T120" fmla="+- 0 11268 7718"/>
                              <a:gd name="T121" fmla="*/ T120 w 3557"/>
                              <a:gd name="T122" fmla="+- 0 9168 9154"/>
                              <a:gd name="T123" fmla="*/ 9168 h 5062"/>
                              <a:gd name="T124" fmla="+- 0 11261 7718"/>
                              <a:gd name="T125" fmla="*/ T124 w 3557"/>
                              <a:gd name="T126" fmla="+- 0 9161 9154"/>
                              <a:gd name="T127" fmla="*/ 9161 h 5062"/>
                              <a:gd name="T128" fmla="+- 0 11275 7718"/>
                              <a:gd name="T129" fmla="*/ T128 w 3557"/>
                              <a:gd name="T130" fmla="+- 0 9161 9154"/>
                              <a:gd name="T131" fmla="*/ 9161 h 5062"/>
                              <a:gd name="T132" fmla="+- 0 11275 7718"/>
                              <a:gd name="T133" fmla="*/ T132 w 3557"/>
                              <a:gd name="T134" fmla="+- 0 9168 9154"/>
                              <a:gd name="T135" fmla="*/ 9168 h 5062"/>
                              <a:gd name="T136" fmla="+- 0 7733 7718"/>
                              <a:gd name="T137" fmla="*/ T136 w 3557"/>
                              <a:gd name="T138" fmla="+- 0 14208 9154"/>
                              <a:gd name="T139" fmla="*/ 14208 h 5062"/>
                              <a:gd name="T140" fmla="+- 0 7726 7718"/>
                              <a:gd name="T141" fmla="*/ T140 w 3557"/>
                              <a:gd name="T142" fmla="+- 0 14201 9154"/>
                              <a:gd name="T143" fmla="*/ 14201 h 5062"/>
                              <a:gd name="T144" fmla="+- 0 7733 7718"/>
                              <a:gd name="T145" fmla="*/ T144 w 3557"/>
                              <a:gd name="T146" fmla="+- 0 14201 9154"/>
                              <a:gd name="T147" fmla="*/ 14201 h 5062"/>
                              <a:gd name="T148" fmla="+- 0 7733 7718"/>
                              <a:gd name="T149" fmla="*/ T148 w 3557"/>
                              <a:gd name="T150" fmla="+- 0 14208 9154"/>
                              <a:gd name="T151" fmla="*/ 14208 h 5062"/>
                              <a:gd name="T152" fmla="+- 0 11261 7718"/>
                              <a:gd name="T153" fmla="*/ T152 w 3557"/>
                              <a:gd name="T154" fmla="+- 0 14208 9154"/>
                              <a:gd name="T155" fmla="*/ 14208 h 5062"/>
                              <a:gd name="T156" fmla="+- 0 7733 7718"/>
                              <a:gd name="T157" fmla="*/ T156 w 3557"/>
                              <a:gd name="T158" fmla="+- 0 14208 9154"/>
                              <a:gd name="T159" fmla="*/ 14208 h 5062"/>
                              <a:gd name="T160" fmla="+- 0 7733 7718"/>
                              <a:gd name="T161" fmla="*/ T160 w 3557"/>
                              <a:gd name="T162" fmla="+- 0 14201 9154"/>
                              <a:gd name="T163" fmla="*/ 14201 h 5062"/>
                              <a:gd name="T164" fmla="+- 0 11261 7718"/>
                              <a:gd name="T165" fmla="*/ T164 w 3557"/>
                              <a:gd name="T166" fmla="+- 0 14201 9154"/>
                              <a:gd name="T167" fmla="*/ 14201 h 5062"/>
                              <a:gd name="T168" fmla="+- 0 11261 7718"/>
                              <a:gd name="T169" fmla="*/ T168 w 3557"/>
                              <a:gd name="T170" fmla="+- 0 14208 9154"/>
                              <a:gd name="T171" fmla="*/ 14208 h 5062"/>
                              <a:gd name="T172" fmla="+- 0 11275 7718"/>
                              <a:gd name="T173" fmla="*/ T172 w 3557"/>
                              <a:gd name="T174" fmla="+- 0 14208 9154"/>
                              <a:gd name="T175" fmla="*/ 14208 h 5062"/>
                              <a:gd name="T176" fmla="+- 0 11261 7718"/>
                              <a:gd name="T177" fmla="*/ T176 w 3557"/>
                              <a:gd name="T178" fmla="+- 0 14208 9154"/>
                              <a:gd name="T179" fmla="*/ 14208 h 5062"/>
                              <a:gd name="T180" fmla="+- 0 11268 7718"/>
                              <a:gd name="T181" fmla="*/ T180 w 3557"/>
                              <a:gd name="T182" fmla="+- 0 14201 9154"/>
                              <a:gd name="T183" fmla="*/ 14201 h 5062"/>
                              <a:gd name="T184" fmla="+- 0 11275 7718"/>
                              <a:gd name="T185" fmla="*/ T184 w 3557"/>
                              <a:gd name="T186" fmla="+- 0 14201 9154"/>
                              <a:gd name="T187" fmla="*/ 14201 h 5062"/>
                              <a:gd name="T188" fmla="+- 0 11275 7718"/>
                              <a:gd name="T189" fmla="*/ T188 w 3557"/>
                              <a:gd name="T190" fmla="+- 0 14208 9154"/>
                              <a:gd name="T191" fmla="*/ 14208 h 50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3557" h="5062">
                                <a:moveTo>
                                  <a:pt x="3557" y="5061"/>
                                </a:moveTo>
                                <a:lnTo>
                                  <a:pt x="0" y="5061"/>
                                </a:lnTo>
                                <a:lnTo>
                                  <a:pt x="0" y="0"/>
                                </a:lnTo>
                                <a:lnTo>
                                  <a:pt x="3557" y="0"/>
                                </a:lnTo>
                                <a:lnTo>
                                  <a:pt x="3557" y="7"/>
                                </a:lnTo>
                                <a:lnTo>
                                  <a:pt x="15" y="7"/>
                                </a:lnTo>
                                <a:lnTo>
                                  <a:pt x="8" y="14"/>
                                </a:lnTo>
                                <a:lnTo>
                                  <a:pt x="15" y="14"/>
                                </a:lnTo>
                                <a:lnTo>
                                  <a:pt x="15" y="5047"/>
                                </a:lnTo>
                                <a:lnTo>
                                  <a:pt x="8" y="5047"/>
                                </a:lnTo>
                                <a:lnTo>
                                  <a:pt x="15" y="5054"/>
                                </a:lnTo>
                                <a:lnTo>
                                  <a:pt x="3557" y="5054"/>
                                </a:lnTo>
                                <a:lnTo>
                                  <a:pt x="3557" y="5061"/>
                                </a:lnTo>
                                <a:close/>
                                <a:moveTo>
                                  <a:pt x="15" y="14"/>
                                </a:moveTo>
                                <a:lnTo>
                                  <a:pt x="8" y="14"/>
                                </a:lnTo>
                                <a:lnTo>
                                  <a:pt x="15" y="7"/>
                                </a:lnTo>
                                <a:lnTo>
                                  <a:pt x="15" y="14"/>
                                </a:lnTo>
                                <a:close/>
                                <a:moveTo>
                                  <a:pt x="3543" y="14"/>
                                </a:moveTo>
                                <a:lnTo>
                                  <a:pt x="15" y="14"/>
                                </a:lnTo>
                                <a:lnTo>
                                  <a:pt x="15" y="7"/>
                                </a:lnTo>
                                <a:lnTo>
                                  <a:pt x="3543" y="7"/>
                                </a:lnTo>
                                <a:lnTo>
                                  <a:pt x="3543" y="14"/>
                                </a:lnTo>
                                <a:close/>
                                <a:moveTo>
                                  <a:pt x="3543" y="5054"/>
                                </a:moveTo>
                                <a:lnTo>
                                  <a:pt x="3543" y="7"/>
                                </a:lnTo>
                                <a:lnTo>
                                  <a:pt x="3550" y="14"/>
                                </a:lnTo>
                                <a:lnTo>
                                  <a:pt x="3557" y="14"/>
                                </a:lnTo>
                                <a:lnTo>
                                  <a:pt x="3557" y="5047"/>
                                </a:lnTo>
                                <a:lnTo>
                                  <a:pt x="3550" y="5047"/>
                                </a:lnTo>
                                <a:lnTo>
                                  <a:pt x="3543" y="5054"/>
                                </a:lnTo>
                                <a:close/>
                                <a:moveTo>
                                  <a:pt x="3557" y="14"/>
                                </a:moveTo>
                                <a:lnTo>
                                  <a:pt x="3550" y="14"/>
                                </a:lnTo>
                                <a:lnTo>
                                  <a:pt x="3543" y="7"/>
                                </a:lnTo>
                                <a:lnTo>
                                  <a:pt x="3557" y="7"/>
                                </a:lnTo>
                                <a:lnTo>
                                  <a:pt x="3557" y="14"/>
                                </a:lnTo>
                                <a:close/>
                                <a:moveTo>
                                  <a:pt x="15" y="5054"/>
                                </a:moveTo>
                                <a:lnTo>
                                  <a:pt x="8" y="5047"/>
                                </a:lnTo>
                                <a:lnTo>
                                  <a:pt x="15" y="5047"/>
                                </a:lnTo>
                                <a:lnTo>
                                  <a:pt x="15" y="5054"/>
                                </a:lnTo>
                                <a:close/>
                                <a:moveTo>
                                  <a:pt x="3543" y="5054"/>
                                </a:moveTo>
                                <a:lnTo>
                                  <a:pt x="15" y="5054"/>
                                </a:lnTo>
                                <a:lnTo>
                                  <a:pt x="15" y="5047"/>
                                </a:lnTo>
                                <a:lnTo>
                                  <a:pt x="3543" y="5047"/>
                                </a:lnTo>
                                <a:lnTo>
                                  <a:pt x="3543" y="5054"/>
                                </a:lnTo>
                                <a:close/>
                                <a:moveTo>
                                  <a:pt x="3557" y="5054"/>
                                </a:moveTo>
                                <a:lnTo>
                                  <a:pt x="3543" y="5054"/>
                                </a:lnTo>
                                <a:lnTo>
                                  <a:pt x="3550" y="5047"/>
                                </a:lnTo>
                                <a:lnTo>
                                  <a:pt x="3557" y="5047"/>
                                </a:lnTo>
                                <a:lnTo>
                                  <a:pt x="3557" y="505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0" name="Line 194"/>
                        <wps:cNvCnPr>
                          <a:cxnSpLocks noChangeShapeType="1"/>
                        </wps:cNvCnPr>
                        <wps:spPr bwMode="auto">
                          <a:xfrm>
                            <a:off x="7877" y="9478"/>
                            <a:ext cx="1226"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1" name="Text Box 193"/>
                        <wps:cNvSpPr txBox="1">
                          <a:spLocks noChangeArrowheads="1"/>
                        </wps:cNvSpPr>
                        <wps:spPr bwMode="auto">
                          <a:xfrm>
                            <a:off x="7718" y="9153"/>
                            <a:ext cx="3557" cy="50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724007" w14:textId="77777777" w:rsidR="006B79D5" w:rsidRDefault="00EE4DE8">
                              <w:pPr>
                                <w:spacing w:before="83"/>
                                <w:ind w:left="158"/>
                                <w:rPr>
                                  <w:b/>
                                </w:rPr>
                              </w:pPr>
                              <w:r>
                                <w:rPr>
                                  <w:b/>
                                </w:rPr>
                                <w:t>Management</w:t>
                              </w:r>
                            </w:p>
                            <w:p w14:paraId="070F0B09" w14:textId="77777777" w:rsidR="006B79D5" w:rsidRDefault="00EE4DE8">
                              <w:pPr>
                                <w:ind w:left="158" w:right="526"/>
                                <w:rPr>
                                  <w:sz w:val="20"/>
                                </w:rPr>
                              </w:pPr>
                              <w:r>
                                <w:rPr>
                                  <w:sz w:val="20"/>
                                </w:rPr>
                                <w:t>No management system in place</w:t>
                              </w:r>
                              <w:r>
                                <w:rPr>
                                  <w:spacing w:val="-17"/>
                                  <w:sz w:val="20"/>
                                </w:rPr>
                                <w:t xml:space="preserve"> </w:t>
                              </w:r>
                              <w:r>
                                <w:rPr>
                                  <w:sz w:val="20"/>
                                </w:rPr>
                                <w:t>to control</w:t>
                              </w:r>
                              <w:r>
                                <w:rPr>
                                  <w:spacing w:val="-2"/>
                                  <w:sz w:val="20"/>
                                </w:rPr>
                                <w:t xml:space="preserve"> </w:t>
                              </w:r>
                              <w:r>
                                <w:rPr>
                                  <w:sz w:val="20"/>
                                </w:rPr>
                                <w:t>hazard.</w:t>
                              </w:r>
                            </w:p>
                            <w:p w14:paraId="67271E7A" w14:textId="77777777" w:rsidR="006B79D5" w:rsidRDefault="00EE4DE8">
                              <w:pPr>
                                <w:spacing w:before="1"/>
                                <w:ind w:left="158"/>
                                <w:rPr>
                                  <w:sz w:val="20"/>
                                </w:rPr>
                              </w:pPr>
                              <w:r>
                                <w:rPr>
                                  <w:sz w:val="20"/>
                                </w:rPr>
                                <w:t>Supervision did not detect unsafe conditions or behaviors.</w:t>
                              </w:r>
                            </w:p>
                            <w:p w14:paraId="62C90FBA" w14:textId="77777777" w:rsidR="006B79D5" w:rsidRDefault="00EE4DE8">
                              <w:pPr>
                                <w:ind w:left="158" w:right="107"/>
                                <w:rPr>
                                  <w:sz w:val="20"/>
                                </w:rPr>
                              </w:pPr>
                              <w:r>
                                <w:rPr>
                                  <w:sz w:val="20"/>
                                </w:rPr>
                                <w:t>Supervision did not take action to correct unsafe conditions or behaviors. Lack of supervisor training.</w:t>
                              </w:r>
                            </w:p>
                            <w:p w14:paraId="566D3181" w14:textId="77777777" w:rsidR="006B79D5" w:rsidRDefault="00EE4DE8">
                              <w:pPr>
                                <w:spacing w:before="1"/>
                                <w:ind w:left="158" w:right="526"/>
                                <w:rPr>
                                  <w:sz w:val="20"/>
                                </w:rPr>
                              </w:pPr>
                              <w:r>
                                <w:rPr>
                                  <w:sz w:val="20"/>
                                </w:rPr>
                                <w:t>Lack of accountability for safety. Lack of written procedures.</w:t>
                              </w:r>
                            </w:p>
                            <w:p w14:paraId="36110106" w14:textId="77777777" w:rsidR="006B79D5" w:rsidRDefault="00EE4DE8">
                              <w:pPr>
                                <w:ind w:left="158" w:right="526"/>
                              </w:pPr>
                              <w:r>
                                <w:rPr>
                                  <w:sz w:val="20"/>
                                </w:rPr>
                                <w:t>People not trained/training inadequate</w:t>
                              </w:r>
                              <w:r>
                                <w:t>.</w:t>
                              </w:r>
                            </w:p>
                            <w:p w14:paraId="456110E1" w14:textId="77777777" w:rsidR="006B79D5" w:rsidRDefault="00EE4DE8">
                              <w:pPr>
                                <w:ind w:left="158" w:right="526"/>
                                <w:rPr>
                                  <w:sz w:val="20"/>
                                </w:rPr>
                              </w:pPr>
                              <w:r>
                                <w:rPr>
                                  <w:sz w:val="20"/>
                                </w:rPr>
                                <w:t>No formal hiring process/new hire safety orientation.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DF152A" id="Group 192" o:spid="_x0000_s1034" style="position:absolute;left:0;text-align:left;margin-left:385.9pt;margin-top:457.7pt;width:177.85pt;height:253.1pt;z-index:251696128;mso-position-horizontal-relative:page;mso-position-vertical-relative:page" coordorigin="7718,9154" coordsize="3557,5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">
                <v:shape id="AutoShape 195" o:spid="_x0000_s1035" style="position:absolute;left:7718;top:9153;width:3557;height:5062;visibility:visible;mso-wrap-style:square;v-text-anchor:top" coordsize="3557,5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" path="m3557,5061l,5061,,,3557,r,7l15,7,8,14r7,l15,5047r-7,l15,5054r3542,l3557,5061xm15,14r-7,l15,7r,7xm3543,14l15,14r,-7l3543,7r,7xm3543,5054l3543,7r7,7l3557,14r,5033l3550,5047r-7,7xm3557,14r-7,l3543,7r14,l3557,14xm15,5054r-7,-7l15,5047r,7xm3543,5054r-3528,l15,5047r3528,l3543,5054xm3557,5054r-14,l3550,5047r7,l3557,5054xe" fillcolor="black" stroked="f">
                  <v:path arrowok="t" o:connecttype="custom" o:connectlocs="3557,14215;0,14215;0,9154;3557,9154;3557,9161;15,9161;8,9168;15,9168;15,14201;8,14201;15,14208;3557,14208;3557,14215;15,9168;8,9168;15,9161;15,9168;3543,9168;15,9168;15,9161;3543,9161;3543,9168;3543,14208;3543,9161;3550,9168;3557,9168;3557,14201;3550,14201;3543,14208;3557,9168;3550,9168;3543,9161;3557,9161;3557,9168;15,14208;8,14201;15,14201;15,14208;3543,14208;15,14208;15,14201;3543,14201;3543,14208;3557,14208;3543,14208;3550,14201;3557,14201;3557,14208" o:connectangles="0,0,0,0,0,0,0,0,0,0,0,0,0,0,0,0,0,0,0,0,0,0,0,0,0,0,0,0,0,0,0,0,0,0,0,0,0,0,0,0,0,0,0,0,0,0,0,0"/>
                </v:shape>
                <v:line id="Line 194" o:spid="_x0000_s1036" style="position:absolute;visibility:visible;mso-wrap-style:square" from="7877,9478" to="9103,9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" strokeweight=".72pt"/>
                <v:shape id="Text Box 193" o:spid="_x0000_s1037" type="#_x0000_t202" style="position:absolute;left:7718;top:9153;width:3557;height:50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" filled="f" stroked="f">
                  <v:textbox inset="0,0,0,0">
                    <w:txbxContent>
                      <w:p w14:paraId="31724007" w14:textId="77777777" w:rsidR="006B79D5" w:rsidRDefault="00EE4DE8">
                        <w:pPr>
                          <w:spacing w:before="83"/>
                          <w:ind w:left="158"/>
                          <w:rPr>
                            <w:b/>
                          </w:rPr>
                        </w:pPr>
                        <w:r>
                          <w:rPr>
                            <w:b/>
                          </w:rPr>
                          <w:t>Management</w:t>
                        </w:r>
                      </w:p>
                      <w:p w14:paraId="070F0B09" w14:textId="77777777" w:rsidR="006B79D5" w:rsidRDefault="00EE4DE8">
                        <w:pPr>
                          <w:ind w:left="158" w:right="526"/>
                          <w:rPr>
                            <w:sz w:val="20"/>
                          </w:rPr>
                        </w:pPr>
                        <w:r>
                          <w:rPr>
                            <w:sz w:val="20"/>
                          </w:rPr>
                          <w:t>No management system in place</w:t>
                        </w:r>
                        <w:r>
                          <w:rPr>
                            <w:spacing w:val="-17"/>
                            <w:sz w:val="20"/>
                          </w:rPr>
                          <w:t xml:space="preserve"> </w:t>
                        </w:r>
                        <w:r>
                          <w:rPr>
                            <w:sz w:val="20"/>
                          </w:rPr>
                          <w:t>to control</w:t>
                        </w:r>
                        <w:r>
                          <w:rPr>
                            <w:spacing w:val="-2"/>
                            <w:sz w:val="20"/>
                          </w:rPr>
                          <w:t xml:space="preserve"> </w:t>
                        </w:r>
                        <w:r>
                          <w:rPr>
                            <w:sz w:val="20"/>
                          </w:rPr>
                          <w:t>hazard.</w:t>
                        </w:r>
                      </w:p>
                      <w:p w14:paraId="67271E7A" w14:textId="77777777" w:rsidR="006B79D5" w:rsidRDefault="00EE4DE8">
                        <w:pPr>
                          <w:spacing w:before="1"/>
                          <w:ind w:left="158"/>
                          <w:rPr>
                            <w:sz w:val="20"/>
                          </w:rPr>
                        </w:pPr>
                        <w:r>
                          <w:rPr>
                            <w:sz w:val="20"/>
                          </w:rPr>
                          <w:t>Supervision did not detect unsafe conditions or behaviors.</w:t>
                        </w:r>
                      </w:p>
                      <w:p w14:paraId="62C90FBA" w14:textId="77777777" w:rsidR="006B79D5" w:rsidRDefault="00EE4DE8">
                        <w:pPr>
                          <w:ind w:left="158" w:right="107"/>
                          <w:rPr>
                            <w:sz w:val="20"/>
                          </w:rPr>
                        </w:pPr>
                        <w:r>
                          <w:rPr>
                            <w:sz w:val="20"/>
                          </w:rPr>
                          <w:t>Supervision did not take action to correct unsafe conditions or behaviors. Lack of supervisor training.</w:t>
                        </w:r>
                      </w:p>
                      <w:p w14:paraId="566D3181" w14:textId="77777777" w:rsidR="006B79D5" w:rsidRDefault="00EE4DE8">
                        <w:pPr>
                          <w:spacing w:before="1"/>
                          <w:ind w:left="158" w:right="526"/>
                          <w:rPr>
                            <w:sz w:val="20"/>
                          </w:rPr>
                        </w:pPr>
                        <w:r>
                          <w:rPr>
                            <w:sz w:val="20"/>
                          </w:rPr>
                          <w:t>Lack of accountability for safety. Lack of written procedures.</w:t>
                        </w:r>
                      </w:p>
                      <w:p w14:paraId="36110106" w14:textId="77777777" w:rsidR="006B79D5" w:rsidRDefault="00EE4DE8">
                        <w:pPr>
                          <w:ind w:left="158" w:right="526"/>
                        </w:pPr>
                        <w:r>
                          <w:rPr>
                            <w:sz w:val="20"/>
                          </w:rPr>
                          <w:t>People not trained/training inadequate</w:t>
                        </w:r>
                        <w:r>
                          <w:t>.</w:t>
                        </w:r>
                      </w:p>
                      <w:p w14:paraId="456110E1" w14:textId="77777777" w:rsidR="006B79D5" w:rsidRDefault="00EE4DE8">
                        <w:pPr>
                          <w:ind w:left="158" w:right="526"/>
                          <w:rPr>
                            <w:sz w:val="20"/>
                          </w:rPr>
                        </w:pPr>
                        <w:r>
                          <w:rPr>
                            <w:sz w:val="20"/>
                          </w:rPr>
                          <w:t>No formal hiring process/new hire safety orientation.</w:t>
                        </w:r>
                      </w:p>
                    </w:txbxContent>
                  </v:textbox>
                </v:shape>
                <w10:wrap anchorx="page" anchory="page"/>
              </v:group>
            </w:pict>
          </mc:Fallback>
        </mc:AlternateContent>
      </w:r>
      <w:r w:rsidR="00EE4DE8">
        <w:rPr>
          <w:b/>
        </w:rPr>
        <w:t>Incident Analysis Form</w:t>
      </w:r>
    </w:p>
    <w:p w14:paraId="1C85CC5B" w14:textId="77777777" w:rsidR="006B79D5" w:rsidRDefault="00EE4DE8">
      <w:pPr>
        <w:pStyle w:val="BodyText"/>
        <w:spacing w:before="120"/>
        <w:ind w:left="1020"/>
      </w:pPr>
      <w:r>
        <w:t>Instructions:</w:t>
      </w:r>
    </w:p>
    <w:p w14:paraId="53FD820B" w14:textId="77777777" w:rsidR="006B79D5" w:rsidRDefault="00EE4DE8">
      <w:pPr>
        <w:pStyle w:val="ListParagraph"/>
        <w:numPr>
          <w:ilvl w:val="0"/>
          <w:numId w:val="1"/>
        </w:numPr>
        <w:tabs>
          <w:tab w:val="left" w:pos="1380"/>
        </w:tabs>
        <w:spacing w:before="120"/>
      </w:pPr>
      <w:r>
        <w:t>Write down the incident event in the space in the middle of the</w:t>
      </w:r>
      <w:r>
        <w:rPr>
          <w:spacing w:val="-19"/>
        </w:rPr>
        <w:t xml:space="preserve"> </w:t>
      </w:r>
      <w:r>
        <w:t>page.</w:t>
      </w:r>
    </w:p>
    <w:p w14:paraId="3F72C8AC" w14:textId="77777777" w:rsidR="006B79D5" w:rsidRDefault="00EE4DE8">
      <w:pPr>
        <w:pStyle w:val="ListParagraph"/>
        <w:numPr>
          <w:ilvl w:val="0"/>
          <w:numId w:val="1"/>
        </w:numPr>
        <w:tabs>
          <w:tab w:val="left" w:pos="1380"/>
        </w:tabs>
      </w:pPr>
      <w:r>
        <w:t>Determine if the incident circumstances are in the areas of People, Equipment, or</w:t>
      </w:r>
      <w:r>
        <w:rPr>
          <w:spacing w:val="-21"/>
        </w:rPr>
        <w:t xml:space="preserve"> </w:t>
      </w:r>
      <w:r>
        <w:t>Management.</w:t>
      </w:r>
    </w:p>
    <w:p w14:paraId="31893ECF" w14:textId="77777777" w:rsidR="006B79D5" w:rsidRDefault="00EE4DE8">
      <w:pPr>
        <w:pStyle w:val="ListParagraph"/>
        <w:numPr>
          <w:ilvl w:val="0"/>
          <w:numId w:val="1"/>
        </w:numPr>
        <w:tabs>
          <w:tab w:val="left" w:pos="1380"/>
        </w:tabs>
        <w:spacing w:line="256" w:lineRule="auto"/>
        <w:ind w:right="846"/>
      </w:pPr>
      <w:r>
        <w:t>If there are circumstances in a particular section, ask a series of “why?” questions to determine the reasons for every set of</w:t>
      </w:r>
      <w:r>
        <w:rPr>
          <w:spacing w:val="-12"/>
        </w:rPr>
        <w:t xml:space="preserve"> </w:t>
      </w:r>
      <w:r>
        <w:t>circumstances.</w:t>
      </w:r>
    </w:p>
    <w:p w14:paraId="793B5A3F" w14:textId="77777777" w:rsidR="006B79D5" w:rsidRDefault="00EE4DE8">
      <w:pPr>
        <w:pStyle w:val="ListParagraph"/>
        <w:numPr>
          <w:ilvl w:val="0"/>
          <w:numId w:val="1"/>
        </w:numPr>
        <w:tabs>
          <w:tab w:val="left" w:pos="1380"/>
        </w:tabs>
        <w:spacing w:before="124" w:line="259" w:lineRule="auto"/>
        <w:ind w:right="846"/>
      </w:pPr>
      <w:r>
        <w:t>When you have run out of “why?” questions, analyze the result. Eliminate any unlikely causes or circumstances that you cannot control. Identify the incident</w:t>
      </w:r>
      <w:r>
        <w:rPr>
          <w:spacing w:val="-10"/>
        </w:rPr>
        <w:t xml:space="preserve"> </w:t>
      </w:r>
      <w:r>
        <w:t>cause.</w:t>
      </w:r>
    </w:p>
    <w:p w14:paraId="750214ED" w14:textId="77777777" w:rsidR="006B79D5" w:rsidRDefault="001B44F0">
      <w:pPr>
        <w:pStyle w:val="ListParagraph"/>
        <w:numPr>
          <w:ilvl w:val="0"/>
          <w:numId w:val="1"/>
        </w:numPr>
        <w:tabs>
          <w:tab w:val="left" w:pos="1380"/>
        </w:tabs>
        <w:spacing w:before="120" w:line="256" w:lineRule="auto"/>
        <w:ind w:right="847"/>
      </w:pPr>
      <w:r>
        <w:rPr>
          <w:noProof/>
        </w:rPr>
        <mc:AlternateContent>
          <mc:Choice Requires="wpg">
            <w:drawing>
              <wp:anchor distT="0" distB="0" distL="114300" distR="114300" simplePos="0" relativeHeight="251689984" behindDoc="0" locked="0" layoutInCell="1" allowOverlap="1" wp14:anchorId="3C627351" wp14:editId="27EEC6E4">
                <wp:simplePos x="0" y="0"/>
                <wp:positionH relativeFrom="page">
                  <wp:posOffset>917575</wp:posOffset>
                </wp:positionH>
                <wp:positionV relativeFrom="paragraph">
                  <wp:posOffset>547370</wp:posOffset>
                </wp:positionV>
                <wp:extent cx="2077720" cy="2204085"/>
                <wp:effectExtent l="0" t="0" r="0" b="0"/>
                <wp:wrapNone/>
                <wp:docPr id="214"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77720" cy="2204085"/>
                          <a:chOff x="1445" y="862"/>
                          <a:chExt cx="3272" cy="3471"/>
                        </a:xfrm>
                      </wpg:grpSpPr>
                      <wps:wsp>
                        <wps:cNvPr id="215" name="AutoShape 191"/>
                        <wps:cNvSpPr>
                          <a:spLocks/>
                        </wps:cNvSpPr>
                        <wps:spPr bwMode="auto">
                          <a:xfrm>
                            <a:off x="1444" y="862"/>
                            <a:ext cx="3272" cy="3471"/>
                          </a:xfrm>
                          <a:custGeom>
                            <a:avLst/>
                            <a:gdLst>
                              <a:gd name="T0" fmla="+- 0 4716 1445"/>
                              <a:gd name="T1" fmla="*/ T0 w 3272"/>
                              <a:gd name="T2" fmla="+- 0 4333 862"/>
                              <a:gd name="T3" fmla="*/ 4333 h 3471"/>
                              <a:gd name="T4" fmla="+- 0 1445 1445"/>
                              <a:gd name="T5" fmla="*/ T4 w 3272"/>
                              <a:gd name="T6" fmla="+- 0 4333 862"/>
                              <a:gd name="T7" fmla="*/ 4333 h 3471"/>
                              <a:gd name="T8" fmla="+- 0 1445 1445"/>
                              <a:gd name="T9" fmla="*/ T8 w 3272"/>
                              <a:gd name="T10" fmla="+- 0 862 862"/>
                              <a:gd name="T11" fmla="*/ 862 h 3471"/>
                              <a:gd name="T12" fmla="+- 0 4716 1445"/>
                              <a:gd name="T13" fmla="*/ T12 w 3272"/>
                              <a:gd name="T14" fmla="+- 0 862 862"/>
                              <a:gd name="T15" fmla="*/ 862 h 3471"/>
                              <a:gd name="T16" fmla="+- 0 4716 1445"/>
                              <a:gd name="T17" fmla="*/ T16 w 3272"/>
                              <a:gd name="T18" fmla="+- 0 869 862"/>
                              <a:gd name="T19" fmla="*/ 869 h 3471"/>
                              <a:gd name="T20" fmla="+- 0 1462 1445"/>
                              <a:gd name="T21" fmla="*/ T20 w 3272"/>
                              <a:gd name="T22" fmla="+- 0 869 862"/>
                              <a:gd name="T23" fmla="*/ 869 h 3471"/>
                              <a:gd name="T24" fmla="+- 0 1452 1445"/>
                              <a:gd name="T25" fmla="*/ T24 w 3272"/>
                              <a:gd name="T26" fmla="+- 0 877 862"/>
                              <a:gd name="T27" fmla="*/ 877 h 3471"/>
                              <a:gd name="T28" fmla="+- 0 1462 1445"/>
                              <a:gd name="T29" fmla="*/ T28 w 3272"/>
                              <a:gd name="T30" fmla="+- 0 877 862"/>
                              <a:gd name="T31" fmla="*/ 877 h 3471"/>
                              <a:gd name="T32" fmla="+- 0 1462 1445"/>
                              <a:gd name="T33" fmla="*/ T32 w 3272"/>
                              <a:gd name="T34" fmla="+- 0 4318 862"/>
                              <a:gd name="T35" fmla="*/ 4318 h 3471"/>
                              <a:gd name="T36" fmla="+- 0 1452 1445"/>
                              <a:gd name="T37" fmla="*/ T36 w 3272"/>
                              <a:gd name="T38" fmla="+- 0 4318 862"/>
                              <a:gd name="T39" fmla="*/ 4318 h 3471"/>
                              <a:gd name="T40" fmla="+- 0 1462 1445"/>
                              <a:gd name="T41" fmla="*/ T40 w 3272"/>
                              <a:gd name="T42" fmla="+- 0 4325 862"/>
                              <a:gd name="T43" fmla="*/ 4325 h 3471"/>
                              <a:gd name="T44" fmla="+- 0 4716 1445"/>
                              <a:gd name="T45" fmla="*/ T44 w 3272"/>
                              <a:gd name="T46" fmla="+- 0 4325 862"/>
                              <a:gd name="T47" fmla="*/ 4325 h 3471"/>
                              <a:gd name="T48" fmla="+- 0 4716 1445"/>
                              <a:gd name="T49" fmla="*/ T48 w 3272"/>
                              <a:gd name="T50" fmla="+- 0 4333 862"/>
                              <a:gd name="T51" fmla="*/ 4333 h 3471"/>
                              <a:gd name="T52" fmla="+- 0 1462 1445"/>
                              <a:gd name="T53" fmla="*/ T52 w 3272"/>
                              <a:gd name="T54" fmla="+- 0 877 862"/>
                              <a:gd name="T55" fmla="*/ 877 h 3471"/>
                              <a:gd name="T56" fmla="+- 0 1452 1445"/>
                              <a:gd name="T57" fmla="*/ T56 w 3272"/>
                              <a:gd name="T58" fmla="+- 0 877 862"/>
                              <a:gd name="T59" fmla="*/ 877 h 3471"/>
                              <a:gd name="T60" fmla="+- 0 1462 1445"/>
                              <a:gd name="T61" fmla="*/ T60 w 3272"/>
                              <a:gd name="T62" fmla="+- 0 869 862"/>
                              <a:gd name="T63" fmla="*/ 869 h 3471"/>
                              <a:gd name="T64" fmla="+- 0 1462 1445"/>
                              <a:gd name="T65" fmla="*/ T64 w 3272"/>
                              <a:gd name="T66" fmla="+- 0 877 862"/>
                              <a:gd name="T67" fmla="*/ 877 h 3471"/>
                              <a:gd name="T68" fmla="+- 0 4702 1445"/>
                              <a:gd name="T69" fmla="*/ T68 w 3272"/>
                              <a:gd name="T70" fmla="+- 0 877 862"/>
                              <a:gd name="T71" fmla="*/ 877 h 3471"/>
                              <a:gd name="T72" fmla="+- 0 1462 1445"/>
                              <a:gd name="T73" fmla="*/ T72 w 3272"/>
                              <a:gd name="T74" fmla="+- 0 877 862"/>
                              <a:gd name="T75" fmla="*/ 877 h 3471"/>
                              <a:gd name="T76" fmla="+- 0 1462 1445"/>
                              <a:gd name="T77" fmla="*/ T76 w 3272"/>
                              <a:gd name="T78" fmla="+- 0 869 862"/>
                              <a:gd name="T79" fmla="*/ 869 h 3471"/>
                              <a:gd name="T80" fmla="+- 0 4702 1445"/>
                              <a:gd name="T81" fmla="*/ T80 w 3272"/>
                              <a:gd name="T82" fmla="+- 0 869 862"/>
                              <a:gd name="T83" fmla="*/ 869 h 3471"/>
                              <a:gd name="T84" fmla="+- 0 4702 1445"/>
                              <a:gd name="T85" fmla="*/ T84 w 3272"/>
                              <a:gd name="T86" fmla="+- 0 877 862"/>
                              <a:gd name="T87" fmla="*/ 877 h 3471"/>
                              <a:gd name="T88" fmla="+- 0 4702 1445"/>
                              <a:gd name="T89" fmla="*/ T88 w 3272"/>
                              <a:gd name="T90" fmla="+- 0 4325 862"/>
                              <a:gd name="T91" fmla="*/ 4325 h 3471"/>
                              <a:gd name="T92" fmla="+- 0 4702 1445"/>
                              <a:gd name="T93" fmla="*/ T92 w 3272"/>
                              <a:gd name="T94" fmla="+- 0 869 862"/>
                              <a:gd name="T95" fmla="*/ 869 h 3471"/>
                              <a:gd name="T96" fmla="+- 0 4709 1445"/>
                              <a:gd name="T97" fmla="*/ T96 w 3272"/>
                              <a:gd name="T98" fmla="+- 0 877 862"/>
                              <a:gd name="T99" fmla="*/ 877 h 3471"/>
                              <a:gd name="T100" fmla="+- 0 4716 1445"/>
                              <a:gd name="T101" fmla="*/ T100 w 3272"/>
                              <a:gd name="T102" fmla="+- 0 877 862"/>
                              <a:gd name="T103" fmla="*/ 877 h 3471"/>
                              <a:gd name="T104" fmla="+- 0 4716 1445"/>
                              <a:gd name="T105" fmla="*/ T104 w 3272"/>
                              <a:gd name="T106" fmla="+- 0 4318 862"/>
                              <a:gd name="T107" fmla="*/ 4318 h 3471"/>
                              <a:gd name="T108" fmla="+- 0 4709 1445"/>
                              <a:gd name="T109" fmla="*/ T108 w 3272"/>
                              <a:gd name="T110" fmla="+- 0 4318 862"/>
                              <a:gd name="T111" fmla="*/ 4318 h 3471"/>
                              <a:gd name="T112" fmla="+- 0 4702 1445"/>
                              <a:gd name="T113" fmla="*/ T112 w 3272"/>
                              <a:gd name="T114" fmla="+- 0 4325 862"/>
                              <a:gd name="T115" fmla="*/ 4325 h 3471"/>
                              <a:gd name="T116" fmla="+- 0 4716 1445"/>
                              <a:gd name="T117" fmla="*/ T116 w 3272"/>
                              <a:gd name="T118" fmla="+- 0 877 862"/>
                              <a:gd name="T119" fmla="*/ 877 h 3471"/>
                              <a:gd name="T120" fmla="+- 0 4709 1445"/>
                              <a:gd name="T121" fmla="*/ T120 w 3272"/>
                              <a:gd name="T122" fmla="+- 0 877 862"/>
                              <a:gd name="T123" fmla="*/ 877 h 3471"/>
                              <a:gd name="T124" fmla="+- 0 4702 1445"/>
                              <a:gd name="T125" fmla="*/ T124 w 3272"/>
                              <a:gd name="T126" fmla="+- 0 869 862"/>
                              <a:gd name="T127" fmla="*/ 869 h 3471"/>
                              <a:gd name="T128" fmla="+- 0 4716 1445"/>
                              <a:gd name="T129" fmla="*/ T128 w 3272"/>
                              <a:gd name="T130" fmla="+- 0 869 862"/>
                              <a:gd name="T131" fmla="*/ 869 h 3471"/>
                              <a:gd name="T132" fmla="+- 0 4716 1445"/>
                              <a:gd name="T133" fmla="*/ T132 w 3272"/>
                              <a:gd name="T134" fmla="+- 0 877 862"/>
                              <a:gd name="T135" fmla="*/ 877 h 3471"/>
                              <a:gd name="T136" fmla="+- 0 1462 1445"/>
                              <a:gd name="T137" fmla="*/ T136 w 3272"/>
                              <a:gd name="T138" fmla="+- 0 4325 862"/>
                              <a:gd name="T139" fmla="*/ 4325 h 3471"/>
                              <a:gd name="T140" fmla="+- 0 1452 1445"/>
                              <a:gd name="T141" fmla="*/ T140 w 3272"/>
                              <a:gd name="T142" fmla="+- 0 4318 862"/>
                              <a:gd name="T143" fmla="*/ 4318 h 3471"/>
                              <a:gd name="T144" fmla="+- 0 1462 1445"/>
                              <a:gd name="T145" fmla="*/ T144 w 3272"/>
                              <a:gd name="T146" fmla="+- 0 4318 862"/>
                              <a:gd name="T147" fmla="*/ 4318 h 3471"/>
                              <a:gd name="T148" fmla="+- 0 1462 1445"/>
                              <a:gd name="T149" fmla="*/ T148 w 3272"/>
                              <a:gd name="T150" fmla="+- 0 4325 862"/>
                              <a:gd name="T151" fmla="*/ 4325 h 3471"/>
                              <a:gd name="T152" fmla="+- 0 4702 1445"/>
                              <a:gd name="T153" fmla="*/ T152 w 3272"/>
                              <a:gd name="T154" fmla="+- 0 4325 862"/>
                              <a:gd name="T155" fmla="*/ 4325 h 3471"/>
                              <a:gd name="T156" fmla="+- 0 1462 1445"/>
                              <a:gd name="T157" fmla="*/ T156 w 3272"/>
                              <a:gd name="T158" fmla="+- 0 4325 862"/>
                              <a:gd name="T159" fmla="*/ 4325 h 3471"/>
                              <a:gd name="T160" fmla="+- 0 1462 1445"/>
                              <a:gd name="T161" fmla="*/ T160 w 3272"/>
                              <a:gd name="T162" fmla="+- 0 4318 862"/>
                              <a:gd name="T163" fmla="*/ 4318 h 3471"/>
                              <a:gd name="T164" fmla="+- 0 4702 1445"/>
                              <a:gd name="T165" fmla="*/ T164 w 3272"/>
                              <a:gd name="T166" fmla="+- 0 4318 862"/>
                              <a:gd name="T167" fmla="*/ 4318 h 3471"/>
                              <a:gd name="T168" fmla="+- 0 4702 1445"/>
                              <a:gd name="T169" fmla="*/ T168 w 3272"/>
                              <a:gd name="T170" fmla="+- 0 4325 862"/>
                              <a:gd name="T171" fmla="*/ 4325 h 3471"/>
                              <a:gd name="T172" fmla="+- 0 4716 1445"/>
                              <a:gd name="T173" fmla="*/ T172 w 3272"/>
                              <a:gd name="T174" fmla="+- 0 4325 862"/>
                              <a:gd name="T175" fmla="*/ 4325 h 3471"/>
                              <a:gd name="T176" fmla="+- 0 4702 1445"/>
                              <a:gd name="T177" fmla="*/ T176 w 3272"/>
                              <a:gd name="T178" fmla="+- 0 4325 862"/>
                              <a:gd name="T179" fmla="*/ 4325 h 3471"/>
                              <a:gd name="T180" fmla="+- 0 4709 1445"/>
                              <a:gd name="T181" fmla="*/ T180 w 3272"/>
                              <a:gd name="T182" fmla="+- 0 4318 862"/>
                              <a:gd name="T183" fmla="*/ 4318 h 3471"/>
                              <a:gd name="T184" fmla="+- 0 4716 1445"/>
                              <a:gd name="T185" fmla="*/ T184 w 3272"/>
                              <a:gd name="T186" fmla="+- 0 4318 862"/>
                              <a:gd name="T187" fmla="*/ 4318 h 3471"/>
                              <a:gd name="T188" fmla="+- 0 4716 1445"/>
                              <a:gd name="T189" fmla="*/ T188 w 3272"/>
                              <a:gd name="T190" fmla="+- 0 4325 862"/>
                              <a:gd name="T191" fmla="*/ 4325 h 347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3272" h="3471">
                                <a:moveTo>
                                  <a:pt x="3271" y="3471"/>
                                </a:moveTo>
                                <a:lnTo>
                                  <a:pt x="0" y="3471"/>
                                </a:lnTo>
                                <a:lnTo>
                                  <a:pt x="0" y="0"/>
                                </a:lnTo>
                                <a:lnTo>
                                  <a:pt x="3271" y="0"/>
                                </a:lnTo>
                                <a:lnTo>
                                  <a:pt x="3271" y="7"/>
                                </a:lnTo>
                                <a:lnTo>
                                  <a:pt x="17" y="7"/>
                                </a:lnTo>
                                <a:lnTo>
                                  <a:pt x="7" y="15"/>
                                </a:lnTo>
                                <a:lnTo>
                                  <a:pt x="17" y="15"/>
                                </a:lnTo>
                                <a:lnTo>
                                  <a:pt x="17" y="3456"/>
                                </a:lnTo>
                                <a:lnTo>
                                  <a:pt x="7" y="3456"/>
                                </a:lnTo>
                                <a:lnTo>
                                  <a:pt x="17" y="3463"/>
                                </a:lnTo>
                                <a:lnTo>
                                  <a:pt x="3271" y="3463"/>
                                </a:lnTo>
                                <a:lnTo>
                                  <a:pt x="3271" y="3471"/>
                                </a:lnTo>
                                <a:close/>
                                <a:moveTo>
                                  <a:pt x="17" y="15"/>
                                </a:moveTo>
                                <a:lnTo>
                                  <a:pt x="7" y="15"/>
                                </a:lnTo>
                                <a:lnTo>
                                  <a:pt x="17" y="7"/>
                                </a:lnTo>
                                <a:lnTo>
                                  <a:pt x="17" y="15"/>
                                </a:lnTo>
                                <a:close/>
                                <a:moveTo>
                                  <a:pt x="3257" y="15"/>
                                </a:moveTo>
                                <a:lnTo>
                                  <a:pt x="17" y="15"/>
                                </a:lnTo>
                                <a:lnTo>
                                  <a:pt x="17" y="7"/>
                                </a:lnTo>
                                <a:lnTo>
                                  <a:pt x="3257" y="7"/>
                                </a:lnTo>
                                <a:lnTo>
                                  <a:pt x="3257" y="15"/>
                                </a:lnTo>
                                <a:close/>
                                <a:moveTo>
                                  <a:pt x="3257" y="3463"/>
                                </a:moveTo>
                                <a:lnTo>
                                  <a:pt x="3257" y="7"/>
                                </a:lnTo>
                                <a:lnTo>
                                  <a:pt x="3264" y="15"/>
                                </a:lnTo>
                                <a:lnTo>
                                  <a:pt x="3271" y="15"/>
                                </a:lnTo>
                                <a:lnTo>
                                  <a:pt x="3271" y="3456"/>
                                </a:lnTo>
                                <a:lnTo>
                                  <a:pt x="3264" y="3456"/>
                                </a:lnTo>
                                <a:lnTo>
                                  <a:pt x="3257" y="3463"/>
                                </a:lnTo>
                                <a:close/>
                                <a:moveTo>
                                  <a:pt x="3271" y="15"/>
                                </a:moveTo>
                                <a:lnTo>
                                  <a:pt x="3264" y="15"/>
                                </a:lnTo>
                                <a:lnTo>
                                  <a:pt x="3257" y="7"/>
                                </a:lnTo>
                                <a:lnTo>
                                  <a:pt x="3271" y="7"/>
                                </a:lnTo>
                                <a:lnTo>
                                  <a:pt x="3271" y="15"/>
                                </a:lnTo>
                                <a:close/>
                                <a:moveTo>
                                  <a:pt x="17" y="3463"/>
                                </a:moveTo>
                                <a:lnTo>
                                  <a:pt x="7" y="3456"/>
                                </a:lnTo>
                                <a:lnTo>
                                  <a:pt x="17" y="3456"/>
                                </a:lnTo>
                                <a:lnTo>
                                  <a:pt x="17" y="3463"/>
                                </a:lnTo>
                                <a:close/>
                                <a:moveTo>
                                  <a:pt x="3257" y="3463"/>
                                </a:moveTo>
                                <a:lnTo>
                                  <a:pt x="17" y="3463"/>
                                </a:lnTo>
                                <a:lnTo>
                                  <a:pt x="17" y="3456"/>
                                </a:lnTo>
                                <a:lnTo>
                                  <a:pt x="3257" y="3456"/>
                                </a:lnTo>
                                <a:lnTo>
                                  <a:pt x="3257" y="3463"/>
                                </a:lnTo>
                                <a:close/>
                                <a:moveTo>
                                  <a:pt x="3271" y="3463"/>
                                </a:moveTo>
                                <a:lnTo>
                                  <a:pt x="3257" y="3463"/>
                                </a:lnTo>
                                <a:lnTo>
                                  <a:pt x="3264" y="3456"/>
                                </a:lnTo>
                                <a:lnTo>
                                  <a:pt x="3271" y="3456"/>
                                </a:lnTo>
                                <a:lnTo>
                                  <a:pt x="3271" y="346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6" name="Line 190"/>
                        <wps:cNvCnPr>
                          <a:cxnSpLocks noChangeShapeType="1"/>
                        </wps:cNvCnPr>
                        <wps:spPr bwMode="auto">
                          <a:xfrm>
                            <a:off x="1603" y="1184"/>
                            <a:ext cx="629"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7" name="Text Box 189"/>
                        <wps:cNvSpPr txBox="1">
                          <a:spLocks noChangeArrowheads="1"/>
                        </wps:cNvSpPr>
                        <wps:spPr bwMode="auto">
                          <a:xfrm>
                            <a:off x="1444" y="862"/>
                            <a:ext cx="3272" cy="34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AD0482" w14:textId="77777777" w:rsidR="006B79D5" w:rsidRDefault="00EE4DE8">
                              <w:pPr>
                                <w:spacing w:before="81"/>
                                <w:ind w:left="158"/>
                                <w:rPr>
                                  <w:b/>
                                </w:rPr>
                              </w:pPr>
                              <w:r>
                                <w:rPr>
                                  <w:b/>
                                </w:rPr>
                                <w:t>People</w:t>
                              </w:r>
                            </w:p>
                            <w:p w14:paraId="2092F3DA" w14:textId="77777777" w:rsidR="006B79D5" w:rsidRDefault="00EE4DE8">
                              <w:pPr>
                                <w:spacing w:before="2"/>
                                <w:ind w:left="158" w:right="713"/>
                                <w:rPr>
                                  <w:sz w:val="20"/>
                                </w:rPr>
                              </w:pPr>
                              <w:r>
                                <w:rPr>
                                  <w:sz w:val="20"/>
                                </w:rPr>
                                <w:t>Procedures not followed. Procedures not known or not understood.</w:t>
                              </w:r>
                            </w:p>
                            <w:p w14:paraId="40A1B927" w14:textId="77777777" w:rsidR="006B79D5" w:rsidRDefault="00EE4DE8">
                              <w:pPr>
                                <w:ind w:left="158" w:right="567"/>
                                <w:rPr>
                                  <w:sz w:val="20"/>
                                </w:rPr>
                              </w:pPr>
                              <w:r>
                                <w:rPr>
                                  <w:sz w:val="20"/>
                                </w:rPr>
                                <w:t>Task too difficult to perform by employee.</w:t>
                              </w:r>
                            </w:p>
                            <w:p w14:paraId="1748E789" w14:textId="77777777" w:rsidR="006B79D5" w:rsidRDefault="00EE4DE8">
                              <w:pPr>
                                <w:spacing w:before="1"/>
                                <w:ind w:left="158"/>
                                <w:rPr>
                                  <w:sz w:val="20"/>
                                </w:rPr>
                              </w:pPr>
                              <w:r>
                                <w:rPr>
                                  <w:sz w:val="20"/>
                                </w:rPr>
                                <w:t>PPE not used.</w:t>
                              </w:r>
                            </w:p>
                            <w:p w14:paraId="62E7287E" w14:textId="77777777" w:rsidR="006B79D5" w:rsidRDefault="00EE4DE8">
                              <w:pPr>
                                <w:spacing w:before="1"/>
                                <w:ind w:left="158" w:right="479"/>
                                <w:rPr>
                                  <w:sz w:val="20"/>
                                </w:rPr>
                              </w:pPr>
                              <w:r>
                                <w:rPr>
                                  <w:sz w:val="20"/>
                                </w:rPr>
                                <w:t>Distraction, emotions or</w:t>
                              </w:r>
                              <w:r>
                                <w:rPr>
                                  <w:spacing w:val="-19"/>
                                  <w:sz w:val="20"/>
                                </w:rPr>
                                <w:t xml:space="preserve"> </w:t>
                              </w:r>
                              <w:r>
                                <w:rPr>
                                  <w:sz w:val="20"/>
                                </w:rPr>
                                <w:t>fatigue. Medical</w:t>
                              </w:r>
                              <w:r>
                                <w:rPr>
                                  <w:spacing w:val="-2"/>
                                  <w:sz w:val="20"/>
                                </w:rPr>
                                <w:t xml:space="preserve"> </w:t>
                              </w:r>
                              <w:r>
                                <w:rPr>
                                  <w:sz w:val="20"/>
                                </w:rPr>
                                <w:t>conditions.</w:t>
                              </w:r>
                            </w:p>
                            <w:p w14:paraId="59094CAD" w14:textId="77777777" w:rsidR="006B79D5" w:rsidRDefault="006B79D5">
                              <w:pPr>
                                <w:spacing w:before="9"/>
                                <w:rPr>
                                  <w:sz w:val="21"/>
                                </w:rPr>
                              </w:pPr>
                            </w:p>
                            <w:p w14:paraId="54CF800F" w14:textId="77777777" w:rsidR="006B79D5" w:rsidRDefault="00EE4DE8">
                              <w:pPr>
                                <w:ind w:left="158"/>
                              </w:pPr>
                              <w:r>
                                <w:t>Drug/alcohol</w:t>
                              </w:r>
                              <w:r>
                                <w:rPr>
                                  <w:spacing w:val="-11"/>
                                </w:rPr>
                                <w:t xml:space="preserve"> </w:t>
                              </w:r>
                              <w:r>
                                <w:t>use.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627351" id="Group 188" o:spid="_x0000_s1038" style="position:absolute;left:0;text-align:left;margin-left:72.25pt;margin-top:43.1pt;width:163.6pt;height:173.55pt;z-index:251689984;mso-position-horizontal-relative:page" coordorigin="1445,862" coordsize="3272,3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">
                <v:shape id="AutoShape 191" o:spid="_x0000_s1039" style="position:absolute;left:1444;top:862;width:3272;height:3471;visibility:visible;mso-wrap-style:square;v-text-anchor:top" coordsize="3272,3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" path="m3271,3471l,3471,,,3271,r,7l17,7,7,15r10,l17,3456r-10,l17,3463r3254,l3271,3471xm17,15l7,15,17,7r,8xm3257,15l17,15r,-8l3257,7r,8xm3257,3463l3257,7r7,8l3271,15r,3441l3264,3456r-7,7xm3271,15r-7,l3257,7r14,l3271,15xm17,3463l7,3456r10,l17,3463xm3257,3463r-3240,l17,3456r3240,l3257,3463xm3271,3463r-14,l3264,3456r7,l3271,3463xe" fillcolor="black" stroked="f">
                  <v:path arrowok="t" o:connecttype="custom" o:connectlocs="3271,4333;0,4333;0,862;3271,862;3271,869;17,869;7,877;17,877;17,4318;7,4318;17,4325;3271,4325;3271,4333;17,877;7,877;17,869;17,877;3257,877;17,877;17,869;3257,869;3257,877;3257,4325;3257,869;3264,877;3271,877;3271,4318;3264,4318;3257,4325;3271,877;3264,877;3257,869;3271,869;3271,877;17,4325;7,4318;17,4318;17,4325;3257,4325;17,4325;17,4318;3257,4318;3257,4325;3271,4325;3257,4325;3264,4318;3271,4318;3271,4325" o:connectangles="0,0,0,0,0,0,0,0,0,0,0,0,0,0,0,0,0,0,0,0,0,0,0,0,0,0,0,0,0,0,0,0,0,0,0,0,0,0,0,0,0,0,0,0,0,0,0,0"/>
                </v:shape>
                <v:line id="Line 190" o:spid="_x0000_s1040" style="position:absolute;visibility:visible;mso-wrap-style:square" from="1603,1184" to="2232,1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" strokeweight=".72pt"/>
                <v:shape id="Text Box 189" o:spid="_x0000_s1041" type="#_x0000_t202" style="position:absolute;left:1444;top:862;width:3272;height:3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" filled="f" stroked="f">
                  <v:textbox inset="0,0,0,0">
                    <w:txbxContent>
                      <w:p w14:paraId="78AD0482" w14:textId="77777777" w:rsidR="006B79D5" w:rsidRDefault="00EE4DE8">
                        <w:pPr>
                          <w:spacing w:before="81"/>
                          <w:ind w:left="158"/>
                          <w:rPr>
                            <w:b/>
                          </w:rPr>
                        </w:pPr>
                        <w:r>
                          <w:rPr>
                            <w:b/>
                          </w:rPr>
                          <w:t>People</w:t>
                        </w:r>
                      </w:p>
                      <w:p w14:paraId="2092F3DA" w14:textId="77777777" w:rsidR="006B79D5" w:rsidRDefault="00EE4DE8">
                        <w:pPr>
                          <w:spacing w:before="2"/>
                          <w:ind w:left="158" w:right="713"/>
                          <w:rPr>
                            <w:sz w:val="20"/>
                          </w:rPr>
                        </w:pPr>
                        <w:r>
                          <w:rPr>
                            <w:sz w:val="20"/>
                          </w:rPr>
                          <w:t>Procedures not followed. Procedures not known or not understood.</w:t>
                        </w:r>
                      </w:p>
                      <w:p w14:paraId="40A1B927" w14:textId="77777777" w:rsidR="006B79D5" w:rsidRDefault="00EE4DE8">
                        <w:pPr>
                          <w:ind w:left="158" w:right="567"/>
                          <w:rPr>
                            <w:sz w:val="20"/>
                          </w:rPr>
                        </w:pPr>
                        <w:r>
                          <w:rPr>
                            <w:sz w:val="20"/>
                          </w:rPr>
                          <w:t>Task too difficult to perform by employee.</w:t>
                        </w:r>
                      </w:p>
                      <w:p w14:paraId="1748E789" w14:textId="77777777" w:rsidR="006B79D5" w:rsidRDefault="00EE4DE8">
                        <w:pPr>
                          <w:spacing w:before="1"/>
                          <w:ind w:left="158"/>
                          <w:rPr>
                            <w:sz w:val="20"/>
                          </w:rPr>
                        </w:pPr>
                        <w:r>
                          <w:rPr>
                            <w:sz w:val="20"/>
                          </w:rPr>
                          <w:t>PPE not used.</w:t>
                        </w:r>
                      </w:p>
                      <w:p w14:paraId="62E7287E" w14:textId="77777777" w:rsidR="006B79D5" w:rsidRDefault="00EE4DE8">
                        <w:pPr>
                          <w:spacing w:before="1"/>
                          <w:ind w:left="158" w:right="479"/>
                          <w:rPr>
                            <w:sz w:val="20"/>
                          </w:rPr>
                        </w:pPr>
                        <w:r>
                          <w:rPr>
                            <w:sz w:val="20"/>
                          </w:rPr>
                          <w:t>Distraction, emotions or</w:t>
                        </w:r>
                        <w:r>
                          <w:rPr>
                            <w:spacing w:val="-19"/>
                            <w:sz w:val="20"/>
                          </w:rPr>
                          <w:t xml:space="preserve"> </w:t>
                        </w:r>
                        <w:r>
                          <w:rPr>
                            <w:sz w:val="20"/>
                          </w:rPr>
                          <w:t>fatigue. Medical</w:t>
                        </w:r>
                        <w:r>
                          <w:rPr>
                            <w:spacing w:val="-2"/>
                            <w:sz w:val="20"/>
                          </w:rPr>
                          <w:t xml:space="preserve"> </w:t>
                        </w:r>
                        <w:r>
                          <w:rPr>
                            <w:sz w:val="20"/>
                          </w:rPr>
                          <w:t>conditions.</w:t>
                        </w:r>
                      </w:p>
                      <w:p w14:paraId="59094CAD" w14:textId="77777777" w:rsidR="006B79D5" w:rsidRDefault="006B79D5">
                        <w:pPr>
                          <w:spacing w:before="9"/>
                          <w:rPr>
                            <w:sz w:val="21"/>
                          </w:rPr>
                        </w:pPr>
                      </w:p>
                      <w:p w14:paraId="54CF800F" w14:textId="77777777" w:rsidR="006B79D5" w:rsidRDefault="00EE4DE8">
                        <w:pPr>
                          <w:ind w:left="158"/>
                        </w:pPr>
                        <w:r>
                          <w:t>Drug/alcohol</w:t>
                        </w:r>
                        <w:r>
                          <w:rPr>
                            <w:spacing w:val="-11"/>
                          </w:rPr>
                          <w:t xml:space="preserve"> </w:t>
                        </w:r>
                        <w:r>
                          <w:t>use.</w:t>
                        </w:r>
                      </w:p>
                    </w:txbxContent>
                  </v:textbox>
                </v:shape>
                <w10:wrap anchorx="page"/>
              </v:group>
            </w:pict>
          </mc:Fallback>
        </mc:AlternateContent>
      </w:r>
      <w:r>
        <w:rPr>
          <w:noProof/>
        </w:rPr>
        <mc:AlternateContent>
          <mc:Choice Requires="wpg">
            <w:drawing>
              <wp:anchor distT="0" distB="0" distL="114300" distR="114300" simplePos="0" relativeHeight="251692032" behindDoc="0" locked="0" layoutInCell="1" allowOverlap="1" wp14:anchorId="0E50D1DA" wp14:editId="4D8F5470">
                <wp:simplePos x="0" y="0"/>
                <wp:positionH relativeFrom="page">
                  <wp:posOffset>4900930</wp:posOffset>
                </wp:positionH>
                <wp:positionV relativeFrom="paragraph">
                  <wp:posOffset>547370</wp:posOffset>
                </wp:positionV>
                <wp:extent cx="2220595" cy="2204085"/>
                <wp:effectExtent l="0" t="0" r="0" b="0"/>
                <wp:wrapNone/>
                <wp:docPr id="210"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0595" cy="2204085"/>
                          <a:chOff x="7718" y="862"/>
                          <a:chExt cx="3497" cy="3471"/>
                        </a:xfrm>
                      </wpg:grpSpPr>
                      <wps:wsp>
                        <wps:cNvPr id="211" name="AutoShape 187"/>
                        <wps:cNvSpPr>
                          <a:spLocks/>
                        </wps:cNvSpPr>
                        <wps:spPr bwMode="auto">
                          <a:xfrm>
                            <a:off x="7718" y="862"/>
                            <a:ext cx="3497" cy="3471"/>
                          </a:xfrm>
                          <a:custGeom>
                            <a:avLst/>
                            <a:gdLst>
                              <a:gd name="T0" fmla="+- 0 11215 7718"/>
                              <a:gd name="T1" fmla="*/ T0 w 3497"/>
                              <a:gd name="T2" fmla="+- 0 4333 862"/>
                              <a:gd name="T3" fmla="*/ 4333 h 3471"/>
                              <a:gd name="T4" fmla="+- 0 7718 7718"/>
                              <a:gd name="T5" fmla="*/ T4 w 3497"/>
                              <a:gd name="T6" fmla="+- 0 4333 862"/>
                              <a:gd name="T7" fmla="*/ 4333 h 3471"/>
                              <a:gd name="T8" fmla="+- 0 7718 7718"/>
                              <a:gd name="T9" fmla="*/ T8 w 3497"/>
                              <a:gd name="T10" fmla="+- 0 862 862"/>
                              <a:gd name="T11" fmla="*/ 862 h 3471"/>
                              <a:gd name="T12" fmla="+- 0 11215 7718"/>
                              <a:gd name="T13" fmla="*/ T12 w 3497"/>
                              <a:gd name="T14" fmla="+- 0 862 862"/>
                              <a:gd name="T15" fmla="*/ 862 h 3471"/>
                              <a:gd name="T16" fmla="+- 0 11215 7718"/>
                              <a:gd name="T17" fmla="*/ T16 w 3497"/>
                              <a:gd name="T18" fmla="+- 0 869 862"/>
                              <a:gd name="T19" fmla="*/ 869 h 3471"/>
                              <a:gd name="T20" fmla="+- 0 7733 7718"/>
                              <a:gd name="T21" fmla="*/ T20 w 3497"/>
                              <a:gd name="T22" fmla="+- 0 869 862"/>
                              <a:gd name="T23" fmla="*/ 869 h 3471"/>
                              <a:gd name="T24" fmla="+- 0 7726 7718"/>
                              <a:gd name="T25" fmla="*/ T24 w 3497"/>
                              <a:gd name="T26" fmla="+- 0 877 862"/>
                              <a:gd name="T27" fmla="*/ 877 h 3471"/>
                              <a:gd name="T28" fmla="+- 0 7733 7718"/>
                              <a:gd name="T29" fmla="*/ T28 w 3497"/>
                              <a:gd name="T30" fmla="+- 0 877 862"/>
                              <a:gd name="T31" fmla="*/ 877 h 3471"/>
                              <a:gd name="T32" fmla="+- 0 7733 7718"/>
                              <a:gd name="T33" fmla="*/ T32 w 3497"/>
                              <a:gd name="T34" fmla="+- 0 4318 862"/>
                              <a:gd name="T35" fmla="*/ 4318 h 3471"/>
                              <a:gd name="T36" fmla="+- 0 7726 7718"/>
                              <a:gd name="T37" fmla="*/ T36 w 3497"/>
                              <a:gd name="T38" fmla="+- 0 4318 862"/>
                              <a:gd name="T39" fmla="*/ 4318 h 3471"/>
                              <a:gd name="T40" fmla="+- 0 7733 7718"/>
                              <a:gd name="T41" fmla="*/ T40 w 3497"/>
                              <a:gd name="T42" fmla="+- 0 4325 862"/>
                              <a:gd name="T43" fmla="*/ 4325 h 3471"/>
                              <a:gd name="T44" fmla="+- 0 11215 7718"/>
                              <a:gd name="T45" fmla="*/ T44 w 3497"/>
                              <a:gd name="T46" fmla="+- 0 4325 862"/>
                              <a:gd name="T47" fmla="*/ 4325 h 3471"/>
                              <a:gd name="T48" fmla="+- 0 11215 7718"/>
                              <a:gd name="T49" fmla="*/ T48 w 3497"/>
                              <a:gd name="T50" fmla="+- 0 4333 862"/>
                              <a:gd name="T51" fmla="*/ 4333 h 3471"/>
                              <a:gd name="T52" fmla="+- 0 7733 7718"/>
                              <a:gd name="T53" fmla="*/ T52 w 3497"/>
                              <a:gd name="T54" fmla="+- 0 877 862"/>
                              <a:gd name="T55" fmla="*/ 877 h 3471"/>
                              <a:gd name="T56" fmla="+- 0 7726 7718"/>
                              <a:gd name="T57" fmla="*/ T56 w 3497"/>
                              <a:gd name="T58" fmla="+- 0 877 862"/>
                              <a:gd name="T59" fmla="*/ 877 h 3471"/>
                              <a:gd name="T60" fmla="+- 0 7733 7718"/>
                              <a:gd name="T61" fmla="*/ T60 w 3497"/>
                              <a:gd name="T62" fmla="+- 0 869 862"/>
                              <a:gd name="T63" fmla="*/ 869 h 3471"/>
                              <a:gd name="T64" fmla="+- 0 7733 7718"/>
                              <a:gd name="T65" fmla="*/ T64 w 3497"/>
                              <a:gd name="T66" fmla="+- 0 877 862"/>
                              <a:gd name="T67" fmla="*/ 877 h 3471"/>
                              <a:gd name="T68" fmla="+- 0 11201 7718"/>
                              <a:gd name="T69" fmla="*/ T68 w 3497"/>
                              <a:gd name="T70" fmla="+- 0 877 862"/>
                              <a:gd name="T71" fmla="*/ 877 h 3471"/>
                              <a:gd name="T72" fmla="+- 0 7733 7718"/>
                              <a:gd name="T73" fmla="*/ T72 w 3497"/>
                              <a:gd name="T74" fmla="+- 0 877 862"/>
                              <a:gd name="T75" fmla="*/ 877 h 3471"/>
                              <a:gd name="T76" fmla="+- 0 7733 7718"/>
                              <a:gd name="T77" fmla="*/ T76 w 3497"/>
                              <a:gd name="T78" fmla="+- 0 869 862"/>
                              <a:gd name="T79" fmla="*/ 869 h 3471"/>
                              <a:gd name="T80" fmla="+- 0 11201 7718"/>
                              <a:gd name="T81" fmla="*/ T80 w 3497"/>
                              <a:gd name="T82" fmla="+- 0 869 862"/>
                              <a:gd name="T83" fmla="*/ 869 h 3471"/>
                              <a:gd name="T84" fmla="+- 0 11201 7718"/>
                              <a:gd name="T85" fmla="*/ T84 w 3497"/>
                              <a:gd name="T86" fmla="+- 0 877 862"/>
                              <a:gd name="T87" fmla="*/ 877 h 3471"/>
                              <a:gd name="T88" fmla="+- 0 11201 7718"/>
                              <a:gd name="T89" fmla="*/ T88 w 3497"/>
                              <a:gd name="T90" fmla="+- 0 4325 862"/>
                              <a:gd name="T91" fmla="*/ 4325 h 3471"/>
                              <a:gd name="T92" fmla="+- 0 11201 7718"/>
                              <a:gd name="T93" fmla="*/ T92 w 3497"/>
                              <a:gd name="T94" fmla="+- 0 869 862"/>
                              <a:gd name="T95" fmla="*/ 869 h 3471"/>
                              <a:gd name="T96" fmla="+- 0 11208 7718"/>
                              <a:gd name="T97" fmla="*/ T96 w 3497"/>
                              <a:gd name="T98" fmla="+- 0 877 862"/>
                              <a:gd name="T99" fmla="*/ 877 h 3471"/>
                              <a:gd name="T100" fmla="+- 0 11215 7718"/>
                              <a:gd name="T101" fmla="*/ T100 w 3497"/>
                              <a:gd name="T102" fmla="+- 0 877 862"/>
                              <a:gd name="T103" fmla="*/ 877 h 3471"/>
                              <a:gd name="T104" fmla="+- 0 11215 7718"/>
                              <a:gd name="T105" fmla="*/ T104 w 3497"/>
                              <a:gd name="T106" fmla="+- 0 4318 862"/>
                              <a:gd name="T107" fmla="*/ 4318 h 3471"/>
                              <a:gd name="T108" fmla="+- 0 11208 7718"/>
                              <a:gd name="T109" fmla="*/ T108 w 3497"/>
                              <a:gd name="T110" fmla="+- 0 4318 862"/>
                              <a:gd name="T111" fmla="*/ 4318 h 3471"/>
                              <a:gd name="T112" fmla="+- 0 11201 7718"/>
                              <a:gd name="T113" fmla="*/ T112 w 3497"/>
                              <a:gd name="T114" fmla="+- 0 4325 862"/>
                              <a:gd name="T115" fmla="*/ 4325 h 3471"/>
                              <a:gd name="T116" fmla="+- 0 11215 7718"/>
                              <a:gd name="T117" fmla="*/ T116 w 3497"/>
                              <a:gd name="T118" fmla="+- 0 877 862"/>
                              <a:gd name="T119" fmla="*/ 877 h 3471"/>
                              <a:gd name="T120" fmla="+- 0 11208 7718"/>
                              <a:gd name="T121" fmla="*/ T120 w 3497"/>
                              <a:gd name="T122" fmla="+- 0 877 862"/>
                              <a:gd name="T123" fmla="*/ 877 h 3471"/>
                              <a:gd name="T124" fmla="+- 0 11201 7718"/>
                              <a:gd name="T125" fmla="*/ T124 w 3497"/>
                              <a:gd name="T126" fmla="+- 0 869 862"/>
                              <a:gd name="T127" fmla="*/ 869 h 3471"/>
                              <a:gd name="T128" fmla="+- 0 11215 7718"/>
                              <a:gd name="T129" fmla="*/ T128 w 3497"/>
                              <a:gd name="T130" fmla="+- 0 869 862"/>
                              <a:gd name="T131" fmla="*/ 869 h 3471"/>
                              <a:gd name="T132" fmla="+- 0 11215 7718"/>
                              <a:gd name="T133" fmla="*/ T132 w 3497"/>
                              <a:gd name="T134" fmla="+- 0 877 862"/>
                              <a:gd name="T135" fmla="*/ 877 h 3471"/>
                              <a:gd name="T136" fmla="+- 0 7733 7718"/>
                              <a:gd name="T137" fmla="*/ T136 w 3497"/>
                              <a:gd name="T138" fmla="+- 0 4325 862"/>
                              <a:gd name="T139" fmla="*/ 4325 h 3471"/>
                              <a:gd name="T140" fmla="+- 0 7726 7718"/>
                              <a:gd name="T141" fmla="*/ T140 w 3497"/>
                              <a:gd name="T142" fmla="+- 0 4318 862"/>
                              <a:gd name="T143" fmla="*/ 4318 h 3471"/>
                              <a:gd name="T144" fmla="+- 0 7733 7718"/>
                              <a:gd name="T145" fmla="*/ T144 w 3497"/>
                              <a:gd name="T146" fmla="+- 0 4318 862"/>
                              <a:gd name="T147" fmla="*/ 4318 h 3471"/>
                              <a:gd name="T148" fmla="+- 0 7733 7718"/>
                              <a:gd name="T149" fmla="*/ T148 w 3497"/>
                              <a:gd name="T150" fmla="+- 0 4325 862"/>
                              <a:gd name="T151" fmla="*/ 4325 h 3471"/>
                              <a:gd name="T152" fmla="+- 0 11201 7718"/>
                              <a:gd name="T153" fmla="*/ T152 w 3497"/>
                              <a:gd name="T154" fmla="+- 0 4325 862"/>
                              <a:gd name="T155" fmla="*/ 4325 h 3471"/>
                              <a:gd name="T156" fmla="+- 0 7733 7718"/>
                              <a:gd name="T157" fmla="*/ T156 w 3497"/>
                              <a:gd name="T158" fmla="+- 0 4325 862"/>
                              <a:gd name="T159" fmla="*/ 4325 h 3471"/>
                              <a:gd name="T160" fmla="+- 0 7733 7718"/>
                              <a:gd name="T161" fmla="*/ T160 w 3497"/>
                              <a:gd name="T162" fmla="+- 0 4318 862"/>
                              <a:gd name="T163" fmla="*/ 4318 h 3471"/>
                              <a:gd name="T164" fmla="+- 0 11201 7718"/>
                              <a:gd name="T165" fmla="*/ T164 w 3497"/>
                              <a:gd name="T166" fmla="+- 0 4318 862"/>
                              <a:gd name="T167" fmla="*/ 4318 h 3471"/>
                              <a:gd name="T168" fmla="+- 0 11201 7718"/>
                              <a:gd name="T169" fmla="*/ T168 w 3497"/>
                              <a:gd name="T170" fmla="+- 0 4325 862"/>
                              <a:gd name="T171" fmla="*/ 4325 h 3471"/>
                              <a:gd name="T172" fmla="+- 0 11215 7718"/>
                              <a:gd name="T173" fmla="*/ T172 w 3497"/>
                              <a:gd name="T174" fmla="+- 0 4325 862"/>
                              <a:gd name="T175" fmla="*/ 4325 h 3471"/>
                              <a:gd name="T176" fmla="+- 0 11201 7718"/>
                              <a:gd name="T177" fmla="*/ T176 w 3497"/>
                              <a:gd name="T178" fmla="+- 0 4325 862"/>
                              <a:gd name="T179" fmla="*/ 4325 h 3471"/>
                              <a:gd name="T180" fmla="+- 0 11208 7718"/>
                              <a:gd name="T181" fmla="*/ T180 w 3497"/>
                              <a:gd name="T182" fmla="+- 0 4318 862"/>
                              <a:gd name="T183" fmla="*/ 4318 h 3471"/>
                              <a:gd name="T184" fmla="+- 0 11215 7718"/>
                              <a:gd name="T185" fmla="*/ T184 w 3497"/>
                              <a:gd name="T186" fmla="+- 0 4318 862"/>
                              <a:gd name="T187" fmla="*/ 4318 h 3471"/>
                              <a:gd name="T188" fmla="+- 0 11215 7718"/>
                              <a:gd name="T189" fmla="*/ T188 w 3497"/>
                              <a:gd name="T190" fmla="+- 0 4325 862"/>
                              <a:gd name="T191" fmla="*/ 4325 h 347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3497" h="3471">
                                <a:moveTo>
                                  <a:pt x="3497" y="3471"/>
                                </a:moveTo>
                                <a:lnTo>
                                  <a:pt x="0" y="3471"/>
                                </a:lnTo>
                                <a:lnTo>
                                  <a:pt x="0" y="0"/>
                                </a:lnTo>
                                <a:lnTo>
                                  <a:pt x="3497" y="0"/>
                                </a:lnTo>
                                <a:lnTo>
                                  <a:pt x="3497" y="7"/>
                                </a:lnTo>
                                <a:lnTo>
                                  <a:pt x="15" y="7"/>
                                </a:lnTo>
                                <a:lnTo>
                                  <a:pt x="8" y="15"/>
                                </a:lnTo>
                                <a:lnTo>
                                  <a:pt x="15" y="15"/>
                                </a:lnTo>
                                <a:lnTo>
                                  <a:pt x="15" y="3456"/>
                                </a:lnTo>
                                <a:lnTo>
                                  <a:pt x="8" y="3456"/>
                                </a:lnTo>
                                <a:lnTo>
                                  <a:pt x="15" y="3463"/>
                                </a:lnTo>
                                <a:lnTo>
                                  <a:pt x="3497" y="3463"/>
                                </a:lnTo>
                                <a:lnTo>
                                  <a:pt x="3497" y="3471"/>
                                </a:lnTo>
                                <a:close/>
                                <a:moveTo>
                                  <a:pt x="15" y="15"/>
                                </a:moveTo>
                                <a:lnTo>
                                  <a:pt x="8" y="15"/>
                                </a:lnTo>
                                <a:lnTo>
                                  <a:pt x="15" y="7"/>
                                </a:lnTo>
                                <a:lnTo>
                                  <a:pt x="15" y="15"/>
                                </a:lnTo>
                                <a:close/>
                                <a:moveTo>
                                  <a:pt x="3483" y="15"/>
                                </a:moveTo>
                                <a:lnTo>
                                  <a:pt x="15" y="15"/>
                                </a:lnTo>
                                <a:lnTo>
                                  <a:pt x="15" y="7"/>
                                </a:lnTo>
                                <a:lnTo>
                                  <a:pt x="3483" y="7"/>
                                </a:lnTo>
                                <a:lnTo>
                                  <a:pt x="3483" y="15"/>
                                </a:lnTo>
                                <a:close/>
                                <a:moveTo>
                                  <a:pt x="3483" y="3463"/>
                                </a:moveTo>
                                <a:lnTo>
                                  <a:pt x="3483" y="7"/>
                                </a:lnTo>
                                <a:lnTo>
                                  <a:pt x="3490" y="15"/>
                                </a:lnTo>
                                <a:lnTo>
                                  <a:pt x="3497" y="15"/>
                                </a:lnTo>
                                <a:lnTo>
                                  <a:pt x="3497" y="3456"/>
                                </a:lnTo>
                                <a:lnTo>
                                  <a:pt x="3490" y="3456"/>
                                </a:lnTo>
                                <a:lnTo>
                                  <a:pt x="3483" y="3463"/>
                                </a:lnTo>
                                <a:close/>
                                <a:moveTo>
                                  <a:pt x="3497" y="15"/>
                                </a:moveTo>
                                <a:lnTo>
                                  <a:pt x="3490" y="15"/>
                                </a:lnTo>
                                <a:lnTo>
                                  <a:pt x="3483" y="7"/>
                                </a:lnTo>
                                <a:lnTo>
                                  <a:pt x="3497" y="7"/>
                                </a:lnTo>
                                <a:lnTo>
                                  <a:pt x="3497" y="15"/>
                                </a:lnTo>
                                <a:close/>
                                <a:moveTo>
                                  <a:pt x="15" y="3463"/>
                                </a:moveTo>
                                <a:lnTo>
                                  <a:pt x="8" y="3456"/>
                                </a:lnTo>
                                <a:lnTo>
                                  <a:pt x="15" y="3456"/>
                                </a:lnTo>
                                <a:lnTo>
                                  <a:pt x="15" y="3463"/>
                                </a:lnTo>
                                <a:close/>
                                <a:moveTo>
                                  <a:pt x="3483" y="3463"/>
                                </a:moveTo>
                                <a:lnTo>
                                  <a:pt x="15" y="3463"/>
                                </a:lnTo>
                                <a:lnTo>
                                  <a:pt x="15" y="3456"/>
                                </a:lnTo>
                                <a:lnTo>
                                  <a:pt x="3483" y="3456"/>
                                </a:lnTo>
                                <a:lnTo>
                                  <a:pt x="3483" y="3463"/>
                                </a:lnTo>
                                <a:close/>
                                <a:moveTo>
                                  <a:pt x="3497" y="3463"/>
                                </a:moveTo>
                                <a:lnTo>
                                  <a:pt x="3483" y="3463"/>
                                </a:lnTo>
                                <a:lnTo>
                                  <a:pt x="3490" y="3456"/>
                                </a:lnTo>
                                <a:lnTo>
                                  <a:pt x="3497" y="3456"/>
                                </a:lnTo>
                                <a:lnTo>
                                  <a:pt x="3497" y="346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2" name="Line 186"/>
                        <wps:cNvCnPr>
                          <a:cxnSpLocks noChangeShapeType="1"/>
                        </wps:cNvCnPr>
                        <wps:spPr bwMode="auto">
                          <a:xfrm>
                            <a:off x="7877" y="1184"/>
                            <a:ext cx="1001"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3" name="Text Box 185"/>
                        <wps:cNvSpPr txBox="1">
                          <a:spLocks noChangeArrowheads="1"/>
                        </wps:cNvSpPr>
                        <wps:spPr bwMode="auto">
                          <a:xfrm>
                            <a:off x="7718" y="862"/>
                            <a:ext cx="3497" cy="34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71E33" w14:textId="77777777" w:rsidR="006B79D5" w:rsidRDefault="00EE4DE8">
                              <w:pPr>
                                <w:spacing w:before="81"/>
                                <w:ind w:left="158"/>
                                <w:rPr>
                                  <w:b/>
                                </w:rPr>
                              </w:pPr>
                              <w:r>
                                <w:rPr>
                                  <w:b/>
                                </w:rPr>
                                <w:t>Equipment</w:t>
                              </w:r>
                            </w:p>
                            <w:p w14:paraId="273E7886" w14:textId="77777777" w:rsidR="006B79D5" w:rsidRDefault="00EE4DE8">
                              <w:pPr>
                                <w:spacing w:before="2"/>
                                <w:ind w:left="158"/>
                                <w:rPr>
                                  <w:sz w:val="20"/>
                                </w:rPr>
                              </w:pPr>
                              <w:r>
                                <w:rPr>
                                  <w:sz w:val="20"/>
                                </w:rPr>
                                <w:t>Equipment not maintained.</w:t>
                              </w:r>
                            </w:p>
                            <w:p w14:paraId="22A27909" w14:textId="77777777" w:rsidR="006B79D5" w:rsidRDefault="00EE4DE8">
                              <w:pPr>
                                <w:spacing w:before="1"/>
                                <w:ind w:left="158" w:right="39"/>
                                <w:rPr>
                                  <w:sz w:val="20"/>
                                </w:rPr>
                              </w:pPr>
                              <w:r>
                                <w:rPr>
                                  <w:sz w:val="20"/>
                                </w:rPr>
                                <w:t>Wrong equipment used for job task. Poor equipment design.</w:t>
                              </w:r>
                            </w:p>
                            <w:p w14:paraId="4E0A0544" w14:textId="77777777" w:rsidR="006B79D5" w:rsidRDefault="00EE4DE8">
                              <w:pPr>
                                <w:ind w:left="158"/>
                                <w:rPr>
                                  <w:sz w:val="20"/>
                                </w:rPr>
                              </w:pPr>
                              <w:r>
                                <w:rPr>
                                  <w:sz w:val="20"/>
                                </w:rPr>
                                <w:t>Correct equipment not available. Equipment purchased without guards. Machine guarding removed.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50D1DA" id="Group 184" o:spid="_x0000_s1042" style="position:absolute;left:0;text-align:left;margin-left:385.9pt;margin-top:43.1pt;width:174.85pt;height:173.55pt;z-index:251692032;mso-position-horizontal-relative:page" coordorigin="7718,862" coordsize="3497,3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">
                <v:shape id="AutoShape 187" o:spid="_x0000_s1043" style="position:absolute;left:7718;top:862;width:3497;height:3471;visibility:visible;mso-wrap-style:square;v-text-anchor:top" coordsize="3497,3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" path="m3497,3471l,3471,,,3497,r,7l15,7,8,15r7,l15,3456r-7,l15,3463r3482,l3497,3471xm15,15r-7,l15,7r,8xm3483,15l15,15r,-8l3483,7r,8xm3483,3463l3483,7r7,8l3497,15r,3441l3490,3456r-7,7xm3497,15r-7,l3483,7r14,l3497,15xm15,3463r-7,-7l15,3456r,7xm3483,3463r-3468,l15,3456r3468,l3483,3463xm3497,3463r-14,l3490,3456r7,l3497,3463xe" fillcolor="black" stroked="f">
                  <v:path arrowok="t" o:connecttype="custom" o:connectlocs="3497,4333;0,4333;0,862;3497,862;3497,869;15,869;8,877;15,877;15,4318;8,4318;15,4325;3497,4325;3497,4333;15,877;8,877;15,869;15,877;3483,877;15,877;15,869;3483,869;3483,877;3483,4325;3483,869;3490,877;3497,877;3497,4318;3490,4318;3483,4325;3497,877;3490,877;3483,869;3497,869;3497,877;15,4325;8,4318;15,4318;15,4325;3483,4325;15,4325;15,4318;3483,4318;3483,4325;3497,4325;3483,4325;3490,4318;3497,4318;3497,4325" o:connectangles="0,0,0,0,0,0,0,0,0,0,0,0,0,0,0,0,0,0,0,0,0,0,0,0,0,0,0,0,0,0,0,0,0,0,0,0,0,0,0,0,0,0,0,0,0,0,0,0"/>
                </v:shape>
                <v:line id="Line 186" o:spid="_x0000_s1044" style="position:absolute;visibility:visible;mso-wrap-style:square" from="7877,1184" to="8878,1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" strokeweight=".72pt"/>
                <v:shape id="Text Box 185" o:spid="_x0000_s1045" type="#_x0000_t202" style="position:absolute;left:7718;top:862;width:3497;height:3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" filled="f" stroked="f">
                  <v:textbox inset="0,0,0,0">
                    <w:txbxContent>
                      <w:p w14:paraId="75A71E33" w14:textId="77777777" w:rsidR="006B79D5" w:rsidRDefault="00EE4DE8">
                        <w:pPr>
                          <w:spacing w:before="81"/>
                          <w:ind w:left="158"/>
                          <w:rPr>
                            <w:b/>
                          </w:rPr>
                        </w:pPr>
                        <w:r>
                          <w:rPr>
                            <w:b/>
                          </w:rPr>
                          <w:t>Equipment</w:t>
                        </w:r>
                      </w:p>
                      <w:p w14:paraId="273E7886" w14:textId="77777777" w:rsidR="006B79D5" w:rsidRDefault="00EE4DE8">
                        <w:pPr>
                          <w:spacing w:before="2"/>
                          <w:ind w:left="158"/>
                          <w:rPr>
                            <w:sz w:val="20"/>
                          </w:rPr>
                        </w:pPr>
                        <w:r>
                          <w:rPr>
                            <w:sz w:val="20"/>
                          </w:rPr>
                          <w:t>Equipment not maintained.</w:t>
                        </w:r>
                      </w:p>
                      <w:p w14:paraId="22A27909" w14:textId="77777777" w:rsidR="006B79D5" w:rsidRDefault="00EE4DE8">
                        <w:pPr>
                          <w:spacing w:before="1"/>
                          <w:ind w:left="158" w:right="39"/>
                          <w:rPr>
                            <w:sz w:val="20"/>
                          </w:rPr>
                        </w:pPr>
                        <w:r>
                          <w:rPr>
                            <w:sz w:val="20"/>
                          </w:rPr>
                          <w:t>Wrong equipment used for job task. Poor equipment design.</w:t>
                        </w:r>
                      </w:p>
                      <w:p w14:paraId="4E0A0544" w14:textId="77777777" w:rsidR="006B79D5" w:rsidRDefault="00EE4DE8">
                        <w:pPr>
                          <w:ind w:left="158"/>
                          <w:rPr>
                            <w:sz w:val="20"/>
                          </w:rPr>
                        </w:pPr>
                        <w:r>
                          <w:rPr>
                            <w:sz w:val="20"/>
                          </w:rPr>
                          <w:t>Correct equipment not available. Equipment purchased without guards. Machine guarding removed.</w:t>
                        </w:r>
                      </w:p>
                    </w:txbxContent>
                  </v:textbox>
                </v:shape>
                <w10:wrap anchorx="page"/>
              </v:group>
            </w:pict>
          </mc:Fallback>
        </mc:AlternateContent>
      </w:r>
      <w:r w:rsidR="00EE4DE8">
        <w:t>Determine what management system needs to be in place to assure that the accident does not happen</w:t>
      </w:r>
      <w:r w:rsidR="00EE4DE8">
        <w:rPr>
          <w:spacing w:val="-2"/>
        </w:rPr>
        <w:t xml:space="preserve"> </w:t>
      </w:r>
      <w:r w:rsidR="00EE4DE8">
        <w:t>again.</w:t>
      </w:r>
    </w:p>
    <w:p w14:paraId="6BE9B39E" w14:textId="77777777" w:rsidR="006B79D5" w:rsidRDefault="001B44F0">
      <w:pPr>
        <w:pStyle w:val="BodyText"/>
        <w:spacing w:before="8"/>
        <w:ind w:left="0"/>
        <w:rPr>
          <w:sz w:val="9"/>
        </w:rPr>
      </w:pPr>
      <w:r>
        <w:rPr>
          <w:noProof/>
        </w:rPr>
        <mc:AlternateContent>
          <mc:Choice Requires="wpg">
            <w:drawing>
              <wp:anchor distT="0" distB="0" distL="0" distR="0" simplePos="0" relativeHeight="251687936" behindDoc="1" locked="0" layoutInCell="1" allowOverlap="1" wp14:anchorId="0EA72807" wp14:editId="3DB75821">
                <wp:simplePos x="0" y="0"/>
                <wp:positionH relativeFrom="page">
                  <wp:posOffset>899160</wp:posOffset>
                </wp:positionH>
                <wp:positionV relativeFrom="paragraph">
                  <wp:posOffset>109855</wp:posOffset>
                </wp:positionV>
                <wp:extent cx="6217920" cy="5629910"/>
                <wp:effectExtent l="0" t="0" r="0" b="0"/>
                <wp:wrapTopAndBottom/>
                <wp:docPr id="205"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7920" cy="5629910"/>
                          <a:chOff x="1416" y="173"/>
                          <a:chExt cx="9792" cy="8866"/>
                        </a:xfrm>
                      </wpg:grpSpPr>
                      <wps:wsp>
                        <wps:cNvPr id="206" name="Line 183"/>
                        <wps:cNvCnPr>
                          <a:cxnSpLocks noChangeShapeType="1"/>
                        </wps:cNvCnPr>
                        <wps:spPr bwMode="auto">
                          <a:xfrm>
                            <a:off x="6186" y="173"/>
                            <a:ext cx="0" cy="8865"/>
                          </a:xfrm>
                          <a:prstGeom prst="line">
                            <a:avLst/>
                          </a:prstGeom>
                          <a:noFill/>
                          <a:ln w="19812">
                            <a:solidFill>
                              <a:srgbClr val="C00000"/>
                            </a:solidFill>
                            <a:prstDash val="solid"/>
                            <a:round/>
                            <a:headEnd/>
                            <a:tailEnd/>
                          </a:ln>
                          <a:extLst>
                            <a:ext uri="{909E8E84-426E-40DD-AFC4-6F175D3DCCD1}">
                              <a14:hiddenFill xmlns:a14="http://schemas.microsoft.com/office/drawing/2010/main">
                                <a:noFill/>
                              </a14:hiddenFill>
                            </a:ext>
                          </a:extLst>
                        </wps:spPr>
                        <wps:bodyPr/>
                      </wps:wsp>
                      <wps:wsp>
                        <wps:cNvPr id="207" name="Line 182"/>
                        <wps:cNvCnPr>
                          <a:cxnSpLocks noChangeShapeType="1"/>
                        </wps:cNvCnPr>
                        <wps:spPr bwMode="auto">
                          <a:xfrm>
                            <a:off x="1416" y="3899"/>
                            <a:ext cx="9792" cy="0"/>
                          </a:xfrm>
                          <a:prstGeom prst="line">
                            <a:avLst/>
                          </a:prstGeom>
                          <a:noFill/>
                          <a:ln w="19812">
                            <a:solidFill>
                              <a:srgbClr val="C00000"/>
                            </a:solidFill>
                            <a:prstDash val="solid"/>
                            <a:round/>
                            <a:headEnd/>
                            <a:tailEnd/>
                          </a:ln>
                          <a:extLst>
                            <a:ext uri="{909E8E84-426E-40DD-AFC4-6F175D3DCCD1}">
                              <a14:hiddenFill xmlns:a14="http://schemas.microsoft.com/office/drawing/2010/main">
                                <a:noFill/>
                              </a14:hiddenFill>
                            </a:ext>
                          </a:extLst>
                        </wps:spPr>
                        <wps:bodyPr/>
                      </wps:wsp>
                      <wps:wsp>
                        <wps:cNvPr id="208" name="Freeform 181"/>
                        <wps:cNvSpPr>
                          <a:spLocks/>
                        </wps:cNvSpPr>
                        <wps:spPr bwMode="auto">
                          <a:xfrm>
                            <a:off x="4809" y="2580"/>
                            <a:ext cx="2768" cy="2624"/>
                          </a:xfrm>
                          <a:custGeom>
                            <a:avLst/>
                            <a:gdLst>
                              <a:gd name="T0" fmla="+- 0 6114 4810"/>
                              <a:gd name="T1" fmla="*/ T0 w 2768"/>
                              <a:gd name="T2" fmla="+- 0 5201 2580"/>
                              <a:gd name="T3" fmla="*/ 5201 h 2624"/>
                              <a:gd name="T4" fmla="+- 0 5960 4810"/>
                              <a:gd name="T5" fmla="*/ T4 w 2768"/>
                              <a:gd name="T6" fmla="+- 0 5185 2580"/>
                              <a:gd name="T7" fmla="*/ 5185 h 2624"/>
                              <a:gd name="T8" fmla="+- 0 5813 4810"/>
                              <a:gd name="T9" fmla="*/ T8 w 2768"/>
                              <a:gd name="T10" fmla="+- 0 5153 2580"/>
                              <a:gd name="T11" fmla="*/ 5153 h 2624"/>
                              <a:gd name="T12" fmla="+- 0 5671 4810"/>
                              <a:gd name="T13" fmla="*/ T12 w 2768"/>
                              <a:gd name="T14" fmla="+- 0 5107 2580"/>
                              <a:gd name="T15" fmla="*/ 5107 h 2624"/>
                              <a:gd name="T16" fmla="+- 0 5537 4810"/>
                              <a:gd name="T17" fmla="*/ T16 w 2768"/>
                              <a:gd name="T18" fmla="+- 0 5047 2580"/>
                              <a:gd name="T19" fmla="*/ 5047 h 2624"/>
                              <a:gd name="T20" fmla="+- 0 5412 4810"/>
                              <a:gd name="T21" fmla="*/ T20 w 2768"/>
                              <a:gd name="T22" fmla="+- 0 4974 2580"/>
                              <a:gd name="T23" fmla="*/ 4974 h 2624"/>
                              <a:gd name="T24" fmla="+- 0 5295 4810"/>
                              <a:gd name="T25" fmla="*/ T24 w 2768"/>
                              <a:gd name="T26" fmla="+- 0 4889 2580"/>
                              <a:gd name="T27" fmla="*/ 4889 h 2624"/>
                              <a:gd name="T28" fmla="+- 0 5189 4810"/>
                              <a:gd name="T29" fmla="*/ T28 w 2768"/>
                              <a:gd name="T30" fmla="+- 0 4794 2580"/>
                              <a:gd name="T31" fmla="*/ 4794 h 2624"/>
                              <a:gd name="T32" fmla="+- 0 5094 4810"/>
                              <a:gd name="T33" fmla="*/ T32 w 2768"/>
                              <a:gd name="T34" fmla="+- 0 4688 2580"/>
                              <a:gd name="T35" fmla="*/ 4688 h 2624"/>
                              <a:gd name="T36" fmla="+- 0 5011 4810"/>
                              <a:gd name="T37" fmla="*/ T36 w 2768"/>
                              <a:gd name="T38" fmla="+- 0 4573 2580"/>
                              <a:gd name="T39" fmla="*/ 4573 h 2624"/>
                              <a:gd name="T40" fmla="+- 0 4941 4810"/>
                              <a:gd name="T41" fmla="*/ T40 w 2768"/>
                              <a:gd name="T42" fmla="+- 0 4450 2580"/>
                              <a:gd name="T43" fmla="*/ 4450 h 2624"/>
                              <a:gd name="T44" fmla="+- 0 4885 4810"/>
                              <a:gd name="T45" fmla="*/ T44 w 2768"/>
                              <a:gd name="T46" fmla="+- 0 4319 2580"/>
                              <a:gd name="T47" fmla="*/ 4319 h 2624"/>
                              <a:gd name="T48" fmla="+- 0 4844 4810"/>
                              <a:gd name="T49" fmla="*/ T48 w 2768"/>
                              <a:gd name="T50" fmla="+- 0 4181 2580"/>
                              <a:gd name="T51" fmla="*/ 4181 h 2624"/>
                              <a:gd name="T52" fmla="+- 0 4818 4810"/>
                              <a:gd name="T53" fmla="*/ T52 w 2768"/>
                              <a:gd name="T54" fmla="+- 0 4038 2580"/>
                              <a:gd name="T55" fmla="*/ 4038 h 2624"/>
                              <a:gd name="T56" fmla="+- 0 4810 4810"/>
                              <a:gd name="T57" fmla="*/ T56 w 2768"/>
                              <a:gd name="T58" fmla="+- 0 3890 2580"/>
                              <a:gd name="T59" fmla="*/ 3890 h 2624"/>
                              <a:gd name="T60" fmla="+- 0 4818 4810"/>
                              <a:gd name="T61" fmla="*/ T60 w 2768"/>
                              <a:gd name="T62" fmla="+- 0 3743 2580"/>
                              <a:gd name="T63" fmla="*/ 3743 h 2624"/>
                              <a:gd name="T64" fmla="+- 0 4844 4810"/>
                              <a:gd name="T65" fmla="*/ T64 w 2768"/>
                              <a:gd name="T66" fmla="+- 0 3600 2580"/>
                              <a:gd name="T67" fmla="*/ 3600 h 2624"/>
                              <a:gd name="T68" fmla="+- 0 4885 4810"/>
                              <a:gd name="T69" fmla="*/ T68 w 2768"/>
                              <a:gd name="T70" fmla="+- 0 3462 2580"/>
                              <a:gd name="T71" fmla="*/ 3462 h 2624"/>
                              <a:gd name="T72" fmla="+- 0 4941 4810"/>
                              <a:gd name="T73" fmla="*/ T72 w 2768"/>
                              <a:gd name="T74" fmla="+- 0 3332 2580"/>
                              <a:gd name="T75" fmla="*/ 3332 h 2624"/>
                              <a:gd name="T76" fmla="+- 0 5011 4810"/>
                              <a:gd name="T77" fmla="*/ T76 w 2768"/>
                              <a:gd name="T78" fmla="+- 0 3209 2580"/>
                              <a:gd name="T79" fmla="*/ 3209 h 2624"/>
                              <a:gd name="T80" fmla="+- 0 5094 4810"/>
                              <a:gd name="T81" fmla="*/ T80 w 2768"/>
                              <a:gd name="T82" fmla="+- 0 3094 2580"/>
                              <a:gd name="T83" fmla="*/ 3094 h 2624"/>
                              <a:gd name="T84" fmla="+- 0 5189 4810"/>
                              <a:gd name="T85" fmla="*/ T84 w 2768"/>
                              <a:gd name="T86" fmla="+- 0 2988 2580"/>
                              <a:gd name="T87" fmla="*/ 2988 h 2624"/>
                              <a:gd name="T88" fmla="+- 0 5295 4810"/>
                              <a:gd name="T89" fmla="*/ T88 w 2768"/>
                              <a:gd name="T90" fmla="+- 0 2893 2580"/>
                              <a:gd name="T91" fmla="*/ 2893 h 2624"/>
                              <a:gd name="T92" fmla="+- 0 5412 4810"/>
                              <a:gd name="T93" fmla="*/ T92 w 2768"/>
                              <a:gd name="T94" fmla="+- 0 2808 2580"/>
                              <a:gd name="T95" fmla="*/ 2808 h 2624"/>
                              <a:gd name="T96" fmla="+- 0 5537 4810"/>
                              <a:gd name="T97" fmla="*/ T96 w 2768"/>
                              <a:gd name="T98" fmla="+- 0 2736 2580"/>
                              <a:gd name="T99" fmla="*/ 2736 h 2624"/>
                              <a:gd name="T100" fmla="+- 0 5671 4810"/>
                              <a:gd name="T101" fmla="*/ T100 w 2768"/>
                              <a:gd name="T102" fmla="+- 0 2676 2580"/>
                              <a:gd name="T103" fmla="*/ 2676 h 2624"/>
                              <a:gd name="T104" fmla="+- 0 5813 4810"/>
                              <a:gd name="T105" fmla="*/ T104 w 2768"/>
                              <a:gd name="T106" fmla="+- 0 2630 2580"/>
                              <a:gd name="T107" fmla="*/ 2630 h 2624"/>
                              <a:gd name="T108" fmla="+- 0 5960 4810"/>
                              <a:gd name="T109" fmla="*/ T108 w 2768"/>
                              <a:gd name="T110" fmla="+- 0 2598 2580"/>
                              <a:gd name="T111" fmla="*/ 2598 h 2624"/>
                              <a:gd name="T112" fmla="+- 0 6114 4810"/>
                              <a:gd name="T113" fmla="*/ T112 w 2768"/>
                              <a:gd name="T114" fmla="+- 0 2582 2580"/>
                              <a:gd name="T115" fmla="*/ 2582 h 2624"/>
                              <a:gd name="T116" fmla="+- 0 6271 4810"/>
                              <a:gd name="T117" fmla="*/ T116 w 2768"/>
                              <a:gd name="T118" fmla="+- 0 2582 2580"/>
                              <a:gd name="T119" fmla="*/ 2582 h 2624"/>
                              <a:gd name="T120" fmla="+- 0 6424 4810"/>
                              <a:gd name="T121" fmla="*/ T120 w 2768"/>
                              <a:gd name="T122" fmla="+- 0 2598 2580"/>
                              <a:gd name="T123" fmla="*/ 2598 h 2624"/>
                              <a:gd name="T124" fmla="+- 0 6573 4810"/>
                              <a:gd name="T125" fmla="*/ T124 w 2768"/>
                              <a:gd name="T126" fmla="+- 0 2630 2580"/>
                              <a:gd name="T127" fmla="*/ 2630 h 2624"/>
                              <a:gd name="T128" fmla="+- 0 6714 4810"/>
                              <a:gd name="T129" fmla="*/ T128 w 2768"/>
                              <a:gd name="T130" fmla="+- 0 2676 2580"/>
                              <a:gd name="T131" fmla="*/ 2676 h 2624"/>
                              <a:gd name="T132" fmla="+- 0 6848 4810"/>
                              <a:gd name="T133" fmla="*/ T132 w 2768"/>
                              <a:gd name="T134" fmla="+- 0 2736 2580"/>
                              <a:gd name="T135" fmla="*/ 2736 h 2624"/>
                              <a:gd name="T136" fmla="+- 0 6974 4810"/>
                              <a:gd name="T137" fmla="*/ T136 w 2768"/>
                              <a:gd name="T138" fmla="+- 0 2808 2580"/>
                              <a:gd name="T139" fmla="*/ 2808 h 2624"/>
                              <a:gd name="T140" fmla="+- 0 7091 4810"/>
                              <a:gd name="T141" fmla="*/ T140 w 2768"/>
                              <a:gd name="T142" fmla="+- 0 2893 2580"/>
                              <a:gd name="T143" fmla="*/ 2893 h 2624"/>
                              <a:gd name="T144" fmla="+- 0 7197 4810"/>
                              <a:gd name="T145" fmla="*/ T144 w 2768"/>
                              <a:gd name="T146" fmla="+- 0 2988 2580"/>
                              <a:gd name="T147" fmla="*/ 2988 h 2624"/>
                              <a:gd name="T148" fmla="+- 0 7292 4810"/>
                              <a:gd name="T149" fmla="*/ T148 w 2768"/>
                              <a:gd name="T150" fmla="+- 0 3094 2580"/>
                              <a:gd name="T151" fmla="*/ 3094 h 2624"/>
                              <a:gd name="T152" fmla="+- 0 7375 4810"/>
                              <a:gd name="T153" fmla="*/ T152 w 2768"/>
                              <a:gd name="T154" fmla="+- 0 3209 2580"/>
                              <a:gd name="T155" fmla="*/ 3209 h 2624"/>
                              <a:gd name="T156" fmla="+- 0 7445 4810"/>
                              <a:gd name="T157" fmla="*/ T156 w 2768"/>
                              <a:gd name="T158" fmla="+- 0 3332 2580"/>
                              <a:gd name="T159" fmla="*/ 3332 h 2624"/>
                              <a:gd name="T160" fmla="+- 0 7501 4810"/>
                              <a:gd name="T161" fmla="*/ T160 w 2768"/>
                              <a:gd name="T162" fmla="+- 0 3462 2580"/>
                              <a:gd name="T163" fmla="*/ 3462 h 2624"/>
                              <a:gd name="T164" fmla="+- 0 7543 4810"/>
                              <a:gd name="T165" fmla="*/ T164 w 2768"/>
                              <a:gd name="T166" fmla="+- 0 3600 2580"/>
                              <a:gd name="T167" fmla="*/ 3600 h 2624"/>
                              <a:gd name="T168" fmla="+- 0 7568 4810"/>
                              <a:gd name="T169" fmla="*/ T168 w 2768"/>
                              <a:gd name="T170" fmla="+- 0 3743 2580"/>
                              <a:gd name="T171" fmla="*/ 3743 h 2624"/>
                              <a:gd name="T172" fmla="+- 0 7577 4810"/>
                              <a:gd name="T173" fmla="*/ T172 w 2768"/>
                              <a:gd name="T174" fmla="+- 0 3890 2580"/>
                              <a:gd name="T175" fmla="*/ 3890 h 2624"/>
                              <a:gd name="T176" fmla="+- 0 7568 4810"/>
                              <a:gd name="T177" fmla="*/ T176 w 2768"/>
                              <a:gd name="T178" fmla="+- 0 4038 2580"/>
                              <a:gd name="T179" fmla="*/ 4038 h 2624"/>
                              <a:gd name="T180" fmla="+- 0 7543 4810"/>
                              <a:gd name="T181" fmla="*/ T180 w 2768"/>
                              <a:gd name="T182" fmla="+- 0 4181 2580"/>
                              <a:gd name="T183" fmla="*/ 4181 h 2624"/>
                              <a:gd name="T184" fmla="+- 0 7501 4810"/>
                              <a:gd name="T185" fmla="*/ T184 w 2768"/>
                              <a:gd name="T186" fmla="+- 0 4319 2580"/>
                              <a:gd name="T187" fmla="*/ 4319 h 2624"/>
                              <a:gd name="T188" fmla="+- 0 7445 4810"/>
                              <a:gd name="T189" fmla="*/ T188 w 2768"/>
                              <a:gd name="T190" fmla="+- 0 4450 2580"/>
                              <a:gd name="T191" fmla="*/ 4450 h 2624"/>
                              <a:gd name="T192" fmla="+- 0 7375 4810"/>
                              <a:gd name="T193" fmla="*/ T192 w 2768"/>
                              <a:gd name="T194" fmla="+- 0 4573 2580"/>
                              <a:gd name="T195" fmla="*/ 4573 h 2624"/>
                              <a:gd name="T196" fmla="+- 0 7292 4810"/>
                              <a:gd name="T197" fmla="*/ T196 w 2768"/>
                              <a:gd name="T198" fmla="+- 0 4688 2580"/>
                              <a:gd name="T199" fmla="*/ 4688 h 2624"/>
                              <a:gd name="T200" fmla="+- 0 7197 4810"/>
                              <a:gd name="T201" fmla="*/ T200 w 2768"/>
                              <a:gd name="T202" fmla="+- 0 4794 2580"/>
                              <a:gd name="T203" fmla="*/ 4794 h 2624"/>
                              <a:gd name="T204" fmla="+- 0 7091 4810"/>
                              <a:gd name="T205" fmla="*/ T204 w 2768"/>
                              <a:gd name="T206" fmla="+- 0 4889 2580"/>
                              <a:gd name="T207" fmla="*/ 4889 h 2624"/>
                              <a:gd name="T208" fmla="+- 0 6974 4810"/>
                              <a:gd name="T209" fmla="*/ T208 w 2768"/>
                              <a:gd name="T210" fmla="+- 0 4974 2580"/>
                              <a:gd name="T211" fmla="*/ 4974 h 2624"/>
                              <a:gd name="T212" fmla="+- 0 6848 4810"/>
                              <a:gd name="T213" fmla="*/ T212 w 2768"/>
                              <a:gd name="T214" fmla="+- 0 5047 2580"/>
                              <a:gd name="T215" fmla="*/ 5047 h 2624"/>
                              <a:gd name="T216" fmla="+- 0 6714 4810"/>
                              <a:gd name="T217" fmla="*/ T216 w 2768"/>
                              <a:gd name="T218" fmla="+- 0 5107 2580"/>
                              <a:gd name="T219" fmla="*/ 5107 h 2624"/>
                              <a:gd name="T220" fmla="+- 0 6573 4810"/>
                              <a:gd name="T221" fmla="*/ T220 w 2768"/>
                              <a:gd name="T222" fmla="+- 0 5153 2580"/>
                              <a:gd name="T223" fmla="*/ 5153 h 2624"/>
                              <a:gd name="T224" fmla="+- 0 6424 4810"/>
                              <a:gd name="T225" fmla="*/ T224 w 2768"/>
                              <a:gd name="T226" fmla="+- 0 5185 2580"/>
                              <a:gd name="T227" fmla="*/ 5185 h 2624"/>
                              <a:gd name="T228" fmla="+- 0 6271 4810"/>
                              <a:gd name="T229" fmla="*/ T228 w 2768"/>
                              <a:gd name="T230" fmla="+- 0 5201 2580"/>
                              <a:gd name="T231" fmla="*/ 5201 h 26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2768" h="2624">
                                <a:moveTo>
                                  <a:pt x="1382" y="2623"/>
                                </a:moveTo>
                                <a:lnTo>
                                  <a:pt x="1304" y="2621"/>
                                </a:lnTo>
                                <a:lnTo>
                                  <a:pt x="1226" y="2615"/>
                                </a:lnTo>
                                <a:lnTo>
                                  <a:pt x="1150" y="2605"/>
                                </a:lnTo>
                                <a:lnTo>
                                  <a:pt x="1076" y="2591"/>
                                </a:lnTo>
                                <a:lnTo>
                                  <a:pt x="1003" y="2573"/>
                                </a:lnTo>
                                <a:lnTo>
                                  <a:pt x="931" y="2552"/>
                                </a:lnTo>
                                <a:lnTo>
                                  <a:pt x="861" y="2527"/>
                                </a:lnTo>
                                <a:lnTo>
                                  <a:pt x="793" y="2499"/>
                                </a:lnTo>
                                <a:lnTo>
                                  <a:pt x="727" y="2467"/>
                                </a:lnTo>
                                <a:lnTo>
                                  <a:pt x="663" y="2432"/>
                                </a:lnTo>
                                <a:lnTo>
                                  <a:pt x="602" y="2394"/>
                                </a:lnTo>
                                <a:lnTo>
                                  <a:pt x="542" y="2353"/>
                                </a:lnTo>
                                <a:lnTo>
                                  <a:pt x="485" y="2309"/>
                                </a:lnTo>
                                <a:lnTo>
                                  <a:pt x="431" y="2263"/>
                                </a:lnTo>
                                <a:lnTo>
                                  <a:pt x="379" y="2214"/>
                                </a:lnTo>
                                <a:lnTo>
                                  <a:pt x="330" y="2162"/>
                                </a:lnTo>
                                <a:lnTo>
                                  <a:pt x="284" y="2108"/>
                                </a:lnTo>
                                <a:lnTo>
                                  <a:pt x="241" y="2052"/>
                                </a:lnTo>
                                <a:lnTo>
                                  <a:pt x="201" y="1993"/>
                                </a:lnTo>
                                <a:lnTo>
                                  <a:pt x="164" y="1932"/>
                                </a:lnTo>
                                <a:lnTo>
                                  <a:pt x="131" y="1870"/>
                                </a:lnTo>
                                <a:lnTo>
                                  <a:pt x="101" y="1805"/>
                                </a:lnTo>
                                <a:lnTo>
                                  <a:pt x="75" y="1739"/>
                                </a:lnTo>
                                <a:lnTo>
                                  <a:pt x="52" y="1671"/>
                                </a:lnTo>
                                <a:lnTo>
                                  <a:pt x="34" y="1601"/>
                                </a:lnTo>
                                <a:lnTo>
                                  <a:pt x="19" y="1531"/>
                                </a:lnTo>
                                <a:lnTo>
                                  <a:pt x="8" y="1458"/>
                                </a:lnTo>
                                <a:lnTo>
                                  <a:pt x="2" y="1385"/>
                                </a:lnTo>
                                <a:lnTo>
                                  <a:pt x="0" y="1310"/>
                                </a:lnTo>
                                <a:lnTo>
                                  <a:pt x="2" y="1236"/>
                                </a:lnTo>
                                <a:lnTo>
                                  <a:pt x="8" y="1163"/>
                                </a:lnTo>
                                <a:lnTo>
                                  <a:pt x="19" y="1091"/>
                                </a:lnTo>
                                <a:lnTo>
                                  <a:pt x="34" y="1020"/>
                                </a:lnTo>
                                <a:lnTo>
                                  <a:pt x="52" y="950"/>
                                </a:lnTo>
                                <a:lnTo>
                                  <a:pt x="75" y="882"/>
                                </a:lnTo>
                                <a:lnTo>
                                  <a:pt x="101" y="816"/>
                                </a:lnTo>
                                <a:lnTo>
                                  <a:pt x="131" y="752"/>
                                </a:lnTo>
                                <a:lnTo>
                                  <a:pt x="164" y="689"/>
                                </a:lnTo>
                                <a:lnTo>
                                  <a:pt x="201" y="629"/>
                                </a:lnTo>
                                <a:lnTo>
                                  <a:pt x="241" y="570"/>
                                </a:lnTo>
                                <a:lnTo>
                                  <a:pt x="284" y="514"/>
                                </a:lnTo>
                                <a:lnTo>
                                  <a:pt x="330" y="460"/>
                                </a:lnTo>
                                <a:lnTo>
                                  <a:pt x="379" y="408"/>
                                </a:lnTo>
                                <a:lnTo>
                                  <a:pt x="431" y="359"/>
                                </a:lnTo>
                                <a:lnTo>
                                  <a:pt x="485" y="313"/>
                                </a:lnTo>
                                <a:lnTo>
                                  <a:pt x="542" y="269"/>
                                </a:lnTo>
                                <a:lnTo>
                                  <a:pt x="602" y="228"/>
                                </a:lnTo>
                                <a:lnTo>
                                  <a:pt x="663" y="191"/>
                                </a:lnTo>
                                <a:lnTo>
                                  <a:pt x="727" y="156"/>
                                </a:lnTo>
                                <a:lnTo>
                                  <a:pt x="793" y="124"/>
                                </a:lnTo>
                                <a:lnTo>
                                  <a:pt x="861" y="96"/>
                                </a:lnTo>
                                <a:lnTo>
                                  <a:pt x="931" y="71"/>
                                </a:lnTo>
                                <a:lnTo>
                                  <a:pt x="1003" y="50"/>
                                </a:lnTo>
                                <a:lnTo>
                                  <a:pt x="1076" y="32"/>
                                </a:lnTo>
                                <a:lnTo>
                                  <a:pt x="1150" y="18"/>
                                </a:lnTo>
                                <a:lnTo>
                                  <a:pt x="1226" y="8"/>
                                </a:lnTo>
                                <a:lnTo>
                                  <a:pt x="1304" y="2"/>
                                </a:lnTo>
                                <a:lnTo>
                                  <a:pt x="1382" y="0"/>
                                </a:lnTo>
                                <a:lnTo>
                                  <a:pt x="1461" y="2"/>
                                </a:lnTo>
                                <a:lnTo>
                                  <a:pt x="1538" y="8"/>
                                </a:lnTo>
                                <a:lnTo>
                                  <a:pt x="1614" y="18"/>
                                </a:lnTo>
                                <a:lnTo>
                                  <a:pt x="1689" y="32"/>
                                </a:lnTo>
                                <a:lnTo>
                                  <a:pt x="1763" y="50"/>
                                </a:lnTo>
                                <a:lnTo>
                                  <a:pt x="1834" y="71"/>
                                </a:lnTo>
                                <a:lnTo>
                                  <a:pt x="1904" y="96"/>
                                </a:lnTo>
                                <a:lnTo>
                                  <a:pt x="1972" y="124"/>
                                </a:lnTo>
                                <a:lnTo>
                                  <a:pt x="2038" y="156"/>
                                </a:lnTo>
                                <a:lnTo>
                                  <a:pt x="2102" y="191"/>
                                </a:lnTo>
                                <a:lnTo>
                                  <a:pt x="2164" y="228"/>
                                </a:lnTo>
                                <a:lnTo>
                                  <a:pt x="2224" y="269"/>
                                </a:lnTo>
                                <a:lnTo>
                                  <a:pt x="2281" y="313"/>
                                </a:lnTo>
                                <a:lnTo>
                                  <a:pt x="2335" y="359"/>
                                </a:lnTo>
                                <a:lnTo>
                                  <a:pt x="2387" y="408"/>
                                </a:lnTo>
                                <a:lnTo>
                                  <a:pt x="2436" y="460"/>
                                </a:lnTo>
                                <a:lnTo>
                                  <a:pt x="2482" y="514"/>
                                </a:lnTo>
                                <a:lnTo>
                                  <a:pt x="2525" y="570"/>
                                </a:lnTo>
                                <a:lnTo>
                                  <a:pt x="2565" y="629"/>
                                </a:lnTo>
                                <a:lnTo>
                                  <a:pt x="2602" y="689"/>
                                </a:lnTo>
                                <a:lnTo>
                                  <a:pt x="2635" y="752"/>
                                </a:lnTo>
                                <a:lnTo>
                                  <a:pt x="2665" y="816"/>
                                </a:lnTo>
                                <a:lnTo>
                                  <a:pt x="2691" y="882"/>
                                </a:lnTo>
                                <a:lnTo>
                                  <a:pt x="2714" y="950"/>
                                </a:lnTo>
                                <a:lnTo>
                                  <a:pt x="2733" y="1020"/>
                                </a:lnTo>
                                <a:lnTo>
                                  <a:pt x="2747" y="1091"/>
                                </a:lnTo>
                                <a:lnTo>
                                  <a:pt x="2758" y="1163"/>
                                </a:lnTo>
                                <a:lnTo>
                                  <a:pt x="2765" y="1236"/>
                                </a:lnTo>
                                <a:lnTo>
                                  <a:pt x="2767" y="1310"/>
                                </a:lnTo>
                                <a:lnTo>
                                  <a:pt x="2765" y="1385"/>
                                </a:lnTo>
                                <a:lnTo>
                                  <a:pt x="2758" y="1458"/>
                                </a:lnTo>
                                <a:lnTo>
                                  <a:pt x="2747" y="1531"/>
                                </a:lnTo>
                                <a:lnTo>
                                  <a:pt x="2733" y="1601"/>
                                </a:lnTo>
                                <a:lnTo>
                                  <a:pt x="2714" y="1671"/>
                                </a:lnTo>
                                <a:lnTo>
                                  <a:pt x="2691" y="1739"/>
                                </a:lnTo>
                                <a:lnTo>
                                  <a:pt x="2665" y="1805"/>
                                </a:lnTo>
                                <a:lnTo>
                                  <a:pt x="2635" y="1870"/>
                                </a:lnTo>
                                <a:lnTo>
                                  <a:pt x="2602" y="1932"/>
                                </a:lnTo>
                                <a:lnTo>
                                  <a:pt x="2565" y="1993"/>
                                </a:lnTo>
                                <a:lnTo>
                                  <a:pt x="2525" y="2052"/>
                                </a:lnTo>
                                <a:lnTo>
                                  <a:pt x="2482" y="2108"/>
                                </a:lnTo>
                                <a:lnTo>
                                  <a:pt x="2436" y="2162"/>
                                </a:lnTo>
                                <a:lnTo>
                                  <a:pt x="2387" y="2214"/>
                                </a:lnTo>
                                <a:lnTo>
                                  <a:pt x="2335" y="2263"/>
                                </a:lnTo>
                                <a:lnTo>
                                  <a:pt x="2281" y="2309"/>
                                </a:lnTo>
                                <a:lnTo>
                                  <a:pt x="2224" y="2353"/>
                                </a:lnTo>
                                <a:lnTo>
                                  <a:pt x="2164" y="2394"/>
                                </a:lnTo>
                                <a:lnTo>
                                  <a:pt x="2102" y="2432"/>
                                </a:lnTo>
                                <a:lnTo>
                                  <a:pt x="2038" y="2467"/>
                                </a:lnTo>
                                <a:lnTo>
                                  <a:pt x="1972" y="2499"/>
                                </a:lnTo>
                                <a:lnTo>
                                  <a:pt x="1904" y="2527"/>
                                </a:lnTo>
                                <a:lnTo>
                                  <a:pt x="1834" y="2552"/>
                                </a:lnTo>
                                <a:lnTo>
                                  <a:pt x="1763" y="2573"/>
                                </a:lnTo>
                                <a:lnTo>
                                  <a:pt x="1689" y="2591"/>
                                </a:lnTo>
                                <a:lnTo>
                                  <a:pt x="1614" y="2605"/>
                                </a:lnTo>
                                <a:lnTo>
                                  <a:pt x="1538" y="2615"/>
                                </a:lnTo>
                                <a:lnTo>
                                  <a:pt x="1461" y="2621"/>
                                </a:lnTo>
                                <a:lnTo>
                                  <a:pt x="1382" y="262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 name="AutoShape 180"/>
                        <wps:cNvSpPr>
                          <a:spLocks/>
                        </wps:cNvSpPr>
                        <wps:spPr bwMode="auto">
                          <a:xfrm>
                            <a:off x="4802" y="2570"/>
                            <a:ext cx="2782" cy="2640"/>
                          </a:xfrm>
                          <a:custGeom>
                            <a:avLst/>
                            <a:gdLst>
                              <a:gd name="T0" fmla="+- 0 5590 4802"/>
                              <a:gd name="T1" fmla="*/ T0 w 2782"/>
                              <a:gd name="T2" fmla="+- 0 5070 2570"/>
                              <a:gd name="T3" fmla="*/ 5070 h 2640"/>
                              <a:gd name="T4" fmla="+- 0 5258 4802"/>
                              <a:gd name="T5" fmla="*/ T4 w 2782"/>
                              <a:gd name="T6" fmla="+- 0 4850 2570"/>
                              <a:gd name="T7" fmla="*/ 4850 h 2640"/>
                              <a:gd name="T8" fmla="+- 0 5040 4802"/>
                              <a:gd name="T9" fmla="*/ T8 w 2782"/>
                              <a:gd name="T10" fmla="+- 0 4610 2570"/>
                              <a:gd name="T11" fmla="*/ 4610 h 2640"/>
                              <a:gd name="T12" fmla="+- 0 4910 4802"/>
                              <a:gd name="T13" fmla="*/ T12 w 2782"/>
                              <a:gd name="T14" fmla="+- 0 4390 2570"/>
                              <a:gd name="T15" fmla="*/ 4390 h 2640"/>
                              <a:gd name="T16" fmla="+- 0 4829 4802"/>
                              <a:gd name="T17" fmla="*/ T16 w 2782"/>
                              <a:gd name="T18" fmla="+- 0 4150 2570"/>
                              <a:gd name="T19" fmla="*/ 4150 h 2640"/>
                              <a:gd name="T20" fmla="+- 0 4802 4802"/>
                              <a:gd name="T21" fmla="*/ T20 w 2782"/>
                              <a:gd name="T22" fmla="+- 0 3810 2570"/>
                              <a:gd name="T23" fmla="*/ 3810 h 2640"/>
                              <a:gd name="T24" fmla="+- 0 4865 4802"/>
                              <a:gd name="T25" fmla="*/ T24 w 2782"/>
                              <a:gd name="T26" fmla="+- 0 3490 2570"/>
                              <a:gd name="T27" fmla="*/ 3490 h 2640"/>
                              <a:gd name="T28" fmla="+- 0 4970 4802"/>
                              <a:gd name="T29" fmla="*/ T28 w 2782"/>
                              <a:gd name="T30" fmla="+- 0 3250 2570"/>
                              <a:gd name="T31" fmla="*/ 3250 h 2640"/>
                              <a:gd name="T32" fmla="+- 0 5119 4802"/>
                              <a:gd name="T33" fmla="*/ T32 w 2782"/>
                              <a:gd name="T34" fmla="+- 0 3050 2570"/>
                              <a:gd name="T35" fmla="*/ 3050 h 2640"/>
                              <a:gd name="T36" fmla="+- 0 5414 4802"/>
                              <a:gd name="T37" fmla="*/ T36 w 2782"/>
                              <a:gd name="T38" fmla="+- 0 2790 2570"/>
                              <a:gd name="T39" fmla="*/ 2790 h 2640"/>
                              <a:gd name="T40" fmla="+- 0 5714 4802"/>
                              <a:gd name="T41" fmla="*/ T40 w 2782"/>
                              <a:gd name="T42" fmla="+- 0 2650 2570"/>
                              <a:gd name="T43" fmla="*/ 2650 h 2640"/>
                              <a:gd name="T44" fmla="+- 0 6122 4802"/>
                              <a:gd name="T45" fmla="*/ T44 w 2782"/>
                              <a:gd name="T46" fmla="+- 0 2570 2570"/>
                              <a:gd name="T47" fmla="*/ 2570 h 2640"/>
                              <a:gd name="T48" fmla="+- 0 5849 4802"/>
                              <a:gd name="T49" fmla="*/ T48 w 2782"/>
                              <a:gd name="T50" fmla="+- 0 2610 2570"/>
                              <a:gd name="T51" fmla="*/ 2610 h 2640"/>
                              <a:gd name="T52" fmla="+- 0 5537 4802"/>
                              <a:gd name="T53" fmla="*/ T52 w 2782"/>
                              <a:gd name="T54" fmla="+- 0 2730 2570"/>
                              <a:gd name="T55" fmla="*/ 2730 h 2640"/>
                              <a:gd name="T56" fmla="+- 0 5220 4802"/>
                              <a:gd name="T57" fmla="*/ T56 w 2782"/>
                              <a:gd name="T58" fmla="+- 0 2950 2570"/>
                              <a:gd name="T59" fmla="*/ 2950 h 2640"/>
                              <a:gd name="T60" fmla="+- 0 5052 4802"/>
                              <a:gd name="T61" fmla="*/ T60 w 2782"/>
                              <a:gd name="T62" fmla="+- 0 3150 2570"/>
                              <a:gd name="T63" fmla="*/ 3150 h 2640"/>
                              <a:gd name="T64" fmla="+- 0 4925 4802"/>
                              <a:gd name="T65" fmla="*/ T64 w 2782"/>
                              <a:gd name="T66" fmla="+- 0 3370 2570"/>
                              <a:gd name="T67" fmla="*/ 3370 h 2640"/>
                              <a:gd name="T68" fmla="+- 0 4846 4802"/>
                              <a:gd name="T69" fmla="*/ T68 w 2782"/>
                              <a:gd name="T70" fmla="+- 0 3610 2570"/>
                              <a:gd name="T71" fmla="*/ 3610 h 2640"/>
                              <a:gd name="T72" fmla="+- 0 4817 4802"/>
                              <a:gd name="T73" fmla="*/ T72 w 2782"/>
                              <a:gd name="T74" fmla="+- 0 3850 2570"/>
                              <a:gd name="T75" fmla="*/ 3850 h 2640"/>
                              <a:gd name="T76" fmla="+- 0 4846 4802"/>
                              <a:gd name="T77" fmla="*/ T76 w 2782"/>
                              <a:gd name="T78" fmla="+- 0 4150 2570"/>
                              <a:gd name="T79" fmla="*/ 4150 h 2640"/>
                              <a:gd name="T80" fmla="+- 0 4925 4802"/>
                              <a:gd name="T81" fmla="*/ T80 w 2782"/>
                              <a:gd name="T82" fmla="+- 0 4390 2570"/>
                              <a:gd name="T83" fmla="*/ 4390 h 2640"/>
                              <a:gd name="T84" fmla="+- 0 5052 4802"/>
                              <a:gd name="T85" fmla="*/ T84 w 2782"/>
                              <a:gd name="T86" fmla="+- 0 4610 2570"/>
                              <a:gd name="T87" fmla="*/ 4610 h 2640"/>
                              <a:gd name="T88" fmla="+- 0 5220 4802"/>
                              <a:gd name="T89" fmla="*/ T88 w 2782"/>
                              <a:gd name="T90" fmla="+- 0 4810 2570"/>
                              <a:gd name="T91" fmla="*/ 4810 h 2640"/>
                              <a:gd name="T92" fmla="+- 0 5479 4802"/>
                              <a:gd name="T93" fmla="*/ T92 w 2782"/>
                              <a:gd name="T94" fmla="+- 0 4990 2570"/>
                              <a:gd name="T95" fmla="*/ 4990 h 2640"/>
                              <a:gd name="T96" fmla="+- 0 5719 4802"/>
                              <a:gd name="T97" fmla="*/ T96 w 2782"/>
                              <a:gd name="T98" fmla="+- 0 5110 2570"/>
                              <a:gd name="T99" fmla="*/ 5110 h 2640"/>
                              <a:gd name="T100" fmla="+- 0 6602 4802"/>
                              <a:gd name="T101" fmla="*/ T100 w 2782"/>
                              <a:gd name="T102" fmla="+- 0 5130 2570"/>
                              <a:gd name="T103" fmla="*/ 5130 h 2640"/>
                              <a:gd name="T104" fmla="+- 0 6907 4802"/>
                              <a:gd name="T105" fmla="*/ T104 w 2782"/>
                              <a:gd name="T106" fmla="+- 0 4990 2570"/>
                              <a:gd name="T107" fmla="*/ 4990 h 2640"/>
                              <a:gd name="T108" fmla="+- 0 7166 4802"/>
                              <a:gd name="T109" fmla="*/ T108 w 2782"/>
                              <a:gd name="T110" fmla="+- 0 4810 2570"/>
                              <a:gd name="T111" fmla="*/ 4810 h 2640"/>
                              <a:gd name="T112" fmla="+- 0 7334 4802"/>
                              <a:gd name="T113" fmla="*/ T112 w 2782"/>
                              <a:gd name="T114" fmla="+- 0 4610 2570"/>
                              <a:gd name="T115" fmla="*/ 4610 h 2640"/>
                              <a:gd name="T116" fmla="+- 0 7486 4802"/>
                              <a:gd name="T117" fmla="*/ T116 w 2782"/>
                              <a:gd name="T118" fmla="+- 0 4330 2570"/>
                              <a:gd name="T119" fmla="*/ 4330 h 2640"/>
                              <a:gd name="T120" fmla="+- 0 7553 4802"/>
                              <a:gd name="T121" fmla="*/ T120 w 2782"/>
                              <a:gd name="T122" fmla="+- 0 4070 2570"/>
                              <a:gd name="T123" fmla="*/ 4070 h 2640"/>
                              <a:gd name="T124" fmla="+- 0 7570 4802"/>
                              <a:gd name="T125" fmla="*/ T124 w 2782"/>
                              <a:gd name="T126" fmla="+- 0 3890 2570"/>
                              <a:gd name="T127" fmla="*/ 3890 h 2640"/>
                              <a:gd name="T128" fmla="+- 0 7553 4802"/>
                              <a:gd name="T129" fmla="*/ T128 w 2782"/>
                              <a:gd name="T130" fmla="+- 0 3690 2570"/>
                              <a:gd name="T131" fmla="*/ 3690 h 2640"/>
                              <a:gd name="T132" fmla="+- 0 7486 4802"/>
                              <a:gd name="T133" fmla="*/ T132 w 2782"/>
                              <a:gd name="T134" fmla="+- 0 3430 2570"/>
                              <a:gd name="T135" fmla="*/ 3430 h 2640"/>
                              <a:gd name="T136" fmla="+- 0 7334 4802"/>
                              <a:gd name="T137" fmla="*/ T136 w 2782"/>
                              <a:gd name="T138" fmla="+- 0 3150 2570"/>
                              <a:gd name="T139" fmla="*/ 3150 h 2640"/>
                              <a:gd name="T140" fmla="+- 0 7166 4802"/>
                              <a:gd name="T141" fmla="*/ T140 w 2782"/>
                              <a:gd name="T142" fmla="+- 0 2950 2570"/>
                              <a:gd name="T143" fmla="*/ 2950 h 2640"/>
                              <a:gd name="T144" fmla="+- 0 6962 4802"/>
                              <a:gd name="T145" fmla="*/ T144 w 2782"/>
                              <a:gd name="T146" fmla="+- 0 2810 2570"/>
                              <a:gd name="T147" fmla="*/ 2810 h 2640"/>
                              <a:gd name="T148" fmla="+- 0 6667 4802"/>
                              <a:gd name="T149" fmla="*/ T148 w 2782"/>
                              <a:gd name="T150" fmla="+- 0 2650 2570"/>
                              <a:gd name="T151" fmla="*/ 2650 h 2640"/>
                              <a:gd name="T152" fmla="+- 0 6334 4802"/>
                              <a:gd name="T153" fmla="*/ T152 w 2782"/>
                              <a:gd name="T154" fmla="+- 0 2590 2570"/>
                              <a:gd name="T155" fmla="*/ 2590 h 2640"/>
                              <a:gd name="T156" fmla="+- 0 6607 4802"/>
                              <a:gd name="T157" fmla="*/ T156 w 2782"/>
                              <a:gd name="T158" fmla="+- 0 2630 2570"/>
                              <a:gd name="T159" fmla="*/ 2630 h 2640"/>
                              <a:gd name="T160" fmla="+- 0 6854 4802"/>
                              <a:gd name="T161" fmla="*/ T160 w 2782"/>
                              <a:gd name="T162" fmla="+- 0 2730 2570"/>
                              <a:gd name="T163" fmla="*/ 2730 h 2640"/>
                              <a:gd name="T164" fmla="+- 0 7128 4802"/>
                              <a:gd name="T165" fmla="*/ T164 w 2782"/>
                              <a:gd name="T166" fmla="+- 0 2910 2570"/>
                              <a:gd name="T167" fmla="*/ 2910 h 2640"/>
                              <a:gd name="T168" fmla="+- 0 7308 4802"/>
                              <a:gd name="T169" fmla="*/ T168 w 2782"/>
                              <a:gd name="T170" fmla="+- 0 3090 2570"/>
                              <a:gd name="T171" fmla="*/ 3090 h 2640"/>
                              <a:gd name="T172" fmla="+- 0 7447 4802"/>
                              <a:gd name="T173" fmla="*/ T172 w 2782"/>
                              <a:gd name="T174" fmla="+- 0 3310 2570"/>
                              <a:gd name="T175" fmla="*/ 3310 h 2640"/>
                              <a:gd name="T176" fmla="+- 0 7555 4802"/>
                              <a:gd name="T177" fmla="*/ T176 w 2782"/>
                              <a:gd name="T178" fmla="+- 0 3610 2570"/>
                              <a:gd name="T179" fmla="*/ 3610 h 2640"/>
                              <a:gd name="T180" fmla="+- 0 7584 4802"/>
                              <a:gd name="T181" fmla="*/ T180 w 2782"/>
                              <a:gd name="T182" fmla="+- 0 3910 2570"/>
                              <a:gd name="T183" fmla="*/ 3910 h 2640"/>
                              <a:gd name="T184" fmla="+- 0 7541 4802"/>
                              <a:gd name="T185" fmla="*/ T184 w 2782"/>
                              <a:gd name="T186" fmla="+- 0 4210 2570"/>
                              <a:gd name="T187" fmla="*/ 4210 h 2640"/>
                              <a:gd name="T188" fmla="+- 0 7416 4802"/>
                              <a:gd name="T189" fmla="*/ T188 w 2782"/>
                              <a:gd name="T190" fmla="+- 0 4510 2570"/>
                              <a:gd name="T191" fmla="*/ 4510 h 2640"/>
                              <a:gd name="T192" fmla="+- 0 7267 4802"/>
                              <a:gd name="T193" fmla="*/ T192 w 2782"/>
                              <a:gd name="T194" fmla="+- 0 4730 2570"/>
                              <a:gd name="T195" fmla="*/ 4730 h 2640"/>
                              <a:gd name="T196" fmla="+- 0 7025 4802"/>
                              <a:gd name="T197" fmla="*/ T196 w 2782"/>
                              <a:gd name="T198" fmla="+- 0 4930 2570"/>
                              <a:gd name="T199" fmla="*/ 4930 h 2640"/>
                              <a:gd name="T200" fmla="+- 0 6672 4802"/>
                              <a:gd name="T201" fmla="*/ T200 w 2782"/>
                              <a:gd name="T202" fmla="+- 0 5110 2570"/>
                              <a:gd name="T203" fmla="*/ 5110 h 2640"/>
                              <a:gd name="T204" fmla="+- 0 5846 4802"/>
                              <a:gd name="T205" fmla="*/ T204 w 2782"/>
                              <a:gd name="T206" fmla="+- 0 5150 2570"/>
                              <a:gd name="T207" fmla="*/ 5150 h 2640"/>
                              <a:gd name="T208" fmla="+- 0 6122 4802"/>
                              <a:gd name="T209" fmla="*/ T208 w 2782"/>
                              <a:gd name="T210" fmla="+- 0 5190 2570"/>
                              <a:gd name="T211" fmla="*/ 5190 h 2640"/>
                              <a:gd name="T212" fmla="+- 0 6403 4802"/>
                              <a:gd name="T213" fmla="*/ T212 w 2782"/>
                              <a:gd name="T214" fmla="+- 0 5170 2570"/>
                              <a:gd name="T215" fmla="*/ 5170 h 2640"/>
                              <a:gd name="T216" fmla="+- 0 6192 4802"/>
                              <a:gd name="T217" fmla="*/ T216 w 2782"/>
                              <a:gd name="T218" fmla="+- 0 5210 2570"/>
                              <a:gd name="T219" fmla="*/ 5210 h 26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2782" h="2640">
                                <a:moveTo>
                                  <a:pt x="1047" y="2580"/>
                                </a:moveTo>
                                <a:lnTo>
                                  <a:pt x="977" y="2580"/>
                                </a:lnTo>
                                <a:lnTo>
                                  <a:pt x="912" y="2540"/>
                                </a:lnTo>
                                <a:lnTo>
                                  <a:pt x="788" y="2500"/>
                                </a:lnTo>
                                <a:lnTo>
                                  <a:pt x="728" y="2480"/>
                                </a:lnTo>
                                <a:lnTo>
                                  <a:pt x="612" y="2400"/>
                                </a:lnTo>
                                <a:lnTo>
                                  <a:pt x="507" y="2320"/>
                                </a:lnTo>
                                <a:lnTo>
                                  <a:pt x="456" y="2280"/>
                                </a:lnTo>
                                <a:lnTo>
                                  <a:pt x="360" y="2200"/>
                                </a:lnTo>
                                <a:lnTo>
                                  <a:pt x="317" y="2160"/>
                                </a:lnTo>
                                <a:lnTo>
                                  <a:pt x="276" y="2100"/>
                                </a:lnTo>
                                <a:lnTo>
                                  <a:pt x="238" y="2040"/>
                                </a:lnTo>
                                <a:lnTo>
                                  <a:pt x="202" y="2000"/>
                                </a:lnTo>
                                <a:lnTo>
                                  <a:pt x="168" y="1940"/>
                                </a:lnTo>
                                <a:lnTo>
                                  <a:pt x="137" y="1880"/>
                                </a:lnTo>
                                <a:lnTo>
                                  <a:pt x="108" y="1820"/>
                                </a:lnTo>
                                <a:lnTo>
                                  <a:pt x="84" y="1760"/>
                                </a:lnTo>
                                <a:lnTo>
                                  <a:pt x="63" y="1700"/>
                                </a:lnTo>
                                <a:lnTo>
                                  <a:pt x="44" y="1640"/>
                                </a:lnTo>
                                <a:lnTo>
                                  <a:pt x="27" y="1580"/>
                                </a:lnTo>
                                <a:lnTo>
                                  <a:pt x="15" y="1520"/>
                                </a:lnTo>
                                <a:lnTo>
                                  <a:pt x="8" y="1440"/>
                                </a:lnTo>
                                <a:lnTo>
                                  <a:pt x="0" y="1380"/>
                                </a:lnTo>
                                <a:lnTo>
                                  <a:pt x="0" y="1240"/>
                                </a:lnTo>
                                <a:lnTo>
                                  <a:pt x="15" y="1120"/>
                                </a:lnTo>
                                <a:lnTo>
                                  <a:pt x="27" y="1040"/>
                                </a:lnTo>
                                <a:lnTo>
                                  <a:pt x="44" y="980"/>
                                </a:lnTo>
                                <a:lnTo>
                                  <a:pt x="63" y="920"/>
                                </a:lnTo>
                                <a:lnTo>
                                  <a:pt x="84" y="860"/>
                                </a:lnTo>
                                <a:lnTo>
                                  <a:pt x="108" y="800"/>
                                </a:lnTo>
                                <a:lnTo>
                                  <a:pt x="137" y="740"/>
                                </a:lnTo>
                                <a:lnTo>
                                  <a:pt x="168" y="680"/>
                                </a:lnTo>
                                <a:lnTo>
                                  <a:pt x="202" y="620"/>
                                </a:lnTo>
                                <a:lnTo>
                                  <a:pt x="238" y="580"/>
                                </a:lnTo>
                                <a:lnTo>
                                  <a:pt x="276" y="520"/>
                                </a:lnTo>
                                <a:lnTo>
                                  <a:pt x="317" y="480"/>
                                </a:lnTo>
                                <a:lnTo>
                                  <a:pt x="360" y="420"/>
                                </a:lnTo>
                                <a:lnTo>
                                  <a:pt x="406" y="380"/>
                                </a:lnTo>
                                <a:lnTo>
                                  <a:pt x="557" y="260"/>
                                </a:lnTo>
                                <a:lnTo>
                                  <a:pt x="612" y="220"/>
                                </a:lnTo>
                                <a:lnTo>
                                  <a:pt x="670" y="180"/>
                                </a:lnTo>
                                <a:lnTo>
                                  <a:pt x="728" y="160"/>
                                </a:lnTo>
                                <a:lnTo>
                                  <a:pt x="788" y="120"/>
                                </a:lnTo>
                                <a:lnTo>
                                  <a:pt x="912" y="80"/>
                                </a:lnTo>
                                <a:lnTo>
                                  <a:pt x="1042" y="40"/>
                                </a:lnTo>
                                <a:lnTo>
                                  <a:pt x="1109" y="20"/>
                                </a:lnTo>
                                <a:lnTo>
                                  <a:pt x="1179" y="0"/>
                                </a:lnTo>
                                <a:lnTo>
                                  <a:pt x="1320" y="0"/>
                                </a:lnTo>
                                <a:lnTo>
                                  <a:pt x="1251" y="20"/>
                                </a:lnTo>
                                <a:lnTo>
                                  <a:pt x="1181" y="20"/>
                                </a:lnTo>
                                <a:lnTo>
                                  <a:pt x="1114" y="40"/>
                                </a:lnTo>
                                <a:lnTo>
                                  <a:pt x="1047" y="40"/>
                                </a:lnTo>
                                <a:lnTo>
                                  <a:pt x="917" y="80"/>
                                </a:lnTo>
                                <a:lnTo>
                                  <a:pt x="855" y="100"/>
                                </a:lnTo>
                                <a:lnTo>
                                  <a:pt x="795" y="140"/>
                                </a:lnTo>
                                <a:lnTo>
                                  <a:pt x="735" y="160"/>
                                </a:lnTo>
                                <a:lnTo>
                                  <a:pt x="677" y="200"/>
                                </a:lnTo>
                                <a:lnTo>
                                  <a:pt x="567" y="260"/>
                                </a:lnTo>
                                <a:lnTo>
                                  <a:pt x="466" y="340"/>
                                </a:lnTo>
                                <a:lnTo>
                                  <a:pt x="418" y="380"/>
                                </a:lnTo>
                                <a:lnTo>
                                  <a:pt x="372" y="440"/>
                                </a:lnTo>
                                <a:lnTo>
                                  <a:pt x="329" y="480"/>
                                </a:lnTo>
                                <a:lnTo>
                                  <a:pt x="288" y="540"/>
                                </a:lnTo>
                                <a:lnTo>
                                  <a:pt x="250" y="580"/>
                                </a:lnTo>
                                <a:lnTo>
                                  <a:pt x="214" y="640"/>
                                </a:lnTo>
                                <a:lnTo>
                                  <a:pt x="180" y="680"/>
                                </a:lnTo>
                                <a:lnTo>
                                  <a:pt x="149" y="740"/>
                                </a:lnTo>
                                <a:lnTo>
                                  <a:pt x="123" y="800"/>
                                </a:lnTo>
                                <a:lnTo>
                                  <a:pt x="99" y="860"/>
                                </a:lnTo>
                                <a:lnTo>
                                  <a:pt x="77" y="920"/>
                                </a:lnTo>
                                <a:lnTo>
                                  <a:pt x="58" y="980"/>
                                </a:lnTo>
                                <a:lnTo>
                                  <a:pt x="44" y="1040"/>
                                </a:lnTo>
                                <a:lnTo>
                                  <a:pt x="32" y="1120"/>
                                </a:lnTo>
                                <a:lnTo>
                                  <a:pt x="22" y="1180"/>
                                </a:lnTo>
                                <a:lnTo>
                                  <a:pt x="17" y="1240"/>
                                </a:lnTo>
                                <a:lnTo>
                                  <a:pt x="15" y="1280"/>
                                </a:lnTo>
                                <a:lnTo>
                                  <a:pt x="15" y="1340"/>
                                </a:lnTo>
                                <a:lnTo>
                                  <a:pt x="22" y="1440"/>
                                </a:lnTo>
                                <a:lnTo>
                                  <a:pt x="29" y="1500"/>
                                </a:lnTo>
                                <a:lnTo>
                                  <a:pt x="44" y="1580"/>
                                </a:lnTo>
                                <a:lnTo>
                                  <a:pt x="58" y="1640"/>
                                </a:lnTo>
                                <a:lnTo>
                                  <a:pt x="77" y="1700"/>
                                </a:lnTo>
                                <a:lnTo>
                                  <a:pt x="99" y="1760"/>
                                </a:lnTo>
                                <a:lnTo>
                                  <a:pt x="123" y="1820"/>
                                </a:lnTo>
                                <a:lnTo>
                                  <a:pt x="149" y="1880"/>
                                </a:lnTo>
                                <a:lnTo>
                                  <a:pt x="180" y="1940"/>
                                </a:lnTo>
                                <a:lnTo>
                                  <a:pt x="214" y="1980"/>
                                </a:lnTo>
                                <a:lnTo>
                                  <a:pt x="250" y="2040"/>
                                </a:lnTo>
                                <a:lnTo>
                                  <a:pt x="288" y="2100"/>
                                </a:lnTo>
                                <a:lnTo>
                                  <a:pt x="329" y="2140"/>
                                </a:lnTo>
                                <a:lnTo>
                                  <a:pt x="372" y="2180"/>
                                </a:lnTo>
                                <a:lnTo>
                                  <a:pt x="418" y="2240"/>
                                </a:lnTo>
                                <a:lnTo>
                                  <a:pt x="514" y="2320"/>
                                </a:lnTo>
                                <a:lnTo>
                                  <a:pt x="567" y="2360"/>
                                </a:lnTo>
                                <a:lnTo>
                                  <a:pt x="622" y="2400"/>
                                </a:lnTo>
                                <a:lnTo>
                                  <a:pt x="677" y="2420"/>
                                </a:lnTo>
                                <a:lnTo>
                                  <a:pt x="735" y="2460"/>
                                </a:lnTo>
                                <a:lnTo>
                                  <a:pt x="795" y="2480"/>
                                </a:lnTo>
                                <a:lnTo>
                                  <a:pt x="855" y="2520"/>
                                </a:lnTo>
                                <a:lnTo>
                                  <a:pt x="917" y="2540"/>
                                </a:lnTo>
                                <a:lnTo>
                                  <a:pt x="1047" y="2580"/>
                                </a:lnTo>
                                <a:close/>
                                <a:moveTo>
                                  <a:pt x="1805" y="2580"/>
                                </a:moveTo>
                                <a:lnTo>
                                  <a:pt x="1733" y="2580"/>
                                </a:lnTo>
                                <a:lnTo>
                                  <a:pt x="1800" y="2560"/>
                                </a:lnTo>
                                <a:lnTo>
                                  <a:pt x="1925" y="2520"/>
                                </a:lnTo>
                                <a:lnTo>
                                  <a:pt x="1988" y="2480"/>
                                </a:lnTo>
                                <a:lnTo>
                                  <a:pt x="2048" y="2460"/>
                                </a:lnTo>
                                <a:lnTo>
                                  <a:pt x="2105" y="2420"/>
                                </a:lnTo>
                                <a:lnTo>
                                  <a:pt x="2160" y="2400"/>
                                </a:lnTo>
                                <a:lnTo>
                                  <a:pt x="2266" y="2320"/>
                                </a:lnTo>
                                <a:lnTo>
                                  <a:pt x="2316" y="2280"/>
                                </a:lnTo>
                                <a:lnTo>
                                  <a:pt x="2364" y="2240"/>
                                </a:lnTo>
                                <a:lnTo>
                                  <a:pt x="2410" y="2180"/>
                                </a:lnTo>
                                <a:lnTo>
                                  <a:pt x="2453" y="2140"/>
                                </a:lnTo>
                                <a:lnTo>
                                  <a:pt x="2494" y="2100"/>
                                </a:lnTo>
                                <a:lnTo>
                                  <a:pt x="2532" y="2040"/>
                                </a:lnTo>
                                <a:lnTo>
                                  <a:pt x="2568" y="1980"/>
                                </a:lnTo>
                                <a:lnTo>
                                  <a:pt x="2631" y="1880"/>
                                </a:lnTo>
                                <a:lnTo>
                                  <a:pt x="2660" y="1820"/>
                                </a:lnTo>
                                <a:lnTo>
                                  <a:pt x="2684" y="1760"/>
                                </a:lnTo>
                                <a:lnTo>
                                  <a:pt x="2705" y="1700"/>
                                </a:lnTo>
                                <a:lnTo>
                                  <a:pt x="2724" y="1640"/>
                                </a:lnTo>
                                <a:lnTo>
                                  <a:pt x="2739" y="1580"/>
                                </a:lnTo>
                                <a:lnTo>
                                  <a:pt x="2751" y="1500"/>
                                </a:lnTo>
                                <a:lnTo>
                                  <a:pt x="2760" y="1440"/>
                                </a:lnTo>
                                <a:lnTo>
                                  <a:pt x="2765" y="1380"/>
                                </a:lnTo>
                                <a:lnTo>
                                  <a:pt x="2765" y="1340"/>
                                </a:lnTo>
                                <a:lnTo>
                                  <a:pt x="2768" y="1320"/>
                                </a:lnTo>
                                <a:lnTo>
                                  <a:pt x="2765" y="1280"/>
                                </a:lnTo>
                                <a:lnTo>
                                  <a:pt x="2765" y="1240"/>
                                </a:lnTo>
                                <a:lnTo>
                                  <a:pt x="2760" y="1180"/>
                                </a:lnTo>
                                <a:lnTo>
                                  <a:pt x="2751" y="1120"/>
                                </a:lnTo>
                                <a:lnTo>
                                  <a:pt x="2739" y="1040"/>
                                </a:lnTo>
                                <a:lnTo>
                                  <a:pt x="2724" y="980"/>
                                </a:lnTo>
                                <a:lnTo>
                                  <a:pt x="2705" y="920"/>
                                </a:lnTo>
                                <a:lnTo>
                                  <a:pt x="2684" y="860"/>
                                </a:lnTo>
                                <a:lnTo>
                                  <a:pt x="2660" y="800"/>
                                </a:lnTo>
                                <a:lnTo>
                                  <a:pt x="2602" y="680"/>
                                </a:lnTo>
                                <a:lnTo>
                                  <a:pt x="2568" y="640"/>
                                </a:lnTo>
                                <a:lnTo>
                                  <a:pt x="2532" y="580"/>
                                </a:lnTo>
                                <a:lnTo>
                                  <a:pt x="2494" y="540"/>
                                </a:lnTo>
                                <a:lnTo>
                                  <a:pt x="2453" y="480"/>
                                </a:lnTo>
                                <a:lnTo>
                                  <a:pt x="2410" y="440"/>
                                </a:lnTo>
                                <a:lnTo>
                                  <a:pt x="2364" y="380"/>
                                </a:lnTo>
                                <a:lnTo>
                                  <a:pt x="2316" y="340"/>
                                </a:lnTo>
                                <a:lnTo>
                                  <a:pt x="2266" y="300"/>
                                </a:lnTo>
                                <a:lnTo>
                                  <a:pt x="2213" y="260"/>
                                </a:lnTo>
                                <a:lnTo>
                                  <a:pt x="2160" y="240"/>
                                </a:lnTo>
                                <a:lnTo>
                                  <a:pt x="2105" y="200"/>
                                </a:lnTo>
                                <a:lnTo>
                                  <a:pt x="2048" y="160"/>
                                </a:lnTo>
                                <a:lnTo>
                                  <a:pt x="1928" y="120"/>
                                </a:lnTo>
                                <a:lnTo>
                                  <a:pt x="1865" y="80"/>
                                </a:lnTo>
                                <a:lnTo>
                                  <a:pt x="1736" y="40"/>
                                </a:lnTo>
                                <a:lnTo>
                                  <a:pt x="1668" y="40"/>
                                </a:lnTo>
                                <a:lnTo>
                                  <a:pt x="1601" y="20"/>
                                </a:lnTo>
                                <a:lnTo>
                                  <a:pt x="1532" y="20"/>
                                </a:lnTo>
                                <a:lnTo>
                                  <a:pt x="1462" y="0"/>
                                </a:lnTo>
                                <a:lnTo>
                                  <a:pt x="1601" y="0"/>
                                </a:lnTo>
                                <a:lnTo>
                                  <a:pt x="1671" y="20"/>
                                </a:lnTo>
                                <a:lnTo>
                                  <a:pt x="1805" y="60"/>
                                </a:lnTo>
                                <a:lnTo>
                                  <a:pt x="1868" y="80"/>
                                </a:lnTo>
                                <a:lnTo>
                                  <a:pt x="1932" y="100"/>
                                </a:lnTo>
                                <a:lnTo>
                                  <a:pt x="1992" y="120"/>
                                </a:lnTo>
                                <a:lnTo>
                                  <a:pt x="2052" y="160"/>
                                </a:lnTo>
                                <a:lnTo>
                                  <a:pt x="2112" y="180"/>
                                </a:lnTo>
                                <a:lnTo>
                                  <a:pt x="2223" y="260"/>
                                </a:lnTo>
                                <a:lnTo>
                                  <a:pt x="2276" y="300"/>
                                </a:lnTo>
                                <a:lnTo>
                                  <a:pt x="2326" y="340"/>
                                </a:lnTo>
                                <a:lnTo>
                                  <a:pt x="2374" y="380"/>
                                </a:lnTo>
                                <a:lnTo>
                                  <a:pt x="2420" y="420"/>
                                </a:lnTo>
                                <a:lnTo>
                                  <a:pt x="2463" y="480"/>
                                </a:lnTo>
                                <a:lnTo>
                                  <a:pt x="2506" y="520"/>
                                </a:lnTo>
                                <a:lnTo>
                                  <a:pt x="2544" y="580"/>
                                </a:lnTo>
                                <a:lnTo>
                                  <a:pt x="2580" y="620"/>
                                </a:lnTo>
                                <a:lnTo>
                                  <a:pt x="2614" y="680"/>
                                </a:lnTo>
                                <a:lnTo>
                                  <a:pt x="2645" y="740"/>
                                </a:lnTo>
                                <a:lnTo>
                                  <a:pt x="2698" y="860"/>
                                </a:lnTo>
                                <a:lnTo>
                                  <a:pt x="2720" y="920"/>
                                </a:lnTo>
                                <a:lnTo>
                                  <a:pt x="2739" y="980"/>
                                </a:lnTo>
                                <a:lnTo>
                                  <a:pt x="2753" y="1040"/>
                                </a:lnTo>
                                <a:lnTo>
                                  <a:pt x="2765" y="1100"/>
                                </a:lnTo>
                                <a:lnTo>
                                  <a:pt x="2775" y="1180"/>
                                </a:lnTo>
                                <a:lnTo>
                                  <a:pt x="2782" y="1280"/>
                                </a:lnTo>
                                <a:lnTo>
                                  <a:pt x="2782" y="1340"/>
                                </a:lnTo>
                                <a:lnTo>
                                  <a:pt x="2775" y="1440"/>
                                </a:lnTo>
                                <a:lnTo>
                                  <a:pt x="2765" y="1520"/>
                                </a:lnTo>
                                <a:lnTo>
                                  <a:pt x="2753" y="1580"/>
                                </a:lnTo>
                                <a:lnTo>
                                  <a:pt x="2739" y="1640"/>
                                </a:lnTo>
                                <a:lnTo>
                                  <a:pt x="2720" y="1700"/>
                                </a:lnTo>
                                <a:lnTo>
                                  <a:pt x="2698" y="1760"/>
                                </a:lnTo>
                                <a:lnTo>
                                  <a:pt x="2645" y="1880"/>
                                </a:lnTo>
                                <a:lnTo>
                                  <a:pt x="2614" y="1940"/>
                                </a:lnTo>
                                <a:lnTo>
                                  <a:pt x="2580" y="2000"/>
                                </a:lnTo>
                                <a:lnTo>
                                  <a:pt x="2544" y="2040"/>
                                </a:lnTo>
                                <a:lnTo>
                                  <a:pt x="2506" y="2100"/>
                                </a:lnTo>
                                <a:lnTo>
                                  <a:pt x="2465" y="2160"/>
                                </a:lnTo>
                                <a:lnTo>
                                  <a:pt x="2374" y="2240"/>
                                </a:lnTo>
                                <a:lnTo>
                                  <a:pt x="2326" y="2280"/>
                                </a:lnTo>
                                <a:lnTo>
                                  <a:pt x="2276" y="2320"/>
                                </a:lnTo>
                                <a:lnTo>
                                  <a:pt x="2223" y="2360"/>
                                </a:lnTo>
                                <a:lnTo>
                                  <a:pt x="2112" y="2440"/>
                                </a:lnTo>
                                <a:lnTo>
                                  <a:pt x="2055" y="2460"/>
                                </a:lnTo>
                                <a:lnTo>
                                  <a:pt x="1995" y="2500"/>
                                </a:lnTo>
                                <a:lnTo>
                                  <a:pt x="1870" y="2540"/>
                                </a:lnTo>
                                <a:lnTo>
                                  <a:pt x="1805" y="2580"/>
                                </a:lnTo>
                                <a:close/>
                                <a:moveTo>
                                  <a:pt x="1320" y="2620"/>
                                </a:moveTo>
                                <a:lnTo>
                                  <a:pt x="1179" y="2620"/>
                                </a:lnTo>
                                <a:lnTo>
                                  <a:pt x="1044" y="2580"/>
                                </a:lnTo>
                                <a:lnTo>
                                  <a:pt x="1114" y="2580"/>
                                </a:lnTo>
                                <a:lnTo>
                                  <a:pt x="1181" y="2600"/>
                                </a:lnTo>
                                <a:lnTo>
                                  <a:pt x="1251" y="2600"/>
                                </a:lnTo>
                                <a:lnTo>
                                  <a:pt x="1320" y="2620"/>
                                </a:lnTo>
                                <a:close/>
                                <a:moveTo>
                                  <a:pt x="1604" y="2620"/>
                                </a:moveTo>
                                <a:lnTo>
                                  <a:pt x="1462" y="2620"/>
                                </a:lnTo>
                                <a:lnTo>
                                  <a:pt x="1532" y="2600"/>
                                </a:lnTo>
                                <a:lnTo>
                                  <a:pt x="1601" y="2600"/>
                                </a:lnTo>
                                <a:lnTo>
                                  <a:pt x="1668" y="2580"/>
                                </a:lnTo>
                                <a:lnTo>
                                  <a:pt x="1738" y="2580"/>
                                </a:lnTo>
                                <a:lnTo>
                                  <a:pt x="1604" y="2620"/>
                                </a:lnTo>
                                <a:close/>
                                <a:moveTo>
                                  <a:pt x="1390" y="2640"/>
                                </a:moveTo>
                                <a:lnTo>
                                  <a:pt x="1320" y="2620"/>
                                </a:lnTo>
                                <a:lnTo>
                                  <a:pt x="1462" y="2620"/>
                                </a:lnTo>
                                <a:lnTo>
                                  <a:pt x="1390" y="2640"/>
                                </a:lnTo>
                                <a:close/>
                              </a:path>
                            </a:pathLst>
                          </a:custGeom>
                          <a:solidFill>
                            <a:srgbClr val="C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CF33F2" id="Group 179" o:spid="_x0000_s1026" style="position:absolute;margin-left:70.8pt;margin-top:8.65pt;width:489.6pt;height:443.3pt;z-index:-251628544;mso-wrap-distance-left:0;mso-wrap-distance-right:0;mso-position-horizontal-relative:page" coordorigin="1416,173" coordsize="9792,8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">
                <v:line id="Line 183" o:spid="_x0000_s1027" style="position:absolute;visibility:visible;mso-wrap-style:square" from="6186,173" to="6186,90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Jnk8UAAADcAAAADwAAAGRycy9kb3ducmV2LnhtbESPT4vCMBTE74LfIbyFvWm6HkSqUcQq&#10;yIr4by97ezTPtti8lCat1U9vFhY8DjPzG2a26EwpWqpdYVnB1zACQZxaXXCm4OeyGUxAOI+ssbRM&#10;Ch7kYDHv92YYa3vnE7Vnn4kAYRejgtz7KpbSpTkZdENbEQfvamuDPsg6k7rGe4CbUo6iaCwNFhwW&#10;cqxolVN6OzdGweZ5KXb7g9wmv9/ccLNOjoc2Uerzo1tOQXjq/Dv8395qBaNoDH9nwhGQ8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rJnk8UAAADcAAAADwAAAAAAAAAA&#10;AAAAAAChAgAAZHJzL2Rvd25yZXYueG1sUEsFBgAAAAAEAAQA+QAAAJMDAAAAAA==&#10;" strokecolor="#c00000" strokeweight="1.56pt"/>
                <v:line id="Line 182" o:spid="_x0000_s1028" style="position:absolute;visibility:visible;mso-wrap-style:square" from="1416,3899" to="11208,38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7CCMYAAADcAAAADwAAAGRycy9kb3ducmV2LnhtbESPQWvCQBSE74X+h+UVetNNPVRJs5HS&#10;VJBKUWMv3h7ZZxKafRuymxj99V1B6HGYmW+YZDmaRgzUudqygpdpBIK4sLrmUsHPYTVZgHAeWWNj&#10;mRRcyMEyfXxIMNb2zHsacl+KAGEXo4LK+zaW0hUVGXRT2xIH72Q7gz7IrpS6w3OAm0bOouhVGqw5&#10;LFTY0kdFxW/eGwWr66HefG/lOjt+cc/9Z7bbDplSz0/j+xsIT6P/D9/ba61gFs3hdiYcAZn+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n+wgjGAAAA3AAAAA8AAAAAAAAA&#10;AAAAAAAAoQIAAGRycy9kb3ducmV2LnhtbFBLBQYAAAAABAAEAPkAAACUAwAAAAA=&#10;" strokecolor="#c00000" strokeweight="1.56pt"/>
                <v:shape id="Freeform 181" o:spid="_x0000_s1029" style="position:absolute;left:4809;top:2580;width:2768;height:2624;visibility:visible;mso-wrap-style:square;v-text-anchor:top" coordsize="2768,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iqvcIA&#10;AADcAAAADwAAAGRycy9kb3ducmV2LnhtbERPy2rCQBTdC/7DcIXudKKUIKmjqFDahV0YdX+buSbB&#10;zJ00M3nYr3cWgsvDea82g6lER40rLSuYzyIQxJnVJecKzqfP6RKE88gaK8uk4E4ONuvxaIWJtj0f&#10;qUt9LkIIuwQVFN7XiZQuK8igm9maOHBX2xj0ATa51A32IdxUchFFsTRYcmgosKZ9QdktbY2C9Gdn&#10;/pZfw+U3l+/tYRefstv5X6m3ybD9AOFp8C/x0/2tFSyisDacCUdAr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uKq9wgAAANwAAAAPAAAAAAAAAAAAAAAAAJgCAABkcnMvZG93&#10;bnJldi54bWxQSwUGAAAAAAQABAD1AAAAhwMAAAAA&#10;" path="m1382,2623r-78,-2l1226,2615r-76,-10l1076,2591r-73,-18l931,2552r-70,-25l793,2499r-66,-32l663,2432r-61,-38l542,2353r-57,-44l431,2263r-52,-49l330,2162r-46,-54l241,2052r-40,-59l164,1932r-33,-62l101,1805,75,1739,52,1671,34,1601,19,1531,8,1458,2,1385,,1310r2,-74l8,1163r11,-72l34,1020,52,950,75,882r26,-66l131,752r33,-63l201,629r40,-59l284,514r46,-54l379,408r52,-49l485,313r57,-44l602,228r61,-37l727,156r66,-32l861,96,931,71r72,-21l1076,32r74,-14l1226,8r78,-6l1382,r79,2l1538,8r76,10l1689,32r74,18l1834,71r70,25l1972,124r66,32l2102,191r62,37l2224,269r57,44l2335,359r52,49l2436,460r46,54l2525,570r40,59l2602,689r33,63l2665,816r26,66l2714,950r19,70l2747,1091r11,72l2765,1236r2,74l2765,1385r-7,73l2747,1531r-14,70l2714,1671r-23,68l2665,1805r-30,65l2602,1932r-37,61l2525,2052r-43,56l2436,2162r-49,52l2335,2263r-54,46l2224,2353r-60,41l2102,2432r-64,35l1972,2499r-68,28l1834,2552r-71,21l1689,2591r-75,14l1538,2615r-77,6l1382,2623xe" stroked="f">
                  <v:path arrowok="t" o:connecttype="custom" o:connectlocs="1304,5201;1150,5185;1003,5153;861,5107;727,5047;602,4974;485,4889;379,4794;284,4688;201,4573;131,4450;75,4319;34,4181;8,4038;0,3890;8,3743;34,3600;75,3462;131,3332;201,3209;284,3094;379,2988;485,2893;602,2808;727,2736;861,2676;1003,2630;1150,2598;1304,2582;1461,2582;1614,2598;1763,2630;1904,2676;2038,2736;2164,2808;2281,2893;2387,2988;2482,3094;2565,3209;2635,3332;2691,3462;2733,3600;2758,3743;2767,3890;2758,4038;2733,4181;2691,4319;2635,4450;2565,4573;2482,4688;2387,4794;2281,4889;2164,4974;2038,5047;1904,5107;1763,5153;1614,5185;1461,5201" o:connectangles="0,0,0,0,0,0,0,0,0,0,0,0,0,0,0,0,0,0,0,0,0,0,0,0,0,0,0,0,0,0,0,0,0,0,0,0,0,0,0,0,0,0,0,0,0,0,0,0,0,0,0,0,0,0,0,0,0,0"/>
                </v:shape>
                <v:shape id="AutoShape 180" o:spid="_x0000_s1030" style="position:absolute;left:4802;top:2570;width:2782;height:2640;visibility:visible;mso-wrap-style:square;v-text-anchor:top" coordsize="2782,2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Kx0sYA&#10;AADcAAAADwAAAGRycy9kb3ducmV2LnhtbESP3WrCQBSE7wt9h+UI3pmNKWiNrmJbxGpp8Q96e8ie&#10;JqHZsyG7aurTu4LQy2FmvmEms9ZU4kSNKy0r6EcxCOLM6pJzBYf9ovcMwnlkjZVlUvBHDmbTx4cJ&#10;ptqeeUunnc9FgLBLUUHhfZ1K6bKCDLrI1sTB+7GNQR9kk0vd4DnATSWTOB5IgyWHhQJrei0o+90d&#10;jYKXr9V3Mn87rvgpG36YzyX6zWWtVLfTzscgPLX+P3xvv2sFSTyC25lwBOT0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vKx0sYAAADcAAAADwAAAAAAAAAAAAAAAACYAgAAZHJz&#10;L2Rvd25yZXYueG1sUEsFBgAAAAAEAAQA9QAAAIsDAAAAAA==&#10;" path="m1047,2580r-70,l912,2540,788,2500r-60,-20l612,2400,507,2320r-51,-40l360,2200r-43,-40l276,2100r-38,-60l202,2000r-34,-60l137,1880r-29,-60l84,1760,63,1700,44,1640,27,1580,15,1520,8,1440,,1380,,1240,15,1120r12,-80l44,980,63,920,84,860r24,-60l137,740r31,-60l202,620r36,-40l276,520r41,-40l360,420r46,-40l557,260r55,-40l670,180r58,-20l788,120,912,80,1042,40r67,-20l1179,r141,l1251,20r-70,l1114,40r-67,l917,80r-62,20l795,140r-60,20l677,200,567,260,466,340r-48,40l372,440r-43,40l288,540r-38,40l214,640r-34,40l149,740r-26,60l99,860,77,920,58,980r-14,60l32,1120r-10,60l17,1240r-2,40l15,1340r7,100l29,1500r15,80l58,1640r19,60l99,1760r24,60l149,1880r31,60l214,1980r36,60l288,2100r41,40l372,2180r46,60l514,2320r53,40l622,2400r55,20l735,2460r60,20l855,2520r62,20l1047,2580xm1805,2580r-72,l1800,2560r125,-40l1988,2480r60,-20l2105,2420r55,-20l2266,2320r50,-40l2364,2240r46,-60l2453,2140r41,-40l2532,2040r36,-60l2631,1880r29,-60l2684,1760r21,-60l2724,1640r15,-60l2751,1500r9,-60l2765,1380r,-40l2768,1320r-3,-40l2765,1240r-5,-60l2751,1120r-12,-80l2724,980r-19,-60l2684,860r-24,-60l2602,680r-34,-40l2532,580r-38,-40l2453,480r-43,-40l2364,380r-48,-40l2266,300r-53,-40l2160,240r-55,-40l2048,160,1928,120,1865,80,1736,40r-68,l1601,20r-69,l1462,r139,l1671,20r134,40l1868,80r64,20l1992,120r60,40l2112,180r111,80l2276,300r50,40l2374,380r46,40l2463,480r43,40l2544,580r36,40l2614,680r31,60l2698,860r22,60l2739,980r14,60l2765,1100r10,80l2782,1280r,60l2775,1440r-10,80l2753,1580r-14,60l2720,1700r-22,60l2645,1880r-31,60l2580,2000r-36,40l2506,2100r-41,60l2374,2240r-48,40l2276,2320r-53,40l2112,2440r-57,20l1995,2500r-125,40l1805,2580xm1320,2620r-141,l1044,2580r70,l1181,2600r70,l1320,2620xm1604,2620r-142,l1532,2600r69,l1668,2580r70,l1604,2620xm1390,2640r-70,-20l1462,2620r-72,20xe" fillcolor="#c00000" stroked="f">
                  <v:path arrowok="t" o:connecttype="custom" o:connectlocs="788,5070;456,4850;238,4610;108,4390;27,4150;0,3810;63,3490;168,3250;317,3050;612,2790;912,2650;1320,2570;1047,2610;735,2730;418,2950;250,3150;123,3370;44,3610;15,3850;44,4150;123,4390;250,4610;418,4810;677,4990;917,5110;1800,5130;2105,4990;2364,4810;2532,4610;2684,4330;2751,4070;2768,3890;2751,3690;2684,3430;2532,3150;2364,2950;2160,2810;1865,2650;1532,2590;1805,2630;2052,2730;2326,2910;2506,3090;2645,3310;2753,3610;2782,3910;2739,4210;2614,4510;2465,4730;2223,4930;1870,5110;1044,5150;1320,5190;1601,5170;1390,5210" o:connectangles="0,0,0,0,0,0,0,0,0,0,0,0,0,0,0,0,0,0,0,0,0,0,0,0,0,0,0,0,0,0,0,0,0,0,0,0,0,0,0,0,0,0,0,0,0,0,0,0,0,0,0,0,0,0,0"/>
                </v:shape>
                <w10:wrap type="topAndBottom" anchorx="page"/>
              </v:group>
            </w:pict>
          </mc:Fallback>
        </mc:AlternateContent>
      </w:r>
    </w:p>
    <w:p w14:paraId="7F9CA769" w14:textId="77777777" w:rsidR="006B79D5" w:rsidRDefault="006B79D5">
      <w:pPr>
        <w:rPr>
          <w:sz w:val="9"/>
        </w:rPr>
        <w:sectPr w:rsidR="006B79D5">
          <w:pgSz w:w="12240" w:h="15840"/>
          <w:pgMar w:top="1320" w:right="600" w:bottom="1180" w:left="420" w:header="566" w:footer="993" w:gutter="0"/>
          <w:cols w:space="720"/>
        </w:sectPr>
      </w:pPr>
    </w:p>
    <w:p w14:paraId="37CF6074" w14:textId="77777777" w:rsidR="006B79D5" w:rsidRDefault="00EE4DE8">
      <w:pPr>
        <w:pStyle w:val="Heading3"/>
      </w:pPr>
      <w:r>
        <w:lastRenderedPageBreak/>
        <w:t>Sample First Aid Report Form</w:t>
      </w:r>
    </w:p>
    <w:p w14:paraId="29B41EFA" w14:textId="77777777" w:rsidR="006B79D5" w:rsidRDefault="00EE4DE8">
      <w:pPr>
        <w:spacing w:before="120"/>
        <w:ind w:left="1020" w:right="838"/>
        <w:rPr>
          <w:i/>
        </w:rPr>
      </w:pPr>
      <w:r>
        <w:rPr>
          <w:i/>
        </w:rPr>
        <w:t>This sample form can be used to document circumstances and corrective action that can be taken for injuries</w:t>
      </w:r>
      <w:r>
        <w:rPr>
          <w:i/>
          <w:spacing w:val="-15"/>
        </w:rPr>
        <w:t xml:space="preserve"> </w:t>
      </w:r>
      <w:r>
        <w:rPr>
          <w:i/>
        </w:rPr>
        <w:t>requiring</w:t>
      </w:r>
      <w:r>
        <w:rPr>
          <w:i/>
          <w:spacing w:val="-16"/>
        </w:rPr>
        <w:t xml:space="preserve"> </w:t>
      </w:r>
      <w:r>
        <w:rPr>
          <w:i/>
        </w:rPr>
        <w:t>first</w:t>
      </w:r>
      <w:r>
        <w:rPr>
          <w:i/>
          <w:spacing w:val="-13"/>
        </w:rPr>
        <w:t xml:space="preserve"> </w:t>
      </w:r>
      <w:r>
        <w:rPr>
          <w:i/>
        </w:rPr>
        <w:t>aid</w:t>
      </w:r>
      <w:r>
        <w:rPr>
          <w:i/>
          <w:spacing w:val="-17"/>
        </w:rPr>
        <w:t xml:space="preserve"> </w:t>
      </w:r>
      <w:r>
        <w:rPr>
          <w:i/>
        </w:rPr>
        <w:t>treatment.</w:t>
      </w:r>
      <w:r>
        <w:rPr>
          <w:i/>
          <w:spacing w:val="20"/>
        </w:rPr>
        <w:t xml:space="preserve"> </w:t>
      </w:r>
      <w:r>
        <w:rPr>
          <w:i/>
        </w:rPr>
        <w:t>It</w:t>
      </w:r>
      <w:r>
        <w:rPr>
          <w:i/>
          <w:spacing w:val="-14"/>
        </w:rPr>
        <w:t xml:space="preserve"> </w:t>
      </w:r>
      <w:r>
        <w:rPr>
          <w:i/>
        </w:rPr>
        <w:t>can</w:t>
      </w:r>
      <w:r>
        <w:rPr>
          <w:i/>
          <w:spacing w:val="-13"/>
        </w:rPr>
        <w:t xml:space="preserve"> </w:t>
      </w:r>
      <w:r>
        <w:rPr>
          <w:i/>
        </w:rPr>
        <w:t>be</w:t>
      </w:r>
      <w:r>
        <w:rPr>
          <w:i/>
          <w:spacing w:val="-15"/>
        </w:rPr>
        <w:t xml:space="preserve"> </w:t>
      </w:r>
      <w:r>
        <w:rPr>
          <w:i/>
        </w:rPr>
        <w:t>adjusted</w:t>
      </w:r>
      <w:r>
        <w:rPr>
          <w:i/>
          <w:spacing w:val="-13"/>
        </w:rPr>
        <w:t xml:space="preserve"> </w:t>
      </w:r>
      <w:r>
        <w:rPr>
          <w:i/>
        </w:rPr>
        <w:t>or</w:t>
      </w:r>
      <w:r>
        <w:rPr>
          <w:i/>
          <w:spacing w:val="-12"/>
        </w:rPr>
        <w:t xml:space="preserve"> </w:t>
      </w:r>
      <w:r>
        <w:rPr>
          <w:i/>
        </w:rPr>
        <w:t>modified</w:t>
      </w:r>
      <w:r>
        <w:rPr>
          <w:i/>
          <w:spacing w:val="-16"/>
        </w:rPr>
        <w:t xml:space="preserve"> </w:t>
      </w:r>
      <w:r>
        <w:rPr>
          <w:i/>
        </w:rPr>
        <w:t>to</w:t>
      </w:r>
      <w:r>
        <w:rPr>
          <w:i/>
          <w:spacing w:val="-13"/>
        </w:rPr>
        <w:t xml:space="preserve"> </w:t>
      </w:r>
      <w:r>
        <w:rPr>
          <w:i/>
        </w:rPr>
        <w:t>meet</w:t>
      </w:r>
      <w:r>
        <w:rPr>
          <w:i/>
          <w:spacing w:val="-15"/>
        </w:rPr>
        <w:t xml:space="preserve"> </w:t>
      </w:r>
      <w:r>
        <w:rPr>
          <w:i/>
        </w:rPr>
        <w:t>the</w:t>
      </w:r>
      <w:r>
        <w:rPr>
          <w:i/>
          <w:spacing w:val="-13"/>
        </w:rPr>
        <w:t xml:space="preserve"> </w:t>
      </w:r>
      <w:r>
        <w:rPr>
          <w:i/>
        </w:rPr>
        <w:t>needs</w:t>
      </w:r>
      <w:r>
        <w:rPr>
          <w:i/>
          <w:spacing w:val="-13"/>
        </w:rPr>
        <w:t xml:space="preserve"> </w:t>
      </w:r>
      <w:r>
        <w:rPr>
          <w:i/>
        </w:rPr>
        <w:t>of</w:t>
      </w:r>
      <w:r>
        <w:rPr>
          <w:i/>
          <w:spacing w:val="-16"/>
        </w:rPr>
        <w:t xml:space="preserve"> </w:t>
      </w:r>
      <w:r>
        <w:rPr>
          <w:i/>
        </w:rPr>
        <w:t>your</w:t>
      </w:r>
      <w:r>
        <w:rPr>
          <w:i/>
          <w:spacing w:val="-14"/>
        </w:rPr>
        <w:t xml:space="preserve"> </w:t>
      </w:r>
      <w:r>
        <w:rPr>
          <w:i/>
        </w:rPr>
        <w:t>organization.</w:t>
      </w:r>
    </w:p>
    <w:p w14:paraId="7E1538AE" w14:textId="77777777" w:rsidR="006B79D5" w:rsidRDefault="00EE4DE8">
      <w:pPr>
        <w:pStyle w:val="Heading2"/>
        <w:jc w:val="left"/>
      </w:pPr>
      <w:r>
        <w:t>First Aid Report</w:t>
      </w:r>
    </w:p>
    <w:p w14:paraId="0F2C5F94" w14:textId="77777777" w:rsidR="006B79D5" w:rsidRDefault="00EE4DE8">
      <w:pPr>
        <w:pStyle w:val="BodyText"/>
        <w:tabs>
          <w:tab w:val="left" w:pos="4908"/>
          <w:tab w:val="left" w:pos="5149"/>
          <w:tab w:val="left" w:pos="10088"/>
        </w:tabs>
        <w:spacing w:before="121"/>
        <w:ind w:left="1020"/>
        <w:rPr>
          <w:rFonts w:ascii="Times New Roman"/>
        </w:rPr>
      </w:pPr>
      <w:r>
        <w:t>Name</w:t>
      </w:r>
      <w:r>
        <w:rPr>
          <w:u w:val="single"/>
        </w:rPr>
        <w:t xml:space="preserve"> </w:t>
      </w:r>
      <w:r>
        <w:rPr>
          <w:u w:val="single"/>
        </w:rPr>
        <w:tab/>
      </w:r>
      <w:r>
        <w:tab/>
        <w:t>Date/Time of first aid</w:t>
      </w:r>
      <w:r>
        <w:rPr>
          <w:spacing w:val="-12"/>
        </w:rPr>
        <w:t xml:space="preserve"> </w:t>
      </w:r>
      <w:r>
        <w:t>injury</w:t>
      </w:r>
      <w:r>
        <w:rPr>
          <w:rFonts w:ascii="Times New Roman"/>
          <w:u w:val="single"/>
        </w:rPr>
        <w:t xml:space="preserve"> </w:t>
      </w:r>
      <w:r>
        <w:rPr>
          <w:rFonts w:ascii="Times New Roman"/>
          <w:u w:val="single"/>
        </w:rPr>
        <w:tab/>
      </w:r>
    </w:p>
    <w:p w14:paraId="345B67B0" w14:textId="77777777" w:rsidR="006B79D5" w:rsidRDefault="00EE4DE8">
      <w:pPr>
        <w:pStyle w:val="BodyText"/>
        <w:tabs>
          <w:tab w:val="left" w:pos="4896"/>
          <w:tab w:val="left" w:pos="5137"/>
          <w:tab w:val="left" w:pos="10077"/>
        </w:tabs>
        <w:spacing w:before="120"/>
        <w:ind w:left="1020"/>
        <w:rPr>
          <w:rFonts w:ascii="Times New Roman"/>
        </w:rPr>
      </w:pPr>
      <w:r>
        <w:t>Equipment</w:t>
      </w:r>
      <w:r>
        <w:rPr>
          <w:spacing w:val="-2"/>
        </w:rPr>
        <w:t xml:space="preserve"> </w:t>
      </w:r>
      <w:r>
        <w:t>involved</w:t>
      </w:r>
      <w:r>
        <w:rPr>
          <w:u w:val="single"/>
        </w:rPr>
        <w:t xml:space="preserve"> </w:t>
      </w:r>
      <w:r>
        <w:rPr>
          <w:u w:val="single"/>
        </w:rPr>
        <w:tab/>
      </w:r>
      <w:r>
        <w:tab/>
        <w:t>Location of</w:t>
      </w:r>
      <w:r>
        <w:rPr>
          <w:spacing w:val="-9"/>
        </w:rPr>
        <w:t xml:space="preserve"> </w:t>
      </w:r>
      <w:proofErr w:type="gramStart"/>
      <w:r>
        <w:t>injury</w:t>
      </w:r>
      <w:proofErr w:type="gramEnd"/>
      <w:r>
        <w:rPr>
          <w:spacing w:val="-2"/>
        </w:rPr>
        <w:t xml:space="preserve"> </w:t>
      </w:r>
      <w:r>
        <w:rPr>
          <w:rFonts w:ascii="Times New Roman"/>
          <w:u w:val="single"/>
        </w:rPr>
        <w:t xml:space="preserve"> </w:t>
      </w:r>
      <w:r>
        <w:rPr>
          <w:rFonts w:ascii="Times New Roman"/>
          <w:u w:val="single"/>
        </w:rPr>
        <w:tab/>
      </w:r>
    </w:p>
    <w:p w14:paraId="31A5AA3F" w14:textId="77777777" w:rsidR="006B79D5" w:rsidRDefault="00EE4DE8">
      <w:pPr>
        <w:pStyle w:val="BodyText"/>
        <w:tabs>
          <w:tab w:val="left" w:pos="10147"/>
        </w:tabs>
        <w:spacing w:before="120"/>
        <w:ind w:left="1020"/>
        <w:rPr>
          <w:rFonts w:ascii="Times New Roman"/>
        </w:rPr>
      </w:pPr>
      <w:r>
        <w:t>First aid given by (indicate self or name of first</w:t>
      </w:r>
      <w:r>
        <w:rPr>
          <w:spacing w:val="-33"/>
        </w:rPr>
        <w:t xml:space="preserve"> </w:t>
      </w:r>
      <w:r>
        <w:t>aider):</w:t>
      </w:r>
      <w:r>
        <w:rPr>
          <w:spacing w:val="-2"/>
        </w:rPr>
        <w:t xml:space="preserve"> </w:t>
      </w:r>
      <w:r>
        <w:rPr>
          <w:rFonts w:ascii="Times New Roman"/>
          <w:u w:val="single"/>
        </w:rPr>
        <w:t xml:space="preserve"> </w:t>
      </w:r>
      <w:r>
        <w:rPr>
          <w:rFonts w:ascii="Times New Roman"/>
          <w:u w:val="single"/>
        </w:rPr>
        <w:tab/>
      </w:r>
    </w:p>
    <w:p w14:paraId="3B810E86" w14:textId="77777777" w:rsidR="006B79D5" w:rsidRDefault="001B44F0">
      <w:pPr>
        <w:pStyle w:val="BodyText"/>
        <w:spacing w:before="3"/>
        <w:ind w:left="0"/>
        <w:rPr>
          <w:rFonts w:ascii="Times New Roman"/>
          <w:sz w:val="27"/>
        </w:rPr>
      </w:pPr>
      <w:r>
        <w:rPr>
          <w:noProof/>
        </w:rPr>
        <mc:AlternateContent>
          <mc:Choice Requires="wpg">
            <w:drawing>
              <wp:anchor distT="0" distB="0" distL="0" distR="0" simplePos="0" relativeHeight="251697152" behindDoc="1" locked="0" layoutInCell="1" allowOverlap="1" wp14:anchorId="3DBCBDAF" wp14:editId="0CC5B84C">
                <wp:simplePos x="0" y="0"/>
                <wp:positionH relativeFrom="page">
                  <wp:posOffset>914400</wp:posOffset>
                </wp:positionH>
                <wp:positionV relativeFrom="paragraph">
                  <wp:posOffset>224790</wp:posOffset>
                </wp:positionV>
                <wp:extent cx="5773420" cy="10160"/>
                <wp:effectExtent l="0" t="0" r="0" b="0"/>
                <wp:wrapTopAndBottom/>
                <wp:docPr id="195" name="Group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3420" cy="10160"/>
                          <a:chOff x="1440" y="354"/>
                          <a:chExt cx="9092" cy="16"/>
                        </a:xfrm>
                      </wpg:grpSpPr>
                      <wps:wsp>
                        <wps:cNvPr id="196" name="Line 178"/>
                        <wps:cNvCnPr>
                          <a:cxnSpLocks noChangeShapeType="1"/>
                        </wps:cNvCnPr>
                        <wps:spPr bwMode="auto">
                          <a:xfrm>
                            <a:off x="1440" y="362"/>
                            <a:ext cx="1204"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7" name="Line 177"/>
                        <wps:cNvCnPr>
                          <a:cxnSpLocks noChangeShapeType="1"/>
                        </wps:cNvCnPr>
                        <wps:spPr bwMode="auto">
                          <a:xfrm>
                            <a:off x="2646" y="362"/>
                            <a:ext cx="983"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8" name="Line 176"/>
                        <wps:cNvCnPr>
                          <a:cxnSpLocks noChangeShapeType="1"/>
                        </wps:cNvCnPr>
                        <wps:spPr bwMode="auto">
                          <a:xfrm>
                            <a:off x="3631" y="362"/>
                            <a:ext cx="873"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9" name="Line 175"/>
                        <wps:cNvCnPr>
                          <a:cxnSpLocks noChangeShapeType="1"/>
                        </wps:cNvCnPr>
                        <wps:spPr bwMode="auto">
                          <a:xfrm>
                            <a:off x="4507" y="362"/>
                            <a:ext cx="982"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0" name="Line 174"/>
                        <wps:cNvCnPr>
                          <a:cxnSpLocks noChangeShapeType="1"/>
                        </wps:cNvCnPr>
                        <wps:spPr bwMode="auto">
                          <a:xfrm>
                            <a:off x="5492" y="362"/>
                            <a:ext cx="981"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1" name="Line 173"/>
                        <wps:cNvCnPr>
                          <a:cxnSpLocks noChangeShapeType="1"/>
                        </wps:cNvCnPr>
                        <wps:spPr bwMode="auto">
                          <a:xfrm>
                            <a:off x="6475" y="362"/>
                            <a:ext cx="1639"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2" name="Line 172"/>
                        <wps:cNvCnPr>
                          <a:cxnSpLocks noChangeShapeType="1"/>
                        </wps:cNvCnPr>
                        <wps:spPr bwMode="auto">
                          <a:xfrm>
                            <a:off x="8117" y="362"/>
                            <a:ext cx="1747"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3" name="Line 171"/>
                        <wps:cNvCnPr>
                          <a:cxnSpLocks noChangeShapeType="1"/>
                        </wps:cNvCnPr>
                        <wps:spPr bwMode="auto">
                          <a:xfrm>
                            <a:off x="9867" y="362"/>
                            <a:ext cx="655"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4" name="Line 170"/>
                        <wps:cNvCnPr>
                          <a:cxnSpLocks noChangeShapeType="1"/>
                        </wps:cNvCnPr>
                        <wps:spPr bwMode="auto">
                          <a:xfrm>
                            <a:off x="1440" y="361"/>
                            <a:ext cx="9091"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4738D7E" id="Group 169" o:spid="_x0000_s1026" style="position:absolute;margin-left:1in;margin-top:17.7pt;width:454.6pt;height:.8pt;z-index:-251619328;mso-wrap-distance-left:0;mso-wrap-distance-right:0;mso-position-horizontal-relative:page" coordorigin="1440,354" coordsize="909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">
                <v:line id="Line 178" o:spid="_x0000_s1027" style="position:absolute;visibility:visible;mso-wrap-style:square" from="1440,362" to="2644,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lFFcQAAADcAAAADwAAAGRycy9kb3ducmV2LnhtbERPTWvCQBC9F/wPywi96cZA1aauEkSh&#10;xYJoPdTbkB2zwexsyG5N+u/dgtDbPN7nLFa9rcWNWl85VjAZJyCIC6crLhWcvrajOQgfkDXWjknB&#10;L3lYLQdPC8y06/hAt2MoRQxhn6ECE0KTSekLQxb92DXEkbu41mKIsC2lbrGL4baWaZJMpcWKY4PB&#10;htaGiuvxxyrYz8xHl5/SzWzrynW+S8+fL99npZ6Hff4GIlAf/sUP97uO81+n8PdMvEAu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eUUVxAAAANwAAAAPAAAAAAAAAAAA&#10;AAAAAKECAABkcnMvZG93bnJldi54bWxQSwUGAAAAAAQABAD5AAAAkgMAAAAA&#10;" strokeweight=".25242mm"/>
                <v:line id="Line 177" o:spid="_x0000_s1028" style="position:absolute;visibility:visible;mso-wrap-style:square" from="2646,362" to="3629,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XgjsQAAADcAAAADwAAAGRycy9kb3ducmV2LnhtbERPTWvCQBC9F/wPywi96aaBmhpdJUiF&#10;Fgul1oPehuyYDc3OhuzWxH/vFoTe5vE+Z7kebCMu1PnasYKnaQKCuHS65krB4Xs7eQHhA7LGxjEp&#10;uJKH9Wr0sMRcu56/6LIPlYgh7HNUYEJocyl9aciin7qWOHJn11kMEXaV1B32Mdw2Mk2SmbRYc2ww&#10;2NLGUPmz/7UKPjPz3heH9DXbumpT7NLTx/PxpNTjeCgWIAIN4V98d7/pOH+ewd8z8QK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NeCOxAAAANwAAAAPAAAAAAAAAAAA&#10;AAAAAKECAABkcnMvZG93bnJldi54bWxQSwUGAAAAAAQABAD5AAAAkgMAAAAA&#10;" strokeweight=".25242mm"/>
                <v:line id="Line 176" o:spid="_x0000_s1029" style="position:absolute;visibility:visible;mso-wrap-style:square" from="3631,362" to="4504,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p0/McAAADcAAAADwAAAGRycy9kb3ducmV2LnhtbESPQUvDQBCF7wX/wzIFb3bTgFbTbkso&#10;FhSFYu2hvQ3ZMRvMzobs2sR/7xyE3mZ4b977ZrUZfasu1McmsIH5LANFXAXbcG3g+Lm7ewQVE7LF&#10;NjAZ+KUIm/XNZIWFDQN/0OWQaiUhHAs04FLqCq1j5chjnIWOWLSv0HtMsva1tj0OEu5bnWfZg/bY&#10;sDQ47GjrqPo+/HgD+4V7Hcpj/rzYhXpbvuXn9/vT2Zjb6VguQSUa09X8f/1iBf9JaOUZmUC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qnT8xwAAANwAAAAPAAAAAAAA&#10;AAAAAAAAAKECAABkcnMvZG93bnJldi54bWxQSwUGAAAAAAQABAD5AAAAlQMAAAAA&#10;" strokeweight=".25242mm"/>
                <v:line id="Line 175" o:spid="_x0000_s1030" style="position:absolute;visibility:visible;mso-wrap-style:square" from="4507,362" to="5489,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RZ8QAAADcAAAADwAAAGRycy9kb3ducmV2LnhtbERPS2vCQBC+F/oflin0ppsGfKWuEkSh&#10;xYKYeqi3ITvNhmZnQ3Zr4r93C0Jv8/E9Z7kebCMu1PnasYKXcQKCuHS65krB6XM3moPwAVlj45gU&#10;XMnDevX4sMRMu56PdClCJWII+wwVmBDaTEpfGrLox64ljty36yyGCLtK6g77GG4bmSbJVFqsOTYY&#10;bGljqPwpfq2Cw8y89/kp3c52rtrk+/T8Mfk6K/X8NOSvIAIN4V98d7/pOH+xgL9n4gVyd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5tFnxAAAANwAAAAPAAAAAAAAAAAA&#10;AAAAAKECAABkcnMvZG93bnJldi54bWxQSwUGAAAAAAQABAD5AAAAkgMAAAAA&#10;" strokeweight=".25242mm"/>
                <v:line id="Line 174" o:spid="_x0000_s1031" style="position:absolute;visibility:visible;mso-wrap-style:square" from="5492,362" to="6473,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MAcUAAADcAAAADwAAAGRycy9kb3ducmV2LnhtbESPT2vCQBTE7wW/w/IEb3VjwCrRVYIo&#10;tFQo/jno7ZF9ZoPZtyG7Nem3dwuFHoeZ+Q2zXPe2Fg9qfeVYwWScgCAunK64VHA+7V7nIHxA1lg7&#10;JgU/5GG9GrwsMdOu4wM9jqEUEcI+QwUmhCaT0heGLPqxa4ijd3OtxRBlW0rdYhfhtpZpkrxJixXH&#10;BYMNbQwV9+O3VfA1Mx9dfk63s50rN/lnet1PL1elRsM+X4AI1If/8F/7XSuIRPg9E4+AXD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OMAcUAAADcAAAADwAAAAAAAAAA&#10;AAAAAAChAgAAZHJzL2Rvd25yZXYueG1sUEsFBgAAAAAEAAQA+QAAAJMDAAAAAA==&#10;" strokeweight=".25242mm"/>
                <v:line id="Line 173" o:spid="_x0000_s1032" style="position:absolute;visibility:visible;mso-wrap-style:square" from="6475,362" to="8114,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8pmsUAAADcAAAADwAAAGRycy9kb3ducmV2LnhtbESPQWvCQBSE74L/YXmF3urGQFWiqwRR&#10;aFEoWg/19sg+s6HZtyG7Nem/dwXB4zAz3zCLVW9rcaXWV44VjEcJCOLC6YpLBafv7dsMhA/IGmvH&#10;pOCfPKyWw8ECM+06PtD1GEoRIewzVGBCaDIpfWHIoh+5hjh6F9daDFG2pdQtdhFua5kmyURarDgu&#10;GGxobaj4Pf5ZBV9T89nlp3Qz3bpyne/S8/7956zU60ufz0EE6sMz/Gh/aAVpMob7mXgE5P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8pmsUAAADcAAAADwAAAAAAAAAA&#10;AAAAAAChAgAAZHJzL2Rvd25yZXYueG1sUEsFBgAAAAAEAAQA+QAAAJMDAAAAAA==&#10;" strokeweight=".25242mm"/>
                <v:line id="Line 172" o:spid="_x0000_s1033" style="position:absolute;visibility:visible;mso-wrap-style:square" from="8117,362" to="9864,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237cYAAADcAAAADwAAAGRycy9kb3ducmV2LnhtbESPzWrDMBCE74W+g9hCb41cQZvgRAkm&#10;NJDSQsnPIbkt1sYysVbGUmL37atAoMdhZr5hZovBNeJKXag9a3gdZSCIS29qrjTsd6uXCYgQkQ02&#10;nknDLwVYzB8fZpgb3/OGrttYiQThkKMGG2ObSxlKSw7DyLfEyTv5zmFMsquk6bBPcNdIlWXv0mHN&#10;acFiS0tL5Xl7cRp+xvazL/bqY7zy1bL4Usfvt8NR6+enoZiCiDTE//C9vTYaVKbgdiYdATn/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Rtt+3GAAAA3AAAAA8AAAAAAAAA&#10;AAAAAAAAoQIAAGRycy9kb3ducmV2LnhtbFBLBQYAAAAABAAEAPkAAACUAwAAAAA=&#10;" strokeweight=".25242mm"/>
                <v:line id="Line 171" o:spid="_x0000_s1034" style="position:absolute;visibility:visible;mso-wrap-style:square" from="9867,362" to="10522,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ESdsYAAADcAAAADwAAAGRycy9kb3ducmV2LnhtbESPQWvCQBSE70L/w/IEb7oxUlOiqwSp&#10;0FKh1HrQ2yP7mg3Nvg3ZrUn/fbcgeBxm5htmvR1sI67U+dqxgvksAUFcOl1zpeD0uZ8+gfABWWPj&#10;mBT8koft5mG0xly7nj/oegyViBD2OSowIbS5lL40ZNHPXEscvS/XWQxRdpXUHfYRbhuZJslSWqw5&#10;LhhsaWeo/D7+WAXvmXnti1P6nO1dtSve0svh8XxRajIeihWIQEO4h2/tF60gTRbwfyYeAbn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shEnbGAAAA3AAAAA8AAAAAAAAA&#10;AAAAAAAAoQIAAGRycy9kb3ducmV2LnhtbFBLBQYAAAAABAAEAPkAAACUAwAAAAA=&#10;" strokeweight=".25242mm"/>
                <v:line id="Line 170" o:spid="_x0000_s1035" style="position:absolute;visibility:visible;mso-wrap-style:square" from="1440,361" to="10531,3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oTEcYAAADcAAAADwAAAGRycy9kb3ducmV2LnhtbESPS2vDMBCE74X8B7GB3ho57+JGCaEQ&#10;KD0lzqPJbWttbFNrJSw1dv99FSj0OMzMN8xi1Zla3KjxlWUFw0ECgji3uuJCwWG/eXoG4QOyxtoy&#10;KfghD6tl72GBqbYt7+iWhUJECPsUFZQhuFRKn5dk0A+sI47e1TYGQ5RNIXWDbYSbWo6SZCYNVhwX&#10;SnT0WlL+lX0bBZ9nao+703r6MZ9mh+N27E6Xd6fUY79bv4AI1IX/8F/7TSsYJRO4n4lHQ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qKExHGAAAA3AAAAA8AAAAAAAAA&#10;AAAAAAAAoQIAAGRycy9kb3ducmV2LnhtbFBLBQYAAAAABAAEAPkAAACUAwAAAAA=&#10;" strokeweight=".72pt"/>
                <w10:wrap type="topAndBottom" anchorx="page"/>
              </v:group>
            </w:pict>
          </mc:Fallback>
        </mc:AlternateContent>
      </w:r>
    </w:p>
    <w:p w14:paraId="61170A23" w14:textId="77777777" w:rsidR="006B79D5" w:rsidRDefault="00EE4DE8">
      <w:pPr>
        <w:pStyle w:val="BodyText"/>
        <w:tabs>
          <w:tab w:val="left" w:pos="10157"/>
        </w:tabs>
        <w:spacing w:before="110"/>
        <w:ind w:left="1020"/>
        <w:rPr>
          <w:rFonts w:ascii="Times New Roman"/>
        </w:rPr>
      </w:pPr>
      <w:r>
        <w:t>Describe circumstances of first aid</w:t>
      </w:r>
      <w:r>
        <w:rPr>
          <w:spacing w:val="-23"/>
        </w:rPr>
        <w:t xml:space="preserve"> </w:t>
      </w:r>
      <w:r>
        <w:t xml:space="preserve">injury: </w:t>
      </w:r>
      <w:r>
        <w:rPr>
          <w:rFonts w:ascii="Times New Roman"/>
          <w:u w:val="single"/>
        </w:rPr>
        <w:t xml:space="preserve"> </w:t>
      </w:r>
      <w:r>
        <w:rPr>
          <w:rFonts w:ascii="Times New Roman"/>
          <w:u w:val="single"/>
        </w:rPr>
        <w:tab/>
      </w:r>
    </w:p>
    <w:p w14:paraId="4BECCA4A" w14:textId="77777777" w:rsidR="006B79D5" w:rsidRDefault="001B44F0">
      <w:pPr>
        <w:pStyle w:val="BodyText"/>
        <w:spacing w:before="1"/>
        <w:ind w:left="0"/>
        <w:rPr>
          <w:rFonts w:ascii="Times New Roman"/>
          <w:sz w:val="27"/>
        </w:rPr>
      </w:pPr>
      <w:r>
        <w:rPr>
          <w:noProof/>
        </w:rPr>
        <mc:AlternateContent>
          <mc:Choice Requires="wpg">
            <w:drawing>
              <wp:anchor distT="0" distB="0" distL="0" distR="0" simplePos="0" relativeHeight="251698176" behindDoc="1" locked="0" layoutInCell="1" allowOverlap="1" wp14:anchorId="183BE74C" wp14:editId="4D24FE1D">
                <wp:simplePos x="0" y="0"/>
                <wp:positionH relativeFrom="page">
                  <wp:posOffset>914400</wp:posOffset>
                </wp:positionH>
                <wp:positionV relativeFrom="paragraph">
                  <wp:posOffset>223520</wp:posOffset>
                </wp:positionV>
                <wp:extent cx="5773420" cy="10160"/>
                <wp:effectExtent l="0" t="0" r="0" b="0"/>
                <wp:wrapTopAndBottom/>
                <wp:docPr id="185"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3420" cy="10160"/>
                          <a:chOff x="1440" y="352"/>
                          <a:chExt cx="9092" cy="16"/>
                        </a:xfrm>
                      </wpg:grpSpPr>
                      <wps:wsp>
                        <wps:cNvPr id="186" name="Line 168"/>
                        <wps:cNvCnPr>
                          <a:cxnSpLocks noChangeShapeType="1"/>
                        </wps:cNvCnPr>
                        <wps:spPr bwMode="auto">
                          <a:xfrm>
                            <a:off x="1440" y="360"/>
                            <a:ext cx="1204"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7" name="Line 167"/>
                        <wps:cNvCnPr>
                          <a:cxnSpLocks noChangeShapeType="1"/>
                        </wps:cNvCnPr>
                        <wps:spPr bwMode="auto">
                          <a:xfrm>
                            <a:off x="2646" y="360"/>
                            <a:ext cx="983"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8" name="Line 166"/>
                        <wps:cNvCnPr>
                          <a:cxnSpLocks noChangeShapeType="1"/>
                        </wps:cNvCnPr>
                        <wps:spPr bwMode="auto">
                          <a:xfrm>
                            <a:off x="3631" y="360"/>
                            <a:ext cx="873"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9" name="Line 165"/>
                        <wps:cNvCnPr>
                          <a:cxnSpLocks noChangeShapeType="1"/>
                        </wps:cNvCnPr>
                        <wps:spPr bwMode="auto">
                          <a:xfrm>
                            <a:off x="4507" y="360"/>
                            <a:ext cx="982"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0" name="Line 164"/>
                        <wps:cNvCnPr>
                          <a:cxnSpLocks noChangeShapeType="1"/>
                        </wps:cNvCnPr>
                        <wps:spPr bwMode="auto">
                          <a:xfrm>
                            <a:off x="5492" y="360"/>
                            <a:ext cx="981"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1" name="Line 163"/>
                        <wps:cNvCnPr>
                          <a:cxnSpLocks noChangeShapeType="1"/>
                        </wps:cNvCnPr>
                        <wps:spPr bwMode="auto">
                          <a:xfrm>
                            <a:off x="6475" y="360"/>
                            <a:ext cx="1639"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2" name="Line 162"/>
                        <wps:cNvCnPr>
                          <a:cxnSpLocks noChangeShapeType="1"/>
                        </wps:cNvCnPr>
                        <wps:spPr bwMode="auto">
                          <a:xfrm>
                            <a:off x="8117" y="360"/>
                            <a:ext cx="1747"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3" name="Line 161"/>
                        <wps:cNvCnPr>
                          <a:cxnSpLocks noChangeShapeType="1"/>
                        </wps:cNvCnPr>
                        <wps:spPr bwMode="auto">
                          <a:xfrm>
                            <a:off x="9867" y="360"/>
                            <a:ext cx="655"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4" name="Line 160"/>
                        <wps:cNvCnPr>
                          <a:cxnSpLocks noChangeShapeType="1"/>
                        </wps:cNvCnPr>
                        <wps:spPr bwMode="auto">
                          <a:xfrm>
                            <a:off x="1440" y="359"/>
                            <a:ext cx="9091"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2269AF9" id="Group 159" o:spid="_x0000_s1026" style="position:absolute;margin-left:1in;margin-top:17.6pt;width:454.6pt;height:.8pt;z-index:-251618304;mso-wrap-distance-left:0;mso-wrap-distance-right:0;mso-position-horizontal-relative:page" coordorigin="1440,352" coordsize="909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">
                <v:line id="Line 168" o:spid="_x0000_s1027" style="position:absolute;visibility:visible;mso-wrap-style:square" from="1440,360" to="2644,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DTyMQAAADcAAAADwAAAGRycy9kb3ducmV2LnhtbERPS2vCQBC+F/oflin0VjcNVCVmI0Eq&#10;tFQoPg56G7JjNpidDdmtSf99Vyh4m4/vOflytK24Uu8bxwpeJwkI4srphmsFh/36ZQ7CB2SNrWNS&#10;8EselsXjQ46ZdgNv6boLtYgh7DNUYELoMil9Zciin7iOOHJn11sMEfa11D0OMdy2Mk2SqbTYcGww&#10;2NHKUHXZ/VgF3zPzOZSH9H22dvWq/EpPm7fjSannp7FcgAg0hrv43/2h4/z5FG7PxAtk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oNPIxAAAANwAAAAPAAAAAAAAAAAA&#10;AAAAAKECAABkcnMvZG93bnJldi54bWxQSwUGAAAAAAQABAD5AAAAkgMAAAAA&#10;" strokeweight=".25242mm"/>
                <v:line id="Line 167" o:spid="_x0000_s1028" style="position:absolute;visibility:visible;mso-wrap-style:square" from="2646,360" to="3629,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x2U8QAAADcAAAADwAAAGRycy9kb3ducmV2LnhtbERPTWvCQBC9F/oflil4q5sGbCR1lSAK&#10;ioVi6qHehuw0G5qdDdnVxH/fLRS8zeN9zmI12lZcqfeNYwUv0wQEceV0w7WC0+f2eQ7CB2SNrWNS&#10;cCMPq+XjwwJz7QY+0rUMtYgh7HNUYELocil9Zciin7qOOHLfrrcYIuxrqXscYrhtZZokr9Jiw7HB&#10;YEdrQ9VPebEKPjKzH4pTusm2rl4Xh/T8Pvs6KzV5Gos3EIHGcBf/u3c6zp9n8PdMvEA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7HZTxAAAANwAAAAPAAAAAAAAAAAA&#10;AAAAAKECAABkcnMvZG93bnJldi54bWxQSwUGAAAAAAQABAD5AAAAkgMAAAAA&#10;" strokeweight=".25242mm"/>
                <v:line id="Line 166" o:spid="_x0000_s1029" style="position:absolute;visibility:visible;mso-wrap-style:square" from="3631,360" to="4504,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PiIccAAADcAAAADwAAAGRycy9kb3ducmV2LnhtbESPT2vDMAzF74N9B6PBbquzwNaS1i2h&#10;tLCxweifQ3sTsRqHxXKI3Sb79tNhsJvEe3rvp8Vq9K26UR+bwAaeJxko4irYhmsDx8P2aQYqJmSL&#10;bWAy8EMRVsv7uwUWNgy8o9s+1UpCOBZowKXUFVrHypHHOAkdsWiX0HtMsva1tj0OEu5bnWfZq/bY&#10;sDQ47GjtqPreX72Br6l7H8pjvpluQ70uP/Lz58vpbMzjw1jOQSUa07/57/rNCv5MaOUZmUAv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c+IhxwAAANwAAAAPAAAAAAAA&#10;AAAAAAAAAKECAABkcnMvZG93bnJldi54bWxQSwUGAAAAAAQABAD5AAAAlQMAAAAA&#10;" strokeweight=".25242mm"/>
                <v:line id="Line 165" o:spid="_x0000_s1030" style="position:absolute;visibility:visible;mso-wrap-style:square" from="4507,360" to="5489,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9HusQAAADcAAAADwAAAGRycy9kb3ducmV2LnhtbERPS2vCQBC+F/oflin0ppsG1DR1lSAK&#10;LRbEx6Hehuw0G5qdDdmtif/eLQi9zcf3nPlysI24UOdrxwpexgkI4tLpmisFp+NmlIHwAVlj45gU&#10;XMnDcvH4MMdcu573dDmESsQQ9jkqMCG0uZS+NGTRj11LHLlv11kMEXaV1B32Mdw2Mk2SqbRYc2ww&#10;2NLKUPlz+LUKdjPz0RendD3buGpVbNPz5+TrrNTz01C8gQg0hH/x3f2u4/zsFf6eiRfIx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P0e6xAAAANwAAAAPAAAAAAAAAAAA&#10;AAAAAKECAABkcnMvZG93bnJldi54bWxQSwUGAAAAAAQABAD5AAAAkgMAAAAA&#10;" strokeweight=".25242mm"/>
                <v:line id="Line 164" o:spid="_x0000_s1031" style="position:absolute;visibility:visible;mso-wrap-style:square" from="5492,360" to="6473,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x4+scAAADcAAAADwAAAGRycy9kb3ducmV2LnhtbESPQUvDQBCF7wX/wzIFb3bTgFbTbkso&#10;FhSFYu2hvQ3ZMRvMzobs2sR/7xyE3mZ4b977ZrUZfasu1McmsIH5LANFXAXbcG3g+Lm7ewQVE7LF&#10;NjAZ+KUIm/XNZIWFDQN/0OWQaiUhHAs04FLqCq1j5chjnIWOWLSv0HtMsva1tj0OEu5bnWfZg/bY&#10;sDQ47GjrqPo+/HgD+4V7Hcpj/rzYhXpbvuXn9/vT2Zjb6VguQSUa09X8f/1iBf9J8OUZmUC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3Hj6xwAAANwAAAAPAAAAAAAA&#10;AAAAAAAAAKECAABkcnMvZG93bnJldi54bWxQSwUGAAAAAAQABAD5AAAAlQMAAAAA&#10;" strokeweight=".25242mm"/>
                <v:line id="Line 163" o:spid="_x0000_s1032" style="position:absolute;visibility:visible;mso-wrap-style:square" from="6475,360" to="8114,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DdYcQAAADcAAAADwAAAGRycy9kb3ducmV2LnhtbERPTWvCQBC9F/wPywi96caA2qauEkSh&#10;xYI09VBvQ3aaDc3OhuzWxH/vFoTe5vE+Z7UZbCMu1PnasYLZNAFBXDpdc6Xg9LmfPIHwAVlj45gU&#10;XMnDZj16WGGmXc8fdClCJWII+wwVmBDaTEpfGrLop64ljty36yyGCLtK6g77GG4bmSbJQlqsOTYY&#10;bGlrqPwpfq2C49K89fkp3S33rtrmh/T8Pv86K/U4HvIXEIGG8C++u191nP88g79n4gVyf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kN1hxAAAANwAAAAPAAAAAAAAAAAA&#10;AAAAAKECAABkcnMvZG93bnJldi54bWxQSwUGAAAAAAQABAD5AAAAkgMAAAAA&#10;" strokeweight=".25242mm"/>
                <v:line id="Line 162" o:spid="_x0000_s1033" style="position:absolute;visibility:visible;mso-wrap-style:square" from="8117,360" to="9864,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JDFsQAAADcAAAADwAAAGRycy9kb3ducmV2LnhtbERPTWvCQBC9C/6HZYTedGOg2kZXCVKh&#10;pUKp9VBvQ3bMBrOzIbs18d93BcHbPN7nLNe9rcWFWl85VjCdJCCIC6crLhUcfrbjFxA+IGusHZOC&#10;K3lYr4aDJWbadfxNl30oRQxhn6ECE0KTSekLQxb9xDXEkTu51mKIsC2lbrGL4baWaZLMpMWKY4PB&#10;hjaGivP+zyr4mpuPLj+kb/OtKzf5Z3rcPf8elXoa9fkCRKA+PMR397uO819TuD0TL5C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QkMWxAAAANwAAAAPAAAAAAAAAAAA&#10;AAAAAKECAABkcnMvZG93bnJldi54bWxQSwUGAAAAAAQABAD5AAAAkgMAAAAA&#10;" strokeweight=".25242mm"/>
                <v:line id="Line 161" o:spid="_x0000_s1034" style="position:absolute;visibility:visible;mso-wrap-style:square" from="9867,360" to="10522,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7mjcUAAADcAAAADwAAAGRycy9kb3ducmV2LnhtbERPS2vCQBC+F/wPywi91U1T6iN1lSAV&#10;KhXEx6Hehuw0G5qdDdmtSf+9WxC8zcf3nPmyt7W4UOsrxwqeRwkI4sLpiksFp+P6aQrCB2SNtWNS&#10;8EcelovBwxwz7Tre0+UQShFD2GeowITQZFL6wpBFP3INceS+XWsxRNiWUrfYxXBbyzRJxtJixbHB&#10;YEMrQ8XP4dcq2E3MpstP6ftk7cpV/pmet69fZ6Ueh33+BiJQH+7im/tDx/mzF/h/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A7mjcUAAADcAAAADwAAAAAAAAAA&#10;AAAAAAChAgAAZHJzL2Rvd25yZXYueG1sUEsFBgAAAAAEAAQA+QAAAJMDAAAAAA==&#10;" strokeweight=".25242mm"/>
                <v:line id="Line 160" o:spid="_x0000_s1035" style="position:absolute;visibility:visible;mso-wrap-style:square" from="1440,359" to="10531,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Xn6sQAAADcAAAADwAAAGRycy9kb3ducmV2LnhtbERPS2vCQBC+F/wPywi91Y2tVo2uIoWC&#10;9FTjs7dpdkyC2dkluzXpv+8WCr3Nx/ecxaoztbhR4yvLCoaDBARxbnXFhYL97vVhCsIHZI21ZVLw&#10;TR5Wy97dAlNtW97SLQuFiCHsU1RQhuBSKX1ekkE/sI44chfbGAwRNoXUDbYx3NTyMUmepcGKY0OJ&#10;jl5Kyq/Zl1Hweab2sD2ux6fJONsf3p/c8ePNKXXf79ZzEIG68C/+c290nD8bwe8z8QK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pefqxAAAANwAAAAPAAAAAAAAAAAA&#10;AAAAAKECAABkcnMvZG93bnJldi54bWxQSwUGAAAAAAQABAD5AAAAkgMAAAAA&#10;" strokeweight=".72pt"/>
                <w10:wrap type="topAndBottom" anchorx="page"/>
              </v:group>
            </w:pict>
          </mc:Fallback>
        </mc:AlternateContent>
      </w:r>
    </w:p>
    <w:p w14:paraId="56195019" w14:textId="77777777" w:rsidR="006B79D5" w:rsidRDefault="00EE4DE8">
      <w:pPr>
        <w:pStyle w:val="BodyText"/>
        <w:tabs>
          <w:tab w:val="left" w:pos="10187"/>
        </w:tabs>
        <w:spacing w:before="110"/>
        <w:ind w:left="1020"/>
        <w:rPr>
          <w:rFonts w:ascii="Times New Roman"/>
        </w:rPr>
      </w:pPr>
      <w:r>
        <w:t>What</w:t>
      </w:r>
      <w:r>
        <w:rPr>
          <w:spacing w:val="-2"/>
        </w:rPr>
        <w:t xml:space="preserve"> </w:t>
      </w:r>
      <w:r>
        <w:t>control</w:t>
      </w:r>
      <w:r>
        <w:rPr>
          <w:spacing w:val="-4"/>
        </w:rPr>
        <w:t xml:space="preserve"> </w:t>
      </w:r>
      <w:r>
        <w:t>measures</w:t>
      </w:r>
      <w:r>
        <w:rPr>
          <w:spacing w:val="-2"/>
        </w:rPr>
        <w:t xml:space="preserve"> </w:t>
      </w:r>
      <w:r>
        <w:t>should</w:t>
      </w:r>
      <w:r>
        <w:rPr>
          <w:spacing w:val="-4"/>
        </w:rPr>
        <w:t xml:space="preserve"> </w:t>
      </w:r>
      <w:r>
        <w:t>have</w:t>
      </w:r>
      <w:r>
        <w:rPr>
          <w:spacing w:val="-5"/>
        </w:rPr>
        <w:t xml:space="preserve"> </w:t>
      </w:r>
      <w:r>
        <w:t>been</w:t>
      </w:r>
      <w:r>
        <w:rPr>
          <w:spacing w:val="-2"/>
        </w:rPr>
        <w:t xml:space="preserve"> </w:t>
      </w:r>
      <w:r>
        <w:t>in</w:t>
      </w:r>
      <w:r>
        <w:rPr>
          <w:spacing w:val="-5"/>
        </w:rPr>
        <w:t xml:space="preserve"> </w:t>
      </w:r>
      <w:r>
        <w:t>place</w:t>
      </w:r>
      <w:r>
        <w:rPr>
          <w:spacing w:val="-4"/>
        </w:rPr>
        <w:t xml:space="preserve"> </w:t>
      </w:r>
      <w:r>
        <w:t>to</w:t>
      </w:r>
      <w:r>
        <w:rPr>
          <w:spacing w:val="-5"/>
        </w:rPr>
        <w:t xml:space="preserve"> </w:t>
      </w:r>
      <w:r>
        <w:t>prevent</w:t>
      </w:r>
      <w:r>
        <w:rPr>
          <w:spacing w:val="-5"/>
        </w:rPr>
        <w:t xml:space="preserve"> </w:t>
      </w:r>
      <w:r>
        <w:t>this</w:t>
      </w:r>
      <w:r>
        <w:rPr>
          <w:spacing w:val="-2"/>
        </w:rPr>
        <w:t xml:space="preserve"> </w:t>
      </w:r>
      <w:r>
        <w:t>first</w:t>
      </w:r>
      <w:r>
        <w:rPr>
          <w:spacing w:val="-2"/>
        </w:rPr>
        <w:t xml:space="preserve"> </w:t>
      </w:r>
      <w:r>
        <w:t>aid</w:t>
      </w:r>
      <w:r>
        <w:rPr>
          <w:spacing w:val="-3"/>
        </w:rPr>
        <w:t xml:space="preserve"> </w:t>
      </w:r>
      <w:r>
        <w:t>injury?</w:t>
      </w:r>
      <w:r>
        <w:rPr>
          <w:spacing w:val="-1"/>
        </w:rPr>
        <w:t xml:space="preserve"> </w:t>
      </w:r>
      <w:r>
        <w:rPr>
          <w:rFonts w:ascii="Times New Roman"/>
          <w:u w:val="single"/>
        </w:rPr>
        <w:t xml:space="preserve"> </w:t>
      </w:r>
      <w:r>
        <w:rPr>
          <w:rFonts w:ascii="Times New Roman"/>
          <w:u w:val="single"/>
        </w:rPr>
        <w:tab/>
      </w:r>
    </w:p>
    <w:p w14:paraId="2422B968" w14:textId="77777777" w:rsidR="006B79D5" w:rsidRDefault="001B44F0">
      <w:pPr>
        <w:pStyle w:val="BodyText"/>
        <w:spacing w:before="3"/>
        <w:ind w:left="0"/>
        <w:rPr>
          <w:rFonts w:ascii="Times New Roman"/>
          <w:sz w:val="27"/>
        </w:rPr>
      </w:pPr>
      <w:r>
        <w:rPr>
          <w:noProof/>
        </w:rPr>
        <mc:AlternateContent>
          <mc:Choice Requires="wpg">
            <w:drawing>
              <wp:anchor distT="0" distB="0" distL="0" distR="0" simplePos="0" relativeHeight="251699200" behindDoc="1" locked="0" layoutInCell="1" allowOverlap="1" wp14:anchorId="1F357E85" wp14:editId="624381F1">
                <wp:simplePos x="0" y="0"/>
                <wp:positionH relativeFrom="page">
                  <wp:posOffset>914400</wp:posOffset>
                </wp:positionH>
                <wp:positionV relativeFrom="paragraph">
                  <wp:posOffset>224790</wp:posOffset>
                </wp:positionV>
                <wp:extent cx="5844540" cy="10160"/>
                <wp:effectExtent l="0" t="0" r="0" b="0"/>
                <wp:wrapTopAndBottom/>
                <wp:docPr id="175"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4540" cy="10160"/>
                          <a:chOff x="1440" y="354"/>
                          <a:chExt cx="9204" cy="16"/>
                        </a:xfrm>
                      </wpg:grpSpPr>
                      <wps:wsp>
                        <wps:cNvPr id="176" name="Line 158"/>
                        <wps:cNvCnPr>
                          <a:cxnSpLocks noChangeShapeType="1"/>
                        </wps:cNvCnPr>
                        <wps:spPr bwMode="auto">
                          <a:xfrm>
                            <a:off x="1440" y="362"/>
                            <a:ext cx="1204"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7" name="Line 157"/>
                        <wps:cNvCnPr>
                          <a:cxnSpLocks noChangeShapeType="1"/>
                        </wps:cNvCnPr>
                        <wps:spPr bwMode="auto">
                          <a:xfrm>
                            <a:off x="2646" y="362"/>
                            <a:ext cx="983"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8" name="Line 156"/>
                        <wps:cNvCnPr>
                          <a:cxnSpLocks noChangeShapeType="1"/>
                        </wps:cNvCnPr>
                        <wps:spPr bwMode="auto">
                          <a:xfrm>
                            <a:off x="3631" y="362"/>
                            <a:ext cx="873"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9" name="Line 155"/>
                        <wps:cNvCnPr>
                          <a:cxnSpLocks noChangeShapeType="1"/>
                        </wps:cNvCnPr>
                        <wps:spPr bwMode="auto">
                          <a:xfrm>
                            <a:off x="4507" y="362"/>
                            <a:ext cx="982"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0" name="Line 154"/>
                        <wps:cNvCnPr>
                          <a:cxnSpLocks noChangeShapeType="1"/>
                        </wps:cNvCnPr>
                        <wps:spPr bwMode="auto">
                          <a:xfrm>
                            <a:off x="5492" y="362"/>
                            <a:ext cx="981"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1" name="Line 153"/>
                        <wps:cNvCnPr>
                          <a:cxnSpLocks noChangeShapeType="1"/>
                        </wps:cNvCnPr>
                        <wps:spPr bwMode="auto">
                          <a:xfrm>
                            <a:off x="6475" y="362"/>
                            <a:ext cx="1639"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2" name="Line 152"/>
                        <wps:cNvCnPr>
                          <a:cxnSpLocks noChangeShapeType="1"/>
                        </wps:cNvCnPr>
                        <wps:spPr bwMode="auto">
                          <a:xfrm>
                            <a:off x="8117" y="362"/>
                            <a:ext cx="1747"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3" name="Line 151"/>
                        <wps:cNvCnPr>
                          <a:cxnSpLocks noChangeShapeType="1"/>
                        </wps:cNvCnPr>
                        <wps:spPr bwMode="auto">
                          <a:xfrm>
                            <a:off x="9867" y="362"/>
                            <a:ext cx="765"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4" name="Line 150"/>
                        <wps:cNvCnPr>
                          <a:cxnSpLocks noChangeShapeType="1"/>
                        </wps:cNvCnPr>
                        <wps:spPr bwMode="auto">
                          <a:xfrm>
                            <a:off x="1440" y="361"/>
                            <a:ext cx="9204"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5490FA1" id="Group 149" o:spid="_x0000_s1026" style="position:absolute;margin-left:1in;margin-top:17.7pt;width:460.2pt;height:.8pt;z-index:-251617280;mso-wrap-distance-left:0;mso-wrap-distance-right:0;mso-position-horizontal-relative:page" coordorigin="1440,354" coordsize="9204,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">
                <v:line id="Line 158" o:spid="_x0000_s1027" style="position:absolute;visibility:visible;mso-wrap-style:square" from="1440,362" to="2644,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Wj78QAAADcAAAADwAAAGRycy9kb3ducmV2LnhtbERPTWvCQBC9F/wPywi91Y2BGomuEqRC&#10;SwvF6EFvQ3bMBrOzIbs16b/vFgq9zeN9zno72lbcqfeNYwXzWQKCuHK64VrB6bh/WoLwAVlj65gU&#10;fJOH7WbysMZcu4EPdC9DLWII+xwVmBC6XEpfGbLoZ64jjtzV9RZDhH0tdY9DDLetTJNkIS02HBsM&#10;drQzVN3KL6vgMzNvQ3FKX7K9q3fFe3r5eD5flHqcjsUKRKAx/Iv/3K86zs8W8PtMvEB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daPvxAAAANwAAAAPAAAAAAAAAAAA&#10;AAAAAKECAABkcnMvZG93bnJldi54bWxQSwUGAAAAAAQABAD5AAAAkgMAAAAA&#10;" strokeweight=".25242mm"/>
                <v:line id="Line 157" o:spid="_x0000_s1028" style="position:absolute;visibility:visible;mso-wrap-style:square" from="2646,362" to="3629,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kGdMQAAADcAAAADwAAAGRycy9kb3ducmV2LnhtbERPS2vCQBC+F/wPyxR6q5sGaiR1lSAK&#10;FYXi41BvQ3aaDc3OhuzWxH/vCkJv8/E9Z7YYbCMu1PnasYK3cQKCuHS65krB6bh+nYLwAVlj45gU&#10;XMnDYj56mmGuXc97uhxCJWII+xwVmBDaXEpfGrLox64ljtyP6yyGCLtK6g77GG4bmSbJRFqsOTYY&#10;bGlpqPw9/FkFX5nZ9MUpXWVrVy2LbXrevX+flXp5HooPEIGG8C9+uD91nJ9lcH8mXiD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OQZ0xAAAANwAAAAPAAAAAAAAAAAA&#10;AAAAAKECAABkcnMvZG93bnJldi54bWxQSwUGAAAAAAQABAD5AAAAkgMAAAAA&#10;" strokeweight=".25242mm"/>
                <v:line id="Line 156" o:spid="_x0000_s1029" style="position:absolute;visibility:visible;mso-wrap-style:square" from="3631,362" to="4504,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aSBsYAAADcAAAADwAAAGRycy9kb3ducmV2LnhtbESPQUvDQBCF70L/wzIFb3ZjQCNptyWU&#10;FhQFsfZgb0N2mg1mZ0N228R/7xwEbzO8N+99s9pMvlNXGmIb2MD9IgNFXAfbcmPg+Lm/ewIVE7LF&#10;LjAZ+KEIm/XsZoWlDSN/0PWQGiUhHEs04FLqS61j7chjXISeWLRzGDwmWYdG2wFHCfedzrPsUXts&#10;WRoc9rR1VH8fLt7Ae+FexuqY74p9aLbVa356e/g6GXM7n6olqERT+jf/XT9bwS+EVp6RCfT6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amkgbGAAAA3AAAAA8AAAAAAAAA&#10;AAAAAAAAoQIAAGRycy9kb3ducmV2LnhtbFBLBQYAAAAABAAEAPkAAACUAwAAAAA=&#10;" strokeweight=".25242mm"/>
                <v:line id="Line 155" o:spid="_x0000_s1030" style="position:absolute;visibility:visible;mso-wrap-style:square" from="4507,362" to="5489,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o3ncQAAADcAAAADwAAAGRycy9kb3ducmV2LnhtbERPTWvCQBC9F/wPywi96aaBmhpdJUiF&#10;Fgul1oPehuyYDc3OhuzWxH/vFoTe5vE+Z7kebCMu1PnasYKnaQKCuHS65krB4Xs7eQHhA7LGxjEp&#10;uJKH9Wr0sMRcu56/6LIPlYgh7HNUYEJocyl9aciin7qWOHJn11kMEXaV1B32Mdw2Mk2SmbRYc2ww&#10;2NLGUPmz/7UKPjPz3heH9DXbumpT7NLTx/PxpNTjeCgWIAIN4V98d7/pOD+bw98z8QK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6jedxAAAANwAAAAPAAAAAAAAAAAA&#10;AAAAAKECAABkcnMvZG93bnJldi54bWxQSwUGAAAAAAQABAD5AAAAkgMAAAAA&#10;" strokeweight=".25242mm"/>
                <v:line id="Line 154" o:spid="_x0000_s1031" style="position:absolute;visibility:visible;mso-wrap-style:square" from="5492,362" to="6473,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XuJ8cAAADcAAAADwAAAGRycy9kb3ducmV2LnhtbESPT2vDMAzF74N9B6PBbquzwNaS1i2h&#10;tLCxweifQ3sTsRqHxXKI3Sb79tNhsJvEe3rvp8Vq9K26UR+bwAaeJxko4irYhmsDx8P2aQYqJmSL&#10;bWAy8EMRVsv7uwUWNgy8o9s+1UpCOBZowKXUFVrHypHHOAkdsWiX0HtMsva1tj0OEu5bnWfZq/bY&#10;sDQ47GjtqPreX72Br6l7H8pjvpluQ70uP/Lz58vpbMzjw1jOQSUa07/57/rNCv5M8OUZmUAv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Be4nxwAAANwAAAAPAAAAAAAA&#10;AAAAAAAAAKECAABkcnMvZG93bnJldi54bWxQSwUGAAAAAAQABAD5AAAAlQMAAAAA&#10;" strokeweight=".25242mm"/>
                <v:line id="Line 153" o:spid="_x0000_s1032" style="position:absolute;visibility:visible;mso-wrap-style:square" from="6475,362" to="8114,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lLvMMAAADcAAAADwAAAGRycy9kb3ducmV2LnhtbERPTWvCQBC9C/6HZYTedGPAKqmrBFGw&#10;WJBaD/U2ZKfZ0OxsyK4m/vtuQfA2j/c5y3Vva3Gj1leOFUwnCQjiwumKSwXnr914AcIHZI21Y1Jw&#10;Jw/r1XCwxEy7jj/pdgqliCHsM1RgQmgyKX1hyKKfuIY4cj+utRgibEupW+xiuK1lmiSv0mLFscFg&#10;QxtDxe/pahUc5+a9y8/pdr5z5SY/pJeP2fdFqZdRn7+BCNSHp/jh3us4fzGF/2fiBXL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JJS7zDAAAA3AAAAA8AAAAAAAAAAAAA&#10;AAAAoQIAAGRycy9kb3ducmV2LnhtbFBLBQYAAAAABAAEAPkAAACRAwAAAAA=&#10;" strokeweight=".25242mm"/>
                <v:line id="Line 152" o:spid="_x0000_s1033" style="position:absolute;visibility:visible;mso-wrap-style:square" from="8117,362" to="9864,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vVy8MAAADcAAAADwAAAGRycy9kb3ducmV2LnhtbERPS2vCQBC+F/wPywi91U0DPoiuEkTB&#10;UqFoPdTbkB2zodnZkF1N+u9doeBtPr7nLFa9rcWNWl85VvA+SkAQF05XXCo4fW/fZiB8QNZYOyYF&#10;f+RhtRy8LDDTruMD3Y6hFDGEfYYKTAhNJqUvDFn0I9cQR+7iWoshwraUusUuhttapkkykRYrjg0G&#10;G1obKn6PV6vga2o+uvyUbqZbV67zz/S8H/+clXod9vkcRKA+PMX/7p2O82cpPJ6JF8jl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Kb1cvDAAAA3AAAAA8AAAAAAAAAAAAA&#10;AAAAoQIAAGRycy9kb3ducmV2LnhtbFBLBQYAAAAABAAEAPkAAACRAwAAAAA=&#10;" strokeweight=".25242mm"/>
                <v:line id="Line 151" o:spid="_x0000_s1034" style="position:absolute;visibility:visible;mso-wrap-style:square" from="9867,362" to="10632,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dwUMQAAADcAAAADwAAAGRycy9kb3ducmV2LnhtbERPS2vCQBC+F/wPywi96caUVkldJYiC&#10;pQXxcai3ITvNhmZnQ3Y18d+7BaG3+fieM1/2thZXan3lWMFknIAgLpyuuFRwOm5GMxA+IGusHZOC&#10;G3lYLgZPc8y063hP10MoRQxhn6ECE0KTSekLQxb92DXEkftxrcUQYVtK3WIXw20t0yR5kxYrjg0G&#10;G1oZKn4PF6tgNzUfXX5K19ONK1f5Z3r+ev0+K/U87PN3EIH68C9+uLc6zp+9wN8z8QK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13BQxAAAANwAAAAPAAAAAAAAAAAA&#10;AAAAAKECAABkcnMvZG93bnJldi54bWxQSwUGAAAAAAQABAD5AAAAkgMAAAAA&#10;" strokeweight=".25242mm"/>
                <v:line id="Line 150" o:spid="_x0000_s1035" style="position:absolute;visibility:visible;mso-wrap-style:square" from="1440,361" to="10644,3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xxN8QAAADcAAAADwAAAGRycy9kb3ducmV2LnhtbERPS2vCQBC+F/oflhG81Y31SeoqUhDE&#10;k6Zq623MTpPQ7OySXU3677uFQm/z8T1nsepMLe7U+MqyguEgAUGcW11xoeD4tnmag/ABWWNtmRR8&#10;k4fV8vFhgam2LR/onoVCxBD2KSooQ3CplD4vyaAfWEccuU/bGAwRNoXUDbYx3NTyOUmm0mDFsaFE&#10;R68l5V/ZzSi4flB7OpzXk/fZJDue9iN3vuycUv1et34BEagL/+I/91bH+fMx/D4TL5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fHE3xAAAANwAAAAPAAAAAAAAAAAA&#10;AAAAAKECAABkcnMvZG93bnJldi54bWxQSwUGAAAAAAQABAD5AAAAkgMAAAAA&#10;" strokeweight=".72pt"/>
                <w10:wrap type="topAndBottom" anchorx="page"/>
              </v:group>
            </w:pict>
          </mc:Fallback>
        </mc:AlternateContent>
      </w:r>
    </w:p>
    <w:p w14:paraId="632F9AF4" w14:textId="77777777" w:rsidR="006B79D5" w:rsidRDefault="00EE4DE8">
      <w:pPr>
        <w:pStyle w:val="BodyText"/>
        <w:tabs>
          <w:tab w:val="left" w:pos="10047"/>
        </w:tabs>
        <w:spacing w:before="110"/>
        <w:ind w:left="1020"/>
      </w:pPr>
      <w:r>
        <w:t>Additional</w:t>
      </w:r>
      <w:r>
        <w:rPr>
          <w:spacing w:val="-2"/>
        </w:rPr>
        <w:t xml:space="preserve"> </w:t>
      </w:r>
      <w:r>
        <w:t>comments:</w:t>
      </w:r>
      <w:r>
        <w:rPr>
          <w:u w:val="single"/>
        </w:rPr>
        <w:t xml:space="preserve"> </w:t>
      </w:r>
      <w:r>
        <w:rPr>
          <w:u w:val="single"/>
        </w:rPr>
        <w:tab/>
      </w:r>
      <w:r>
        <w:t>_</w:t>
      </w:r>
    </w:p>
    <w:p w14:paraId="34586A1E" w14:textId="77777777" w:rsidR="006B79D5" w:rsidRDefault="001B44F0">
      <w:pPr>
        <w:pStyle w:val="BodyText"/>
        <w:spacing w:before="8"/>
        <w:ind w:left="0"/>
        <w:rPr>
          <w:sz w:val="25"/>
        </w:rPr>
      </w:pPr>
      <w:r>
        <w:rPr>
          <w:noProof/>
        </w:rPr>
        <mc:AlternateContent>
          <mc:Choice Requires="wpg">
            <w:drawing>
              <wp:anchor distT="0" distB="0" distL="0" distR="0" simplePos="0" relativeHeight="251700224" behindDoc="1" locked="0" layoutInCell="1" allowOverlap="1" wp14:anchorId="52DCDB48" wp14:editId="7DD54619">
                <wp:simplePos x="0" y="0"/>
                <wp:positionH relativeFrom="page">
                  <wp:posOffset>914400</wp:posOffset>
                </wp:positionH>
                <wp:positionV relativeFrom="paragraph">
                  <wp:posOffset>224790</wp:posOffset>
                </wp:positionV>
                <wp:extent cx="5843270" cy="10160"/>
                <wp:effectExtent l="0" t="0" r="0" b="0"/>
                <wp:wrapTopAndBottom/>
                <wp:docPr id="165" name="Group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3270" cy="10160"/>
                          <a:chOff x="1440" y="354"/>
                          <a:chExt cx="9202" cy="16"/>
                        </a:xfrm>
                      </wpg:grpSpPr>
                      <wps:wsp>
                        <wps:cNvPr id="166" name="Line 148"/>
                        <wps:cNvCnPr>
                          <a:cxnSpLocks noChangeShapeType="1"/>
                        </wps:cNvCnPr>
                        <wps:spPr bwMode="auto">
                          <a:xfrm>
                            <a:off x="1440" y="362"/>
                            <a:ext cx="1204"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7" name="Line 147"/>
                        <wps:cNvCnPr>
                          <a:cxnSpLocks noChangeShapeType="1"/>
                        </wps:cNvCnPr>
                        <wps:spPr bwMode="auto">
                          <a:xfrm>
                            <a:off x="2646" y="362"/>
                            <a:ext cx="983"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8" name="Line 146"/>
                        <wps:cNvCnPr>
                          <a:cxnSpLocks noChangeShapeType="1"/>
                        </wps:cNvCnPr>
                        <wps:spPr bwMode="auto">
                          <a:xfrm>
                            <a:off x="3631" y="362"/>
                            <a:ext cx="873"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9" name="Line 145"/>
                        <wps:cNvCnPr>
                          <a:cxnSpLocks noChangeShapeType="1"/>
                        </wps:cNvCnPr>
                        <wps:spPr bwMode="auto">
                          <a:xfrm>
                            <a:off x="4507" y="362"/>
                            <a:ext cx="982"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0" name="Line 144"/>
                        <wps:cNvCnPr>
                          <a:cxnSpLocks noChangeShapeType="1"/>
                        </wps:cNvCnPr>
                        <wps:spPr bwMode="auto">
                          <a:xfrm>
                            <a:off x="5492" y="362"/>
                            <a:ext cx="981"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1" name="Line 143"/>
                        <wps:cNvCnPr>
                          <a:cxnSpLocks noChangeShapeType="1"/>
                        </wps:cNvCnPr>
                        <wps:spPr bwMode="auto">
                          <a:xfrm>
                            <a:off x="6475" y="362"/>
                            <a:ext cx="1639"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2" name="Line 142"/>
                        <wps:cNvCnPr>
                          <a:cxnSpLocks noChangeShapeType="1"/>
                        </wps:cNvCnPr>
                        <wps:spPr bwMode="auto">
                          <a:xfrm>
                            <a:off x="8117" y="362"/>
                            <a:ext cx="1747"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3" name="Line 141"/>
                        <wps:cNvCnPr>
                          <a:cxnSpLocks noChangeShapeType="1"/>
                        </wps:cNvCnPr>
                        <wps:spPr bwMode="auto">
                          <a:xfrm>
                            <a:off x="9867" y="362"/>
                            <a:ext cx="765"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4" name="Line 140"/>
                        <wps:cNvCnPr>
                          <a:cxnSpLocks noChangeShapeType="1"/>
                        </wps:cNvCnPr>
                        <wps:spPr bwMode="auto">
                          <a:xfrm>
                            <a:off x="1440" y="361"/>
                            <a:ext cx="9202"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3E3E89D" id="Group 139" o:spid="_x0000_s1026" style="position:absolute;margin-left:1in;margin-top:17.7pt;width:460.1pt;height:.8pt;z-index:-251616256;mso-wrap-distance-left:0;mso-wrap-distance-right:0;mso-position-horizontal-relative:page" coordorigin="1440,354" coordsize="920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">
                <v:line id="Line 148" o:spid="_x0000_s1027" style="position:absolute;visibility:visible;mso-wrap-style:square" from="1440,362" to="2644,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w1MsQAAADcAAAADwAAAGRycy9kb3ducmV2LnhtbERPTWvCQBC9F/wPywi91Y0Bo6SuEqSC&#10;xUIx9VBvQ3aaDWZnQ3Zr4r/vFgq9zeN9zno72lbcqPeNYwXzWQKCuHK64VrB+WP/tALhA7LG1jEp&#10;uJOH7WbysMZcu4FPdCtDLWII+xwVmBC6XEpfGbLoZ64jjtyX6y2GCPta6h6HGG5bmSZJJi02HBsM&#10;drQzVF3Lb6vgfWleh+Kcviz3rt4Vx/Tytvi8KPU4HYtnEIHG8C/+cx90nJ9l8PtMvEB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rDUyxAAAANwAAAAPAAAAAAAAAAAA&#10;AAAAAKECAABkcnMvZG93bnJldi54bWxQSwUGAAAAAAQABAD5AAAAkgMAAAAA&#10;" strokeweight=".25242mm"/>
                <v:line id="Line 147" o:spid="_x0000_s1028" style="position:absolute;visibility:visible;mso-wrap-style:square" from="2646,362" to="3629,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uCQqcQAAADcAAAADwAAAGRycy9kb3ducmV2LnhtbERPTWvCQBC9F/wPywi91Y2BGomuEqRC&#10;SwvF6EFvQ3bMBrOzIbs16b/vFgq9zeN9zno72lbcqfeNYwXzWQKCuHK64VrB6bh/WoLwAVlj65gU&#10;fJOH7WbysMZcu4EPdC9DLWII+xwVmBC6XEpfGbLoZ64jjtzV9RZDhH0tdY9DDLetTJNkIS02HBsM&#10;drQzVN3KL6vgMzNvQ3FKX7K9q3fFe3r5eD5flHqcjsUKRKAx/Iv/3K86zl9k8PtMvEB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4JCpxAAAANwAAAAPAAAAAAAAAAAA&#10;AAAAAKECAABkcnMvZG93bnJldi54bWxQSwUGAAAAAAQABAD5AAAAkgMAAAAA&#10;" strokeweight=".25242mm"/>
                <v:line id="Line 146" o:spid="_x0000_s1029" style="position:absolute;visibility:visible;mso-wrap-style:square" from="3631,362" to="4504,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38E28cAAADcAAAADwAAAGRycy9kb3ducmV2LnhtbESPQWvCQBCF7wX/wzKF3uqmgWpJXSWI&#10;QkuFovVQb0N2zAazsyG7Nem/7xyE3mZ4b977ZrEafauu1McmsIGnaQaKuAq24drA8Wv7+AIqJmSL&#10;bWAy8EsRVsvJ3QILGwbe0/WQaiUhHAs04FLqCq1j5chjnIaOWLRz6D0mWfta2x4HCfetzrNspj02&#10;LA0OO1o7qi6HH2/gc+7eh/KYb+bbUK/Lj/y0e/4+GfNwP5avoBKN6d98u36zgj8T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fwTbxwAAANwAAAAPAAAAAAAA&#10;AAAAAAAAAKECAABkcnMvZG93bnJldi54bWxQSwUGAAAAAAQABAD5AAAAlQMAAAAA&#10;" strokeweight=".25242mm"/>
                <v:line id="Line 145" o:spid="_x0000_s1030" style="position:absolute;visibility:visible;mso-wrap-style:square" from="4507,362" to="5489,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OhQMQAAADcAAAADwAAAGRycy9kb3ducmV2LnhtbERPTWvCQBC9F/wPywi96cZA1aauEkSh&#10;xYJoPdTbkB2zwexsyG5N+u/dgtDbPN7nLFa9rcWNWl85VjAZJyCIC6crLhWcvrajOQgfkDXWjknB&#10;L3lYLQdPC8y06/hAt2MoRQxhn6ECE0KTSekLQxb92DXEkbu41mKIsC2lbrGL4baWaZJMpcWKY4PB&#10;htaGiuvxxyrYz8xHl5/SzWzrynW+S8+fL99npZ6Hff4GIlAf/sUP97uO86ev8PdMvEAu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M6FAxAAAANwAAAAPAAAAAAAAAAAA&#10;AAAAAKECAABkcnMvZG93bnJldi54bWxQSwUGAAAAAAQABAD5AAAAkgMAAAAA&#10;" strokeweight=".25242mm"/>
                <v:line id="Line 144" o:spid="_x0000_s1031" style="position:absolute;visibility:visible;mso-wrap-style:square" from="5492,362" to="6473,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CeAMYAAADcAAAADwAAAGRycy9kb3ducmV2LnhtbESPQUvDQBCF70L/wzIFb3ZjQCNptyWU&#10;FhQFsfZgb0N2mg1mZ0N228R/7xwEbzO8N+99s9pMvlNXGmIb2MD9IgNFXAfbcmPg+Lm/ewIVE7LF&#10;LjAZ+KEIm/XsZoWlDSN/0PWQGiUhHEs04FLqS61j7chjXISeWLRzGDwmWYdG2wFHCfedzrPsUXts&#10;WRoc9rR1VH8fLt7Ae+FexuqY74p9aLbVa356e/g6GXM7n6olqERT+jf/XT9bwS8EX56RCfT6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jQngDGAAAA3AAAAA8AAAAAAAAA&#10;AAAAAAAAoQIAAGRycy9kb3ducmV2LnhtbFBLBQYAAAAABAAEAPkAAACUAwAAAAA=&#10;" strokeweight=".25242mm"/>
                <v:line id="Line 143" o:spid="_x0000_s1032" style="position:absolute;visibility:visible;mso-wrap-style:square" from="6475,362" to="8114,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5w7m8QAAADcAAAADwAAAGRycy9kb3ducmV2LnhtbERPTWvCQBC9F/wPywje6saARlJXCaLQ&#10;YqFoPdTbkJ1mg9nZkN2a9N93BaG3ebzPWW0G24gbdb52rGA2TUAQl07XXCk4f+6flyB8QNbYOCYF&#10;v+Rhsx49rTDXrucj3U6hEjGEfY4KTAhtLqUvDVn0U9cSR+7bdRZDhF0ldYd9DLeNTJNkIS3WHBsM&#10;trQ1VF5PP1bBR2be+uKc7rK9q7bFIb28z78uSk3GQ/ECItAQ/sUP96uO87MZ3J+JF8j1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3nDubxAAAANwAAAAPAAAAAAAAAAAA&#10;AAAAAKECAABkcnMvZG93bnJldi54bWxQSwUGAAAAAAQABAD5AAAAkgMAAAAA&#10;" strokeweight=".25242mm"/>
                <v:line id="Line 142" o:spid="_x0000_s1033" style="position:absolute;visibility:visible;mso-wrap-style:square" from="8117,362" to="9864,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06l7MQAAADcAAAADwAAAGRycy9kb3ducmV2LnhtbERPS2vCQBC+F/wPyxR6q5sGaiR1lSAK&#10;FYXi41BvQ3aaDc3OhuzWxH/vCkJv8/E9Z7YYbCMu1PnasYK3cQKCuHS65krB6bh+nYLwAVlj45gU&#10;XMnDYj56mmGuXc97uhxCJWII+xwVmBDaXEpfGrLox64ljtyP6yyGCLtK6g77GG4bmSbJRFqsOTYY&#10;bGlpqPw9/FkFX5nZ9MUpXWVrVy2LbXrevX+flXp5HooPEIGG8C9+uD91nJ+lcH8mXiD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TqXsxAAAANwAAAAPAAAAAAAAAAAA&#10;AAAAAKECAABkcnMvZG93bnJldi54bWxQSwUGAAAAAAQABAD5AAAAkgMAAAAA&#10;" strokeweight=".25242mm"/>
                <v:line id="Line 141" o:spid="_x0000_s1034" style="position:absolute;visibility:visible;mso-wrap-style:square" from="9867,362" to="10632,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IAd8QAAADcAAAADwAAAGRycy9kb3ducmV2LnhtbERPTWvCQBC9F/wPywi91Y0pbUp0lSAK&#10;LRZKrQe9DdkxG8zOhuzWxH/vCoXe5vE+Z74cbCMu1PnasYLpJAFBXDpdc6Vg/7N5egPhA7LGxjEp&#10;uJKH5WL0MMdcu56/6bILlYgh7HNUYEJocyl9aciin7iWOHIn11kMEXaV1B32Mdw2Mk2SV2mx5thg&#10;sKWVofK8+7UKvjLz0Rf7dJ1tXLUqtunx8+VwVOpxPBQzEIGG8C/+c7/rOD97hvsz8QK5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AgB3xAAAANwAAAAPAAAAAAAAAAAA&#10;AAAAAKECAABkcnMvZG93bnJldi54bWxQSwUGAAAAAAQABAD5AAAAkgMAAAAA&#10;" strokeweight=".25242mm"/>
                <v:line id="Line 140" o:spid="_x0000_s1035" style="position:absolute;visibility:visible;mso-wrap-style:square" from="1440,361" to="10642,3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kBEMMAAADcAAAADwAAAGRycy9kb3ducmV2LnhtbERPyWrDMBC9F/IPYgK9NXKXLDhRQigU&#10;Sk+Js98m1tQ2tUbCUmPn76NCoLd5vHVmi87U4kKNrywreB4kIIhzqysuFGw3H08TED4ga6wtk4Ir&#10;eVjMew8zTLVteU2XLBQihrBPUUEZgkul9HlJBv3AOuLIfdvGYIiwKaRusI3hppYvSTKSBiuODSU6&#10;ei8p/8l+jYLzkdrder8cHsbDbLtbvbr96csp9djvllMQgbrwL767P3WcP36Dv2fiBX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pARDDAAAA3AAAAA8AAAAAAAAAAAAA&#10;AAAAoQIAAGRycy9kb3ducmV2LnhtbFBLBQYAAAAABAAEAPkAAACRAwAAAAA=&#10;" strokeweight=".72pt"/>
                <w10:wrap type="topAndBottom" anchorx="page"/>
              </v:group>
            </w:pict>
          </mc:Fallback>
        </mc:AlternateContent>
      </w:r>
      <w:r>
        <w:rPr>
          <w:noProof/>
        </w:rPr>
        <mc:AlternateContent>
          <mc:Choice Requires="wpg">
            <w:drawing>
              <wp:anchor distT="0" distB="0" distL="0" distR="0" simplePos="0" relativeHeight="251701248" behindDoc="1" locked="0" layoutInCell="1" allowOverlap="1" wp14:anchorId="79EF3154" wp14:editId="68445448">
                <wp:simplePos x="0" y="0"/>
                <wp:positionH relativeFrom="page">
                  <wp:posOffset>914400</wp:posOffset>
                </wp:positionH>
                <wp:positionV relativeFrom="paragraph">
                  <wp:posOffset>471805</wp:posOffset>
                </wp:positionV>
                <wp:extent cx="5843270" cy="10160"/>
                <wp:effectExtent l="0" t="0" r="0" b="0"/>
                <wp:wrapTopAndBottom/>
                <wp:docPr id="155"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3270" cy="10160"/>
                          <a:chOff x="1440" y="743"/>
                          <a:chExt cx="9202" cy="16"/>
                        </a:xfrm>
                      </wpg:grpSpPr>
                      <wps:wsp>
                        <wps:cNvPr id="156" name="Line 138"/>
                        <wps:cNvCnPr>
                          <a:cxnSpLocks noChangeShapeType="1"/>
                        </wps:cNvCnPr>
                        <wps:spPr bwMode="auto">
                          <a:xfrm>
                            <a:off x="1440" y="751"/>
                            <a:ext cx="1204"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7" name="Line 137"/>
                        <wps:cNvCnPr>
                          <a:cxnSpLocks noChangeShapeType="1"/>
                        </wps:cNvCnPr>
                        <wps:spPr bwMode="auto">
                          <a:xfrm>
                            <a:off x="2646" y="751"/>
                            <a:ext cx="983"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8" name="Line 136"/>
                        <wps:cNvCnPr>
                          <a:cxnSpLocks noChangeShapeType="1"/>
                        </wps:cNvCnPr>
                        <wps:spPr bwMode="auto">
                          <a:xfrm>
                            <a:off x="3631" y="751"/>
                            <a:ext cx="873"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9" name="Line 135"/>
                        <wps:cNvCnPr>
                          <a:cxnSpLocks noChangeShapeType="1"/>
                        </wps:cNvCnPr>
                        <wps:spPr bwMode="auto">
                          <a:xfrm>
                            <a:off x="4507" y="751"/>
                            <a:ext cx="982"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0" name="Line 134"/>
                        <wps:cNvCnPr>
                          <a:cxnSpLocks noChangeShapeType="1"/>
                        </wps:cNvCnPr>
                        <wps:spPr bwMode="auto">
                          <a:xfrm>
                            <a:off x="5492" y="751"/>
                            <a:ext cx="981"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1" name="Line 133"/>
                        <wps:cNvCnPr>
                          <a:cxnSpLocks noChangeShapeType="1"/>
                        </wps:cNvCnPr>
                        <wps:spPr bwMode="auto">
                          <a:xfrm>
                            <a:off x="6475" y="751"/>
                            <a:ext cx="1639"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2" name="Line 132"/>
                        <wps:cNvCnPr>
                          <a:cxnSpLocks noChangeShapeType="1"/>
                        </wps:cNvCnPr>
                        <wps:spPr bwMode="auto">
                          <a:xfrm>
                            <a:off x="8117" y="751"/>
                            <a:ext cx="1747"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3" name="Line 131"/>
                        <wps:cNvCnPr>
                          <a:cxnSpLocks noChangeShapeType="1"/>
                        </wps:cNvCnPr>
                        <wps:spPr bwMode="auto">
                          <a:xfrm>
                            <a:off x="9867" y="751"/>
                            <a:ext cx="765"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4" name="Line 130"/>
                        <wps:cNvCnPr>
                          <a:cxnSpLocks noChangeShapeType="1"/>
                        </wps:cNvCnPr>
                        <wps:spPr bwMode="auto">
                          <a:xfrm>
                            <a:off x="1440" y="750"/>
                            <a:ext cx="9202"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BAFD30A" id="Group 129" o:spid="_x0000_s1026" style="position:absolute;margin-left:1in;margin-top:37.15pt;width:460.1pt;height:.8pt;z-index:-251615232;mso-wrap-distance-left:0;mso-wrap-distance-right:0;mso-position-horizontal-relative:page" coordorigin="1440,743" coordsize="920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">
                <v:line id="Line 138" o:spid="_x0000_s1027" style="position:absolute;visibility:visible;mso-wrap-style:square" from="1440,751" to="2644,7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D/j8MAAADcAAAADwAAAGRycy9kb3ducmV2LnhtbERPTWvCQBC9F/wPywje6saAWqKrBFGo&#10;tFC0HvQ2ZMdsMDsbsluT/vuuIPQ2j/c5y3Vva3Gn1leOFUzGCQjiwumKSwWn793rGwgfkDXWjknB&#10;L3lYrwYvS8y06/hA92MoRQxhn6ECE0KTSekLQxb92DXEkbu61mKIsC2lbrGL4baWaZLMpMWKY4PB&#10;hjaGitvxxyr4mpt9l5/S7Xznyk3+kV4+p+eLUqNhny9ABOrDv/jpftdx/nQGj2fiBXL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PA/4/DAAAA3AAAAA8AAAAAAAAAAAAA&#10;AAAAoQIAAGRycy9kb3ducmV2LnhtbFBLBQYAAAAABAAEAPkAAACRAwAAAAA=&#10;" strokeweight=".25242mm"/>
                <v:line id="Line 137" o:spid="_x0000_s1028" style="position:absolute;visibility:visible;mso-wrap-style:square" from="2646,751" to="3629,7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xaFMQAAADcAAAADwAAAGRycy9kb3ducmV2LnhtbERPTWvCQBC9C/0PyxS81U0DNpK6ShAF&#10;pYVi6qHehuw0G5qdDdnVxH/fLRS8zeN9znI92lZcqfeNYwXPswQEceV0w7WC0+fuaQHCB2SNrWNS&#10;cCMP69XDZIm5dgMf6VqGWsQQ9jkqMCF0uZS+MmTRz1xHHLlv11sMEfa11D0OMdy2Mk2SF2mx4dhg&#10;sKONoeqnvFgFH5k5DMUp3WY7V2+Kt/T8Pv86KzV9HItXEIHGcBf/u/c6zp9n8PdMvEC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jFoUxAAAANwAAAAPAAAAAAAAAAAA&#10;AAAAAKECAABkcnMvZG93bnJldi54bWxQSwUGAAAAAAQABAD5AAAAkgMAAAAA&#10;" strokeweight=".25242mm"/>
                <v:line id="Line 136" o:spid="_x0000_s1029" style="position:absolute;visibility:visible;mso-wrap-style:square" from="3631,751" to="4504,7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POZscAAADcAAAADwAAAGRycy9kb3ducmV2LnhtbESPQWvCQBCF7wX/wzJCb3VjwFpSVwmi&#10;0NJC0XqotyE7ZoPZ2ZDdmvTfdw6F3mZ4b977ZrUZfatu1McmsIH5LANFXAXbcG3g9Ll/eAIVE7LF&#10;NjAZ+KEIm/XkboWFDQMf6HZMtZIQjgUacCl1hdaxcuQxzkJHLNol9B6TrH2tbY+DhPtW51n2qD02&#10;LA0OO9o6qq7Hb2/gY+leh/KU75b7UG/Lt/z8vvg6G3M/HctnUInG9G/+u36xgr8QWnlGJtDr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E85mxwAAANwAAAAPAAAAAAAA&#10;AAAAAAAAAKECAABkcnMvZG93bnJldi54bWxQSwUGAAAAAAQABAD5AAAAlQMAAAAA&#10;" strokeweight=".25242mm"/>
                <v:line id="Line 135" o:spid="_x0000_s1030" style="position:absolute;visibility:visible;mso-wrap-style:square" from="4507,751" to="5489,7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9r/cQAAADcAAAADwAAAGRycy9kb3ducmV2LnhtbERPTWvCQBC9C/6HZYTe6saAtUZXCaLQ&#10;UkGqHvQ2ZKfZ0OxsyG5N+u+7QsHbPN7nLNe9rcWNWl85VjAZJyCIC6crLhWcT7vnVxA+IGusHZOC&#10;X/KwXg0HS8y06/iTbsdQihjCPkMFJoQmk9IXhiz6sWuII/flWoshwraUusUuhttapknyIi1WHBsM&#10;NrQxVHwff6yCw8y8d/k53c52rtzkH+l1P71clXoa9fkCRKA+PMT/7jcd50/ncH8mXiB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X2v9xAAAANwAAAAPAAAAAAAAAAAA&#10;AAAAAKECAABkcnMvZG93bnJldi54bWxQSwUGAAAAAAQABAD5AAAAkgMAAAAA&#10;" strokeweight=".25242mm"/>
                <v:line id="Line 134" o:spid="_x0000_s1031" style="position:absolute;visibility:visible;mso-wrap-style:square" from="5492,751" to="6473,7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kI3ccAAADcAAAADwAAAGRycy9kb3ducmV2LnhtbESPQWvCQBCF7wX/wzKF3uqmgWpJXSWI&#10;QkuFovVQb0N2zAazsyG7Nem/7xyE3mZ4b977ZrEafauu1McmsIGnaQaKuAq24drA8Wv7+AIqJmSL&#10;bWAy8EsRVsvJ3QILGwbe0/WQaiUhHAs04FLqCq1j5chjnIaOWLRz6D0mWfta2x4HCfetzrNspj02&#10;LA0OO1o7qi6HH2/gc+7eh/KYb+bbUK/Lj/y0e/4+GfNwP5avoBKN6d98u36zgj8T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CQjdxwAAANwAAAAPAAAAAAAA&#10;AAAAAAAAAKECAABkcnMvZG93bnJldi54bWxQSwUGAAAAAAQABAD5AAAAlQMAAAAA&#10;" strokeweight=".25242mm"/>
                <v:line id="Line 133" o:spid="_x0000_s1032" style="position:absolute;visibility:visible;mso-wrap-style:square" from="6475,751" to="8114,7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WtRsQAAADcAAAADwAAAGRycy9kb3ducmV2LnhtbERPS2vCQBC+F/oflin0VjcGqhKzkSAK&#10;LS0UHwe9DdkxG8zOhuxq0n/fLRR6m4/vOflqtK24U+8bxwqmkwQEceV0w7WC42H7sgDhA7LG1jEp&#10;+CYPq+LxIcdMu4F3dN+HWsQQ9hkqMCF0mZS+MmTRT1xHHLmL6y2GCPta6h6HGG5bmSbJTFpsODYY&#10;7GhtqLrub1bB19y8D+Ux3cy3rl6XH+n58/V0Vur5aSyXIAKN4V/8537Tcf5sCr/PxAtk8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Ra1GxAAAANwAAAAPAAAAAAAAAAAA&#10;AAAAAKECAABkcnMvZG93bnJldi54bWxQSwUGAAAAAAQABAD5AAAAkgMAAAAA&#10;" strokeweight=".25242mm"/>
                <v:line id="Line 132" o:spid="_x0000_s1033" style="position:absolute;visibility:visible;mso-wrap-style:square" from="8117,751" to="9864,7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czMcMAAADcAAAADwAAAGRycy9kb3ducmV2LnhtbERPTWvCQBC9F/wPywje6sZAtURXCaJQ&#10;sVCqHvQ2ZMdsMDsbsquJ/75bKPQ2j/c5i1Vva/Gg1leOFUzGCQjiwumKSwWn4/b1HYQPyBprx6Tg&#10;SR5Wy8HLAjPtOv6mxyGUIoawz1CBCaHJpPSFIYt+7BriyF1dazFE2JZSt9jFcFvLNEmm0mLFscFg&#10;Q2tDxe1wtwq+ZmbX5ad0M9u6cp3v08vn2/mi1GjY53MQgfrwL/5zf+g4f5rC7zPxArn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KXMzHDAAAA3AAAAA8AAAAAAAAAAAAA&#10;AAAAoQIAAGRycy9kb3ducmV2LnhtbFBLBQYAAAAABAAEAPkAAACRAwAAAAA=&#10;" strokeweight=".25242mm"/>
                <v:line id="Line 131" o:spid="_x0000_s1034" style="position:absolute;visibility:visible;mso-wrap-style:square" from="9867,751" to="10632,7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uWqsQAAADcAAAADwAAAGRycy9kb3ducmV2LnhtbERPS2vCQBC+F/oflin0pptGNCV1lSAK&#10;LRbEx6Hehuw0G5qdDdmtif/eLQi9zcf3nPlysI24UOdrxwpexgkI4tLpmisFp+Nm9ArCB2SNjWNS&#10;cCUPy8Xjwxxz7Xre0+UQKhFD2OeowITQ5lL60pBFP3YtceS+XWcxRNhVUnfYx3DbyDRJZtJizbHB&#10;YEsrQ+XP4dcq2GXmoy9O6TrbuGpVbNPz5/TrrNTz01C8gQg0hH/x3f2u4/zZBP6eiRfIx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25aqxAAAANwAAAAPAAAAAAAAAAAA&#10;AAAAAKECAABkcnMvZG93bnJldi54bWxQSwUGAAAAAAQABAD5AAAAkgMAAAAA&#10;" strokeweight=".25242mm"/>
                <v:line id="Line 130" o:spid="_x0000_s1035" style="position:absolute;visibility:visible;mso-wrap-style:square" from="1440,750" to="10642,7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CXzcMAAADcAAAADwAAAGRycy9kb3ducmV2LnhtbERPyWrDMBC9F/IPYgK9NXKXLDhRQigU&#10;Sk+Js98m1tQ2tUbCUmPn76NCoLd5vHVmi87U4kKNrywreB4kIIhzqysuFGw3H08TED4ga6wtk4Ir&#10;eVjMew8zTLVteU2XLBQihrBPUUEZgkul9HlJBv3AOuLIfdvGYIiwKaRusI3hppYvSTKSBiuODSU6&#10;ei8p/8l+jYLzkdrder8cHsbDbLtbvbr96csp9djvllMQgbrwL767P3WcP3qDv2fiBX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xwl83DAAAA3AAAAA8AAAAAAAAAAAAA&#10;AAAAoQIAAGRycy9kb3ducmV2LnhtbFBLBQYAAAAABAAEAPkAAACRAwAAAAA=&#10;" strokeweight=".72pt"/>
                <w10:wrap type="topAndBottom" anchorx="page"/>
              </v:group>
            </w:pict>
          </mc:Fallback>
        </mc:AlternateContent>
      </w:r>
    </w:p>
    <w:p w14:paraId="3EEBD4D2" w14:textId="77777777" w:rsidR="006B79D5" w:rsidRDefault="006B79D5">
      <w:pPr>
        <w:pStyle w:val="BodyText"/>
        <w:spacing w:before="10"/>
        <w:ind w:left="0"/>
        <w:rPr>
          <w:sz w:val="24"/>
        </w:rPr>
      </w:pPr>
    </w:p>
    <w:p w14:paraId="7850408C" w14:textId="77777777" w:rsidR="006B79D5" w:rsidRDefault="00EE4DE8">
      <w:pPr>
        <w:pStyle w:val="BodyText"/>
        <w:tabs>
          <w:tab w:val="left" w:pos="5244"/>
          <w:tab w:val="left" w:pos="10256"/>
        </w:tabs>
        <w:spacing w:before="110"/>
        <w:ind w:left="1020"/>
        <w:rPr>
          <w:rFonts w:ascii="Times New Roman"/>
        </w:rPr>
      </w:pPr>
      <w:r>
        <w:t>Date</w:t>
      </w:r>
      <w:r>
        <w:rPr>
          <w:spacing w:val="-1"/>
        </w:rPr>
        <w:t xml:space="preserve"> </w:t>
      </w:r>
      <w:r>
        <w:t>of</w:t>
      </w:r>
      <w:r>
        <w:rPr>
          <w:spacing w:val="-2"/>
        </w:rPr>
        <w:t xml:space="preserve"> </w:t>
      </w:r>
      <w:r>
        <w:t>report</w:t>
      </w:r>
      <w:r>
        <w:rPr>
          <w:u w:val="single"/>
        </w:rPr>
        <w:t xml:space="preserve"> </w:t>
      </w:r>
      <w:r>
        <w:rPr>
          <w:u w:val="single"/>
        </w:rPr>
        <w:tab/>
      </w:r>
      <w:r>
        <w:t>Prepared</w:t>
      </w:r>
      <w:r>
        <w:rPr>
          <w:spacing w:val="-6"/>
        </w:rPr>
        <w:t xml:space="preserve"> </w:t>
      </w:r>
      <w:r>
        <w:rPr>
          <w:spacing w:val="3"/>
        </w:rPr>
        <w:t>by</w:t>
      </w:r>
      <w:r>
        <w:rPr>
          <w:rFonts w:ascii="Times New Roman"/>
          <w:u w:val="single"/>
        </w:rPr>
        <w:t xml:space="preserve"> </w:t>
      </w:r>
      <w:r>
        <w:rPr>
          <w:rFonts w:ascii="Times New Roman"/>
          <w:u w:val="single"/>
        </w:rPr>
        <w:tab/>
      </w:r>
    </w:p>
    <w:p w14:paraId="39C926E8" w14:textId="77777777" w:rsidR="006B79D5" w:rsidRDefault="001B44F0">
      <w:pPr>
        <w:pStyle w:val="BodyText"/>
        <w:tabs>
          <w:tab w:val="left" w:pos="5089"/>
        </w:tabs>
        <w:spacing w:before="120"/>
        <w:ind w:left="1020"/>
      </w:pPr>
      <w:r>
        <w:rPr>
          <w:noProof/>
        </w:rPr>
        <mc:AlternateContent>
          <mc:Choice Requires="wpg">
            <w:drawing>
              <wp:anchor distT="0" distB="0" distL="114300" distR="114300" simplePos="0" relativeHeight="251702272" behindDoc="0" locked="0" layoutInCell="1" allowOverlap="1" wp14:anchorId="2062363C" wp14:editId="72C75ABC">
                <wp:simplePos x="0" y="0"/>
                <wp:positionH relativeFrom="page">
                  <wp:posOffset>1657985</wp:posOffset>
                </wp:positionH>
                <wp:positionV relativeFrom="paragraph">
                  <wp:posOffset>224155</wp:posOffset>
                </wp:positionV>
                <wp:extent cx="1911350" cy="10160"/>
                <wp:effectExtent l="0" t="0" r="0" b="0"/>
                <wp:wrapNone/>
                <wp:docPr id="152"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1350" cy="10160"/>
                          <a:chOff x="2611" y="353"/>
                          <a:chExt cx="3010" cy="16"/>
                        </a:xfrm>
                      </wpg:grpSpPr>
                      <wps:wsp>
                        <wps:cNvPr id="153" name="AutoShape 128"/>
                        <wps:cNvSpPr>
                          <a:spLocks/>
                        </wps:cNvSpPr>
                        <wps:spPr bwMode="auto">
                          <a:xfrm>
                            <a:off x="2772" y="361"/>
                            <a:ext cx="2735" cy="2"/>
                          </a:xfrm>
                          <a:custGeom>
                            <a:avLst/>
                            <a:gdLst>
                              <a:gd name="T0" fmla="+- 0 2772 2772"/>
                              <a:gd name="T1" fmla="*/ T0 w 2735"/>
                              <a:gd name="T2" fmla="+- 0 3645 2772"/>
                              <a:gd name="T3" fmla="*/ T2 w 2735"/>
                              <a:gd name="T4" fmla="+- 0 3647 2772"/>
                              <a:gd name="T5" fmla="*/ T4 w 2735"/>
                              <a:gd name="T6" fmla="+- 0 4522 2772"/>
                              <a:gd name="T7" fmla="*/ T6 w 2735"/>
                              <a:gd name="T8" fmla="+- 0 4525 2772"/>
                              <a:gd name="T9" fmla="*/ T8 w 2735"/>
                              <a:gd name="T10" fmla="+- 0 5507 2772"/>
                              <a:gd name="T11" fmla="*/ T10 w 2735"/>
                            </a:gdLst>
                            <a:ahLst/>
                            <a:cxnLst>
                              <a:cxn ang="0">
                                <a:pos x="T1" y="0"/>
                              </a:cxn>
                              <a:cxn ang="0">
                                <a:pos x="T3" y="0"/>
                              </a:cxn>
                              <a:cxn ang="0">
                                <a:pos x="T5" y="0"/>
                              </a:cxn>
                              <a:cxn ang="0">
                                <a:pos x="T7" y="0"/>
                              </a:cxn>
                              <a:cxn ang="0">
                                <a:pos x="T9" y="0"/>
                              </a:cxn>
                              <a:cxn ang="0">
                                <a:pos x="T11" y="0"/>
                              </a:cxn>
                            </a:cxnLst>
                            <a:rect l="0" t="0" r="r" b="b"/>
                            <a:pathLst>
                              <a:path w="2735">
                                <a:moveTo>
                                  <a:pt x="0" y="0"/>
                                </a:moveTo>
                                <a:lnTo>
                                  <a:pt x="873" y="0"/>
                                </a:lnTo>
                                <a:moveTo>
                                  <a:pt x="875" y="0"/>
                                </a:moveTo>
                                <a:lnTo>
                                  <a:pt x="1750" y="0"/>
                                </a:lnTo>
                                <a:moveTo>
                                  <a:pt x="1753" y="0"/>
                                </a:moveTo>
                                <a:lnTo>
                                  <a:pt x="2735" y="0"/>
                                </a:lnTo>
                              </a:path>
                            </a:pathLst>
                          </a:custGeom>
                          <a:noFill/>
                          <a:ln w="908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 name="Line 127"/>
                        <wps:cNvCnPr>
                          <a:cxnSpLocks noChangeShapeType="1"/>
                        </wps:cNvCnPr>
                        <wps:spPr bwMode="auto">
                          <a:xfrm>
                            <a:off x="2611" y="361"/>
                            <a:ext cx="301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82FA242" id="Group 126" o:spid="_x0000_s1026" style="position:absolute;margin-left:130.55pt;margin-top:17.65pt;width:150.5pt;height:.8pt;z-index:251702272;mso-position-horizontal-relative:page" coordorigin="2611,353" coordsize="301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">
                <v:shape id="AutoShape 128" o:spid="_x0000_s1027" style="position:absolute;left:2772;top:361;width:2735;height:2;visibility:visible;mso-wrap-style:square;v-text-anchor:top" coordsize="27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JlsIA&#10;AADcAAAADwAAAGRycy9kb3ducmV2LnhtbERPTWsCMRC9F/wPYQRvNatSkdUoKhQET9X24G3cjJvV&#10;zWRJ0nX9901B8DaP9zmLVWdr0ZIPlWMFo2EGgrhwuuJSwffx830GIkRkjbVjUvCgAKtl722BuXZ3&#10;/qL2EEuRQjjkqMDE2ORShsKQxTB0DXHiLs5bjAn6UmqP9xRuaznOsqm0WHFqMNjQ1lBxO/xaBddd&#10;a4yfnR+Xbny6Nma63xx/9koN+t16DiJSF1/ip3un0/yPCfw/ky6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6AmWwgAAANwAAAAPAAAAAAAAAAAAAAAAAJgCAABkcnMvZG93&#10;bnJldi54bWxQSwUGAAAAAAQABAD1AAAAhwMAAAAA&#10;" path="m,l873,t2,l1750,t3,l2735,e" filled="f" strokeweight=".25242mm">
                  <v:path arrowok="t" o:connecttype="custom" o:connectlocs="0,0;873,0;875,0;1750,0;1753,0;2735,0" o:connectangles="0,0,0,0,0,0"/>
                </v:shape>
                <v:line id="Line 127" o:spid="_x0000_s1028" style="position:absolute;visibility:visible;mso-wrap-style:square" from="2611,361" to="5621,3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xdcMQAAADcAAAADwAAAGRycy9kb3ducmV2LnhtbERPS2vCQBC+F/wPywje6sbW2JK6ihQK&#10;0pPGR9vbNDtNgtnZJbs18d+7QqG3+fieM1/2phFnan1tWcFknIAgLqyuuVSw373dP4PwAVljY5kU&#10;XMjDcjG4m2OmbcdbOuehFDGEfYYKqhBcJqUvKjLox9YRR+7HtgZDhG0pdYtdDDeNfEiSmTRYc2yo&#10;0NFrRcUp/zUKvj+pO2yPq/TjKc33h82jO369O6VGw371AiJQH/7Ff+61jvPTKdyeiRfIx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HF1wxAAAANwAAAAPAAAAAAAAAAAA&#10;AAAAAKECAABkcnMvZG93bnJldi54bWxQSwUGAAAAAAQABAD5AAAAkgMAAAAA&#10;" strokeweight=".72pt"/>
                <w10:wrap anchorx="page"/>
              </v:group>
            </w:pict>
          </mc:Fallback>
        </mc:AlternateContent>
      </w:r>
      <w:r w:rsidR="00EE4DE8">
        <w:t>Submitted</w:t>
      </w:r>
      <w:r w:rsidR="00EE4DE8">
        <w:rPr>
          <w:spacing w:val="-4"/>
        </w:rPr>
        <w:t xml:space="preserve"> </w:t>
      </w:r>
      <w:r w:rsidR="00EE4DE8">
        <w:t>to</w:t>
      </w:r>
      <w:r w:rsidR="00EE4DE8">
        <w:rPr>
          <w:spacing w:val="-2"/>
        </w:rPr>
        <w:t xml:space="preserve"> </w:t>
      </w:r>
      <w:r w:rsidR="00EE4DE8">
        <w:t>_</w:t>
      </w:r>
      <w:r w:rsidR="00EE4DE8">
        <w:tab/>
        <w:t>_</w:t>
      </w:r>
    </w:p>
    <w:p w14:paraId="74E6696C" w14:textId="77777777" w:rsidR="006B79D5" w:rsidRDefault="00EE4DE8">
      <w:pPr>
        <w:tabs>
          <w:tab w:val="left" w:pos="10370"/>
        </w:tabs>
        <w:spacing w:before="120" w:line="345" w:lineRule="auto"/>
        <w:ind w:left="1020" w:right="831"/>
        <w:jc w:val="both"/>
        <w:rPr>
          <w:rFonts w:ascii="Times New Roman"/>
        </w:rPr>
      </w:pPr>
      <w:r>
        <w:rPr>
          <w:i/>
        </w:rPr>
        <w:t>Actions</w:t>
      </w:r>
      <w:r>
        <w:rPr>
          <w:i/>
          <w:spacing w:val="-6"/>
        </w:rPr>
        <w:t xml:space="preserve"> </w:t>
      </w:r>
      <w:r>
        <w:rPr>
          <w:i/>
        </w:rPr>
        <w:t xml:space="preserve">taken: </w:t>
      </w:r>
      <w:r>
        <w:rPr>
          <w:rFonts w:ascii="Times New Roman"/>
          <w:u w:val="single"/>
        </w:rPr>
        <w:t xml:space="preserve"> </w:t>
      </w:r>
      <w:proofErr w:type="gramStart"/>
      <w:r>
        <w:rPr>
          <w:rFonts w:ascii="Times New Roman"/>
          <w:u w:val="single"/>
        </w:rPr>
        <w:tab/>
      </w:r>
      <w:r>
        <w:rPr>
          <w:rFonts w:ascii="Times New Roman"/>
          <w:w w:val="7"/>
          <w:u w:val="single"/>
        </w:rPr>
        <w:t xml:space="preserve"> </w:t>
      </w:r>
      <w:r>
        <w:rPr>
          <w:rFonts w:ascii="Times New Roman"/>
        </w:rPr>
        <w:t xml:space="preserve"> </w:t>
      </w:r>
      <w:r>
        <w:rPr>
          <w:i/>
        </w:rPr>
        <w:t>Date</w:t>
      </w:r>
      <w:proofErr w:type="gramEnd"/>
      <w:r>
        <w:rPr>
          <w:i/>
        </w:rPr>
        <w:t xml:space="preserve"> of</w:t>
      </w:r>
      <w:r>
        <w:rPr>
          <w:i/>
          <w:spacing w:val="-10"/>
        </w:rPr>
        <w:t xml:space="preserve"> </w:t>
      </w:r>
      <w:r>
        <w:rPr>
          <w:i/>
        </w:rPr>
        <w:t>corrective</w:t>
      </w:r>
      <w:r>
        <w:rPr>
          <w:i/>
          <w:spacing w:val="-3"/>
        </w:rPr>
        <w:t xml:space="preserve"> </w:t>
      </w:r>
      <w:r>
        <w:rPr>
          <w:i/>
        </w:rPr>
        <w:t xml:space="preserve">action: </w:t>
      </w:r>
      <w:r>
        <w:rPr>
          <w:rFonts w:ascii="Times New Roman"/>
          <w:u w:val="single"/>
        </w:rPr>
        <w:t xml:space="preserve"> </w:t>
      </w:r>
      <w:r>
        <w:rPr>
          <w:rFonts w:ascii="Times New Roman"/>
          <w:u w:val="single"/>
        </w:rPr>
        <w:tab/>
      </w:r>
      <w:r>
        <w:rPr>
          <w:rFonts w:ascii="Times New Roman"/>
        </w:rPr>
        <w:t xml:space="preserve"> </w:t>
      </w:r>
      <w:r>
        <w:rPr>
          <w:i/>
        </w:rPr>
        <w:t>Authorized</w:t>
      </w:r>
      <w:r>
        <w:rPr>
          <w:i/>
          <w:spacing w:val="-9"/>
        </w:rPr>
        <w:t xml:space="preserve"> </w:t>
      </w:r>
      <w:r>
        <w:rPr>
          <w:i/>
        </w:rPr>
        <w:t>Signature:</w:t>
      </w:r>
      <w:r>
        <w:rPr>
          <w:i/>
          <w:spacing w:val="-1"/>
        </w:rPr>
        <w:t xml:space="preserve"> </w:t>
      </w:r>
      <w:r>
        <w:rPr>
          <w:rFonts w:ascii="Times New Roman"/>
          <w:u w:val="single"/>
        </w:rPr>
        <w:t xml:space="preserve"> </w:t>
      </w:r>
      <w:r>
        <w:rPr>
          <w:rFonts w:ascii="Times New Roman"/>
          <w:u w:val="single"/>
        </w:rPr>
        <w:tab/>
      </w:r>
    </w:p>
    <w:p w14:paraId="46673797" w14:textId="77777777" w:rsidR="006B79D5" w:rsidRDefault="00EE4DE8">
      <w:pPr>
        <w:spacing w:before="4"/>
        <w:ind w:left="1020" w:right="848"/>
        <w:jc w:val="both"/>
        <w:rPr>
          <w:i/>
        </w:rPr>
      </w:pPr>
      <w:r>
        <w:rPr>
          <w:i/>
        </w:rPr>
        <w:t>Please Note: This report should be posted in a conspicuous place where all employees will see it and reviewed at the next safety committee meeting.</w:t>
      </w:r>
    </w:p>
    <w:p w14:paraId="00CC704E" w14:textId="77777777" w:rsidR="006B79D5" w:rsidRDefault="006B79D5">
      <w:pPr>
        <w:pStyle w:val="BodyText"/>
        <w:ind w:left="0"/>
        <w:rPr>
          <w:i/>
        </w:rPr>
      </w:pPr>
    </w:p>
    <w:p w14:paraId="3DFD08A6" w14:textId="77777777" w:rsidR="006B79D5" w:rsidRDefault="006B79D5">
      <w:pPr>
        <w:pStyle w:val="BodyText"/>
        <w:ind w:left="0"/>
        <w:rPr>
          <w:i/>
        </w:rPr>
      </w:pPr>
    </w:p>
    <w:p w14:paraId="2F419782" w14:textId="77777777" w:rsidR="006B79D5" w:rsidRDefault="006B79D5">
      <w:pPr>
        <w:pStyle w:val="BodyText"/>
        <w:ind w:left="0"/>
        <w:rPr>
          <w:i/>
        </w:rPr>
      </w:pPr>
    </w:p>
    <w:p w14:paraId="025E14F2" w14:textId="77777777" w:rsidR="006B79D5" w:rsidRDefault="006B79D5">
      <w:pPr>
        <w:pStyle w:val="BodyText"/>
        <w:ind w:left="0"/>
        <w:rPr>
          <w:i/>
        </w:rPr>
      </w:pPr>
    </w:p>
    <w:p w14:paraId="6E563CA9" w14:textId="77777777" w:rsidR="006B79D5" w:rsidRDefault="006B79D5">
      <w:pPr>
        <w:pStyle w:val="BodyText"/>
        <w:ind w:left="0"/>
        <w:rPr>
          <w:i/>
        </w:rPr>
      </w:pPr>
    </w:p>
    <w:p w14:paraId="7D621ACD" w14:textId="77777777" w:rsidR="006B79D5" w:rsidRDefault="006B79D5">
      <w:pPr>
        <w:pStyle w:val="BodyText"/>
        <w:ind w:left="0"/>
        <w:rPr>
          <w:i/>
        </w:rPr>
      </w:pPr>
    </w:p>
    <w:p w14:paraId="37AB2189" w14:textId="77777777" w:rsidR="006B79D5" w:rsidRDefault="006B79D5">
      <w:pPr>
        <w:pStyle w:val="BodyText"/>
        <w:ind w:left="0"/>
        <w:rPr>
          <w:i/>
        </w:rPr>
      </w:pPr>
    </w:p>
    <w:p w14:paraId="3B32505F" w14:textId="77777777" w:rsidR="006B79D5" w:rsidRDefault="006B79D5">
      <w:pPr>
        <w:pStyle w:val="BodyText"/>
        <w:ind w:left="0"/>
        <w:rPr>
          <w:i/>
        </w:rPr>
      </w:pPr>
    </w:p>
    <w:p w14:paraId="144230EB" w14:textId="77777777" w:rsidR="006B79D5" w:rsidRDefault="006B79D5">
      <w:pPr>
        <w:pStyle w:val="BodyText"/>
        <w:spacing w:before="10"/>
        <w:ind w:left="0"/>
        <w:rPr>
          <w:i/>
          <w:sz w:val="24"/>
        </w:rPr>
      </w:pPr>
    </w:p>
    <w:p w14:paraId="4A5B6A22" w14:textId="77777777" w:rsidR="006B79D5" w:rsidRDefault="00EE4DE8">
      <w:pPr>
        <w:pStyle w:val="Heading3"/>
        <w:spacing w:before="0"/>
      </w:pPr>
      <w:r>
        <w:t>Sample Workplace Hazard Reporting Form</w:t>
      </w:r>
    </w:p>
    <w:p w14:paraId="30036E1F" w14:textId="77777777" w:rsidR="006B79D5" w:rsidRDefault="00EE4DE8">
      <w:pPr>
        <w:spacing w:before="120"/>
        <w:ind w:left="1020" w:right="838"/>
        <w:rPr>
          <w:i/>
        </w:rPr>
      </w:pPr>
      <w:r>
        <w:rPr>
          <w:i/>
        </w:rPr>
        <w:t xml:space="preserve">This sample form can be used to report and document hazards so they can be corrected. The form can be adjusted to meet the needs of your </w:t>
      </w:r>
      <w:proofErr w:type="gramStart"/>
      <w:r>
        <w:rPr>
          <w:i/>
        </w:rPr>
        <w:t>Organization</w:t>
      </w:r>
      <w:proofErr w:type="gramEnd"/>
      <w:r>
        <w:rPr>
          <w:i/>
        </w:rPr>
        <w:t>; this may also be known as a “Near-Miss” Form.</w:t>
      </w:r>
    </w:p>
    <w:p w14:paraId="0EA477F4" w14:textId="77777777" w:rsidR="006B79D5" w:rsidRDefault="00EE4DE8">
      <w:pPr>
        <w:spacing w:before="120"/>
        <w:ind w:left="1020"/>
        <w:rPr>
          <w:b/>
        </w:rPr>
      </w:pPr>
      <w:r>
        <w:rPr>
          <w:rFonts w:ascii="Times New Roman"/>
          <w:spacing w:val="-56"/>
          <w:u w:val="single"/>
        </w:rPr>
        <w:t xml:space="preserve"> </w:t>
      </w:r>
      <w:r>
        <w:rPr>
          <w:b/>
          <w:u w:val="single"/>
        </w:rPr>
        <w:t>Workplace Hazard Reporting Form</w:t>
      </w:r>
    </w:p>
    <w:p w14:paraId="569A7334" w14:textId="77777777" w:rsidR="006B79D5" w:rsidRDefault="00EE4DE8">
      <w:pPr>
        <w:pStyle w:val="BodyText"/>
        <w:tabs>
          <w:tab w:val="left" w:pos="6632"/>
          <w:tab w:val="left" w:pos="6968"/>
          <w:tab w:val="left" w:pos="10352"/>
        </w:tabs>
        <w:spacing w:before="121"/>
        <w:ind w:left="1020"/>
        <w:rPr>
          <w:rFonts w:ascii="Times New Roman"/>
        </w:rPr>
      </w:pPr>
      <w:r>
        <w:t>Name:</w:t>
      </w:r>
      <w:r>
        <w:rPr>
          <w:u w:val="single"/>
        </w:rPr>
        <w:t xml:space="preserve"> </w:t>
      </w:r>
      <w:r>
        <w:rPr>
          <w:u w:val="single"/>
        </w:rPr>
        <w:tab/>
      </w:r>
      <w:r>
        <w:tab/>
        <w:t>Date:</w:t>
      </w:r>
      <w:r>
        <w:rPr>
          <w:rFonts w:ascii="Times New Roman"/>
          <w:u w:val="single"/>
        </w:rPr>
        <w:t xml:space="preserve"> </w:t>
      </w:r>
      <w:r>
        <w:rPr>
          <w:rFonts w:ascii="Times New Roman"/>
          <w:u w:val="single"/>
        </w:rPr>
        <w:tab/>
      </w:r>
    </w:p>
    <w:p w14:paraId="7E426821" w14:textId="77777777" w:rsidR="006B79D5" w:rsidRDefault="00EE4DE8">
      <w:pPr>
        <w:pStyle w:val="BodyText"/>
        <w:tabs>
          <w:tab w:val="left" w:pos="10378"/>
        </w:tabs>
        <w:spacing w:before="120"/>
        <w:ind w:left="1020"/>
        <w:rPr>
          <w:rFonts w:ascii="Times New Roman"/>
        </w:rPr>
      </w:pPr>
      <w:r>
        <w:t>Department:</w:t>
      </w:r>
      <w:r>
        <w:rPr>
          <w:rFonts w:ascii="Times New Roman"/>
          <w:u w:val="single"/>
        </w:rPr>
        <w:t xml:space="preserve"> </w:t>
      </w:r>
      <w:r>
        <w:rPr>
          <w:rFonts w:ascii="Times New Roman"/>
          <w:u w:val="single"/>
        </w:rPr>
        <w:tab/>
      </w:r>
    </w:p>
    <w:p w14:paraId="54A1BCD0" w14:textId="77777777" w:rsidR="006B79D5" w:rsidRDefault="006B79D5">
      <w:pPr>
        <w:rPr>
          <w:rFonts w:ascii="Times New Roman"/>
        </w:rPr>
        <w:sectPr w:rsidR="006B79D5">
          <w:pgSz w:w="12240" w:h="15840"/>
          <w:pgMar w:top="1320" w:right="600" w:bottom="1180" w:left="420" w:header="566" w:footer="993" w:gutter="0"/>
          <w:cols w:space="720"/>
        </w:sectPr>
      </w:pPr>
    </w:p>
    <w:p w14:paraId="5BD55718" w14:textId="77777777" w:rsidR="006B79D5" w:rsidRDefault="00EE4DE8">
      <w:pPr>
        <w:pStyle w:val="BodyText"/>
        <w:tabs>
          <w:tab w:val="left" w:pos="3309"/>
        </w:tabs>
        <w:spacing w:before="117"/>
        <w:ind w:left="1020"/>
      </w:pPr>
      <w:r>
        <w:lastRenderedPageBreak/>
        <w:t>Hazard</w:t>
      </w:r>
      <w:r>
        <w:rPr>
          <w:spacing w:val="-4"/>
        </w:rPr>
        <w:t xml:space="preserve"> </w:t>
      </w:r>
      <w:r>
        <w:t>Reported</w:t>
      </w:r>
      <w:r>
        <w:rPr>
          <w:spacing w:val="-2"/>
        </w:rPr>
        <w:t xml:space="preserve"> </w:t>
      </w:r>
      <w:r>
        <w:t>To:</w:t>
      </w:r>
      <w:r>
        <w:tab/>
        <w:t>Safety</w:t>
      </w:r>
      <w:r>
        <w:rPr>
          <w:spacing w:val="6"/>
        </w:rPr>
        <w:t xml:space="preserve"> </w:t>
      </w:r>
      <w:r>
        <w:rPr>
          <w:spacing w:val="-3"/>
        </w:rPr>
        <w:t>Committee</w:t>
      </w:r>
    </w:p>
    <w:p w14:paraId="227B2443" w14:textId="77777777" w:rsidR="006B79D5" w:rsidRDefault="00EE4DE8">
      <w:pPr>
        <w:pStyle w:val="BodyText"/>
        <w:spacing w:before="120"/>
        <w:ind w:left="3305"/>
      </w:pPr>
      <w:r>
        <w:t>Supervisor</w:t>
      </w:r>
    </w:p>
    <w:p w14:paraId="692AF16F" w14:textId="77777777" w:rsidR="006B79D5" w:rsidRDefault="00EE4DE8">
      <w:pPr>
        <w:pStyle w:val="BodyText"/>
        <w:tabs>
          <w:tab w:val="left" w:pos="1788"/>
        </w:tabs>
        <w:spacing w:before="117"/>
        <w:ind w:left="549"/>
      </w:pPr>
      <w:r>
        <w:br w:type="column"/>
      </w:r>
      <w:r>
        <w:t>Yes</w:t>
      </w:r>
      <w:r>
        <w:tab/>
        <w:t>No</w:t>
      </w:r>
    </w:p>
    <w:p w14:paraId="2F7D1A06" w14:textId="77777777" w:rsidR="006B79D5" w:rsidRDefault="001B44F0">
      <w:pPr>
        <w:pStyle w:val="BodyText"/>
        <w:tabs>
          <w:tab w:val="left" w:pos="1772"/>
        </w:tabs>
        <w:spacing w:before="120"/>
        <w:ind w:left="483"/>
      </w:pPr>
      <w:r>
        <w:rPr>
          <w:noProof/>
        </w:rPr>
        <mc:AlternateContent>
          <mc:Choice Requires="wps">
            <w:drawing>
              <wp:anchor distT="0" distB="0" distL="114300" distR="114300" simplePos="0" relativeHeight="251707392" behindDoc="0" locked="0" layoutInCell="1" allowOverlap="1" wp14:anchorId="64F0CE50" wp14:editId="0527C22F">
                <wp:simplePos x="0" y="0"/>
                <wp:positionH relativeFrom="page">
                  <wp:posOffset>3561715</wp:posOffset>
                </wp:positionH>
                <wp:positionV relativeFrom="paragraph">
                  <wp:posOffset>-146050</wp:posOffset>
                </wp:positionV>
                <wp:extent cx="126365" cy="126365"/>
                <wp:effectExtent l="0" t="0" r="0" b="0"/>
                <wp:wrapNone/>
                <wp:docPr id="151"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239E0A" id="Rectangle 125" o:spid="_x0000_s1026" style="position:absolute;margin-left:280.45pt;margin-top:-11.5pt;width:9.95pt;height:9.95pt;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M4GfwIAABcF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" filled="f" strokeweight=".72pt">
                <w10:wrap anchorx="page"/>
              </v:rect>
            </w:pict>
          </mc:Fallback>
        </mc:AlternateContent>
      </w:r>
      <w:r>
        <w:rPr>
          <w:noProof/>
        </w:rPr>
        <mc:AlternateContent>
          <mc:Choice Requires="wps">
            <w:drawing>
              <wp:anchor distT="0" distB="0" distL="114300" distR="114300" simplePos="0" relativeHeight="249937920" behindDoc="1" locked="0" layoutInCell="1" allowOverlap="1" wp14:anchorId="615146DC" wp14:editId="06185232">
                <wp:simplePos x="0" y="0"/>
                <wp:positionH relativeFrom="page">
                  <wp:posOffset>4380230</wp:posOffset>
                </wp:positionH>
                <wp:positionV relativeFrom="paragraph">
                  <wp:posOffset>-146050</wp:posOffset>
                </wp:positionV>
                <wp:extent cx="126365" cy="126365"/>
                <wp:effectExtent l="0" t="0" r="0" b="0"/>
                <wp:wrapNone/>
                <wp:docPr id="150"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0022C0" id="Rectangle 124" o:spid="_x0000_s1026" style="position:absolute;margin-left:344.9pt;margin-top:-11.5pt;width:9.95pt;height:9.95pt;z-index:-253378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WSBfwIAABcF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" filled="f" strokeweight=".72pt">
                <w10:wrap anchorx="page"/>
              </v:rect>
            </w:pict>
          </mc:Fallback>
        </mc:AlternateContent>
      </w:r>
      <w:r>
        <w:rPr>
          <w:noProof/>
        </w:rPr>
        <mc:AlternateContent>
          <mc:Choice Requires="wps">
            <w:drawing>
              <wp:anchor distT="0" distB="0" distL="114300" distR="114300" simplePos="0" relativeHeight="251709440" behindDoc="0" locked="0" layoutInCell="1" allowOverlap="1" wp14:anchorId="6E160DB2" wp14:editId="5F185515">
                <wp:simplePos x="0" y="0"/>
                <wp:positionH relativeFrom="page">
                  <wp:posOffset>3550920</wp:posOffset>
                </wp:positionH>
                <wp:positionV relativeFrom="paragraph">
                  <wp:posOffset>100965</wp:posOffset>
                </wp:positionV>
                <wp:extent cx="126365" cy="126365"/>
                <wp:effectExtent l="0" t="0" r="0" b="0"/>
                <wp:wrapNone/>
                <wp:docPr id="149"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FBFE54" id="Rectangle 123" o:spid="_x0000_s1026" style="position:absolute;margin-left:279.6pt;margin-top:7.95pt;width:9.95pt;height:9.95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" filled="f" strokeweight=".72pt">
                <w10:wrap anchorx="page"/>
              </v:rect>
            </w:pict>
          </mc:Fallback>
        </mc:AlternateContent>
      </w:r>
      <w:r>
        <w:rPr>
          <w:noProof/>
        </w:rPr>
        <mc:AlternateContent>
          <mc:Choice Requires="wps">
            <w:drawing>
              <wp:anchor distT="0" distB="0" distL="114300" distR="114300" simplePos="0" relativeHeight="249939968" behindDoc="1" locked="0" layoutInCell="1" allowOverlap="1" wp14:anchorId="4384E45D" wp14:editId="5C39A68A">
                <wp:simplePos x="0" y="0"/>
                <wp:positionH relativeFrom="page">
                  <wp:posOffset>4369435</wp:posOffset>
                </wp:positionH>
                <wp:positionV relativeFrom="paragraph">
                  <wp:posOffset>100965</wp:posOffset>
                </wp:positionV>
                <wp:extent cx="126365" cy="126365"/>
                <wp:effectExtent l="0" t="0" r="0" b="0"/>
                <wp:wrapNone/>
                <wp:docPr id="148"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7A0D51" id="Rectangle 122" o:spid="_x0000_s1026" style="position:absolute;margin-left:344.05pt;margin-top:7.95pt;width:9.95pt;height:9.95pt;z-index:-253376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" filled="f" strokeweight=".72pt">
                <w10:wrap anchorx="page"/>
              </v:rect>
            </w:pict>
          </mc:Fallback>
        </mc:AlternateContent>
      </w:r>
      <w:r w:rsidR="00EE4DE8">
        <w:t>Yes</w:t>
      </w:r>
      <w:r w:rsidR="00EE4DE8">
        <w:tab/>
        <w:t>No</w:t>
      </w:r>
    </w:p>
    <w:p w14:paraId="6D5C24D4" w14:textId="77777777" w:rsidR="006B79D5" w:rsidRDefault="006B79D5">
      <w:pPr>
        <w:sectPr w:rsidR="006B79D5">
          <w:pgSz w:w="12240" w:h="15840"/>
          <w:pgMar w:top="1320" w:right="600" w:bottom="1180" w:left="420" w:header="566" w:footer="993" w:gutter="0"/>
          <w:cols w:num="2" w:space="720" w:equalWidth="0">
            <w:col w:w="4918" w:space="40"/>
            <w:col w:w="6262"/>
          </w:cols>
        </w:sectPr>
      </w:pPr>
    </w:p>
    <w:p w14:paraId="02FDD241" w14:textId="77777777" w:rsidR="006B79D5" w:rsidRDefault="00EE4DE8">
      <w:pPr>
        <w:pStyle w:val="BodyText"/>
        <w:tabs>
          <w:tab w:val="left" w:pos="10334"/>
        </w:tabs>
        <w:spacing w:before="120" w:line="348" w:lineRule="auto"/>
        <w:ind w:left="1020" w:right="846" w:firstLine="2285"/>
        <w:rPr>
          <w:rFonts w:ascii="Times New Roman"/>
        </w:rPr>
      </w:pPr>
      <w:r>
        <w:t>Other:</w:t>
      </w:r>
      <w:r>
        <w:rPr>
          <w:spacing w:val="-2"/>
        </w:rPr>
        <w:t xml:space="preserve"> </w:t>
      </w:r>
      <w:r>
        <w:t>_</w:t>
      </w:r>
      <w:r>
        <w:rPr>
          <w:rFonts w:ascii="Times New Roman"/>
          <w:u w:val="single"/>
        </w:rPr>
        <w:t xml:space="preserve"> </w:t>
      </w:r>
      <w:r>
        <w:rPr>
          <w:rFonts w:ascii="Times New Roman"/>
          <w:u w:val="single"/>
        </w:rPr>
        <w:tab/>
      </w:r>
      <w:r>
        <w:rPr>
          <w:rFonts w:ascii="Times New Roman"/>
        </w:rPr>
        <w:t xml:space="preserve"> </w:t>
      </w:r>
      <w:r>
        <w:t>Description of Potential</w:t>
      </w:r>
      <w:r>
        <w:rPr>
          <w:spacing w:val="-18"/>
        </w:rPr>
        <w:t xml:space="preserve"> </w:t>
      </w:r>
      <w:r>
        <w:t>Hazard:</w:t>
      </w:r>
      <w:r>
        <w:rPr>
          <w:rFonts w:ascii="Times New Roman"/>
          <w:u w:val="single"/>
        </w:rPr>
        <w:t xml:space="preserve"> </w:t>
      </w:r>
      <w:r>
        <w:rPr>
          <w:rFonts w:ascii="Times New Roman"/>
          <w:u w:val="single"/>
        </w:rPr>
        <w:tab/>
      </w:r>
      <w:r>
        <w:rPr>
          <w:rFonts w:ascii="Times New Roman"/>
          <w:w w:val="36"/>
          <w:u w:val="single"/>
        </w:rPr>
        <w:t xml:space="preserve"> </w:t>
      </w:r>
    </w:p>
    <w:p w14:paraId="5E77B731" w14:textId="77777777" w:rsidR="006B79D5" w:rsidRDefault="001B44F0">
      <w:pPr>
        <w:pStyle w:val="BodyText"/>
        <w:spacing w:before="8"/>
        <w:ind w:left="0"/>
        <w:rPr>
          <w:rFonts w:ascii="Times New Roman"/>
          <w:sz w:val="16"/>
        </w:rPr>
      </w:pPr>
      <w:r>
        <w:rPr>
          <w:noProof/>
        </w:rPr>
        <mc:AlternateContent>
          <mc:Choice Requires="wpg">
            <w:drawing>
              <wp:anchor distT="0" distB="0" distL="0" distR="0" simplePos="0" relativeHeight="251703296" behindDoc="1" locked="0" layoutInCell="1" allowOverlap="1" wp14:anchorId="2AB6E569" wp14:editId="458BA87D">
                <wp:simplePos x="0" y="0"/>
                <wp:positionH relativeFrom="page">
                  <wp:posOffset>914400</wp:posOffset>
                </wp:positionH>
                <wp:positionV relativeFrom="paragraph">
                  <wp:posOffset>147955</wp:posOffset>
                </wp:positionV>
                <wp:extent cx="5913120" cy="10160"/>
                <wp:effectExtent l="0" t="0" r="0" b="0"/>
                <wp:wrapTopAndBottom/>
                <wp:docPr id="138"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3120" cy="10160"/>
                          <a:chOff x="1440" y="233"/>
                          <a:chExt cx="9312" cy="16"/>
                        </a:xfrm>
                      </wpg:grpSpPr>
                      <wps:wsp>
                        <wps:cNvPr id="139" name="Line 121"/>
                        <wps:cNvCnPr>
                          <a:cxnSpLocks noChangeShapeType="1"/>
                        </wps:cNvCnPr>
                        <wps:spPr bwMode="auto">
                          <a:xfrm>
                            <a:off x="1440" y="241"/>
                            <a:ext cx="1204"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0" name="Line 120"/>
                        <wps:cNvCnPr>
                          <a:cxnSpLocks noChangeShapeType="1"/>
                        </wps:cNvCnPr>
                        <wps:spPr bwMode="auto">
                          <a:xfrm>
                            <a:off x="2646" y="241"/>
                            <a:ext cx="983"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 name="Line 119"/>
                        <wps:cNvCnPr>
                          <a:cxnSpLocks noChangeShapeType="1"/>
                        </wps:cNvCnPr>
                        <wps:spPr bwMode="auto">
                          <a:xfrm>
                            <a:off x="3631" y="241"/>
                            <a:ext cx="873"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2" name="Line 118"/>
                        <wps:cNvCnPr>
                          <a:cxnSpLocks noChangeShapeType="1"/>
                        </wps:cNvCnPr>
                        <wps:spPr bwMode="auto">
                          <a:xfrm>
                            <a:off x="4507" y="241"/>
                            <a:ext cx="982"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3" name="Line 117"/>
                        <wps:cNvCnPr>
                          <a:cxnSpLocks noChangeShapeType="1"/>
                        </wps:cNvCnPr>
                        <wps:spPr bwMode="auto">
                          <a:xfrm>
                            <a:off x="5492" y="241"/>
                            <a:ext cx="981"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4" name="Line 116"/>
                        <wps:cNvCnPr>
                          <a:cxnSpLocks noChangeShapeType="1"/>
                        </wps:cNvCnPr>
                        <wps:spPr bwMode="auto">
                          <a:xfrm>
                            <a:off x="6475" y="241"/>
                            <a:ext cx="1639"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5" name="Line 115"/>
                        <wps:cNvCnPr>
                          <a:cxnSpLocks noChangeShapeType="1"/>
                        </wps:cNvCnPr>
                        <wps:spPr bwMode="auto">
                          <a:xfrm>
                            <a:off x="8117" y="241"/>
                            <a:ext cx="1747"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 name="Line 114"/>
                        <wps:cNvCnPr>
                          <a:cxnSpLocks noChangeShapeType="1"/>
                        </wps:cNvCnPr>
                        <wps:spPr bwMode="auto">
                          <a:xfrm>
                            <a:off x="9867" y="241"/>
                            <a:ext cx="873"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7" name="Line 113"/>
                        <wps:cNvCnPr>
                          <a:cxnSpLocks noChangeShapeType="1"/>
                        </wps:cNvCnPr>
                        <wps:spPr bwMode="auto">
                          <a:xfrm>
                            <a:off x="1440" y="240"/>
                            <a:ext cx="9312"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D88BA45" id="Group 112" o:spid="_x0000_s1026" style="position:absolute;margin-left:1in;margin-top:11.65pt;width:465.6pt;height:.8pt;z-index:-251613184;mso-wrap-distance-left:0;mso-wrap-distance-right:0;mso-position-horizontal-relative:page" coordorigin="1440,233" coordsize="931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">
                <v:line id="Line 121" o:spid="_x0000_s1027" style="position:absolute;visibility:visible;mso-wrap-style:square" from="1440,241" to="2644,2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4COXcUAAADcAAAADwAAAGRycy9kb3ducmV2LnhtbERPS2vCQBC+F/wPywi91U1T6iN1lSAV&#10;KhXEx6Hehuw0G5qdDdmtSf+9WxC8zcf3nPmyt7W4UOsrxwqeRwkI4sLpiksFp+P6aQrCB2SNtWNS&#10;8EcelovBwxwz7Tre0+UQShFD2GeowITQZFL6wpBFP3INceS+XWsxRNiWUrfYxXBbyzRJxtJixbHB&#10;YEMrQ8XP4dcq2E3MpstP6ftk7cpV/pmet69fZ6Ueh33+BiJQH+7im/tDx/kvM/h/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4COXcUAAADcAAAADwAAAAAAAAAA&#10;AAAAAAChAgAAZHJzL2Rvd25yZXYueG1sUEsFBgAAAAAEAAQA+QAAAJMDAAAAAA==&#10;" strokeweight=".25242mm"/>
                <v:line id="Line 120" o:spid="_x0000_s1028" style="position:absolute;visibility:visible;mso-wrap-style:square" from="2646,241" to="3629,2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xUvccAAADcAAAADwAAAGRycy9kb3ducmV2LnhtbESPQUvDQBCF70L/wzIFb3ZjqFbSbkso&#10;LSgKxdqDvQ3ZaTaYnQ3ZtYn/3jkI3mZ4b977ZrUZfauu1McmsIH7WQaKuAq24drA6WN/9wQqJmSL&#10;bWAy8EMRNuvJzQoLGwZ+p+sx1UpCOBZowKXUFVrHypHHOAsdsWiX0HtMsva1tj0OEu5bnWfZo/bY&#10;sDQ47GjrqPo6fnsDh4V7GcpTvlvsQ70tX/Pz28Pn2Zjb6VguQSUa07/57/rZCv5c8OUZmUCv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vFS9xwAAANwAAAAPAAAAAAAA&#10;AAAAAAAAAKECAABkcnMvZG93bnJldi54bWxQSwUGAAAAAAQABAD5AAAAlQMAAAAA&#10;" strokeweight=".25242mm"/>
                <v:line id="Line 119" o:spid="_x0000_s1029" style="position:absolute;visibility:visible;mso-wrap-style:square" from="3631,241" to="4504,2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DxJsQAAADcAAAADwAAAGRycy9kb3ducmV2LnhtbERPS2vCQBC+F/oflin0phtDrRJdJUiF&#10;igXxcdDbkB2zodnZkN2a9N93BaG3+fieM1/2thY3an3lWMFomIAgLpyuuFRwOq4HUxA+IGusHZOC&#10;X/KwXDw/zTHTruM93Q6hFDGEfYYKTAhNJqUvDFn0Q9cQR+7qWoshwraUusUuhttapknyLi1WHBsM&#10;NrQyVHwffqyC3cRsuvyUfkzWrlzl2/TyNT5flHp96fMZiEB9+Bc/3J86zn8bwf2ZeIF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8PEmxAAAANwAAAAPAAAAAAAAAAAA&#10;AAAAAKECAABkcnMvZG93bnJldi54bWxQSwUGAAAAAAQABAD5AAAAkgMAAAAA&#10;" strokeweight=".25242mm"/>
                <v:line id="Line 118" o:spid="_x0000_s1030" style="position:absolute;visibility:visible;mso-wrap-style:square" from="4507,241" to="5489,2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JvUcQAAADcAAAADwAAAGRycy9kb3ducmV2LnhtbERPS2vCQBC+F/wPywi96cbQVomuEkSh&#10;pQXxcdDbkB2zwexsyG5N+u+7BaG3+fies1j1thZ3an3lWMFknIAgLpyuuFRwOm5HMxA+IGusHZOC&#10;H/KwWg6eFphp1/Ge7odQihjCPkMFJoQmk9IXhiz6sWuII3d1rcUQYVtK3WIXw20t0yR5kxYrjg0G&#10;G1obKm6Hb6tgNzUfXX5KN9OtK9f5Z3r5ej1flHoe9vkcRKA+/Isf7ncd57+k8PdMvEA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Im9RxAAAANwAAAAPAAAAAAAAAAAA&#10;AAAAAKECAABkcnMvZG93bnJldi54bWxQSwUGAAAAAAQABAD5AAAAkgMAAAAA&#10;" strokeweight=".25242mm"/>
                <v:line id="Line 117" o:spid="_x0000_s1031" style="position:absolute;visibility:visible;mso-wrap-style:square" from="5492,241" to="6473,2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m7KysUAAADcAAAADwAAAGRycy9kb3ducmV2LnhtbERPS2vCQBC+F/wPyxR6q5vGtkrqKkEU&#10;KgrFx0FvQ3aaDWZnQ3Zr4r93C4Xe5uN7znTe21pcqfWVYwUvwwQEceF0xaWC42H1PAHhA7LG2jEp&#10;uJGH+WzwMMVMu453dN2HUsQQ9hkqMCE0mZS+MGTRD11DHLlv11oMEbal1C12MdzWMk2Sd2mx4thg&#10;sKGFoeKy/7EKvsZm3eXHdDleuXKRb9Lz9u10Vurpsc8/QATqw7/4z/2p4/zXEfw+Ey+Qs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m7KysUAAADcAAAADwAAAAAAAAAA&#10;AAAAAAChAgAAZHJzL2Rvd25yZXYueG1sUEsFBgAAAAAEAAQA+QAAAJMDAAAAAA==&#10;" strokeweight=".25242mm"/>
                <v:line id="Line 116" o:spid="_x0000_s1032" style="position:absolute;visibility:visible;mso-wrap-style:square" from="6475,241" to="8114,2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dSvsQAAADcAAAADwAAAGRycy9kb3ducmV2LnhtbERPTWvCQBC9C/0PyxS86abBNhJdJYhC&#10;SwtS60FvQ3bMhmZnQ3Zr0n/fLQje5vE+Z7kebCOu1PnasYKnaQKCuHS65krB8Ws3mYPwAVlj45gU&#10;/JKH9ephtMRcu54/6XoIlYgh7HNUYEJocyl9aciin7qWOHIX11kMEXaV1B32Mdw2Mk2SF2mx5thg&#10;sKWNofL78GMV7DPz1hfHdJvtXLUp3tPzx/PprNT4cSgWIAIN4S6+uV91nD+bwf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h1K+xAAAANwAAAAPAAAAAAAAAAAA&#10;AAAAAKECAABkcnMvZG93bnJldi54bWxQSwUGAAAAAAQABAD5AAAAkgMAAAAA&#10;" strokeweight=".25242mm"/>
                <v:line id="Line 115" o:spid="_x0000_s1033" style="position:absolute;visibility:visible;mso-wrap-style:square" from="8117,241" to="9864,2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v3JcQAAADcAAAADwAAAGRycy9kb3ducmV2LnhtbERPS2vCQBC+F/oflil4002Dj5K6ShCF&#10;FgWp9VBvQ3aaDc3Ohuxq4r93BaG3+fieM1/2thYXan3lWMHrKAFBXDhdcang+L0ZvoHwAVlj7ZgU&#10;XMnDcvH8NMdMu46/6HIIpYgh7DNUYEJoMil9YciiH7mGOHK/rrUYImxLqVvsYritZZokU2mx4thg&#10;sKGVoeLvcLYK9jPz2eXHdD3buHKVb9PTbvJzUmrw0ufvIAL14V/8cH/oOH88gfsz8QK5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y/clxAAAANwAAAAPAAAAAAAAAAAA&#10;AAAAAKECAABkcnMvZG93bnJldi54bWxQSwUGAAAAAAQABAD5AAAAkgMAAAAA&#10;" strokeweight=".25242mm"/>
                <v:line id="Line 114" o:spid="_x0000_s1034" style="position:absolute;visibility:visible;mso-wrap-style:square" from="9867,241" to="10740,2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hlpUsQAAADcAAAADwAAAGRycy9kb3ducmV2LnhtbERPS2vCQBC+F/oflin0ppsGNSV1lSAK&#10;LRbEx6Hehuw0G5qdDdmtif/eLQi9zcf3nPlysI24UOdrxwpexgkI4tLpmisFp+Nm9ArCB2SNjWNS&#10;cCUPy8Xjwxxz7Xre0+UQKhFD2OeowITQ5lL60pBFP3YtceS+XWcxRNhVUnfYx3DbyDRJZtJizbHB&#10;YEsrQ+XP4dcq2GXmoy9O6TrbuGpVbNPz5/TrrNTz01C8gQg0hH/x3f2u4/zJDP6eiRfIx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GWlSxAAAANwAAAAPAAAAAAAAAAAA&#10;AAAAAKECAABkcnMvZG93bnJldi54bWxQSwUGAAAAAAQABAD5AAAAkgMAAAAA&#10;" strokeweight=".25242mm"/>
                <v:line id="Line 113" o:spid="_x0000_s1035" style="position:absolute;visibility:visible;mso-wrap-style:square" from="1440,240" to="10752,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dV2sMAAADcAAAADwAAAGRycy9kb3ducmV2LnhtbERPyWrDMBC9F/IPYgK9NXKXLDhRQigU&#10;Sk+Js98m1tQ2tUbCUmPn76NCoLd5vHVmi87U4kKNrywreB4kIIhzqysuFGw3H08TED4ga6wtk4Ir&#10;eVjMew8zTLVteU2XLBQihrBPUUEZgkul9HlJBv3AOuLIfdvGYIiwKaRusI3hppYvSTKSBiuODSU6&#10;ei8p/8l+jYLzkdrder8cHsbDbLtbvbr96csp9djvllMQgbrwL767P3Wc/zaGv2fiBX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cXVdrDAAAA3AAAAA8AAAAAAAAAAAAA&#10;AAAAoQIAAGRycy9kb3ducmV2LnhtbFBLBQYAAAAABAAEAPkAAACRAwAAAAA=&#10;" strokeweight=".72pt"/>
                <w10:wrap type="topAndBottom" anchorx="page"/>
              </v:group>
            </w:pict>
          </mc:Fallback>
        </mc:AlternateContent>
      </w:r>
    </w:p>
    <w:p w14:paraId="31BBB9C1" w14:textId="77777777" w:rsidR="006B79D5" w:rsidRDefault="00EE4DE8">
      <w:pPr>
        <w:pStyle w:val="BodyText"/>
        <w:tabs>
          <w:tab w:val="left" w:pos="10431"/>
        </w:tabs>
        <w:spacing w:before="110"/>
        <w:ind w:left="1020"/>
        <w:rPr>
          <w:rFonts w:ascii="Times New Roman"/>
        </w:rPr>
      </w:pPr>
      <w:r>
        <w:t>Recommendations for Eliminating Potential</w:t>
      </w:r>
      <w:r>
        <w:rPr>
          <w:spacing w:val="-35"/>
        </w:rPr>
        <w:t xml:space="preserve"> </w:t>
      </w:r>
      <w:r>
        <w:t>Hazards:</w:t>
      </w:r>
      <w:r>
        <w:rPr>
          <w:spacing w:val="-2"/>
        </w:rPr>
        <w:t xml:space="preserve"> </w:t>
      </w:r>
      <w:r>
        <w:rPr>
          <w:rFonts w:ascii="Times New Roman"/>
          <w:u w:val="single"/>
        </w:rPr>
        <w:t xml:space="preserve"> </w:t>
      </w:r>
      <w:r>
        <w:rPr>
          <w:rFonts w:ascii="Times New Roman"/>
          <w:u w:val="single"/>
        </w:rPr>
        <w:tab/>
      </w:r>
    </w:p>
    <w:p w14:paraId="09D201A0" w14:textId="77777777" w:rsidR="006B79D5" w:rsidRDefault="001B44F0">
      <w:pPr>
        <w:pStyle w:val="BodyText"/>
        <w:spacing w:before="3"/>
        <w:ind w:left="0"/>
        <w:rPr>
          <w:rFonts w:ascii="Times New Roman"/>
          <w:sz w:val="27"/>
        </w:rPr>
      </w:pPr>
      <w:r>
        <w:rPr>
          <w:noProof/>
        </w:rPr>
        <mc:AlternateContent>
          <mc:Choice Requires="wpg">
            <w:drawing>
              <wp:anchor distT="0" distB="0" distL="0" distR="0" simplePos="0" relativeHeight="251704320" behindDoc="1" locked="0" layoutInCell="1" allowOverlap="1" wp14:anchorId="19CB97DB" wp14:editId="328D7B3C">
                <wp:simplePos x="0" y="0"/>
                <wp:positionH relativeFrom="page">
                  <wp:posOffset>914400</wp:posOffset>
                </wp:positionH>
                <wp:positionV relativeFrom="paragraph">
                  <wp:posOffset>224790</wp:posOffset>
                </wp:positionV>
                <wp:extent cx="5911850" cy="10160"/>
                <wp:effectExtent l="0" t="0" r="0" b="0"/>
                <wp:wrapTopAndBottom/>
                <wp:docPr id="128"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1850" cy="10160"/>
                          <a:chOff x="1440" y="354"/>
                          <a:chExt cx="9310" cy="16"/>
                        </a:xfrm>
                      </wpg:grpSpPr>
                      <wps:wsp>
                        <wps:cNvPr id="129" name="Line 111"/>
                        <wps:cNvCnPr>
                          <a:cxnSpLocks noChangeShapeType="1"/>
                        </wps:cNvCnPr>
                        <wps:spPr bwMode="auto">
                          <a:xfrm>
                            <a:off x="1440" y="362"/>
                            <a:ext cx="1204"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0" name="Line 110"/>
                        <wps:cNvCnPr>
                          <a:cxnSpLocks noChangeShapeType="1"/>
                        </wps:cNvCnPr>
                        <wps:spPr bwMode="auto">
                          <a:xfrm>
                            <a:off x="2646" y="362"/>
                            <a:ext cx="983"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1" name="Line 109"/>
                        <wps:cNvCnPr>
                          <a:cxnSpLocks noChangeShapeType="1"/>
                        </wps:cNvCnPr>
                        <wps:spPr bwMode="auto">
                          <a:xfrm>
                            <a:off x="3631" y="362"/>
                            <a:ext cx="873"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2" name="Line 108"/>
                        <wps:cNvCnPr>
                          <a:cxnSpLocks noChangeShapeType="1"/>
                        </wps:cNvCnPr>
                        <wps:spPr bwMode="auto">
                          <a:xfrm>
                            <a:off x="4507" y="362"/>
                            <a:ext cx="982"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3" name="Line 107"/>
                        <wps:cNvCnPr>
                          <a:cxnSpLocks noChangeShapeType="1"/>
                        </wps:cNvCnPr>
                        <wps:spPr bwMode="auto">
                          <a:xfrm>
                            <a:off x="5492" y="362"/>
                            <a:ext cx="981"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4" name="Line 106"/>
                        <wps:cNvCnPr>
                          <a:cxnSpLocks noChangeShapeType="1"/>
                        </wps:cNvCnPr>
                        <wps:spPr bwMode="auto">
                          <a:xfrm>
                            <a:off x="6475" y="362"/>
                            <a:ext cx="1639"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5" name="Line 105"/>
                        <wps:cNvCnPr>
                          <a:cxnSpLocks noChangeShapeType="1"/>
                        </wps:cNvCnPr>
                        <wps:spPr bwMode="auto">
                          <a:xfrm>
                            <a:off x="8117" y="362"/>
                            <a:ext cx="1747"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6" name="Line 104"/>
                        <wps:cNvCnPr>
                          <a:cxnSpLocks noChangeShapeType="1"/>
                        </wps:cNvCnPr>
                        <wps:spPr bwMode="auto">
                          <a:xfrm>
                            <a:off x="9867" y="362"/>
                            <a:ext cx="873"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7" name="Line 103"/>
                        <wps:cNvCnPr>
                          <a:cxnSpLocks noChangeShapeType="1"/>
                        </wps:cNvCnPr>
                        <wps:spPr bwMode="auto">
                          <a:xfrm>
                            <a:off x="1440" y="361"/>
                            <a:ext cx="931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5FFC961" id="Group 102" o:spid="_x0000_s1026" style="position:absolute;margin-left:1in;margin-top:17.7pt;width:465.5pt;height:.8pt;z-index:-251612160;mso-wrap-distance-left:0;mso-wrap-distance-right:0;mso-position-horizontal-relative:page" coordorigin="1440,354" coordsize="931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">
                <v:line id="Line 111" o:spid="_x0000_s1027" style="position:absolute;visibility:visible;mso-wrap-style:square" from="1440,362" to="2644,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kYgMQAAADcAAAADwAAAGRycy9kb3ducmV2LnhtbERPTWvCQBC9C/6HZYTedGOg2kZXCVKh&#10;pUKp9VBvQ3bMBrOzIbs18d93BcHbPN7nLNe9rcWFWl85VjCdJCCIC6crLhUcfrbjFxA+IGusHZOC&#10;K3lYr4aDJWbadfxNl30oRQxhn6ECE0KTSekLQxb9xDXEkTu51mKIsC2lbrGL4baWaZLMpMWKY4PB&#10;hjaGivP+zyr4mpuPLj+kb/OtKzf5Z3rcPf8elXoa9fkCRKA+PMR397uO89NXuD0TL5C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WRiAxAAAANwAAAAPAAAAAAAAAAAA&#10;AAAAAKECAABkcnMvZG93bnJldi54bWxQSwUGAAAAAAQABAD5AAAAkgMAAAAA&#10;" strokeweight=".25242mm"/>
                <v:line id="Line 110" o:spid="_x0000_s1028" style="position:absolute;visibility:visible;mso-wrap-style:square" from="2646,362" to="3629,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onwMcAAADcAAAADwAAAGRycy9kb3ducmV2LnhtbESPQUvDQBCF70L/wzIFb3ZjilbSbkso&#10;LSgKxdqDvQ3ZaTaYnQ3ZtYn/3jkI3mZ4b977ZrUZfauu1McmsIH7WQaKuAq24drA6WN/9wQqJmSL&#10;bWAy8EMRNuvJzQoLGwZ+p+sx1UpCOBZowKXUFVrHypHHOAsdsWiX0HtMsva1tj0OEu5bnWfZo/bY&#10;sDQ47GjrqPo6fnsDh4V7GcpTvlvsQ70tX/Pz28Pn2Zjb6VguQSUa07/57/rZCv5c8OUZmUCv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uifAxwAAANwAAAAPAAAAAAAA&#10;AAAAAAAAAKECAABkcnMvZG93bnJldi54bWxQSwUGAAAAAAQABAD5AAAAlQMAAAAA&#10;" strokeweight=".25242mm"/>
                <v:line id="Line 109" o:spid="_x0000_s1029" style="position:absolute;visibility:visible;mso-wrap-style:square" from="3631,362" to="4504,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aCW8QAAADcAAAADwAAAGRycy9kb3ducmV2LnhtbERPS2vCQBC+F/oflin0phtTrBJdJUiF&#10;igXxcdDbkB2zodnZkN2a9N93BaG3+fieM1/2thY3an3lWMFomIAgLpyuuFRwOq4HUxA+IGusHZOC&#10;X/KwXDw/zTHTruM93Q6hFDGEfYYKTAhNJqUvDFn0Q9cQR+7qWoshwraUusUuhttapknyLi1WHBsM&#10;NrQyVHwffqyC3cRsuvyUfkzWrlzl2/TyNT5flHp96fMZiEB9+Bc/3J86zn8bwf2ZeIF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9oJbxAAAANwAAAAPAAAAAAAAAAAA&#10;AAAAAKECAABkcnMvZG93bnJldi54bWxQSwUGAAAAAAQABAD5AAAAkgMAAAAA&#10;" strokeweight=".25242mm"/>
                <v:line id="Line 108" o:spid="_x0000_s1030" style="position:absolute;visibility:visible;mso-wrap-style:square" from="4507,362" to="5489,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SQcLMQAAADcAAAADwAAAGRycy9kb3ducmV2LnhtbERPS2vCQBC+F/wPywi96caUVomuEkSh&#10;pQXxcdDbkB2zwexsyG5N+u+7BaG3+fies1j1thZ3an3lWMFknIAgLpyuuFRwOm5HMxA+IGusHZOC&#10;H/KwWg6eFphp1/Ge7odQihjCPkMFJoQmk9IXhiz6sWuII3d1rcUQYVtK3WIXw20t0yR5kxYrjg0G&#10;G1obKm6Hb6tgNzUfXX5KN9OtK9f5Z3r5ej1flHoe9vkcRKA+/Isf7ncd57+k8PdMvEA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JBwsxAAAANwAAAAPAAAAAAAAAAAA&#10;AAAAAKECAABkcnMvZG93bnJldi54bWxQSwUGAAAAAAQABAD5AAAAkgMAAAAA&#10;" strokeweight=".25242mm"/>
                <v:line id="Line 107" o:spid="_x0000_s1031" style="position:absolute;visibility:visible;mso-wrap-style:square" from="5492,362" to="6473,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i5t8QAAADcAAAADwAAAGRycy9kb3ducmV2LnhtbERPTWvCQBC9C/0PyxS86aaRNhJdJYhC&#10;SwtS60FvQ3bMhmZnQ3Zr0n/fLQje5vE+Z7kebCOu1PnasYKnaQKCuHS65krB8Ws3mYPwAVlj45gU&#10;/JKH9ephtMRcu54/6XoIlYgh7HNUYEJocyl9aciin7qWOHIX11kMEXaV1B32Mdw2Mk2SF2mx5thg&#10;sKWNofL78GMV7DPz1hfHdJvtXLUp3tPzx/PprNT4cSgWIAIN4S6+uV91nD+bwf8z8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Lm3xAAAANwAAAAPAAAAAAAAAAAA&#10;AAAAAKECAABkcnMvZG93bnJldi54bWxQSwUGAAAAAAQABAD5AAAAkgMAAAAA&#10;" strokeweight=".25242mm"/>
                <v:line id="Line 106" o:spid="_x0000_s1032" style="position:absolute;visibility:visible;mso-wrap-style:square" from="6475,362" to="8114,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Ehw8UAAADcAAAADwAAAGRycy9kb3ducmV2LnhtbERPS2vCQBC+F/wPyxR6q5vGtkrqKkEU&#10;KgrFx0FvQ3aaDWZnQ3Zr4r93C4Xe5uN7znTe21pcqfWVYwUvwwQEceF0xaWC42H1PAHhA7LG2jEp&#10;uJGH+WzwMMVMu453dN2HUsQQ9hkqMCE0mZS+MGTRD11DHLlv11oMEbal1C12MdzWMk2Sd2mx4thg&#10;sKGFoeKy/7EKvsZm3eXHdDleuXKRb9Lz9u10Vurpsc8/QATqw7/4z/2p4/zRK/w+Ey+Qs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YEhw8UAAADcAAAADwAAAAAAAAAA&#10;AAAAAAChAgAAZHJzL2Rvd25yZXYueG1sUEsFBgAAAAAEAAQA+QAAAJMDAAAAAA==&#10;" strokeweight=".25242mm"/>
                <v:line id="Line 105" o:spid="_x0000_s1033" style="position:absolute;visibility:visible;mso-wrap-style:square" from="8117,362" to="9864,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2EWMQAAADcAAAADwAAAGRycy9kb3ducmV2LnhtbERPTWvCQBC9F/oflil4000jakldJYhC&#10;i4LUeqi3ITvNhmZnQ3Y18d+7gtDbPN7nzJe9rcWFWl85VvA6SkAQF05XXCo4fm+GbyB8QNZYOyYF&#10;V/KwXDw/zTHTruMvuhxCKWII+wwVmBCaTEpfGLLoR64hjtyvay2GCNtS6ha7GG5rmSbJVFqsODYY&#10;bGhlqPg7nK2C/cx8dvkxXc82rlzl2/S0m/yclBq89Pk7iEB9+Bc/3B86zh9P4P5MvEAu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zYRYxAAAANwAAAAPAAAAAAAAAAAA&#10;AAAAAKECAABkcnMvZG93bnJldi54bWxQSwUGAAAAAAQABAD5AAAAkgMAAAAA&#10;" strokeweight=".25242mm"/>
                <v:line id="Line 104" o:spid="_x0000_s1034" style="position:absolute;visibility:visible;mso-wrap-style:square" from="9867,362" to="10740,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8aL8QAAADcAAAADwAAAGRycy9kb3ducmV2LnhtbERPS2vCQBC+F/oflin0pptGNCV1lSAK&#10;LRbEx6Hehuw0G5qdDdmtif/eLQi9zcf3nPlysI24UOdrxwpexgkI4tLpmisFp+Nm9ArCB2SNjWNS&#10;cCUPy8Xjwxxz7Xre0+UQKhFD2OeowITQ5lL60pBFP3YtceS+XWcxRNhVUnfYx3DbyDRJZtJizbHB&#10;YEsrQ+XP4dcq2GXmoy9O6TrbuGpVbNPz5/TrrNTz01C8gQg0hH/x3f2u4/zJDP6eiRfIx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HxovxAAAANwAAAAPAAAAAAAAAAAA&#10;AAAAAKECAABkcnMvZG93bnJldi54bWxQSwUGAAAAAAQABAD5AAAAkgMAAAAA&#10;" strokeweight=".25242mm"/>
                <v:line id="Line 103" o:spid="_x0000_s1035" style="position:absolute;visibility:visible;mso-wrap-style:square" from="1440,361" to="10750,3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Emp8MAAADcAAAADwAAAGRycy9kb3ducmV2LnhtbERPS2vCQBC+F/wPywi91Y0Vq0RXkUKh&#10;9FTj+zZmxyQ0O7tktyb9965Q8DYf33Pmy87U4kqNrywrGA4SEMS51RUXCrabj5cpCB+QNdaWScEf&#10;eVguek9zTLVteU3XLBQihrBPUUEZgkul9HlJBv3AOuLIXWxjMETYFFI32MZwU8vXJHmTBiuODSU6&#10;ei8p/8l+jYLzkdrder8aHybjbLv7Hrn96csp9dzvVjMQgbrwEP+7P3WcP5rA/Zl4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8RJqfDAAAA3AAAAA8AAAAAAAAAAAAA&#10;AAAAoQIAAGRycy9kb3ducmV2LnhtbFBLBQYAAAAABAAEAPkAAACRAwAAAAA=&#10;" strokeweight=".72pt"/>
                <w10:wrap type="topAndBottom" anchorx="page"/>
              </v:group>
            </w:pict>
          </mc:Fallback>
        </mc:AlternateContent>
      </w:r>
    </w:p>
    <w:p w14:paraId="589508CD" w14:textId="77777777" w:rsidR="006B79D5" w:rsidRDefault="00EE4DE8">
      <w:pPr>
        <w:tabs>
          <w:tab w:val="left" w:pos="4368"/>
          <w:tab w:val="left" w:pos="4974"/>
          <w:tab w:val="left" w:pos="8208"/>
        </w:tabs>
        <w:spacing w:before="110"/>
        <w:ind w:left="1020"/>
        <w:rPr>
          <w:rFonts w:ascii="Times New Roman"/>
        </w:rPr>
      </w:pPr>
      <w:r>
        <w:rPr>
          <w:i/>
        </w:rPr>
        <w:t>Received</w:t>
      </w:r>
      <w:r>
        <w:rPr>
          <w:i/>
          <w:spacing w:val="-1"/>
        </w:rPr>
        <w:t xml:space="preserve"> </w:t>
      </w:r>
      <w:r>
        <w:rPr>
          <w:i/>
        </w:rPr>
        <w:t>By:</w:t>
      </w:r>
      <w:r>
        <w:rPr>
          <w:i/>
          <w:u w:val="single"/>
        </w:rPr>
        <w:t xml:space="preserve"> </w:t>
      </w:r>
      <w:r>
        <w:rPr>
          <w:i/>
          <w:u w:val="single"/>
        </w:rPr>
        <w:tab/>
        <w:t>_</w:t>
      </w:r>
      <w:r>
        <w:rPr>
          <w:i/>
        </w:rPr>
        <w:tab/>
        <w:t>Date Received:</w:t>
      </w:r>
      <w:r>
        <w:rPr>
          <w:rFonts w:ascii="Times New Roman"/>
          <w:u w:val="single"/>
        </w:rPr>
        <w:t xml:space="preserve"> </w:t>
      </w:r>
      <w:r>
        <w:rPr>
          <w:rFonts w:ascii="Times New Roman"/>
          <w:u w:val="single"/>
        </w:rPr>
        <w:tab/>
      </w:r>
    </w:p>
    <w:p w14:paraId="687F8AB8" w14:textId="77777777" w:rsidR="006B79D5" w:rsidRDefault="00EE4DE8">
      <w:pPr>
        <w:tabs>
          <w:tab w:val="left" w:pos="10421"/>
        </w:tabs>
        <w:spacing w:before="120"/>
        <w:ind w:left="1020"/>
        <w:rPr>
          <w:rFonts w:ascii="Times New Roman"/>
        </w:rPr>
      </w:pPr>
      <w:r>
        <w:rPr>
          <w:i/>
        </w:rPr>
        <w:t>Actions</w:t>
      </w:r>
      <w:r>
        <w:rPr>
          <w:i/>
          <w:spacing w:val="-3"/>
        </w:rPr>
        <w:t xml:space="preserve"> </w:t>
      </w:r>
      <w:r>
        <w:rPr>
          <w:i/>
        </w:rPr>
        <w:t>Taken:</w:t>
      </w:r>
      <w:r>
        <w:rPr>
          <w:rFonts w:ascii="Times New Roman"/>
          <w:u w:val="single"/>
        </w:rPr>
        <w:t xml:space="preserve"> </w:t>
      </w:r>
      <w:r>
        <w:rPr>
          <w:rFonts w:ascii="Times New Roman"/>
          <w:u w:val="single"/>
        </w:rPr>
        <w:tab/>
      </w:r>
    </w:p>
    <w:p w14:paraId="7FF9A469" w14:textId="77777777" w:rsidR="006B79D5" w:rsidRDefault="001B44F0">
      <w:pPr>
        <w:pStyle w:val="BodyText"/>
        <w:spacing w:before="1"/>
        <w:ind w:left="0"/>
        <w:rPr>
          <w:rFonts w:ascii="Times New Roman"/>
          <w:sz w:val="27"/>
        </w:rPr>
      </w:pPr>
      <w:r>
        <w:rPr>
          <w:noProof/>
        </w:rPr>
        <mc:AlternateContent>
          <mc:Choice Requires="wpg">
            <w:drawing>
              <wp:anchor distT="0" distB="0" distL="0" distR="0" simplePos="0" relativeHeight="251705344" behindDoc="1" locked="0" layoutInCell="1" allowOverlap="1" wp14:anchorId="78BD7BFE" wp14:editId="184ABF41">
                <wp:simplePos x="0" y="0"/>
                <wp:positionH relativeFrom="page">
                  <wp:posOffset>914400</wp:posOffset>
                </wp:positionH>
                <wp:positionV relativeFrom="paragraph">
                  <wp:posOffset>223520</wp:posOffset>
                </wp:positionV>
                <wp:extent cx="5941060" cy="10160"/>
                <wp:effectExtent l="0" t="0" r="0" b="0"/>
                <wp:wrapTopAndBottom/>
                <wp:docPr id="123"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1060" cy="10160"/>
                          <a:chOff x="1440" y="352"/>
                          <a:chExt cx="9356" cy="16"/>
                        </a:xfrm>
                      </wpg:grpSpPr>
                      <wps:wsp>
                        <wps:cNvPr id="124" name="Line 101"/>
                        <wps:cNvCnPr>
                          <a:cxnSpLocks noChangeShapeType="1"/>
                        </wps:cNvCnPr>
                        <wps:spPr bwMode="auto">
                          <a:xfrm>
                            <a:off x="8598" y="360"/>
                            <a:ext cx="766"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5" name="Line 100"/>
                        <wps:cNvCnPr>
                          <a:cxnSpLocks noChangeShapeType="1"/>
                        </wps:cNvCnPr>
                        <wps:spPr bwMode="auto">
                          <a:xfrm>
                            <a:off x="9367" y="360"/>
                            <a:ext cx="873"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6" name="Line 99"/>
                        <wps:cNvCnPr>
                          <a:cxnSpLocks noChangeShapeType="1"/>
                        </wps:cNvCnPr>
                        <wps:spPr bwMode="auto">
                          <a:xfrm>
                            <a:off x="10242" y="360"/>
                            <a:ext cx="546"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7" name="Line 98"/>
                        <wps:cNvCnPr>
                          <a:cxnSpLocks noChangeShapeType="1"/>
                        </wps:cNvCnPr>
                        <wps:spPr bwMode="auto">
                          <a:xfrm>
                            <a:off x="1440" y="359"/>
                            <a:ext cx="935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5EA96C2" id="Group 97" o:spid="_x0000_s1026" style="position:absolute;margin-left:1in;margin-top:17.6pt;width:467.8pt;height:.8pt;z-index:-251611136;mso-wrap-distance-left:0;mso-wrap-distance-right:0;mso-position-horizontal-relative:page" coordorigin="1440,352" coordsize="935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">
                <v:line id="Line 101" o:spid="_x0000_s1027" style="position:absolute;visibility:visible;mso-wrap-style:square" from="8598,360" to="9364,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i3HsQAAADcAAAADwAAAGRycy9kb3ducmV2LnhtbERPS2vCQBC+F/wPywi96cbQVomuEkSh&#10;pQXxcdDbkB2zwexsyG5N+u+7BaG3+fies1j1thZ3an3lWMFknIAgLpyuuFRwOm5HMxA+IGusHZOC&#10;H/KwWg6eFphp1/Ge7odQihjCPkMFJoQmk9IXhiz6sWuII3d1rcUQYVtK3WIXw20t0yR5kxYrjg0G&#10;G1obKm6Hb6tgNzUfXX5KN9OtK9f5Z3r5ej1flHoe9vkcRKA+/Isf7ncd56cv8PdMvEA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WLcexAAAANwAAAAPAAAAAAAAAAAA&#10;AAAAAKECAABkcnMvZG93bnJldi54bWxQSwUGAAAAAAQABAD5AAAAkgMAAAAA&#10;" strokeweight=".25242mm"/>
                <v:line id="Line 100" o:spid="_x0000_s1028" style="position:absolute;visibility:visible;mso-wrap-style:square" from="9367,360" to="10240,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xQShcQAAADcAAAADwAAAGRycy9kb3ducmV2LnhtbERPTWvCQBC9C/6HZYTe6qYBa4nZSJAK&#10;lQql1kO9DdkxG5qdDdmtif/eLRS8zeN9Tr4ebSsu1PvGsYKneQKCuHK64VrB8Wv7+ALCB2SNrWNS&#10;cCUP62I6yTHTbuBPuhxCLWII+wwVmBC6TEpfGbLo564jjtzZ9RZDhH0tdY9DDLetTJPkWVpsODYY&#10;7GhjqPo5/FoFH0uzG8pj+rrcunpTvqen/eL7pNTDbCxXIAKN4S7+d7/pOD9dwN8z8QJZ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FBKFxAAAANwAAAAPAAAAAAAAAAAA&#10;AAAAAKECAABkcnMvZG93bnJldi54bWxQSwUGAAAAAAQABAD5AAAAkgMAAAAA&#10;" strokeweight=".25242mm"/>
                <v:line id="Line 99" o:spid="_x0000_s1029" style="position:absolute;visibility:visible;mso-wrap-style:square" from="10242,360" to="10788,3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aM8sMAAADcAAAADwAAAGRycy9kb3ducmV2LnhtbERPTWvCQBC9F/wPywje6sZAtURXCaJQ&#10;sVCqHvQ2ZMdsMDsbsquJ/75bKPQ2j/c5i1Vva/Gg1leOFUzGCQjiwumKSwWn4/b1HYQPyBprx6Tg&#10;SR5Wy8HLAjPtOv6mxyGUIoawz1CBCaHJpPSFIYt+7BriyF1dazFE2JZSt9jFcFvLNEmm0mLFscFg&#10;Q2tDxe1wtwq+ZmbX5ad0M9u6cp3v08vn2/mi1GjY53MQgfrwL/5zf+g4P53C7zPxArn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vGjPLDAAAA3AAAAA8AAAAAAAAAAAAA&#10;AAAAoQIAAGRycy9kb3ducmV2LnhtbFBLBQYAAAAABAAEAPkAAACRAwAAAAA=&#10;" strokeweight=".25242mm"/>
                <v:line id="Line 98" o:spid="_x0000_s1030" style="position:absolute;visibility:visible;mso-wrap-style:square" from="1440,359" to="10795,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iwesMAAADcAAAADwAAAGRycy9kb3ducmV2LnhtbERPS2vCQBC+F/wPywi91Y0Wq0RXkUKh&#10;9FTj+zZmxyQ0O7tktyb9965Q8DYf33Pmy87U4kqNrywrGA4SEMS51RUXCrabj5cpCB+QNdaWScEf&#10;eVguek9zTLVteU3XLBQihrBPUUEZgkul9HlJBv3AOuLIXWxjMETYFFI32MZwU8tRkrxJgxXHhhId&#10;vZeU/2S/RsH5SO1uvV+ND5Nxtt19v7r96csp9dzvVjMQgbrwEP+7P3WcP5rA/Zl4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rIsHrDAAAA3AAAAA8AAAAAAAAAAAAA&#10;AAAAoQIAAGRycy9kb3ducmV2LnhtbFBLBQYAAAAABAAEAPkAAACRAwAAAAA=&#10;" strokeweight=".72pt"/>
                <w10:wrap type="topAndBottom" anchorx="page"/>
              </v:group>
            </w:pict>
          </mc:Fallback>
        </mc:AlternateContent>
      </w:r>
      <w:r>
        <w:rPr>
          <w:noProof/>
        </w:rPr>
        <mc:AlternateContent>
          <mc:Choice Requires="wpg">
            <w:drawing>
              <wp:anchor distT="0" distB="0" distL="0" distR="0" simplePos="0" relativeHeight="251706368" behindDoc="1" locked="0" layoutInCell="1" allowOverlap="1" wp14:anchorId="0697DD62" wp14:editId="0B14B7FF">
                <wp:simplePos x="0" y="0"/>
                <wp:positionH relativeFrom="page">
                  <wp:posOffset>914400</wp:posOffset>
                </wp:positionH>
                <wp:positionV relativeFrom="paragraph">
                  <wp:posOffset>470535</wp:posOffset>
                </wp:positionV>
                <wp:extent cx="5911850" cy="10160"/>
                <wp:effectExtent l="0" t="0" r="0" b="0"/>
                <wp:wrapTopAndBottom/>
                <wp:docPr id="113"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1850" cy="10160"/>
                          <a:chOff x="1440" y="741"/>
                          <a:chExt cx="9310" cy="16"/>
                        </a:xfrm>
                      </wpg:grpSpPr>
                      <wps:wsp>
                        <wps:cNvPr id="114" name="Line 96"/>
                        <wps:cNvCnPr>
                          <a:cxnSpLocks noChangeShapeType="1"/>
                        </wps:cNvCnPr>
                        <wps:spPr bwMode="auto">
                          <a:xfrm>
                            <a:off x="1440" y="749"/>
                            <a:ext cx="1204"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5" name="Line 95"/>
                        <wps:cNvCnPr>
                          <a:cxnSpLocks noChangeShapeType="1"/>
                        </wps:cNvCnPr>
                        <wps:spPr bwMode="auto">
                          <a:xfrm>
                            <a:off x="2646" y="749"/>
                            <a:ext cx="983"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6" name="Line 94"/>
                        <wps:cNvCnPr>
                          <a:cxnSpLocks noChangeShapeType="1"/>
                        </wps:cNvCnPr>
                        <wps:spPr bwMode="auto">
                          <a:xfrm>
                            <a:off x="3631" y="749"/>
                            <a:ext cx="873"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7" name="Line 93"/>
                        <wps:cNvCnPr>
                          <a:cxnSpLocks noChangeShapeType="1"/>
                        </wps:cNvCnPr>
                        <wps:spPr bwMode="auto">
                          <a:xfrm>
                            <a:off x="4507" y="749"/>
                            <a:ext cx="982"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8" name="Line 92"/>
                        <wps:cNvCnPr>
                          <a:cxnSpLocks noChangeShapeType="1"/>
                        </wps:cNvCnPr>
                        <wps:spPr bwMode="auto">
                          <a:xfrm>
                            <a:off x="5492" y="749"/>
                            <a:ext cx="981"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9" name="Line 91"/>
                        <wps:cNvCnPr>
                          <a:cxnSpLocks noChangeShapeType="1"/>
                        </wps:cNvCnPr>
                        <wps:spPr bwMode="auto">
                          <a:xfrm>
                            <a:off x="6475" y="749"/>
                            <a:ext cx="1639"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0" name="Line 90"/>
                        <wps:cNvCnPr>
                          <a:cxnSpLocks noChangeShapeType="1"/>
                        </wps:cNvCnPr>
                        <wps:spPr bwMode="auto">
                          <a:xfrm>
                            <a:off x="8117" y="749"/>
                            <a:ext cx="1747"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1" name="Line 89"/>
                        <wps:cNvCnPr>
                          <a:cxnSpLocks noChangeShapeType="1"/>
                        </wps:cNvCnPr>
                        <wps:spPr bwMode="auto">
                          <a:xfrm>
                            <a:off x="9867" y="749"/>
                            <a:ext cx="873" cy="0"/>
                          </a:xfrm>
                          <a:prstGeom prst="line">
                            <a:avLst/>
                          </a:prstGeom>
                          <a:noFill/>
                          <a:ln w="908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2" name="Line 88"/>
                        <wps:cNvCnPr>
                          <a:cxnSpLocks noChangeShapeType="1"/>
                        </wps:cNvCnPr>
                        <wps:spPr bwMode="auto">
                          <a:xfrm>
                            <a:off x="1440" y="748"/>
                            <a:ext cx="931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311F06A" id="Group 87" o:spid="_x0000_s1026" style="position:absolute;margin-left:1in;margin-top:37.05pt;width:465.5pt;height:.8pt;z-index:-251610112;mso-wrap-distance-left:0;mso-wrap-distance-right:0;mso-position-horizontal-relative:page" coordorigin="1440,741" coordsize="931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">
                <v:line id="Line 96" o:spid="_x0000_s1027" style="position:absolute;visibility:visible;mso-wrap-style:square" from="1440,749" to="2644,7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R9o8QAAADcAAAADwAAAGRycy9kb3ducmV2LnhtbERPS2vCQBC+F/oflin0phtDrRJdJUiF&#10;igXxcdDbkB2zodnZkN2a9N93BaG3+fieM1/2thY3an3lWMFomIAgLpyuuFRwOq4HUxA+IGusHZOC&#10;X/KwXDw/zTHTruM93Q6hFDGEfYYKTAhNJqUvDFn0Q9cQR+7qWoshwraUusUuhttapknyLi1WHBsM&#10;NrQyVHwffqyC3cRsuvyUfkzWrlzl2/TyNT5flHp96fMZiEB9+Bc/3J86zh+9wf2ZeIF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NH2jxAAAANwAAAAPAAAAAAAAAAAA&#10;AAAAAKECAABkcnMvZG93bnJldi54bWxQSwUGAAAAAAQABAD5AAAAkgMAAAAA&#10;" strokeweight=".25242mm"/>
                <v:line id="Line 95" o:spid="_x0000_s1028" style="position:absolute;visibility:visible;mso-wrap-style:square" from="2646,749" to="3629,7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jYOMMAAADcAAAADwAAAGRycy9kb3ducmV2LnhtbERPTWvCQBC9C/6HZYTedGNALamrBKnQ&#10;oiBaD/U2ZKfZ0OxsyG5N+u9dQfA2j/c5y3Vva3Gl1leOFUwnCQjiwumKSwXnr+34FYQPyBprx6Tg&#10;nzysV8PBEjPtOj7S9RRKEUPYZ6jAhNBkUvrCkEU/cQ1x5H5cazFE2JZSt9jFcFvLNEnm0mLFscFg&#10;QxtDxe/pzyo4LMxnl5/T98XWlZt8l172s++LUi+jPn8DEagPT/HD/aHj/OkM7s/EC+Tq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V42DjDAAAA3AAAAA8AAAAAAAAAAAAA&#10;AAAAoQIAAGRycy9kb3ducmV2LnhtbFBLBQYAAAAABAAEAPkAAACRAwAAAAA=&#10;" strokeweight=".25242mm"/>
                <v:line id="Line 94" o:spid="_x0000_s1029" style="position:absolute;visibility:visible;mso-wrap-style:square" from="3631,749" to="4504,7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pGT8QAAADcAAAADwAAAGRycy9kb3ducmV2LnhtbERPS2vCQBC+F/oflin0VjcGqhKzkSAK&#10;LS0UHwe9DdkxG8zOhuxq0n/fLRR6m4/vOflqtK24U+8bxwqmkwQEceV0w7WC42H7sgDhA7LG1jEp&#10;+CYPq+LxIcdMu4F3dN+HWsQQ9hkqMCF0mZS+MmTRT1xHHLmL6y2GCPta6h6HGG5bmSbJTFpsODYY&#10;7GhtqLrub1bB19y8D+Ux3cy3rl6XH+n58/V0Vur5aSyXIAKN4V/8537Tcf50Br/PxAtk8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qkZPxAAAANwAAAAPAAAAAAAAAAAA&#10;AAAAAKECAABkcnMvZG93bnJldi54bWxQSwUGAAAAAAQABAD5AAAAkgMAAAAA&#10;" strokeweight=".25242mm"/>
                <v:line id="Line 93" o:spid="_x0000_s1030" style="position:absolute;visibility:visible;mso-wrap-style:square" from="4507,749" to="5489,7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bj1MQAAADcAAAADwAAAGRycy9kb3ducmV2LnhtbERPTWvCQBC9F/wPywje6saARlJXCaLQ&#10;YqFoPdTbkJ1mg9nZkN2a9N93BaG3ebzPWW0G24gbdb52rGA2TUAQl07XXCk4f+6flyB8QNbYOCYF&#10;v+Rhsx49rTDXrucj3U6hEjGEfY4KTAhtLqUvDVn0U9cSR+7bdRZDhF0ldYd9DLeNTJNkIS3WHBsM&#10;trQ1VF5PP1bBR2be+uKc7rK9q7bFIb28z78uSk3GQ/ECItAQ/sUP96uO82cZ3J+JF8j1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5uPUxAAAANwAAAAPAAAAAAAAAAAA&#10;AAAAAKECAABkcnMvZG93bnJldi54bWxQSwUGAAAAAAQABAD5AAAAkgMAAAAA&#10;" strokeweight=".25242mm"/>
                <v:line id="Line 92" o:spid="_x0000_s1031" style="position:absolute;visibility:visible;mso-wrap-style:square" from="5492,749" to="6473,7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3pscAAADcAAAADwAAAGRycy9kb3ducmV2LnhtbESPT2vDMAzF74N9B6PBbqvTwNaS1S2h&#10;tLCxweifw3oTsRqHxnKI3Sb79tNhsJvEe3rvp8Vq9K26UR+bwAamkwwUcRVsw7WB42H7NAcVE7LF&#10;NjAZ+KEIq+X93QILGwbe0W2faiUhHAs04FLqCq1j5chjnISOWLRz6D0mWfta2x4HCfetzrPsRXts&#10;WBocdrR2VF32V2/ga+beh/KYb2bbUK/Lj/z0+fx9MubxYSxfQSUa07/57/rNCv5UaOUZmUAv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eXemxwAAANwAAAAPAAAAAAAA&#10;AAAAAAAAAKECAABkcnMvZG93bnJldi54bWxQSwUGAAAAAAQABAD5AAAAlQMAAAAA&#10;" strokeweight=".25242mm"/>
                <v:line id="Line 91" o:spid="_x0000_s1032" style="position:absolute;visibility:visible;mso-wrap-style:square" from="6475,749" to="8114,7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XSPcQAAADcAAAADwAAAGRycy9kb3ducmV2LnhtbERPTWvCQBC9F/wPywi96caA2qauEkSh&#10;xYI09VBvQ3aaDc3OhuzWxH/vFoTe5vE+Z7UZbCMu1PnasYLZNAFBXDpdc6Xg9LmfPIHwAVlj45gU&#10;XMnDZj16WGGmXc8fdClCJWII+wwVmBDaTEpfGrLop64ljty36yyGCLtK6g77GG4bmSbJQlqsOTYY&#10;bGlrqPwpfq2C49K89fkp3S33rtrmh/T8Pv86K/U4HvIXEIGG8C++u191nD97hr9n4gVyf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NdI9xAAAANwAAAAPAAAAAAAAAAAA&#10;AAAAAKECAABkcnMvZG93bnJldi54bWxQSwUGAAAAAAQABAD5AAAAkgMAAAAA&#10;" strokeweight=".25242mm"/>
                <v:line id="Line 90" o:spid="_x0000_s1033" style="position:absolute;visibility:visible;mso-wrap-style:square" from="8117,749" to="9864,7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OxHccAAADcAAAADwAAAGRycy9kb3ducmV2LnhtbESPQWvCQBCF74X+h2UKvdVNA9USXSVI&#10;hZYKpepBb0N2zIZmZ0N2a9J/7xyE3mZ4b977ZrEafasu1McmsIHnSQaKuAq24drAYb95egUVE7LF&#10;NjAZ+KMIq+X93QILGwb+pssu1UpCOBZowKXUFVrHypHHOAkdsWjn0HtMsva1tj0OEu5bnWfZVHts&#10;WBocdrR2VP3sfr2Br5n7GMpD/jbbhHpdfuan7cvxZMzjw1jOQSUa07/5dv1uBT8XfHlGJtDL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Y7EdxwAAANwAAAAPAAAAAAAA&#10;AAAAAAAAAKECAABkcnMvZG93bnJldi54bWxQSwUGAAAAAAQABAD5AAAAlQMAAAAA&#10;" strokeweight=".25242mm"/>
                <v:line id="Line 89" o:spid="_x0000_s1034" style="position:absolute;visibility:visible;mso-wrap-style:square" from="9867,749" to="10740,7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8UhsMAAADcAAAADwAAAGRycy9kb3ducmV2LnhtbERPTWvCQBC9C/6HZQq91Y2BqkRXCaLQ&#10;olC0HuptyI7Z0OxsyG5N+u9dQfA2j/c5i1Vva3Gl1leOFYxHCQjiwumKSwWn7+3bDIQPyBprx6Tg&#10;nzyslsPBAjPtOj7Q9RhKEUPYZ6jAhNBkUvrCkEU/cg1x5C6utRgibEupW+xiuK1lmiQTabHi2GCw&#10;obWh4vf4ZxV8Tc1nl5/SzXTrynW+S8/795+zUq8vfT4HEagPT/HD/aHj/HQM92fiBX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vFIbDAAAA3AAAAA8AAAAAAAAAAAAA&#10;AAAAoQIAAGRycy9kb3ducmV2LnhtbFBLBQYAAAAABAAEAPkAAACRAwAAAAA=&#10;" strokeweight=".25242mm"/>
                <v:line id="Line 88" o:spid="_x0000_s1035" style="position:absolute;visibility:visible;mso-wrap-style:square" from="1440,748" to="10750,7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8T4sMAAADcAAAADwAAAGRycy9kb3ducmV2LnhtbERPS2vCQBC+C/6HZYTedNMUW0ldRYRC&#10;8VTj+zbNTpNgdnbJrib9991Cobf5+J4zX/amEXdqfW1ZweMkAUFcWF1zqWC/exvPQPiArLGxTAq+&#10;ycNyMRzMMdO24y3d81CKGMI+QwVVCC6T0hcVGfQT64gj92VbgyHCtpS6xS6Gm0amSfIsDdYcGyp0&#10;tK6ouOY3o+DzTN1he1xNTy/TfH/4eHLHy8Yp9TDqV68gAvXhX/znftdxfprC7zPxAr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q/E+LDAAAA3AAAAA8AAAAAAAAAAAAA&#10;AAAAoQIAAGRycy9kb3ducmV2LnhtbFBLBQYAAAAABAAEAPkAAACRAwAAAAA=&#10;" strokeweight=".72pt"/>
                <w10:wrap type="topAndBottom" anchorx="page"/>
              </v:group>
            </w:pict>
          </mc:Fallback>
        </mc:AlternateContent>
      </w:r>
    </w:p>
    <w:p w14:paraId="27253BBE" w14:textId="77777777" w:rsidR="006B79D5" w:rsidRDefault="006B79D5">
      <w:pPr>
        <w:pStyle w:val="BodyText"/>
        <w:spacing w:before="4"/>
        <w:ind w:left="0"/>
        <w:rPr>
          <w:rFonts w:ascii="Times New Roman"/>
          <w:sz w:val="26"/>
        </w:rPr>
      </w:pPr>
    </w:p>
    <w:p w14:paraId="5A71BB91" w14:textId="77777777" w:rsidR="006B79D5" w:rsidRDefault="00EE4DE8">
      <w:pPr>
        <w:tabs>
          <w:tab w:val="left" w:pos="4784"/>
        </w:tabs>
        <w:spacing w:before="110"/>
        <w:ind w:left="1020"/>
        <w:rPr>
          <w:rFonts w:ascii="Times New Roman"/>
        </w:rPr>
      </w:pPr>
      <w:r>
        <w:rPr>
          <w:i/>
        </w:rPr>
        <w:t>Date</w:t>
      </w:r>
      <w:r>
        <w:rPr>
          <w:i/>
          <w:spacing w:val="-3"/>
        </w:rPr>
        <w:t xml:space="preserve"> </w:t>
      </w:r>
      <w:r>
        <w:rPr>
          <w:i/>
        </w:rPr>
        <w:t>Posted:</w:t>
      </w:r>
      <w:r>
        <w:rPr>
          <w:rFonts w:ascii="Times New Roman"/>
          <w:u w:val="single"/>
        </w:rPr>
        <w:t xml:space="preserve"> </w:t>
      </w:r>
      <w:r>
        <w:rPr>
          <w:rFonts w:ascii="Times New Roman"/>
          <w:u w:val="single"/>
        </w:rPr>
        <w:tab/>
      </w:r>
    </w:p>
    <w:p w14:paraId="583597D2" w14:textId="77777777" w:rsidR="006B79D5" w:rsidRDefault="006B79D5">
      <w:pPr>
        <w:pStyle w:val="BodyText"/>
        <w:ind w:left="0"/>
        <w:rPr>
          <w:rFonts w:ascii="Times New Roman"/>
          <w:sz w:val="20"/>
        </w:rPr>
      </w:pPr>
    </w:p>
    <w:p w14:paraId="1B0E2D95" w14:textId="77777777" w:rsidR="006B79D5" w:rsidRDefault="006B79D5">
      <w:pPr>
        <w:pStyle w:val="BodyText"/>
        <w:spacing w:before="4"/>
        <w:ind w:left="0"/>
        <w:rPr>
          <w:rFonts w:ascii="Times New Roman"/>
          <w:sz w:val="19"/>
        </w:rPr>
      </w:pPr>
    </w:p>
    <w:p w14:paraId="09F75BE3" w14:textId="77777777" w:rsidR="006B79D5" w:rsidRDefault="00EE4DE8">
      <w:pPr>
        <w:spacing w:before="56"/>
        <w:ind w:left="1020" w:right="848"/>
        <w:jc w:val="both"/>
        <w:rPr>
          <w:i/>
        </w:rPr>
      </w:pPr>
      <w:r>
        <w:rPr>
          <w:i/>
        </w:rPr>
        <w:t>Please Note: This report should be posted in a conspicuous place where all employees will see it and reviewed at the next safety committee meeting.</w:t>
      </w:r>
    </w:p>
    <w:p w14:paraId="718CD420" w14:textId="77777777" w:rsidR="006B79D5" w:rsidRDefault="006B79D5">
      <w:pPr>
        <w:pStyle w:val="BodyText"/>
        <w:ind w:left="0"/>
        <w:rPr>
          <w:i/>
        </w:rPr>
      </w:pPr>
    </w:p>
    <w:p w14:paraId="42B2C676" w14:textId="77777777" w:rsidR="006B79D5" w:rsidRDefault="006B79D5">
      <w:pPr>
        <w:pStyle w:val="BodyText"/>
        <w:ind w:left="0"/>
        <w:rPr>
          <w:i/>
        </w:rPr>
      </w:pPr>
    </w:p>
    <w:p w14:paraId="5F747A00" w14:textId="77777777" w:rsidR="006B79D5" w:rsidRDefault="006B79D5">
      <w:pPr>
        <w:pStyle w:val="BodyText"/>
        <w:ind w:left="0"/>
        <w:rPr>
          <w:i/>
        </w:rPr>
      </w:pPr>
    </w:p>
    <w:p w14:paraId="127949BD" w14:textId="77777777" w:rsidR="006B79D5" w:rsidRDefault="006B79D5">
      <w:pPr>
        <w:pStyle w:val="BodyText"/>
        <w:ind w:left="0"/>
        <w:rPr>
          <w:i/>
        </w:rPr>
      </w:pPr>
    </w:p>
    <w:p w14:paraId="520E952D" w14:textId="77777777" w:rsidR="006B79D5" w:rsidRDefault="006B79D5">
      <w:pPr>
        <w:pStyle w:val="BodyText"/>
        <w:ind w:left="0"/>
        <w:rPr>
          <w:i/>
        </w:rPr>
      </w:pPr>
    </w:p>
    <w:p w14:paraId="147DBE0F" w14:textId="77777777" w:rsidR="006B79D5" w:rsidRDefault="006B79D5">
      <w:pPr>
        <w:pStyle w:val="BodyText"/>
        <w:ind w:left="0"/>
        <w:rPr>
          <w:i/>
        </w:rPr>
      </w:pPr>
    </w:p>
    <w:p w14:paraId="36F10FB4" w14:textId="77777777" w:rsidR="006B79D5" w:rsidRDefault="006B79D5">
      <w:pPr>
        <w:pStyle w:val="BodyText"/>
        <w:ind w:left="0"/>
        <w:rPr>
          <w:i/>
        </w:rPr>
      </w:pPr>
    </w:p>
    <w:p w14:paraId="58F44674" w14:textId="77777777" w:rsidR="006B79D5" w:rsidRDefault="006B79D5">
      <w:pPr>
        <w:pStyle w:val="BodyText"/>
        <w:ind w:left="0"/>
        <w:rPr>
          <w:i/>
        </w:rPr>
      </w:pPr>
    </w:p>
    <w:p w14:paraId="2E3FB6B8" w14:textId="77777777" w:rsidR="006B79D5" w:rsidRDefault="006B79D5">
      <w:pPr>
        <w:pStyle w:val="BodyText"/>
        <w:spacing w:before="10"/>
        <w:ind w:left="0"/>
        <w:rPr>
          <w:i/>
          <w:sz w:val="24"/>
        </w:rPr>
      </w:pPr>
    </w:p>
    <w:p w14:paraId="5D517DDE" w14:textId="77777777" w:rsidR="006B79D5" w:rsidRDefault="00EE4DE8">
      <w:pPr>
        <w:pStyle w:val="Heading3"/>
        <w:spacing w:before="0"/>
        <w:jc w:val="both"/>
      </w:pPr>
      <w:r>
        <w:t>Sample Employee’s Report of Injury Form</w:t>
      </w:r>
    </w:p>
    <w:p w14:paraId="1A56A35D" w14:textId="77777777" w:rsidR="006B79D5" w:rsidRDefault="00EE4DE8">
      <w:pPr>
        <w:spacing w:before="120"/>
        <w:ind w:left="1019" w:right="844"/>
        <w:jc w:val="both"/>
        <w:rPr>
          <w:b/>
          <w:i/>
        </w:rPr>
      </w:pPr>
      <w:r>
        <w:rPr>
          <w:i/>
        </w:rPr>
        <w:t>This</w:t>
      </w:r>
      <w:r>
        <w:rPr>
          <w:i/>
          <w:spacing w:val="-4"/>
        </w:rPr>
        <w:t xml:space="preserve"> </w:t>
      </w:r>
      <w:r>
        <w:rPr>
          <w:i/>
        </w:rPr>
        <w:t>sample</w:t>
      </w:r>
      <w:r>
        <w:rPr>
          <w:i/>
          <w:spacing w:val="-4"/>
        </w:rPr>
        <w:t xml:space="preserve"> </w:t>
      </w:r>
      <w:r>
        <w:rPr>
          <w:i/>
        </w:rPr>
        <w:t>form</w:t>
      </w:r>
      <w:r>
        <w:rPr>
          <w:i/>
          <w:spacing w:val="-6"/>
        </w:rPr>
        <w:t xml:space="preserve"> </w:t>
      </w:r>
      <w:r>
        <w:rPr>
          <w:i/>
        </w:rPr>
        <w:t>can</w:t>
      </w:r>
      <w:r>
        <w:rPr>
          <w:i/>
          <w:spacing w:val="-5"/>
        </w:rPr>
        <w:t xml:space="preserve"> </w:t>
      </w:r>
      <w:r>
        <w:rPr>
          <w:i/>
        </w:rPr>
        <w:t>be</w:t>
      </w:r>
      <w:r>
        <w:rPr>
          <w:i/>
          <w:spacing w:val="-5"/>
        </w:rPr>
        <w:t xml:space="preserve"> </w:t>
      </w:r>
      <w:r>
        <w:rPr>
          <w:i/>
        </w:rPr>
        <w:t>changed</w:t>
      </w:r>
      <w:r>
        <w:rPr>
          <w:i/>
          <w:spacing w:val="-5"/>
        </w:rPr>
        <w:t xml:space="preserve"> </w:t>
      </w:r>
      <w:r>
        <w:rPr>
          <w:i/>
        </w:rPr>
        <w:t>or</w:t>
      </w:r>
      <w:r>
        <w:rPr>
          <w:i/>
          <w:spacing w:val="-2"/>
        </w:rPr>
        <w:t xml:space="preserve"> </w:t>
      </w:r>
      <w:r>
        <w:rPr>
          <w:i/>
        </w:rPr>
        <w:t>modified</w:t>
      </w:r>
      <w:r>
        <w:rPr>
          <w:i/>
          <w:spacing w:val="-7"/>
        </w:rPr>
        <w:t xml:space="preserve"> </w:t>
      </w:r>
      <w:r>
        <w:rPr>
          <w:i/>
        </w:rPr>
        <w:t>to</w:t>
      </w:r>
      <w:r>
        <w:rPr>
          <w:i/>
          <w:spacing w:val="-6"/>
        </w:rPr>
        <w:t xml:space="preserve"> </w:t>
      </w:r>
      <w:r>
        <w:rPr>
          <w:i/>
        </w:rPr>
        <w:t>meet</w:t>
      </w:r>
      <w:r>
        <w:rPr>
          <w:i/>
          <w:spacing w:val="-9"/>
        </w:rPr>
        <w:t xml:space="preserve"> </w:t>
      </w:r>
      <w:r>
        <w:rPr>
          <w:i/>
        </w:rPr>
        <w:t>the</w:t>
      </w:r>
      <w:r>
        <w:rPr>
          <w:i/>
          <w:spacing w:val="-4"/>
        </w:rPr>
        <w:t xml:space="preserve"> </w:t>
      </w:r>
      <w:r>
        <w:rPr>
          <w:i/>
        </w:rPr>
        <w:t>needs</w:t>
      </w:r>
      <w:r>
        <w:rPr>
          <w:i/>
          <w:spacing w:val="-5"/>
        </w:rPr>
        <w:t xml:space="preserve"> </w:t>
      </w:r>
      <w:r>
        <w:rPr>
          <w:i/>
        </w:rPr>
        <w:t>of</w:t>
      </w:r>
      <w:r>
        <w:rPr>
          <w:i/>
          <w:spacing w:val="-5"/>
        </w:rPr>
        <w:t xml:space="preserve"> </w:t>
      </w:r>
      <w:r>
        <w:rPr>
          <w:i/>
        </w:rPr>
        <w:t>your</w:t>
      </w:r>
      <w:r>
        <w:rPr>
          <w:i/>
          <w:spacing w:val="-6"/>
        </w:rPr>
        <w:t xml:space="preserve"> </w:t>
      </w:r>
      <w:r>
        <w:rPr>
          <w:i/>
        </w:rPr>
        <w:t>organization.</w:t>
      </w:r>
      <w:r>
        <w:rPr>
          <w:i/>
          <w:spacing w:val="41"/>
        </w:rPr>
        <w:t xml:space="preserve"> </w:t>
      </w:r>
      <w:r>
        <w:rPr>
          <w:i/>
        </w:rPr>
        <w:t>If</w:t>
      </w:r>
      <w:r>
        <w:rPr>
          <w:i/>
          <w:spacing w:val="-4"/>
        </w:rPr>
        <w:t xml:space="preserve"> </w:t>
      </w:r>
      <w:r>
        <w:rPr>
          <w:i/>
        </w:rPr>
        <w:t>utilized,</w:t>
      </w:r>
      <w:r>
        <w:rPr>
          <w:i/>
          <w:spacing w:val="-4"/>
        </w:rPr>
        <w:t xml:space="preserve"> </w:t>
      </w:r>
      <w:r>
        <w:rPr>
          <w:i/>
        </w:rPr>
        <w:t>the</w:t>
      </w:r>
      <w:r>
        <w:rPr>
          <w:i/>
          <w:spacing w:val="-5"/>
        </w:rPr>
        <w:t xml:space="preserve"> </w:t>
      </w:r>
      <w:r>
        <w:rPr>
          <w:i/>
        </w:rPr>
        <w:t>form should</w:t>
      </w:r>
      <w:r>
        <w:rPr>
          <w:i/>
          <w:spacing w:val="-12"/>
        </w:rPr>
        <w:t xml:space="preserve"> </w:t>
      </w:r>
      <w:r>
        <w:rPr>
          <w:i/>
        </w:rPr>
        <w:t>be</w:t>
      </w:r>
      <w:r>
        <w:rPr>
          <w:i/>
          <w:spacing w:val="-8"/>
        </w:rPr>
        <w:t xml:space="preserve"> </w:t>
      </w:r>
      <w:r>
        <w:rPr>
          <w:i/>
        </w:rPr>
        <w:t>used</w:t>
      </w:r>
      <w:r>
        <w:rPr>
          <w:i/>
          <w:spacing w:val="-9"/>
        </w:rPr>
        <w:t xml:space="preserve"> </w:t>
      </w:r>
      <w:r>
        <w:rPr>
          <w:i/>
        </w:rPr>
        <w:t>to</w:t>
      </w:r>
      <w:r>
        <w:rPr>
          <w:i/>
          <w:spacing w:val="-9"/>
        </w:rPr>
        <w:t xml:space="preserve"> </w:t>
      </w:r>
      <w:r>
        <w:rPr>
          <w:i/>
        </w:rPr>
        <w:t>report</w:t>
      </w:r>
      <w:r>
        <w:rPr>
          <w:i/>
          <w:spacing w:val="-8"/>
        </w:rPr>
        <w:t xml:space="preserve"> </w:t>
      </w:r>
      <w:r>
        <w:rPr>
          <w:i/>
          <w:u w:val="single"/>
        </w:rPr>
        <w:t>all</w:t>
      </w:r>
      <w:r>
        <w:rPr>
          <w:i/>
          <w:spacing w:val="-13"/>
        </w:rPr>
        <w:t xml:space="preserve"> </w:t>
      </w:r>
      <w:proofErr w:type="gramStart"/>
      <w:r>
        <w:rPr>
          <w:i/>
        </w:rPr>
        <w:t>work</w:t>
      </w:r>
      <w:r>
        <w:rPr>
          <w:i/>
          <w:spacing w:val="-11"/>
        </w:rPr>
        <w:t xml:space="preserve"> </w:t>
      </w:r>
      <w:r>
        <w:rPr>
          <w:i/>
        </w:rPr>
        <w:t>related</w:t>
      </w:r>
      <w:proofErr w:type="gramEnd"/>
      <w:r>
        <w:rPr>
          <w:i/>
          <w:spacing w:val="-8"/>
        </w:rPr>
        <w:t xml:space="preserve"> </w:t>
      </w:r>
      <w:r>
        <w:rPr>
          <w:i/>
        </w:rPr>
        <w:t>injuries,</w:t>
      </w:r>
      <w:r>
        <w:rPr>
          <w:i/>
          <w:spacing w:val="-8"/>
        </w:rPr>
        <w:t xml:space="preserve"> </w:t>
      </w:r>
      <w:r>
        <w:rPr>
          <w:i/>
        </w:rPr>
        <w:t>illnesses,</w:t>
      </w:r>
      <w:r>
        <w:rPr>
          <w:i/>
          <w:spacing w:val="-9"/>
        </w:rPr>
        <w:t xml:space="preserve"> </w:t>
      </w:r>
      <w:r>
        <w:rPr>
          <w:i/>
        </w:rPr>
        <w:t>or</w:t>
      </w:r>
      <w:r>
        <w:rPr>
          <w:i/>
          <w:spacing w:val="-11"/>
        </w:rPr>
        <w:t xml:space="preserve"> </w:t>
      </w:r>
      <w:r>
        <w:rPr>
          <w:i/>
        </w:rPr>
        <w:t>“near</w:t>
      </w:r>
      <w:r>
        <w:rPr>
          <w:i/>
          <w:spacing w:val="-10"/>
        </w:rPr>
        <w:t xml:space="preserve"> </w:t>
      </w:r>
      <w:r>
        <w:rPr>
          <w:i/>
        </w:rPr>
        <w:t>miss”</w:t>
      </w:r>
      <w:r>
        <w:rPr>
          <w:i/>
          <w:spacing w:val="-11"/>
        </w:rPr>
        <w:t xml:space="preserve"> </w:t>
      </w:r>
      <w:r>
        <w:rPr>
          <w:i/>
        </w:rPr>
        <w:t>events</w:t>
      </w:r>
      <w:r>
        <w:rPr>
          <w:i/>
          <w:spacing w:val="-10"/>
        </w:rPr>
        <w:t xml:space="preserve"> </w:t>
      </w:r>
      <w:r>
        <w:rPr>
          <w:i/>
        </w:rPr>
        <w:t>(which</w:t>
      </w:r>
      <w:r>
        <w:rPr>
          <w:i/>
          <w:spacing w:val="-8"/>
        </w:rPr>
        <w:t xml:space="preserve"> </w:t>
      </w:r>
      <w:r>
        <w:rPr>
          <w:i/>
        </w:rPr>
        <w:t>could</w:t>
      </w:r>
      <w:r>
        <w:rPr>
          <w:i/>
          <w:spacing w:val="-10"/>
        </w:rPr>
        <w:t xml:space="preserve"> </w:t>
      </w:r>
      <w:r>
        <w:rPr>
          <w:i/>
        </w:rPr>
        <w:t>have</w:t>
      </w:r>
      <w:r>
        <w:rPr>
          <w:i/>
          <w:spacing w:val="-8"/>
        </w:rPr>
        <w:t xml:space="preserve"> </w:t>
      </w:r>
      <w:r>
        <w:rPr>
          <w:i/>
        </w:rPr>
        <w:t>caused an injury or illness) – no matter how minor. This helps identify and correct hazards before they cause serious injuries. This form shall be completed by employees as soon as possible and given to a supervisor for</w:t>
      </w:r>
      <w:r>
        <w:rPr>
          <w:i/>
          <w:spacing w:val="-7"/>
        </w:rPr>
        <w:t xml:space="preserve"> </w:t>
      </w:r>
      <w:r>
        <w:rPr>
          <w:i/>
        </w:rPr>
        <w:t>further</w:t>
      </w:r>
      <w:r>
        <w:rPr>
          <w:i/>
          <w:spacing w:val="-8"/>
        </w:rPr>
        <w:t xml:space="preserve"> </w:t>
      </w:r>
      <w:r>
        <w:rPr>
          <w:i/>
        </w:rPr>
        <w:t>action</w:t>
      </w:r>
      <w:r>
        <w:t>.</w:t>
      </w:r>
      <w:r>
        <w:rPr>
          <w:spacing w:val="38"/>
        </w:rPr>
        <w:t xml:space="preserve"> </w:t>
      </w:r>
      <w:r>
        <w:rPr>
          <w:b/>
          <w:i/>
        </w:rPr>
        <w:t>***Note:</w:t>
      </w:r>
      <w:r>
        <w:rPr>
          <w:b/>
          <w:i/>
          <w:spacing w:val="38"/>
        </w:rPr>
        <w:t xml:space="preserve"> </w:t>
      </w:r>
      <w:r>
        <w:rPr>
          <w:b/>
          <w:i/>
        </w:rPr>
        <w:t>This</w:t>
      </w:r>
      <w:r>
        <w:rPr>
          <w:b/>
          <w:i/>
          <w:spacing w:val="-7"/>
        </w:rPr>
        <w:t xml:space="preserve"> </w:t>
      </w:r>
      <w:r>
        <w:rPr>
          <w:b/>
          <w:i/>
        </w:rPr>
        <w:t>is</w:t>
      </w:r>
      <w:r>
        <w:rPr>
          <w:b/>
          <w:i/>
          <w:spacing w:val="-8"/>
        </w:rPr>
        <w:t xml:space="preserve"> </w:t>
      </w:r>
      <w:r>
        <w:rPr>
          <w:b/>
          <w:i/>
        </w:rPr>
        <w:t>not</w:t>
      </w:r>
      <w:r>
        <w:rPr>
          <w:b/>
          <w:i/>
          <w:spacing w:val="-6"/>
        </w:rPr>
        <w:t xml:space="preserve"> </w:t>
      </w:r>
      <w:r>
        <w:rPr>
          <w:b/>
          <w:i/>
        </w:rPr>
        <w:t>a</w:t>
      </w:r>
      <w:r>
        <w:rPr>
          <w:b/>
          <w:i/>
          <w:spacing w:val="-8"/>
        </w:rPr>
        <w:t xml:space="preserve"> </w:t>
      </w:r>
      <w:r>
        <w:rPr>
          <w:b/>
          <w:i/>
        </w:rPr>
        <w:t>substitute</w:t>
      </w:r>
      <w:r>
        <w:rPr>
          <w:b/>
          <w:i/>
          <w:spacing w:val="-10"/>
        </w:rPr>
        <w:t xml:space="preserve"> </w:t>
      </w:r>
      <w:r>
        <w:rPr>
          <w:b/>
          <w:i/>
        </w:rPr>
        <w:t>for</w:t>
      </w:r>
      <w:r>
        <w:rPr>
          <w:b/>
          <w:i/>
          <w:spacing w:val="-8"/>
        </w:rPr>
        <w:t xml:space="preserve"> </w:t>
      </w:r>
      <w:r>
        <w:rPr>
          <w:b/>
          <w:i/>
        </w:rPr>
        <w:t>the</w:t>
      </w:r>
      <w:r>
        <w:rPr>
          <w:b/>
          <w:i/>
          <w:spacing w:val="-5"/>
        </w:rPr>
        <w:t xml:space="preserve"> </w:t>
      </w:r>
      <w:r>
        <w:rPr>
          <w:b/>
          <w:i/>
        </w:rPr>
        <w:t>WCB-1</w:t>
      </w:r>
      <w:r>
        <w:rPr>
          <w:b/>
          <w:i/>
          <w:spacing w:val="-6"/>
        </w:rPr>
        <w:t xml:space="preserve"> </w:t>
      </w:r>
      <w:r>
        <w:rPr>
          <w:b/>
          <w:i/>
        </w:rPr>
        <w:t>First</w:t>
      </w:r>
      <w:r>
        <w:rPr>
          <w:b/>
          <w:i/>
          <w:spacing w:val="-7"/>
        </w:rPr>
        <w:t xml:space="preserve"> </w:t>
      </w:r>
      <w:r>
        <w:rPr>
          <w:b/>
          <w:i/>
        </w:rPr>
        <w:t>report</w:t>
      </w:r>
      <w:r>
        <w:rPr>
          <w:b/>
          <w:i/>
          <w:spacing w:val="-9"/>
        </w:rPr>
        <w:t xml:space="preserve"> </w:t>
      </w:r>
      <w:r>
        <w:rPr>
          <w:b/>
          <w:i/>
        </w:rPr>
        <w:t>of</w:t>
      </w:r>
      <w:r>
        <w:rPr>
          <w:b/>
          <w:i/>
          <w:spacing w:val="-7"/>
        </w:rPr>
        <w:t xml:space="preserve"> </w:t>
      </w:r>
      <w:r>
        <w:rPr>
          <w:b/>
          <w:i/>
        </w:rPr>
        <w:t>Injury</w:t>
      </w:r>
      <w:r>
        <w:rPr>
          <w:b/>
          <w:i/>
          <w:spacing w:val="-8"/>
        </w:rPr>
        <w:t xml:space="preserve"> </w:t>
      </w:r>
      <w:r>
        <w:rPr>
          <w:b/>
          <w:i/>
        </w:rPr>
        <w:t>form</w:t>
      </w:r>
      <w:r>
        <w:rPr>
          <w:b/>
          <w:i/>
          <w:spacing w:val="-10"/>
        </w:rPr>
        <w:t xml:space="preserve"> </w:t>
      </w:r>
      <w:r>
        <w:rPr>
          <w:b/>
          <w:i/>
        </w:rPr>
        <w:t>which</w:t>
      </w:r>
      <w:r>
        <w:rPr>
          <w:b/>
          <w:i/>
          <w:spacing w:val="-11"/>
        </w:rPr>
        <w:t xml:space="preserve"> </w:t>
      </w:r>
      <w:r>
        <w:rPr>
          <w:b/>
          <w:i/>
        </w:rPr>
        <w:t>must be filed with your Workers’ Compensation</w:t>
      </w:r>
      <w:r>
        <w:rPr>
          <w:b/>
          <w:i/>
          <w:spacing w:val="-8"/>
        </w:rPr>
        <w:t xml:space="preserve"> </w:t>
      </w:r>
      <w:r>
        <w:rPr>
          <w:b/>
          <w:i/>
        </w:rPr>
        <w:t>insurer.</w:t>
      </w:r>
    </w:p>
    <w:p w14:paraId="08C5E7FA" w14:textId="77777777" w:rsidR="006B79D5" w:rsidRDefault="006B79D5">
      <w:pPr>
        <w:pStyle w:val="BodyText"/>
        <w:ind w:left="0"/>
        <w:rPr>
          <w:b/>
          <w:i/>
          <w:sz w:val="10"/>
        </w:rPr>
      </w:pPr>
    </w:p>
    <w:tbl>
      <w:tblPr>
        <w:tblW w:w="0" w:type="auto"/>
        <w:tblInd w:w="102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5455"/>
        <w:gridCol w:w="4373"/>
      </w:tblGrid>
      <w:tr w:rsidR="006B79D5" w14:paraId="46A31478" w14:textId="77777777">
        <w:trPr>
          <w:trHeight w:val="316"/>
        </w:trPr>
        <w:tc>
          <w:tcPr>
            <w:tcW w:w="9828" w:type="dxa"/>
            <w:gridSpan w:val="2"/>
          </w:tcPr>
          <w:p w14:paraId="2B611659" w14:textId="77777777" w:rsidR="006B79D5" w:rsidRDefault="00EE4DE8">
            <w:pPr>
              <w:pStyle w:val="TableParagraph"/>
              <w:tabs>
                <w:tab w:val="left" w:pos="3038"/>
                <w:tab w:val="left" w:pos="4046"/>
                <w:tab w:val="left" w:pos="5193"/>
              </w:tabs>
              <w:spacing w:line="268" w:lineRule="exact"/>
            </w:pPr>
            <w:r>
              <w:t>I am reporting a</w:t>
            </w:r>
            <w:r>
              <w:rPr>
                <w:spacing w:val="-6"/>
              </w:rPr>
              <w:t xml:space="preserve"> </w:t>
            </w:r>
            <w:r>
              <w:t>work</w:t>
            </w:r>
            <w:r>
              <w:rPr>
                <w:spacing w:val="-2"/>
              </w:rPr>
              <w:t xml:space="preserve"> </w:t>
            </w:r>
            <w:r>
              <w:t>related:</w:t>
            </w:r>
            <w:r>
              <w:tab/>
            </w:r>
            <w:r>
              <w:rPr>
                <w:rFonts w:ascii="Wingdings" w:hAnsi="Wingdings"/>
              </w:rPr>
              <w:t></w:t>
            </w:r>
            <w:r>
              <w:rPr>
                <w:rFonts w:ascii="Times New Roman" w:hAnsi="Times New Roman"/>
                <w:spacing w:val="-8"/>
              </w:rPr>
              <w:t xml:space="preserve"> </w:t>
            </w:r>
            <w:r>
              <w:t>Injury</w:t>
            </w:r>
            <w:r>
              <w:tab/>
            </w:r>
            <w:r>
              <w:rPr>
                <w:rFonts w:ascii="Wingdings" w:hAnsi="Wingdings"/>
              </w:rPr>
              <w:t></w:t>
            </w:r>
            <w:r>
              <w:rPr>
                <w:rFonts w:ascii="Times New Roman" w:hAnsi="Times New Roman"/>
                <w:spacing w:val="-6"/>
              </w:rPr>
              <w:t xml:space="preserve"> </w:t>
            </w:r>
            <w:r>
              <w:t>Illness</w:t>
            </w:r>
            <w:r>
              <w:tab/>
            </w:r>
            <w:r>
              <w:rPr>
                <w:rFonts w:ascii="Wingdings" w:hAnsi="Wingdings"/>
              </w:rPr>
              <w:t></w:t>
            </w:r>
            <w:r>
              <w:rPr>
                <w:rFonts w:ascii="Times New Roman" w:hAnsi="Times New Roman"/>
              </w:rPr>
              <w:t xml:space="preserve"> </w:t>
            </w:r>
            <w:r>
              <w:t>Near</w:t>
            </w:r>
            <w:r>
              <w:rPr>
                <w:spacing w:val="-7"/>
              </w:rPr>
              <w:t xml:space="preserve"> </w:t>
            </w:r>
            <w:r>
              <w:t>miss</w:t>
            </w:r>
          </w:p>
        </w:tc>
      </w:tr>
      <w:tr w:rsidR="006B79D5" w14:paraId="538668EC" w14:textId="77777777">
        <w:trPr>
          <w:trHeight w:val="393"/>
        </w:trPr>
        <w:tc>
          <w:tcPr>
            <w:tcW w:w="9828" w:type="dxa"/>
            <w:gridSpan w:val="2"/>
          </w:tcPr>
          <w:p w14:paraId="79552C03" w14:textId="77777777" w:rsidR="006B79D5" w:rsidRDefault="00EE4DE8">
            <w:pPr>
              <w:pStyle w:val="TableParagraph"/>
              <w:spacing w:line="268" w:lineRule="exact"/>
            </w:pPr>
            <w:r>
              <w:t>Your Name:</w:t>
            </w:r>
          </w:p>
        </w:tc>
      </w:tr>
      <w:tr w:rsidR="006B79D5" w14:paraId="0D25E4CD" w14:textId="77777777">
        <w:trPr>
          <w:trHeight w:val="395"/>
        </w:trPr>
        <w:tc>
          <w:tcPr>
            <w:tcW w:w="9828" w:type="dxa"/>
            <w:gridSpan w:val="2"/>
          </w:tcPr>
          <w:p w14:paraId="66740D0F" w14:textId="77777777" w:rsidR="006B79D5" w:rsidRDefault="00EE4DE8">
            <w:pPr>
              <w:pStyle w:val="TableParagraph"/>
              <w:spacing w:before="1"/>
            </w:pPr>
            <w:r>
              <w:t>Job title:</w:t>
            </w:r>
          </w:p>
        </w:tc>
      </w:tr>
      <w:tr w:rsidR="006B79D5" w14:paraId="51ED75F8" w14:textId="77777777">
        <w:trPr>
          <w:trHeight w:val="395"/>
        </w:trPr>
        <w:tc>
          <w:tcPr>
            <w:tcW w:w="9828" w:type="dxa"/>
            <w:gridSpan w:val="2"/>
          </w:tcPr>
          <w:p w14:paraId="01C7329E" w14:textId="77777777" w:rsidR="006B79D5" w:rsidRDefault="00EE4DE8">
            <w:pPr>
              <w:pStyle w:val="TableParagraph"/>
              <w:spacing w:before="1"/>
            </w:pPr>
            <w:r>
              <w:t>Supervisor:</w:t>
            </w:r>
          </w:p>
        </w:tc>
      </w:tr>
      <w:tr w:rsidR="006B79D5" w14:paraId="5740A641" w14:textId="77777777">
        <w:trPr>
          <w:trHeight w:val="314"/>
        </w:trPr>
        <w:tc>
          <w:tcPr>
            <w:tcW w:w="9828" w:type="dxa"/>
            <w:gridSpan w:val="2"/>
          </w:tcPr>
          <w:p w14:paraId="1DD38922" w14:textId="77777777" w:rsidR="006B79D5" w:rsidRDefault="00EE4DE8">
            <w:pPr>
              <w:pStyle w:val="TableParagraph"/>
              <w:tabs>
                <w:tab w:val="left" w:pos="5738"/>
                <w:tab w:val="left" w:pos="6585"/>
              </w:tabs>
              <w:spacing w:line="265" w:lineRule="exact"/>
            </w:pPr>
            <w:r>
              <w:t>Have you told your supervisor about this</w:t>
            </w:r>
            <w:r>
              <w:rPr>
                <w:spacing w:val="-27"/>
              </w:rPr>
              <w:t xml:space="preserve"> </w:t>
            </w:r>
            <w:r>
              <w:t>injury/near</w:t>
            </w:r>
            <w:r>
              <w:rPr>
                <w:spacing w:val="-5"/>
              </w:rPr>
              <w:t xml:space="preserve"> </w:t>
            </w:r>
            <w:r>
              <w:t>miss?</w:t>
            </w:r>
            <w:r>
              <w:tab/>
            </w:r>
            <w:r>
              <w:rPr>
                <w:rFonts w:ascii="Wingdings" w:hAnsi="Wingdings"/>
              </w:rPr>
              <w:t></w:t>
            </w:r>
            <w:r>
              <w:rPr>
                <w:rFonts w:ascii="Times New Roman" w:hAnsi="Times New Roman"/>
                <w:spacing w:val="-7"/>
              </w:rPr>
              <w:t xml:space="preserve"> </w:t>
            </w:r>
            <w:r>
              <w:t>Yes</w:t>
            </w:r>
            <w:r>
              <w:tab/>
            </w:r>
            <w:r>
              <w:rPr>
                <w:rFonts w:ascii="Wingdings" w:hAnsi="Wingdings"/>
              </w:rPr>
              <w:t></w:t>
            </w:r>
            <w:r>
              <w:rPr>
                <w:rFonts w:ascii="Times New Roman" w:hAnsi="Times New Roman"/>
                <w:spacing w:val="-5"/>
              </w:rPr>
              <w:t xml:space="preserve"> </w:t>
            </w:r>
            <w:r>
              <w:t>No</w:t>
            </w:r>
          </w:p>
        </w:tc>
      </w:tr>
      <w:tr w:rsidR="006B79D5" w14:paraId="799349BB" w14:textId="77777777">
        <w:trPr>
          <w:trHeight w:val="369"/>
        </w:trPr>
        <w:tc>
          <w:tcPr>
            <w:tcW w:w="5455" w:type="dxa"/>
          </w:tcPr>
          <w:p w14:paraId="663701B3" w14:textId="77777777" w:rsidR="006B79D5" w:rsidRDefault="00EE4DE8">
            <w:pPr>
              <w:pStyle w:val="TableParagraph"/>
              <w:spacing w:line="265" w:lineRule="exact"/>
            </w:pPr>
            <w:r>
              <w:t>Date of injury/near miss:</w:t>
            </w:r>
          </w:p>
        </w:tc>
        <w:tc>
          <w:tcPr>
            <w:tcW w:w="4373" w:type="dxa"/>
          </w:tcPr>
          <w:p w14:paraId="6749140E" w14:textId="77777777" w:rsidR="006B79D5" w:rsidRDefault="00EE4DE8">
            <w:pPr>
              <w:pStyle w:val="TableParagraph"/>
              <w:spacing w:line="265" w:lineRule="exact"/>
              <w:ind w:left="108"/>
            </w:pPr>
            <w:r>
              <w:t>Time of injury/near miss:</w:t>
            </w:r>
          </w:p>
        </w:tc>
      </w:tr>
    </w:tbl>
    <w:p w14:paraId="22807350" w14:textId="77777777" w:rsidR="006B79D5" w:rsidRDefault="006B79D5">
      <w:pPr>
        <w:spacing w:line="265" w:lineRule="exact"/>
        <w:sectPr w:rsidR="006B79D5">
          <w:type w:val="continuous"/>
          <w:pgSz w:w="12240" w:h="15840"/>
          <w:pgMar w:top="1320" w:right="600" w:bottom="1180" w:left="420" w:header="720" w:footer="720" w:gutter="0"/>
          <w:cols w:space="720"/>
        </w:sectPr>
      </w:pPr>
    </w:p>
    <w:p w14:paraId="34D47897" w14:textId="77777777" w:rsidR="006B79D5" w:rsidRDefault="006B79D5">
      <w:pPr>
        <w:pStyle w:val="BodyText"/>
        <w:spacing w:before="10"/>
        <w:ind w:left="0"/>
        <w:rPr>
          <w:b/>
          <w:i/>
          <w:sz w:val="9"/>
        </w:rPr>
      </w:pPr>
    </w:p>
    <w:tbl>
      <w:tblPr>
        <w:tblW w:w="0" w:type="auto"/>
        <w:tblInd w:w="102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879"/>
        <w:gridCol w:w="4949"/>
      </w:tblGrid>
      <w:tr w:rsidR="006B79D5" w14:paraId="16B714B3" w14:textId="77777777">
        <w:trPr>
          <w:trHeight w:val="715"/>
        </w:trPr>
        <w:tc>
          <w:tcPr>
            <w:tcW w:w="9828" w:type="dxa"/>
            <w:gridSpan w:val="2"/>
          </w:tcPr>
          <w:p w14:paraId="5622F8FE" w14:textId="77777777" w:rsidR="006B79D5" w:rsidRDefault="00EE4DE8">
            <w:pPr>
              <w:pStyle w:val="TableParagraph"/>
              <w:spacing w:line="265" w:lineRule="exact"/>
            </w:pPr>
            <w:r>
              <w:t>Names of witnesses (if any):</w:t>
            </w:r>
          </w:p>
        </w:tc>
      </w:tr>
      <w:tr w:rsidR="006B79D5" w14:paraId="40EE3387" w14:textId="77777777">
        <w:trPr>
          <w:trHeight w:val="715"/>
        </w:trPr>
        <w:tc>
          <w:tcPr>
            <w:tcW w:w="9828" w:type="dxa"/>
            <w:gridSpan w:val="2"/>
          </w:tcPr>
          <w:p w14:paraId="08A1C423" w14:textId="77777777" w:rsidR="006B79D5" w:rsidRDefault="00EE4DE8">
            <w:pPr>
              <w:pStyle w:val="TableParagraph"/>
              <w:spacing w:line="265" w:lineRule="exact"/>
            </w:pPr>
            <w:r>
              <w:t>Where, exactly, did it happen?</w:t>
            </w:r>
          </w:p>
        </w:tc>
      </w:tr>
      <w:tr w:rsidR="006B79D5" w14:paraId="438756E2" w14:textId="77777777">
        <w:trPr>
          <w:trHeight w:val="715"/>
        </w:trPr>
        <w:tc>
          <w:tcPr>
            <w:tcW w:w="9828" w:type="dxa"/>
            <w:gridSpan w:val="2"/>
          </w:tcPr>
          <w:p w14:paraId="0D3BA075" w14:textId="77777777" w:rsidR="006B79D5" w:rsidRDefault="00EE4DE8">
            <w:pPr>
              <w:pStyle w:val="TableParagraph"/>
              <w:spacing w:line="265" w:lineRule="exact"/>
            </w:pPr>
            <w:r>
              <w:t>What were you doing at the time?</w:t>
            </w:r>
          </w:p>
        </w:tc>
      </w:tr>
      <w:tr w:rsidR="006B79D5" w14:paraId="0694F363" w14:textId="77777777">
        <w:trPr>
          <w:trHeight w:val="1125"/>
        </w:trPr>
        <w:tc>
          <w:tcPr>
            <w:tcW w:w="9828" w:type="dxa"/>
            <w:gridSpan w:val="2"/>
          </w:tcPr>
          <w:p w14:paraId="3A1D06A6" w14:textId="77777777" w:rsidR="006B79D5" w:rsidRDefault="00EE4DE8">
            <w:pPr>
              <w:pStyle w:val="TableParagraph"/>
              <w:spacing w:line="265" w:lineRule="exact"/>
            </w:pPr>
            <w:r>
              <w:t>Describe step by step what led up to the injury/near miss. (</w:t>
            </w:r>
            <w:proofErr w:type="gramStart"/>
            <w:r>
              <w:t>continue</w:t>
            </w:r>
            <w:proofErr w:type="gramEnd"/>
            <w:r>
              <w:t xml:space="preserve"> on the back if necessary):</w:t>
            </w:r>
          </w:p>
        </w:tc>
      </w:tr>
      <w:tr w:rsidR="006B79D5" w14:paraId="79FF2E85" w14:textId="77777777">
        <w:trPr>
          <w:trHeight w:val="775"/>
        </w:trPr>
        <w:tc>
          <w:tcPr>
            <w:tcW w:w="9828" w:type="dxa"/>
            <w:gridSpan w:val="2"/>
          </w:tcPr>
          <w:p w14:paraId="1B49D1B8" w14:textId="77777777" w:rsidR="006B79D5" w:rsidRDefault="00EE4DE8">
            <w:pPr>
              <w:pStyle w:val="TableParagraph"/>
              <w:spacing w:line="265" w:lineRule="exact"/>
            </w:pPr>
            <w:r>
              <w:t>What could have been done to prevent this injury/near miss?</w:t>
            </w:r>
          </w:p>
        </w:tc>
      </w:tr>
      <w:tr w:rsidR="006B79D5" w14:paraId="5AAAE967" w14:textId="77777777">
        <w:trPr>
          <w:trHeight w:val="715"/>
        </w:trPr>
        <w:tc>
          <w:tcPr>
            <w:tcW w:w="9828" w:type="dxa"/>
            <w:gridSpan w:val="2"/>
          </w:tcPr>
          <w:p w14:paraId="4DA8AABD" w14:textId="77777777" w:rsidR="006B79D5" w:rsidRDefault="00EE4DE8">
            <w:pPr>
              <w:pStyle w:val="TableParagraph"/>
              <w:spacing w:line="265" w:lineRule="exact"/>
            </w:pPr>
            <w:r>
              <w:t>What parts of your body were injured? If a near miss, how could you have been hurt?</w:t>
            </w:r>
          </w:p>
        </w:tc>
      </w:tr>
      <w:tr w:rsidR="006B79D5" w14:paraId="5EEA2ECF" w14:textId="77777777">
        <w:trPr>
          <w:trHeight w:val="314"/>
        </w:trPr>
        <w:tc>
          <w:tcPr>
            <w:tcW w:w="9828" w:type="dxa"/>
            <w:gridSpan w:val="2"/>
          </w:tcPr>
          <w:p w14:paraId="69C8FEF7" w14:textId="77777777" w:rsidR="006B79D5" w:rsidRDefault="00EE4DE8">
            <w:pPr>
              <w:pStyle w:val="TableParagraph"/>
              <w:tabs>
                <w:tab w:val="left" w:pos="5831"/>
                <w:tab w:val="left" w:pos="6679"/>
              </w:tabs>
              <w:spacing w:line="265" w:lineRule="exact"/>
            </w:pPr>
            <w:r>
              <w:t>Did you see a doctor about</w:t>
            </w:r>
            <w:r>
              <w:rPr>
                <w:spacing w:val="-19"/>
              </w:rPr>
              <w:t xml:space="preserve"> </w:t>
            </w:r>
            <w:r>
              <w:t>this</w:t>
            </w:r>
            <w:r>
              <w:rPr>
                <w:spacing w:val="-2"/>
              </w:rPr>
              <w:t xml:space="preserve"> </w:t>
            </w:r>
            <w:r>
              <w:t>injury/illness?</w:t>
            </w:r>
            <w:r>
              <w:tab/>
            </w:r>
            <w:r>
              <w:rPr>
                <w:rFonts w:ascii="Wingdings" w:hAnsi="Wingdings"/>
              </w:rPr>
              <w:t></w:t>
            </w:r>
            <w:r>
              <w:rPr>
                <w:rFonts w:ascii="Times New Roman" w:hAnsi="Times New Roman"/>
                <w:spacing w:val="-7"/>
              </w:rPr>
              <w:t xml:space="preserve"> </w:t>
            </w:r>
            <w:r>
              <w:t>Yes</w:t>
            </w:r>
            <w:r>
              <w:tab/>
            </w:r>
            <w:r>
              <w:rPr>
                <w:rFonts w:ascii="Wingdings" w:hAnsi="Wingdings"/>
              </w:rPr>
              <w:t></w:t>
            </w:r>
            <w:r>
              <w:rPr>
                <w:rFonts w:ascii="Times New Roman" w:hAnsi="Times New Roman"/>
                <w:spacing w:val="-7"/>
              </w:rPr>
              <w:t xml:space="preserve"> </w:t>
            </w:r>
            <w:r>
              <w:t>No</w:t>
            </w:r>
          </w:p>
        </w:tc>
      </w:tr>
      <w:tr w:rsidR="006B79D5" w14:paraId="3496FBDE" w14:textId="77777777">
        <w:trPr>
          <w:trHeight w:val="307"/>
        </w:trPr>
        <w:tc>
          <w:tcPr>
            <w:tcW w:w="4879" w:type="dxa"/>
          </w:tcPr>
          <w:p w14:paraId="59129650" w14:textId="77777777" w:rsidR="006B79D5" w:rsidRDefault="00EE4DE8">
            <w:pPr>
              <w:pStyle w:val="TableParagraph"/>
              <w:spacing w:line="265" w:lineRule="exact"/>
            </w:pPr>
            <w:r>
              <w:t>If yes, whom did you see?</w:t>
            </w:r>
          </w:p>
        </w:tc>
        <w:tc>
          <w:tcPr>
            <w:tcW w:w="4949" w:type="dxa"/>
          </w:tcPr>
          <w:p w14:paraId="391D501B" w14:textId="77777777" w:rsidR="006B79D5" w:rsidRDefault="00EE4DE8">
            <w:pPr>
              <w:pStyle w:val="TableParagraph"/>
              <w:spacing w:line="265" w:lineRule="exact"/>
              <w:ind w:left="108"/>
            </w:pPr>
            <w:r>
              <w:t>Doctor’s phone number:</w:t>
            </w:r>
          </w:p>
        </w:tc>
      </w:tr>
      <w:tr w:rsidR="006B79D5" w14:paraId="1E99B8AD" w14:textId="77777777">
        <w:trPr>
          <w:trHeight w:val="393"/>
        </w:trPr>
        <w:tc>
          <w:tcPr>
            <w:tcW w:w="4879" w:type="dxa"/>
          </w:tcPr>
          <w:p w14:paraId="1F49483F" w14:textId="77777777" w:rsidR="006B79D5" w:rsidRDefault="00EE4DE8">
            <w:pPr>
              <w:pStyle w:val="TableParagraph"/>
              <w:spacing w:line="268" w:lineRule="exact"/>
            </w:pPr>
            <w:r>
              <w:t>Date:</w:t>
            </w:r>
          </w:p>
        </w:tc>
        <w:tc>
          <w:tcPr>
            <w:tcW w:w="4949" w:type="dxa"/>
          </w:tcPr>
          <w:p w14:paraId="59654F22" w14:textId="77777777" w:rsidR="006B79D5" w:rsidRDefault="00EE4DE8">
            <w:pPr>
              <w:pStyle w:val="TableParagraph"/>
              <w:spacing w:line="268" w:lineRule="exact"/>
              <w:ind w:left="108"/>
            </w:pPr>
            <w:r>
              <w:t>Time:</w:t>
            </w:r>
          </w:p>
        </w:tc>
      </w:tr>
      <w:tr w:rsidR="006B79D5" w14:paraId="7F7EF8EA" w14:textId="77777777">
        <w:trPr>
          <w:trHeight w:val="316"/>
        </w:trPr>
        <w:tc>
          <w:tcPr>
            <w:tcW w:w="9828" w:type="dxa"/>
            <w:gridSpan w:val="2"/>
          </w:tcPr>
          <w:p w14:paraId="0A4E78DA" w14:textId="77777777" w:rsidR="006B79D5" w:rsidRDefault="00EE4DE8">
            <w:pPr>
              <w:pStyle w:val="TableParagraph"/>
              <w:tabs>
                <w:tab w:val="left" w:pos="5944"/>
                <w:tab w:val="left" w:pos="6791"/>
              </w:tabs>
              <w:spacing w:line="265" w:lineRule="exact"/>
            </w:pPr>
            <w:r>
              <w:t>Has this part of your body been</w:t>
            </w:r>
            <w:r>
              <w:rPr>
                <w:spacing w:val="-24"/>
              </w:rPr>
              <w:t xml:space="preserve"> </w:t>
            </w:r>
            <w:r>
              <w:t>injured</w:t>
            </w:r>
            <w:r>
              <w:rPr>
                <w:spacing w:val="-3"/>
              </w:rPr>
              <w:t xml:space="preserve"> </w:t>
            </w:r>
            <w:r>
              <w:t>before?</w:t>
            </w:r>
            <w:r>
              <w:tab/>
            </w:r>
            <w:r>
              <w:rPr>
                <w:rFonts w:ascii="Wingdings" w:hAnsi="Wingdings"/>
              </w:rPr>
              <w:t></w:t>
            </w:r>
            <w:r>
              <w:rPr>
                <w:rFonts w:ascii="Times New Roman" w:hAnsi="Times New Roman"/>
                <w:spacing w:val="-7"/>
              </w:rPr>
              <w:t xml:space="preserve"> </w:t>
            </w:r>
            <w:r>
              <w:t>Yes</w:t>
            </w:r>
            <w:r>
              <w:tab/>
            </w:r>
            <w:r>
              <w:rPr>
                <w:rFonts w:ascii="Wingdings" w:hAnsi="Wingdings"/>
              </w:rPr>
              <w:t></w:t>
            </w:r>
            <w:r>
              <w:rPr>
                <w:rFonts w:ascii="Times New Roman" w:hAnsi="Times New Roman"/>
                <w:spacing w:val="-5"/>
              </w:rPr>
              <w:t xml:space="preserve"> </w:t>
            </w:r>
            <w:r>
              <w:t>No</w:t>
            </w:r>
          </w:p>
        </w:tc>
      </w:tr>
      <w:tr w:rsidR="006B79D5" w14:paraId="4713D30B" w14:textId="77777777">
        <w:trPr>
          <w:trHeight w:val="393"/>
        </w:trPr>
        <w:tc>
          <w:tcPr>
            <w:tcW w:w="4879" w:type="dxa"/>
          </w:tcPr>
          <w:p w14:paraId="45203247" w14:textId="77777777" w:rsidR="006B79D5" w:rsidRDefault="00EE4DE8">
            <w:pPr>
              <w:pStyle w:val="TableParagraph"/>
              <w:spacing w:line="265" w:lineRule="exact"/>
            </w:pPr>
            <w:r>
              <w:t>If yes, when?</w:t>
            </w:r>
          </w:p>
        </w:tc>
        <w:tc>
          <w:tcPr>
            <w:tcW w:w="4949" w:type="dxa"/>
          </w:tcPr>
          <w:p w14:paraId="7F359EA3" w14:textId="77777777" w:rsidR="006B79D5" w:rsidRDefault="00EE4DE8">
            <w:pPr>
              <w:pStyle w:val="TableParagraph"/>
              <w:spacing w:line="265" w:lineRule="exact"/>
              <w:ind w:left="108"/>
            </w:pPr>
            <w:r>
              <w:t>Supervisor:</w:t>
            </w:r>
          </w:p>
        </w:tc>
      </w:tr>
      <w:tr w:rsidR="006B79D5" w14:paraId="47FC3775" w14:textId="77777777">
        <w:trPr>
          <w:trHeight w:val="714"/>
        </w:trPr>
        <w:tc>
          <w:tcPr>
            <w:tcW w:w="4879" w:type="dxa"/>
            <w:tcBorders>
              <w:bottom w:val="single" w:sz="4" w:space="0" w:color="000000"/>
            </w:tcBorders>
          </w:tcPr>
          <w:p w14:paraId="5E942256" w14:textId="77777777" w:rsidR="006B79D5" w:rsidRDefault="00EE4DE8">
            <w:pPr>
              <w:pStyle w:val="TableParagraph"/>
              <w:spacing w:line="265" w:lineRule="exact"/>
            </w:pPr>
            <w:r>
              <w:t>Your signature:</w:t>
            </w:r>
          </w:p>
        </w:tc>
        <w:tc>
          <w:tcPr>
            <w:tcW w:w="4949" w:type="dxa"/>
            <w:tcBorders>
              <w:bottom w:val="single" w:sz="4" w:space="0" w:color="000000"/>
            </w:tcBorders>
          </w:tcPr>
          <w:p w14:paraId="73F6392C" w14:textId="77777777" w:rsidR="006B79D5" w:rsidRDefault="00EE4DE8">
            <w:pPr>
              <w:pStyle w:val="TableParagraph"/>
              <w:spacing w:line="265" w:lineRule="exact"/>
              <w:ind w:left="108"/>
            </w:pPr>
            <w:r>
              <w:t>Date:</w:t>
            </w:r>
          </w:p>
        </w:tc>
      </w:tr>
    </w:tbl>
    <w:p w14:paraId="31E861B1" w14:textId="77777777" w:rsidR="006B79D5" w:rsidRDefault="006B79D5">
      <w:pPr>
        <w:pStyle w:val="BodyText"/>
        <w:ind w:left="0"/>
        <w:rPr>
          <w:b/>
          <w:i/>
          <w:sz w:val="27"/>
        </w:rPr>
      </w:pPr>
    </w:p>
    <w:p w14:paraId="3AF88324" w14:textId="77777777" w:rsidR="006B79D5" w:rsidRDefault="00EE4DE8">
      <w:pPr>
        <w:pStyle w:val="Heading3"/>
        <w:spacing w:before="56"/>
      </w:pPr>
      <w:r>
        <w:t>Sample Incident Review Witness Statement Form</w:t>
      </w:r>
    </w:p>
    <w:p w14:paraId="6ACBCCA0" w14:textId="77777777" w:rsidR="006B79D5" w:rsidRDefault="00EE4DE8">
      <w:pPr>
        <w:spacing w:before="120"/>
        <w:ind w:left="1020" w:right="838"/>
        <w:rPr>
          <w:i/>
        </w:rPr>
      </w:pPr>
      <w:r>
        <w:rPr>
          <w:i/>
        </w:rPr>
        <w:t>This sample Incident Review Witness Statement Form is to be used with your Supervisors Incident Review form to obtain information regarding events that may occurred before or during an incident.</w:t>
      </w:r>
    </w:p>
    <w:p w14:paraId="2775FA15" w14:textId="77777777" w:rsidR="006B79D5" w:rsidRDefault="00EE4DE8">
      <w:pPr>
        <w:pStyle w:val="BodyText"/>
        <w:spacing w:before="121"/>
        <w:ind w:left="1020"/>
      </w:pPr>
      <w:r>
        <w:t>Incident Review Witness Statement Form</w:t>
      </w:r>
    </w:p>
    <w:p w14:paraId="7407B717" w14:textId="77777777" w:rsidR="006B79D5" w:rsidRDefault="006B79D5">
      <w:pPr>
        <w:pStyle w:val="BodyText"/>
        <w:ind w:left="0"/>
        <w:rPr>
          <w:sz w:val="20"/>
        </w:rPr>
      </w:pPr>
    </w:p>
    <w:p w14:paraId="6707E7C9" w14:textId="77777777" w:rsidR="006B79D5" w:rsidRDefault="006B79D5">
      <w:pPr>
        <w:pStyle w:val="BodyText"/>
        <w:spacing w:before="9" w:after="1"/>
        <w:ind w:left="0"/>
        <w:rPr>
          <w:sz w:val="23"/>
        </w:rPr>
      </w:pPr>
    </w:p>
    <w:tbl>
      <w:tblPr>
        <w:tblW w:w="0" w:type="auto"/>
        <w:tblInd w:w="768"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5465"/>
        <w:gridCol w:w="4414"/>
      </w:tblGrid>
      <w:tr w:rsidR="006B79D5" w14:paraId="6A624B8F" w14:textId="77777777">
        <w:trPr>
          <w:trHeight w:val="642"/>
        </w:trPr>
        <w:tc>
          <w:tcPr>
            <w:tcW w:w="5465" w:type="dxa"/>
            <w:tcBorders>
              <w:left w:val="single" w:sz="6" w:space="0" w:color="000000"/>
            </w:tcBorders>
          </w:tcPr>
          <w:p w14:paraId="355402BB" w14:textId="77777777" w:rsidR="006B79D5" w:rsidRDefault="00EE4DE8">
            <w:pPr>
              <w:pStyle w:val="TableParagraph"/>
              <w:spacing w:before="124"/>
              <w:ind w:left="165"/>
            </w:pPr>
            <w:r>
              <w:t>Name:</w:t>
            </w:r>
          </w:p>
        </w:tc>
        <w:tc>
          <w:tcPr>
            <w:tcW w:w="4414" w:type="dxa"/>
            <w:tcBorders>
              <w:right w:val="single" w:sz="6" w:space="0" w:color="000000"/>
            </w:tcBorders>
          </w:tcPr>
          <w:p w14:paraId="72F98B4F" w14:textId="77777777" w:rsidR="006B79D5" w:rsidRDefault="00EE4DE8">
            <w:pPr>
              <w:pStyle w:val="TableParagraph"/>
              <w:spacing w:before="124"/>
              <w:ind w:left="157"/>
            </w:pPr>
            <w:r>
              <w:t>Job Title:</w:t>
            </w:r>
          </w:p>
        </w:tc>
      </w:tr>
      <w:tr w:rsidR="006B79D5" w14:paraId="05BD8F06" w14:textId="77777777">
        <w:trPr>
          <w:trHeight w:val="643"/>
        </w:trPr>
        <w:tc>
          <w:tcPr>
            <w:tcW w:w="5465" w:type="dxa"/>
            <w:tcBorders>
              <w:left w:val="single" w:sz="6" w:space="0" w:color="000000"/>
            </w:tcBorders>
          </w:tcPr>
          <w:p w14:paraId="57F9A283" w14:textId="77777777" w:rsidR="006B79D5" w:rsidRDefault="00EE4DE8">
            <w:pPr>
              <w:pStyle w:val="TableParagraph"/>
              <w:spacing w:before="125"/>
              <w:ind w:left="165"/>
            </w:pPr>
            <w:r>
              <w:t>Phone:</w:t>
            </w:r>
          </w:p>
        </w:tc>
        <w:tc>
          <w:tcPr>
            <w:tcW w:w="4414" w:type="dxa"/>
            <w:tcBorders>
              <w:right w:val="single" w:sz="6" w:space="0" w:color="000000"/>
            </w:tcBorders>
          </w:tcPr>
          <w:p w14:paraId="1EDC5535" w14:textId="77777777" w:rsidR="006B79D5" w:rsidRDefault="00EE4DE8">
            <w:pPr>
              <w:pStyle w:val="TableParagraph"/>
              <w:spacing w:before="125"/>
              <w:ind w:left="157"/>
            </w:pPr>
            <w:r>
              <w:t>Supervisor:</w:t>
            </w:r>
          </w:p>
        </w:tc>
      </w:tr>
      <w:tr w:rsidR="006B79D5" w14:paraId="1AFDE625" w14:textId="77777777">
        <w:trPr>
          <w:trHeight w:val="643"/>
        </w:trPr>
        <w:tc>
          <w:tcPr>
            <w:tcW w:w="9879" w:type="dxa"/>
            <w:gridSpan w:val="2"/>
            <w:tcBorders>
              <w:left w:val="single" w:sz="6" w:space="0" w:color="000000"/>
              <w:right w:val="single" w:sz="6" w:space="0" w:color="000000"/>
            </w:tcBorders>
          </w:tcPr>
          <w:p w14:paraId="54249891" w14:textId="77777777" w:rsidR="006B79D5" w:rsidRDefault="00EE4DE8">
            <w:pPr>
              <w:pStyle w:val="TableParagraph"/>
              <w:spacing w:before="125"/>
              <w:ind w:left="165"/>
            </w:pPr>
            <w:r>
              <w:t>Work Location:</w:t>
            </w:r>
          </w:p>
        </w:tc>
      </w:tr>
      <w:tr w:rsidR="006B79D5" w14:paraId="63A50B1F" w14:textId="77777777">
        <w:trPr>
          <w:trHeight w:val="635"/>
        </w:trPr>
        <w:tc>
          <w:tcPr>
            <w:tcW w:w="9879" w:type="dxa"/>
            <w:gridSpan w:val="2"/>
            <w:tcBorders>
              <w:left w:val="single" w:sz="6" w:space="0" w:color="000000"/>
              <w:right w:val="single" w:sz="6" w:space="0" w:color="000000"/>
            </w:tcBorders>
          </w:tcPr>
          <w:p w14:paraId="1972C966" w14:textId="77777777" w:rsidR="006B79D5" w:rsidRDefault="00EE4DE8">
            <w:pPr>
              <w:pStyle w:val="TableParagraph"/>
              <w:spacing w:before="125"/>
              <w:ind w:left="165"/>
            </w:pPr>
            <w:r>
              <w:t>Location of Accident:</w:t>
            </w:r>
          </w:p>
        </w:tc>
      </w:tr>
    </w:tbl>
    <w:p w14:paraId="4DA87F86" w14:textId="77777777" w:rsidR="006B79D5" w:rsidRDefault="006B79D5">
      <w:pPr>
        <w:sectPr w:rsidR="006B79D5">
          <w:pgSz w:w="12240" w:h="15840"/>
          <w:pgMar w:top="1320" w:right="600" w:bottom="1180" w:left="420" w:header="566" w:footer="993" w:gutter="0"/>
          <w:cols w:space="720"/>
        </w:sectPr>
      </w:pPr>
    </w:p>
    <w:p w14:paraId="54311AA9" w14:textId="77777777" w:rsidR="006B79D5" w:rsidRDefault="006B79D5">
      <w:pPr>
        <w:pStyle w:val="BodyText"/>
        <w:spacing w:before="1"/>
        <w:ind w:left="0"/>
        <w:rPr>
          <w:sz w:val="11"/>
        </w:rPr>
      </w:pPr>
    </w:p>
    <w:tbl>
      <w:tblPr>
        <w:tblW w:w="0" w:type="auto"/>
        <w:tblInd w:w="768"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9878"/>
      </w:tblGrid>
      <w:tr w:rsidR="006B79D5" w14:paraId="6313F5F5" w14:textId="77777777">
        <w:trPr>
          <w:trHeight w:val="635"/>
        </w:trPr>
        <w:tc>
          <w:tcPr>
            <w:tcW w:w="9878" w:type="dxa"/>
            <w:tcBorders>
              <w:left w:val="single" w:sz="6" w:space="0" w:color="000000"/>
              <w:right w:val="single" w:sz="6" w:space="0" w:color="000000"/>
            </w:tcBorders>
          </w:tcPr>
          <w:p w14:paraId="7AD89D35" w14:textId="77777777" w:rsidR="006B79D5" w:rsidRDefault="00EE4DE8">
            <w:pPr>
              <w:pStyle w:val="TableParagraph"/>
              <w:spacing w:before="117"/>
              <w:ind w:left="165"/>
            </w:pPr>
            <w:r>
              <w:t>Accident Time and Date:</w:t>
            </w:r>
          </w:p>
        </w:tc>
      </w:tr>
      <w:tr w:rsidR="006B79D5" w14:paraId="2E39A22B" w14:textId="77777777">
        <w:trPr>
          <w:trHeight w:val="1771"/>
        </w:trPr>
        <w:tc>
          <w:tcPr>
            <w:tcW w:w="9878" w:type="dxa"/>
            <w:tcBorders>
              <w:left w:val="single" w:sz="6" w:space="0" w:color="000000"/>
              <w:right w:val="single" w:sz="6" w:space="0" w:color="000000"/>
            </w:tcBorders>
          </w:tcPr>
          <w:p w14:paraId="0FCFB403" w14:textId="77777777" w:rsidR="006B79D5" w:rsidRDefault="00EE4DE8">
            <w:pPr>
              <w:pStyle w:val="TableParagraph"/>
              <w:spacing w:before="125"/>
              <w:ind w:left="165"/>
            </w:pPr>
            <w:r>
              <w:t>Please fully describe the accident sequence from start to finish (use additional space as needed):</w:t>
            </w:r>
          </w:p>
        </w:tc>
      </w:tr>
      <w:tr w:rsidR="006B79D5" w14:paraId="0422B149" w14:textId="77777777">
        <w:trPr>
          <w:trHeight w:val="1750"/>
        </w:trPr>
        <w:tc>
          <w:tcPr>
            <w:tcW w:w="9878" w:type="dxa"/>
            <w:tcBorders>
              <w:left w:val="single" w:sz="6" w:space="0" w:color="000000"/>
              <w:right w:val="single" w:sz="6" w:space="0" w:color="000000"/>
            </w:tcBorders>
          </w:tcPr>
          <w:p w14:paraId="740F259B" w14:textId="77777777" w:rsidR="006B79D5" w:rsidRDefault="00EE4DE8">
            <w:pPr>
              <w:pStyle w:val="TableParagraph"/>
              <w:spacing w:before="123"/>
              <w:ind w:left="165" w:right="60"/>
            </w:pPr>
            <w:r>
              <w:t>Please fully describe the work and conditions in progress leading up to the accident (use additional space as needed):</w:t>
            </w:r>
          </w:p>
        </w:tc>
      </w:tr>
      <w:tr w:rsidR="006B79D5" w14:paraId="5E97C74F" w14:textId="77777777">
        <w:trPr>
          <w:trHeight w:val="2415"/>
        </w:trPr>
        <w:tc>
          <w:tcPr>
            <w:tcW w:w="9878" w:type="dxa"/>
            <w:tcBorders>
              <w:left w:val="single" w:sz="6" w:space="0" w:color="000000"/>
              <w:right w:val="single" w:sz="6" w:space="0" w:color="000000"/>
            </w:tcBorders>
          </w:tcPr>
          <w:p w14:paraId="41F7E84E" w14:textId="77777777" w:rsidR="006B79D5" w:rsidRDefault="00EE4DE8">
            <w:pPr>
              <w:pStyle w:val="TableParagraph"/>
              <w:spacing w:before="125"/>
              <w:ind w:left="165"/>
            </w:pPr>
            <w:r>
              <w:t>Note anything unusual you observed before or during the accident (sights, sounds, odors, etc.) (use additional space as needed):</w:t>
            </w:r>
          </w:p>
        </w:tc>
      </w:tr>
      <w:tr w:rsidR="006B79D5" w14:paraId="6BE4D10F" w14:textId="77777777">
        <w:trPr>
          <w:trHeight w:val="1726"/>
        </w:trPr>
        <w:tc>
          <w:tcPr>
            <w:tcW w:w="9878" w:type="dxa"/>
            <w:tcBorders>
              <w:left w:val="single" w:sz="6" w:space="0" w:color="000000"/>
              <w:right w:val="single" w:sz="6" w:space="0" w:color="000000"/>
            </w:tcBorders>
          </w:tcPr>
          <w:p w14:paraId="7FC60CC5" w14:textId="77777777" w:rsidR="006B79D5" w:rsidRDefault="00EE4DE8">
            <w:pPr>
              <w:pStyle w:val="TableParagraph"/>
              <w:spacing w:before="125"/>
              <w:ind w:left="165"/>
            </w:pPr>
            <w:r>
              <w:t>What was your role in the incident sequence? (</w:t>
            </w:r>
            <w:proofErr w:type="gramStart"/>
            <w:r>
              <w:t>use</w:t>
            </w:r>
            <w:proofErr w:type="gramEnd"/>
            <w:r>
              <w:t xml:space="preserve"> additional space as needed)</w:t>
            </w:r>
          </w:p>
        </w:tc>
      </w:tr>
      <w:tr w:rsidR="006B79D5" w14:paraId="42DD0402" w14:textId="77777777">
        <w:trPr>
          <w:trHeight w:val="1471"/>
        </w:trPr>
        <w:tc>
          <w:tcPr>
            <w:tcW w:w="9878" w:type="dxa"/>
            <w:tcBorders>
              <w:left w:val="single" w:sz="6" w:space="0" w:color="000000"/>
              <w:right w:val="single" w:sz="6" w:space="0" w:color="000000"/>
            </w:tcBorders>
          </w:tcPr>
          <w:p w14:paraId="44351114" w14:textId="77777777" w:rsidR="006B79D5" w:rsidRDefault="00EE4DE8">
            <w:pPr>
              <w:pStyle w:val="TableParagraph"/>
              <w:spacing w:before="123"/>
              <w:ind w:left="165" w:firstLine="50"/>
            </w:pPr>
            <w:r>
              <w:t>What conditions influenced the incident (weather, time of day, equipment malfunctions, etc.)? (</w:t>
            </w:r>
            <w:proofErr w:type="gramStart"/>
            <w:r>
              <w:t>use</w:t>
            </w:r>
            <w:proofErr w:type="gramEnd"/>
            <w:r>
              <w:t xml:space="preserve"> additional space as needed)</w:t>
            </w:r>
          </w:p>
        </w:tc>
      </w:tr>
      <w:tr w:rsidR="006B79D5" w14:paraId="0851B223" w14:textId="77777777">
        <w:trPr>
          <w:trHeight w:val="1744"/>
        </w:trPr>
        <w:tc>
          <w:tcPr>
            <w:tcW w:w="9878" w:type="dxa"/>
            <w:tcBorders>
              <w:left w:val="single" w:sz="6" w:space="0" w:color="000000"/>
              <w:right w:val="single" w:sz="6" w:space="0" w:color="000000"/>
            </w:tcBorders>
          </w:tcPr>
          <w:p w14:paraId="33EF8F1A" w14:textId="77777777" w:rsidR="006B79D5" w:rsidRDefault="00EE4DE8">
            <w:pPr>
              <w:pStyle w:val="TableParagraph"/>
              <w:spacing w:before="125"/>
              <w:ind w:left="165"/>
            </w:pPr>
            <w:r>
              <w:t>What do you think caused the incident? (</w:t>
            </w:r>
            <w:proofErr w:type="gramStart"/>
            <w:r>
              <w:t>use</w:t>
            </w:r>
            <w:proofErr w:type="gramEnd"/>
            <w:r>
              <w:t xml:space="preserve"> additional space as needed)</w:t>
            </w:r>
          </w:p>
        </w:tc>
      </w:tr>
    </w:tbl>
    <w:p w14:paraId="412BAC73" w14:textId="77777777" w:rsidR="006B79D5" w:rsidRDefault="006B79D5">
      <w:pPr>
        <w:sectPr w:rsidR="006B79D5">
          <w:pgSz w:w="12240" w:h="15840"/>
          <w:pgMar w:top="1320" w:right="600" w:bottom="1180" w:left="420" w:header="566" w:footer="993" w:gutter="0"/>
          <w:cols w:space="720"/>
        </w:sectPr>
      </w:pPr>
    </w:p>
    <w:p w14:paraId="43839969" w14:textId="77777777" w:rsidR="006B79D5" w:rsidRDefault="006B79D5">
      <w:pPr>
        <w:pStyle w:val="BodyText"/>
        <w:spacing w:before="1"/>
        <w:ind w:left="0"/>
        <w:rPr>
          <w:sz w:val="11"/>
        </w:rPr>
      </w:pPr>
    </w:p>
    <w:tbl>
      <w:tblPr>
        <w:tblW w:w="0" w:type="auto"/>
        <w:tblInd w:w="768"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1E0" w:firstRow="1" w:lastRow="1" w:firstColumn="1" w:lastColumn="1" w:noHBand="0" w:noVBand="0"/>
      </w:tblPr>
      <w:tblGrid>
        <w:gridCol w:w="5488"/>
        <w:gridCol w:w="4391"/>
      </w:tblGrid>
      <w:tr w:rsidR="006B79D5" w14:paraId="02208C90" w14:textId="77777777">
        <w:trPr>
          <w:trHeight w:val="1972"/>
        </w:trPr>
        <w:tc>
          <w:tcPr>
            <w:tcW w:w="9879" w:type="dxa"/>
            <w:gridSpan w:val="2"/>
            <w:tcBorders>
              <w:left w:val="single" w:sz="6" w:space="0" w:color="000000"/>
              <w:right w:val="single" w:sz="6" w:space="0" w:color="000000"/>
            </w:tcBorders>
          </w:tcPr>
          <w:p w14:paraId="2AA11E9F" w14:textId="77777777" w:rsidR="006B79D5" w:rsidRDefault="00EE4DE8">
            <w:pPr>
              <w:pStyle w:val="TableParagraph"/>
              <w:spacing w:before="117"/>
              <w:ind w:left="165"/>
            </w:pPr>
            <w:r>
              <w:t>How could the incident have been prevented? (</w:t>
            </w:r>
            <w:proofErr w:type="gramStart"/>
            <w:r>
              <w:t>use</w:t>
            </w:r>
            <w:proofErr w:type="gramEnd"/>
            <w:r>
              <w:t xml:space="preserve"> additional space as needed)</w:t>
            </w:r>
          </w:p>
        </w:tc>
      </w:tr>
      <w:tr w:rsidR="006B79D5" w14:paraId="326C4112" w14:textId="77777777">
        <w:trPr>
          <w:trHeight w:val="1980"/>
        </w:trPr>
        <w:tc>
          <w:tcPr>
            <w:tcW w:w="9879" w:type="dxa"/>
            <w:gridSpan w:val="2"/>
            <w:tcBorders>
              <w:left w:val="single" w:sz="6" w:space="0" w:color="000000"/>
              <w:right w:val="single" w:sz="6" w:space="0" w:color="000000"/>
            </w:tcBorders>
          </w:tcPr>
          <w:p w14:paraId="35BD18C6" w14:textId="77777777" w:rsidR="006B79D5" w:rsidRDefault="00EE4DE8">
            <w:pPr>
              <w:pStyle w:val="TableParagraph"/>
              <w:spacing w:before="125"/>
              <w:ind w:left="165"/>
            </w:pPr>
            <w:r>
              <w:t>Please list other possible witnesses (use additional space as needed):</w:t>
            </w:r>
          </w:p>
        </w:tc>
      </w:tr>
      <w:tr w:rsidR="006B79D5" w14:paraId="3CF32909" w14:textId="77777777">
        <w:trPr>
          <w:trHeight w:val="1980"/>
        </w:trPr>
        <w:tc>
          <w:tcPr>
            <w:tcW w:w="9879" w:type="dxa"/>
            <w:gridSpan w:val="2"/>
            <w:tcBorders>
              <w:left w:val="single" w:sz="6" w:space="0" w:color="000000"/>
              <w:right w:val="single" w:sz="6" w:space="0" w:color="000000"/>
            </w:tcBorders>
          </w:tcPr>
          <w:p w14:paraId="7E09118C" w14:textId="77777777" w:rsidR="006B79D5" w:rsidRDefault="00EE4DE8">
            <w:pPr>
              <w:pStyle w:val="TableParagraph"/>
              <w:spacing w:before="125"/>
              <w:ind w:left="165"/>
            </w:pPr>
            <w:r>
              <w:t>Additional comments/observations (use additional space as needed):</w:t>
            </w:r>
          </w:p>
        </w:tc>
      </w:tr>
      <w:tr w:rsidR="006B79D5" w14:paraId="6E49968C" w14:textId="77777777">
        <w:trPr>
          <w:trHeight w:val="644"/>
        </w:trPr>
        <w:tc>
          <w:tcPr>
            <w:tcW w:w="5488" w:type="dxa"/>
            <w:tcBorders>
              <w:left w:val="single" w:sz="6" w:space="0" w:color="000000"/>
            </w:tcBorders>
          </w:tcPr>
          <w:p w14:paraId="577A1DCD" w14:textId="77777777" w:rsidR="006B79D5" w:rsidRDefault="00EE4DE8">
            <w:pPr>
              <w:pStyle w:val="TableParagraph"/>
              <w:spacing w:before="125"/>
              <w:ind w:left="165"/>
            </w:pPr>
            <w:r>
              <w:t>Signature:</w:t>
            </w:r>
          </w:p>
        </w:tc>
        <w:tc>
          <w:tcPr>
            <w:tcW w:w="4391" w:type="dxa"/>
            <w:tcBorders>
              <w:right w:val="single" w:sz="6" w:space="0" w:color="000000"/>
            </w:tcBorders>
          </w:tcPr>
          <w:p w14:paraId="02D63205" w14:textId="77777777" w:rsidR="006B79D5" w:rsidRDefault="00EE4DE8">
            <w:pPr>
              <w:pStyle w:val="TableParagraph"/>
              <w:spacing w:before="125"/>
              <w:ind w:left="134"/>
            </w:pPr>
            <w:r>
              <w:t>Date/Time:</w:t>
            </w:r>
          </w:p>
        </w:tc>
      </w:tr>
    </w:tbl>
    <w:p w14:paraId="18216390" w14:textId="77777777" w:rsidR="006B79D5" w:rsidRDefault="006B79D5">
      <w:pPr>
        <w:sectPr w:rsidR="006B79D5">
          <w:pgSz w:w="12240" w:h="15840"/>
          <w:pgMar w:top="1320" w:right="600" w:bottom="1180" w:left="420" w:header="566" w:footer="993" w:gutter="0"/>
          <w:cols w:space="720"/>
        </w:sectPr>
      </w:pPr>
    </w:p>
    <w:p w14:paraId="53F548AE" w14:textId="77777777" w:rsidR="006B79D5" w:rsidRDefault="00EE4DE8">
      <w:pPr>
        <w:pStyle w:val="Heading3"/>
      </w:pPr>
      <w:r>
        <w:lastRenderedPageBreak/>
        <w:t>Sample Incident Flow Chart</w:t>
      </w:r>
    </w:p>
    <w:p w14:paraId="03F20BFD" w14:textId="77777777" w:rsidR="006B79D5" w:rsidRDefault="00EE4DE8">
      <w:pPr>
        <w:spacing w:before="120"/>
        <w:ind w:left="1020" w:right="838"/>
        <w:rPr>
          <w:i/>
        </w:rPr>
      </w:pPr>
      <w:r>
        <w:rPr>
          <w:i/>
        </w:rPr>
        <w:t xml:space="preserve">This sample flow chart can be changed or modified to fit your </w:t>
      </w:r>
      <w:proofErr w:type="gramStart"/>
      <w:r>
        <w:rPr>
          <w:i/>
        </w:rPr>
        <w:t>Organization’s</w:t>
      </w:r>
      <w:proofErr w:type="gramEnd"/>
      <w:r>
        <w:rPr>
          <w:i/>
        </w:rPr>
        <w:t xml:space="preserve"> procedures following a workplace incident.</w:t>
      </w:r>
    </w:p>
    <w:p w14:paraId="77C2950A" w14:textId="77777777" w:rsidR="006B79D5" w:rsidRDefault="00EE4DE8">
      <w:pPr>
        <w:pStyle w:val="BodyText"/>
        <w:spacing w:before="120" w:line="348" w:lineRule="auto"/>
        <w:ind w:left="1020" w:right="4609"/>
        <w:rPr>
          <w:b/>
        </w:rPr>
      </w:pPr>
      <w:r>
        <w:t xml:space="preserve">Occupational Incident, Injury &amp; Near Miss Management Emergency Care, Reporting, Post Incident Testing and Reviews </w:t>
      </w:r>
      <w:r>
        <w:rPr>
          <w:b/>
        </w:rPr>
        <w:t>Procedural Steps</w:t>
      </w:r>
    </w:p>
    <w:p w14:paraId="7EDCA04F" w14:textId="77777777" w:rsidR="006B79D5" w:rsidRDefault="006B79D5">
      <w:pPr>
        <w:pStyle w:val="BodyText"/>
        <w:spacing w:before="9"/>
        <w:ind w:left="0"/>
        <w:rPr>
          <w:b/>
          <w:sz w:val="31"/>
        </w:rPr>
      </w:pPr>
    </w:p>
    <w:p w14:paraId="70FEE451" w14:textId="77777777" w:rsidR="006B79D5" w:rsidRDefault="00EE4DE8">
      <w:pPr>
        <w:ind w:left="1012"/>
        <w:rPr>
          <w:b/>
        </w:rPr>
      </w:pPr>
      <w:r>
        <w:rPr>
          <w:rFonts w:ascii="Times New Roman"/>
          <w:u w:val="single"/>
        </w:rPr>
        <w:t xml:space="preserve"> </w:t>
      </w:r>
      <w:r>
        <w:rPr>
          <w:b/>
          <w:u w:val="single"/>
        </w:rPr>
        <w:t>Employee Injury</w:t>
      </w:r>
    </w:p>
    <w:p w14:paraId="7D89EDBC" w14:textId="77777777" w:rsidR="006B79D5" w:rsidRDefault="00EE4DE8">
      <w:pPr>
        <w:pStyle w:val="BodyText"/>
        <w:spacing w:before="59" w:line="292" w:lineRule="auto"/>
        <w:ind w:left="1020" w:right="838"/>
      </w:pPr>
      <w:r>
        <w:t>If an employee sustains an occupational incident or injury, immediately send injured employee for medical treatment or follow the below guidelines:</w:t>
      </w:r>
    </w:p>
    <w:p w14:paraId="2F723E4F" w14:textId="77777777" w:rsidR="006B79D5" w:rsidRDefault="001B44F0">
      <w:pPr>
        <w:pStyle w:val="BodyText"/>
        <w:spacing w:before="9"/>
        <w:ind w:left="0"/>
        <w:rPr>
          <w:sz w:val="8"/>
        </w:rPr>
      </w:pPr>
      <w:r>
        <w:rPr>
          <w:noProof/>
        </w:rPr>
        <mc:AlternateContent>
          <mc:Choice Requires="wpg">
            <w:drawing>
              <wp:anchor distT="0" distB="0" distL="0" distR="0" simplePos="0" relativeHeight="251713536" behindDoc="1" locked="0" layoutInCell="1" allowOverlap="1" wp14:anchorId="34E35860" wp14:editId="10C23132">
                <wp:simplePos x="0" y="0"/>
                <wp:positionH relativeFrom="page">
                  <wp:posOffset>909955</wp:posOffset>
                </wp:positionH>
                <wp:positionV relativeFrom="paragraph">
                  <wp:posOffset>92710</wp:posOffset>
                </wp:positionV>
                <wp:extent cx="1710055" cy="1922145"/>
                <wp:effectExtent l="0" t="0" r="0" b="0"/>
                <wp:wrapTopAndBottom/>
                <wp:docPr id="106"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0055" cy="1922145"/>
                          <a:chOff x="1433" y="146"/>
                          <a:chExt cx="2693" cy="3027"/>
                        </a:xfrm>
                      </wpg:grpSpPr>
                      <wps:wsp>
                        <wps:cNvPr id="107" name="AutoShape 86"/>
                        <wps:cNvSpPr>
                          <a:spLocks/>
                        </wps:cNvSpPr>
                        <wps:spPr bwMode="auto">
                          <a:xfrm>
                            <a:off x="1432" y="146"/>
                            <a:ext cx="2693" cy="1356"/>
                          </a:xfrm>
                          <a:custGeom>
                            <a:avLst/>
                            <a:gdLst>
                              <a:gd name="T0" fmla="+- 0 1548 1433"/>
                              <a:gd name="T1" fmla="*/ T0 w 2693"/>
                              <a:gd name="T2" fmla="+- 0 1500 146"/>
                              <a:gd name="T3" fmla="*/ 1500 h 1356"/>
                              <a:gd name="T4" fmla="+- 0 1495 1433"/>
                              <a:gd name="T5" fmla="*/ T4 w 2693"/>
                              <a:gd name="T6" fmla="+- 0 1478 146"/>
                              <a:gd name="T7" fmla="*/ 1478 h 1356"/>
                              <a:gd name="T8" fmla="+- 0 1464 1433"/>
                              <a:gd name="T9" fmla="*/ T8 w 2693"/>
                              <a:gd name="T10" fmla="+- 0 1449 146"/>
                              <a:gd name="T11" fmla="*/ 1449 h 1356"/>
                              <a:gd name="T12" fmla="+- 0 1442 1433"/>
                              <a:gd name="T13" fmla="*/ T12 w 2693"/>
                              <a:gd name="T14" fmla="+- 0 1413 146"/>
                              <a:gd name="T15" fmla="*/ 1413 h 1356"/>
                              <a:gd name="T16" fmla="+- 0 1433 1433"/>
                              <a:gd name="T17" fmla="*/ T16 w 2693"/>
                              <a:gd name="T18" fmla="+- 0 276 146"/>
                              <a:gd name="T19" fmla="*/ 276 h 1356"/>
                              <a:gd name="T20" fmla="+- 0 1464 1433"/>
                              <a:gd name="T21" fmla="*/ T20 w 2693"/>
                              <a:gd name="T22" fmla="+- 0 196 146"/>
                              <a:gd name="T23" fmla="*/ 196 h 1356"/>
                              <a:gd name="T24" fmla="+- 0 1495 1433"/>
                              <a:gd name="T25" fmla="*/ T24 w 2693"/>
                              <a:gd name="T26" fmla="+- 0 170 146"/>
                              <a:gd name="T27" fmla="*/ 170 h 1356"/>
                              <a:gd name="T28" fmla="+- 0 1562 1433"/>
                              <a:gd name="T29" fmla="*/ T28 w 2693"/>
                              <a:gd name="T30" fmla="+- 0 146 146"/>
                              <a:gd name="T31" fmla="*/ 146 h 1356"/>
                              <a:gd name="T32" fmla="+- 0 4037 1433"/>
                              <a:gd name="T33" fmla="*/ T32 w 2693"/>
                              <a:gd name="T34" fmla="+- 0 156 146"/>
                              <a:gd name="T35" fmla="*/ 156 h 1356"/>
                              <a:gd name="T36" fmla="+- 0 1565 1433"/>
                              <a:gd name="T37" fmla="*/ T36 w 2693"/>
                              <a:gd name="T38" fmla="+- 0 165 146"/>
                              <a:gd name="T39" fmla="*/ 165 h 1356"/>
                              <a:gd name="T40" fmla="+- 0 1541 1433"/>
                              <a:gd name="T41" fmla="*/ T40 w 2693"/>
                              <a:gd name="T42" fmla="+- 0 170 146"/>
                              <a:gd name="T43" fmla="*/ 170 h 1356"/>
                              <a:gd name="T44" fmla="+- 0 1517 1433"/>
                              <a:gd name="T45" fmla="*/ T44 w 2693"/>
                              <a:gd name="T46" fmla="+- 0 180 146"/>
                              <a:gd name="T47" fmla="*/ 180 h 1356"/>
                              <a:gd name="T48" fmla="+- 0 1463 1433"/>
                              <a:gd name="T49" fmla="*/ T48 w 2693"/>
                              <a:gd name="T50" fmla="+- 0 240 146"/>
                              <a:gd name="T51" fmla="*/ 240 h 1356"/>
                              <a:gd name="T52" fmla="+- 0 1454 1433"/>
                              <a:gd name="T53" fmla="*/ T52 w 2693"/>
                              <a:gd name="T54" fmla="+- 0 264 146"/>
                              <a:gd name="T55" fmla="*/ 264 h 1356"/>
                              <a:gd name="T56" fmla="+- 0 1452 1433"/>
                              <a:gd name="T57" fmla="*/ T56 w 2693"/>
                              <a:gd name="T58" fmla="+- 0 1372 146"/>
                              <a:gd name="T59" fmla="*/ 1372 h 1356"/>
                              <a:gd name="T60" fmla="+- 0 1455 1433"/>
                              <a:gd name="T61" fmla="*/ T60 w 2693"/>
                              <a:gd name="T62" fmla="+- 0 1384 146"/>
                              <a:gd name="T63" fmla="*/ 1384 h 1356"/>
                              <a:gd name="T64" fmla="+- 0 1466 1433"/>
                              <a:gd name="T65" fmla="*/ T64 w 2693"/>
                              <a:gd name="T66" fmla="+- 0 1418 146"/>
                              <a:gd name="T67" fmla="*/ 1418 h 1356"/>
                              <a:gd name="T68" fmla="+- 0 1498 1433"/>
                              <a:gd name="T69" fmla="*/ T68 w 2693"/>
                              <a:gd name="T70" fmla="+- 0 1454 146"/>
                              <a:gd name="T71" fmla="*/ 1454 h 1356"/>
                              <a:gd name="T72" fmla="+- 0 1529 1433"/>
                              <a:gd name="T73" fmla="*/ T72 w 2693"/>
                              <a:gd name="T74" fmla="+- 0 1473 146"/>
                              <a:gd name="T75" fmla="*/ 1473 h 1356"/>
                              <a:gd name="T76" fmla="+- 0 1538 1433"/>
                              <a:gd name="T77" fmla="*/ T76 w 2693"/>
                              <a:gd name="T78" fmla="+- 0 1476 146"/>
                              <a:gd name="T79" fmla="*/ 1476 h 1356"/>
                              <a:gd name="T80" fmla="+- 0 1577 1433"/>
                              <a:gd name="T81" fmla="*/ T80 w 2693"/>
                              <a:gd name="T82" fmla="+- 0 1483 146"/>
                              <a:gd name="T83" fmla="*/ 1483 h 1356"/>
                              <a:gd name="T84" fmla="+- 0 4037 1433"/>
                              <a:gd name="T85" fmla="*/ T84 w 2693"/>
                              <a:gd name="T86" fmla="+- 0 1490 146"/>
                              <a:gd name="T87" fmla="*/ 1490 h 1356"/>
                              <a:gd name="T88" fmla="+- 0 3996 1433"/>
                              <a:gd name="T89" fmla="*/ T88 w 2693"/>
                              <a:gd name="T90" fmla="+- 0 1502 146"/>
                              <a:gd name="T91" fmla="*/ 1502 h 1356"/>
                              <a:gd name="T92" fmla="+- 0 4085 1433"/>
                              <a:gd name="T93" fmla="*/ T92 w 2693"/>
                              <a:gd name="T94" fmla="+- 0 220 146"/>
                              <a:gd name="T95" fmla="*/ 220 h 1356"/>
                              <a:gd name="T96" fmla="+- 0 4070 1433"/>
                              <a:gd name="T97" fmla="*/ T96 w 2693"/>
                              <a:gd name="T98" fmla="+- 0 201 146"/>
                              <a:gd name="T99" fmla="*/ 201 h 1356"/>
                              <a:gd name="T100" fmla="+- 0 4020 1433"/>
                              <a:gd name="T101" fmla="*/ T100 w 2693"/>
                              <a:gd name="T102" fmla="+- 0 170 146"/>
                              <a:gd name="T103" fmla="*/ 170 h 1356"/>
                              <a:gd name="T104" fmla="+- 0 3994 1433"/>
                              <a:gd name="T105" fmla="*/ T104 w 2693"/>
                              <a:gd name="T106" fmla="+- 0 165 146"/>
                              <a:gd name="T107" fmla="*/ 165 h 1356"/>
                              <a:gd name="T108" fmla="+- 0 4073 1433"/>
                              <a:gd name="T109" fmla="*/ T108 w 2693"/>
                              <a:gd name="T110" fmla="+- 0 177 146"/>
                              <a:gd name="T111" fmla="*/ 177 h 1356"/>
                              <a:gd name="T112" fmla="+- 0 4109 1433"/>
                              <a:gd name="T113" fmla="*/ T112 w 2693"/>
                              <a:gd name="T114" fmla="+- 0 220 146"/>
                              <a:gd name="T115" fmla="*/ 220 h 1356"/>
                              <a:gd name="T116" fmla="+- 0 4097 1433"/>
                              <a:gd name="T117" fmla="*/ T116 w 2693"/>
                              <a:gd name="T118" fmla="+- 0 240 146"/>
                              <a:gd name="T119" fmla="*/ 240 h 1356"/>
                              <a:gd name="T120" fmla="+- 0 1462 1433"/>
                              <a:gd name="T121" fmla="*/ T120 w 2693"/>
                              <a:gd name="T122" fmla="+- 0 240 146"/>
                              <a:gd name="T123" fmla="*/ 240 h 1356"/>
                              <a:gd name="T124" fmla="+- 0 4124 1433"/>
                              <a:gd name="T125" fmla="*/ T124 w 2693"/>
                              <a:gd name="T126" fmla="+- 0 1384 146"/>
                              <a:gd name="T127" fmla="*/ 1384 h 1356"/>
                              <a:gd name="T128" fmla="+- 0 4106 1433"/>
                              <a:gd name="T129" fmla="*/ T128 w 2693"/>
                              <a:gd name="T130" fmla="+- 0 1358 146"/>
                              <a:gd name="T131" fmla="*/ 1358 h 1356"/>
                              <a:gd name="T132" fmla="+- 0 4104 1433"/>
                              <a:gd name="T133" fmla="*/ T132 w 2693"/>
                              <a:gd name="T134" fmla="+- 0 264 146"/>
                              <a:gd name="T135" fmla="*/ 264 h 1356"/>
                              <a:gd name="T136" fmla="+- 0 4116 1433"/>
                              <a:gd name="T137" fmla="*/ T136 w 2693"/>
                              <a:gd name="T138" fmla="+- 0 240 146"/>
                              <a:gd name="T139" fmla="*/ 240 h 1356"/>
                              <a:gd name="T140" fmla="+- 0 4126 1433"/>
                              <a:gd name="T141" fmla="*/ T140 w 2693"/>
                              <a:gd name="T142" fmla="+- 0 1372 146"/>
                              <a:gd name="T143" fmla="*/ 1372 h 1356"/>
                              <a:gd name="T144" fmla="+- 0 1452 1433"/>
                              <a:gd name="T145" fmla="*/ T144 w 2693"/>
                              <a:gd name="T146" fmla="+- 0 276 146"/>
                              <a:gd name="T147" fmla="*/ 276 h 1356"/>
                              <a:gd name="T148" fmla="+- 0 1452 1433"/>
                              <a:gd name="T149" fmla="*/ T148 w 2693"/>
                              <a:gd name="T150" fmla="+- 0 1372 146"/>
                              <a:gd name="T151" fmla="*/ 1372 h 1356"/>
                              <a:gd name="T152" fmla="+- 0 1452 1433"/>
                              <a:gd name="T153" fmla="*/ T152 w 2693"/>
                              <a:gd name="T154" fmla="+- 0 1372 146"/>
                              <a:gd name="T155" fmla="*/ 1372 h 1356"/>
                              <a:gd name="T156" fmla="+- 0 1454 1433"/>
                              <a:gd name="T157" fmla="*/ T156 w 2693"/>
                              <a:gd name="T158" fmla="+- 0 1382 146"/>
                              <a:gd name="T159" fmla="*/ 1382 h 1356"/>
                              <a:gd name="T160" fmla="+- 0 4099 1433"/>
                              <a:gd name="T161" fmla="*/ T160 w 2693"/>
                              <a:gd name="T162" fmla="+- 0 1396 146"/>
                              <a:gd name="T163" fmla="*/ 1396 h 1356"/>
                              <a:gd name="T164" fmla="+- 0 4124 1433"/>
                              <a:gd name="T165" fmla="*/ T164 w 2693"/>
                              <a:gd name="T166" fmla="+- 0 1384 146"/>
                              <a:gd name="T167" fmla="*/ 1384 h 1356"/>
                              <a:gd name="T168" fmla="+- 0 1458 1433"/>
                              <a:gd name="T169" fmla="*/ T168 w 2693"/>
                              <a:gd name="T170" fmla="+- 0 1396 146"/>
                              <a:gd name="T171" fmla="*/ 1396 h 1356"/>
                              <a:gd name="T172" fmla="+- 0 1458 1433"/>
                              <a:gd name="T173" fmla="*/ T172 w 2693"/>
                              <a:gd name="T174" fmla="+- 0 1396 146"/>
                              <a:gd name="T175" fmla="*/ 1396 h 1356"/>
                              <a:gd name="T176" fmla="+- 0 3996 1433"/>
                              <a:gd name="T177" fmla="*/ T176 w 2693"/>
                              <a:gd name="T178" fmla="+- 0 1480 146"/>
                              <a:gd name="T179" fmla="*/ 1480 h 1356"/>
                              <a:gd name="T180" fmla="+- 0 4018 1433"/>
                              <a:gd name="T181" fmla="*/ T180 w 2693"/>
                              <a:gd name="T182" fmla="+- 0 1476 146"/>
                              <a:gd name="T183" fmla="*/ 1476 h 1356"/>
                              <a:gd name="T184" fmla="+- 0 4051 1433"/>
                              <a:gd name="T185" fmla="*/ T184 w 2693"/>
                              <a:gd name="T186" fmla="+- 0 1461 146"/>
                              <a:gd name="T187" fmla="*/ 1461 h 1356"/>
                              <a:gd name="T188" fmla="+- 0 4092 1433"/>
                              <a:gd name="T189" fmla="*/ T188 w 2693"/>
                              <a:gd name="T190" fmla="+- 0 1418 146"/>
                              <a:gd name="T191" fmla="*/ 1418 h 1356"/>
                              <a:gd name="T192" fmla="+- 0 4099 1433"/>
                              <a:gd name="T193" fmla="*/ T192 w 2693"/>
                              <a:gd name="T194" fmla="+- 0 1394 146"/>
                              <a:gd name="T195" fmla="*/ 1394 h 1356"/>
                              <a:gd name="T196" fmla="+- 0 4118 1433"/>
                              <a:gd name="T197" fmla="*/ T196 w 2693"/>
                              <a:gd name="T198" fmla="+- 0 1401 146"/>
                              <a:gd name="T199" fmla="*/ 1401 h 1356"/>
                              <a:gd name="T200" fmla="+- 0 4102 1433"/>
                              <a:gd name="T201" fmla="*/ T200 w 2693"/>
                              <a:gd name="T202" fmla="+- 0 1440 146"/>
                              <a:gd name="T203" fmla="*/ 1440 h 1356"/>
                              <a:gd name="T204" fmla="+- 0 1490 1433"/>
                              <a:gd name="T205" fmla="*/ T204 w 2693"/>
                              <a:gd name="T206" fmla="+- 0 1447 146"/>
                              <a:gd name="T207" fmla="*/ 1447 h 1356"/>
                              <a:gd name="T208" fmla="+- 0 1490 1433"/>
                              <a:gd name="T209" fmla="*/ T208 w 2693"/>
                              <a:gd name="T210" fmla="+- 0 1447 146"/>
                              <a:gd name="T211" fmla="*/ 1447 h 13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2693" h="1356">
                                <a:moveTo>
                                  <a:pt x="2563" y="1356"/>
                                </a:moveTo>
                                <a:lnTo>
                                  <a:pt x="129" y="1356"/>
                                </a:lnTo>
                                <a:lnTo>
                                  <a:pt x="115" y="1354"/>
                                </a:lnTo>
                                <a:lnTo>
                                  <a:pt x="86" y="1344"/>
                                </a:lnTo>
                                <a:lnTo>
                                  <a:pt x="74" y="1339"/>
                                </a:lnTo>
                                <a:lnTo>
                                  <a:pt x="62" y="1332"/>
                                </a:lnTo>
                                <a:lnTo>
                                  <a:pt x="53" y="1322"/>
                                </a:lnTo>
                                <a:lnTo>
                                  <a:pt x="41" y="1313"/>
                                </a:lnTo>
                                <a:lnTo>
                                  <a:pt x="31" y="1303"/>
                                </a:lnTo>
                                <a:lnTo>
                                  <a:pt x="24" y="1294"/>
                                </a:lnTo>
                                <a:lnTo>
                                  <a:pt x="17" y="1282"/>
                                </a:lnTo>
                                <a:lnTo>
                                  <a:pt x="9" y="1267"/>
                                </a:lnTo>
                                <a:lnTo>
                                  <a:pt x="5" y="1255"/>
                                </a:lnTo>
                                <a:lnTo>
                                  <a:pt x="0" y="1226"/>
                                </a:lnTo>
                                <a:lnTo>
                                  <a:pt x="0" y="130"/>
                                </a:lnTo>
                                <a:lnTo>
                                  <a:pt x="5" y="101"/>
                                </a:lnTo>
                                <a:lnTo>
                                  <a:pt x="9" y="86"/>
                                </a:lnTo>
                                <a:lnTo>
                                  <a:pt x="31" y="50"/>
                                </a:lnTo>
                                <a:lnTo>
                                  <a:pt x="41" y="41"/>
                                </a:lnTo>
                                <a:lnTo>
                                  <a:pt x="53" y="31"/>
                                </a:lnTo>
                                <a:lnTo>
                                  <a:pt x="62" y="24"/>
                                </a:lnTo>
                                <a:lnTo>
                                  <a:pt x="86" y="10"/>
                                </a:lnTo>
                                <a:lnTo>
                                  <a:pt x="101" y="5"/>
                                </a:lnTo>
                                <a:lnTo>
                                  <a:pt x="129" y="0"/>
                                </a:lnTo>
                                <a:lnTo>
                                  <a:pt x="2563" y="0"/>
                                </a:lnTo>
                                <a:lnTo>
                                  <a:pt x="2592" y="5"/>
                                </a:lnTo>
                                <a:lnTo>
                                  <a:pt x="2604" y="10"/>
                                </a:lnTo>
                                <a:lnTo>
                                  <a:pt x="2618" y="17"/>
                                </a:lnTo>
                                <a:lnTo>
                                  <a:pt x="2622" y="19"/>
                                </a:lnTo>
                                <a:lnTo>
                                  <a:pt x="132" y="19"/>
                                </a:lnTo>
                                <a:lnTo>
                                  <a:pt x="117" y="22"/>
                                </a:lnTo>
                                <a:lnTo>
                                  <a:pt x="105" y="24"/>
                                </a:lnTo>
                                <a:lnTo>
                                  <a:pt x="108" y="24"/>
                                </a:lnTo>
                                <a:lnTo>
                                  <a:pt x="93" y="29"/>
                                </a:lnTo>
                                <a:lnTo>
                                  <a:pt x="96" y="29"/>
                                </a:lnTo>
                                <a:lnTo>
                                  <a:pt x="84" y="34"/>
                                </a:lnTo>
                                <a:lnTo>
                                  <a:pt x="55" y="55"/>
                                </a:lnTo>
                                <a:lnTo>
                                  <a:pt x="33" y="84"/>
                                </a:lnTo>
                                <a:lnTo>
                                  <a:pt x="30" y="94"/>
                                </a:lnTo>
                                <a:lnTo>
                                  <a:pt x="29" y="94"/>
                                </a:lnTo>
                                <a:lnTo>
                                  <a:pt x="24" y="106"/>
                                </a:lnTo>
                                <a:lnTo>
                                  <a:pt x="21" y="118"/>
                                </a:lnTo>
                                <a:lnTo>
                                  <a:pt x="19" y="130"/>
                                </a:lnTo>
                                <a:lnTo>
                                  <a:pt x="19" y="1226"/>
                                </a:lnTo>
                                <a:lnTo>
                                  <a:pt x="21" y="1238"/>
                                </a:lnTo>
                                <a:lnTo>
                                  <a:pt x="22" y="1238"/>
                                </a:lnTo>
                                <a:lnTo>
                                  <a:pt x="24" y="1250"/>
                                </a:lnTo>
                                <a:lnTo>
                                  <a:pt x="25" y="1250"/>
                                </a:lnTo>
                                <a:lnTo>
                                  <a:pt x="33" y="1272"/>
                                </a:lnTo>
                                <a:lnTo>
                                  <a:pt x="55" y="1301"/>
                                </a:lnTo>
                                <a:lnTo>
                                  <a:pt x="57" y="1301"/>
                                </a:lnTo>
                                <a:lnTo>
                                  <a:pt x="65" y="1308"/>
                                </a:lnTo>
                                <a:lnTo>
                                  <a:pt x="74" y="1315"/>
                                </a:lnTo>
                                <a:lnTo>
                                  <a:pt x="84" y="1320"/>
                                </a:lnTo>
                                <a:lnTo>
                                  <a:pt x="96" y="1327"/>
                                </a:lnTo>
                                <a:lnTo>
                                  <a:pt x="93" y="1327"/>
                                </a:lnTo>
                                <a:lnTo>
                                  <a:pt x="108" y="1330"/>
                                </a:lnTo>
                                <a:lnTo>
                                  <a:pt x="105" y="1330"/>
                                </a:lnTo>
                                <a:lnTo>
                                  <a:pt x="117" y="1334"/>
                                </a:lnTo>
                                <a:lnTo>
                                  <a:pt x="129" y="1334"/>
                                </a:lnTo>
                                <a:lnTo>
                                  <a:pt x="144" y="1337"/>
                                </a:lnTo>
                                <a:lnTo>
                                  <a:pt x="2622" y="1337"/>
                                </a:lnTo>
                                <a:lnTo>
                                  <a:pt x="2618" y="1339"/>
                                </a:lnTo>
                                <a:lnTo>
                                  <a:pt x="2604" y="1344"/>
                                </a:lnTo>
                                <a:lnTo>
                                  <a:pt x="2592" y="1349"/>
                                </a:lnTo>
                                <a:lnTo>
                                  <a:pt x="2577" y="1354"/>
                                </a:lnTo>
                                <a:lnTo>
                                  <a:pt x="2563" y="1356"/>
                                </a:lnTo>
                                <a:close/>
                                <a:moveTo>
                                  <a:pt x="2664" y="96"/>
                                </a:moveTo>
                                <a:lnTo>
                                  <a:pt x="2657" y="84"/>
                                </a:lnTo>
                                <a:lnTo>
                                  <a:pt x="2652" y="74"/>
                                </a:lnTo>
                                <a:lnTo>
                                  <a:pt x="2645" y="65"/>
                                </a:lnTo>
                                <a:lnTo>
                                  <a:pt x="2635" y="55"/>
                                </a:lnTo>
                                <a:lnTo>
                                  <a:pt x="2637" y="55"/>
                                </a:lnTo>
                                <a:lnTo>
                                  <a:pt x="2609" y="34"/>
                                </a:lnTo>
                                <a:lnTo>
                                  <a:pt x="2585" y="24"/>
                                </a:lnTo>
                                <a:lnTo>
                                  <a:pt x="2587" y="24"/>
                                </a:lnTo>
                                <a:lnTo>
                                  <a:pt x="2573" y="22"/>
                                </a:lnTo>
                                <a:lnTo>
                                  <a:pt x="2575" y="22"/>
                                </a:lnTo>
                                <a:lnTo>
                                  <a:pt x="2561" y="19"/>
                                </a:lnTo>
                                <a:lnTo>
                                  <a:pt x="2622" y="19"/>
                                </a:lnTo>
                                <a:lnTo>
                                  <a:pt x="2630" y="24"/>
                                </a:lnTo>
                                <a:lnTo>
                                  <a:pt x="2640" y="31"/>
                                </a:lnTo>
                                <a:lnTo>
                                  <a:pt x="2659" y="50"/>
                                </a:lnTo>
                                <a:lnTo>
                                  <a:pt x="2669" y="62"/>
                                </a:lnTo>
                                <a:lnTo>
                                  <a:pt x="2676" y="74"/>
                                </a:lnTo>
                                <a:lnTo>
                                  <a:pt x="2681" y="86"/>
                                </a:lnTo>
                                <a:lnTo>
                                  <a:pt x="2683" y="94"/>
                                </a:lnTo>
                                <a:lnTo>
                                  <a:pt x="2664" y="94"/>
                                </a:lnTo>
                                <a:lnTo>
                                  <a:pt x="2664" y="96"/>
                                </a:lnTo>
                                <a:close/>
                                <a:moveTo>
                                  <a:pt x="29" y="96"/>
                                </a:moveTo>
                                <a:lnTo>
                                  <a:pt x="29" y="94"/>
                                </a:lnTo>
                                <a:lnTo>
                                  <a:pt x="30" y="94"/>
                                </a:lnTo>
                                <a:lnTo>
                                  <a:pt x="29" y="96"/>
                                </a:lnTo>
                                <a:close/>
                                <a:moveTo>
                                  <a:pt x="2691" y="1238"/>
                                </a:moveTo>
                                <a:lnTo>
                                  <a:pt x="2671" y="1238"/>
                                </a:lnTo>
                                <a:lnTo>
                                  <a:pt x="2671" y="1226"/>
                                </a:lnTo>
                                <a:lnTo>
                                  <a:pt x="2673" y="1212"/>
                                </a:lnTo>
                                <a:lnTo>
                                  <a:pt x="2673" y="144"/>
                                </a:lnTo>
                                <a:lnTo>
                                  <a:pt x="2671" y="130"/>
                                </a:lnTo>
                                <a:lnTo>
                                  <a:pt x="2671" y="118"/>
                                </a:lnTo>
                                <a:lnTo>
                                  <a:pt x="2666" y="106"/>
                                </a:lnTo>
                                <a:lnTo>
                                  <a:pt x="2664" y="94"/>
                                </a:lnTo>
                                <a:lnTo>
                                  <a:pt x="2683" y="94"/>
                                </a:lnTo>
                                <a:lnTo>
                                  <a:pt x="2690" y="115"/>
                                </a:lnTo>
                                <a:lnTo>
                                  <a:pt x="2693" y="130"/>
                                </a:lnTo>
                                <a:lnTo>
                                  <a:pt x="2693" y="1226"/>
                                </a:lnTo>
                                <a:lnTo>
                                  <a:pt x="2691" y="1238"/>
                                </a:lnTo>
                                <a:close/>
                                <a:moveTo>
                                  <a:pt x="19" y="132"/>
                                </a:moveTo>
                                <a:lnTo>
                                  <a:pt x="19" y="130"/>
                                </a:lnTo>
                                <a:lnTo>
                                  <a:pt x="19" y="132"/>
                                </a:lnTo>
                                <a:close/>
                                <a:moveTo>
                                  <a:pt x="19" y="1226"/>
                                </a:moveTo>
                                <a:lnTo>
                                  <a:pt x="19" y="1226"/>
                                </a:lnTo>
                                <a:lnTo>
                                  <a:pt x="19" y="1224"/>
                                </a:lnTo>
                                <a:lnTo>
                                  <a:pt x="19" y="1226"/>
                                </a:lnTo>
                                <a:close/>
                                <a:moveTo>
                                  <a:pt x="22" y="1238"/>
                                </a:moveTo>
                                <a:lnTo>
                                  <a:pt x="21" y="1238"/>
                                </a:lnTo>
                                <a:lnTo>
                                  <a:pt x="21" y="1236"/>
                                </a:lnTo>
                                <a:lnTo>
                                  <a:pt x="22" y="1238"/>
                                </a:lnTo>
                                <a:close/>
                                <a:moveTo>
                                  <a:pt x="2687" y="1250"/>
                                </a:moveTo>
                                <a:lnTo>
                                  <a:pt x="2666" y="1250"/>
                                </a:lnTo>
                                <a:lnTo>
                                  <a:pt x="2671" y="1236"/>
                                </a:lnTo>
                                <a:lnTo>
                                  <a:pt x="2671" y="1238"/>
                                </a:lnTo>
                                <a:lnTo>
                                  <a:pt x="2691" y="1238"/>
                                </a:lnTo>
                                <a:lnTo>
                                  <a:pt x="2690" y="1241"/>
                                </a:lnTo>
                                <a:lnTo>
                                  <a:pt x="2687" y="1250"/>
                                </a:lnTo>
                                <a:close/>
                                <a:moveTo>
                                  <a:pt x="25" y="1250"/>
                                </a:moveTo>
                                <a:lnTo>
                                  <a:pt x="24" y="1250"/>
                                </a:lnTo>
                                <a:lnTo>
                                  <a:pt x="24" y="1248"/>
                                </a:lnTo>
                                <a:lnTo>
                                  <a:pt x="25" y="1250"/>
                                </a:lnTo>
                                <a:close/>
                                <a:moveTo>
                                  <a:pt x="2622" y="1337"/>
                                </a:moveTo>
                                <a:lnTo>
                                  <a:pt x="2549" y="1337"/>
                                </a:lnTo>
                                <a:lnTo>
                                  <a:pt x="2563" y="1334"/>
                                </a:lnTo>
                                <a:lnTo>
                                  <a:pt x="2573" y="1334"/>
                                </a:lnTo>
                                <a:lnTo>
                                  <a:pt x="2587" y="1330"/>
                                </a:lnTo>
                                <a:lnTo>
                                  <a:pt x="2585" y="1330"/>
                                </a:lnTo>
                                <a:lnTo>
                                  <a:pt x="2597" y="1327"/>
                                </a:lnTo>
                                <a:lnTo>
                                  <a:pt x="2609" y="1320"/>
                                </a:lnTo>
                                <a:lnTo>
                                  <a:pt x="2618" y="1315"/>
                                </a:lnTo>
                                <a:lnTo>
                                  <a:pt x="2628" y="1308"/>
                                </a:lnTo>
                                <a:lnTo>
                                  <a:pt x="2645" y="1291"/>
                                </a:lnTo>
                                <a:lnTo>
                                  <a:pt x="2659" y="1272"/>
                                </a:lnTo>
                                <a:lnTo>
                                  <a:pt x="2657" y="1272"/>
                                </a:lnTo>
                                <a:lnTo>
                                  <a:pt x="2664" y="1260"/>
                                </a:lnTo>
                                <a:lnTo>
                                  <a:pt x="2666" y="1248"/>
                                </a:lnTo>
                                <a:lnTo>
                                  <a:pt x="2666" y="1250"/>
                                </a:lnTo>
                                <a:lnTo>
                                  <a:pt x="2687" y="1250"/>
                                </a:lnTo>
                                <a:lnTo>
                                  <a:pt x="2685" y="1255"/>
                                </a:lnTo>
                                <a:lnTo>
                                  <a:pt x="2681" y="1267"/>
                                </a:lnTo>
                                <a:lnTo>
                                  <a:pt x="2676" y="1282"/>
                                </a:lnTo>
                                <a:lnTo>
                                  <a:pt x="2669" y="1294"/>
                                </a:lnTo>
                                <a:lnTo>
                                  <a:pt x="2630" y="1332"/>
                                </a:lnTo>
                                <a:lnTo>
                                  <a:pt x="2622" y="1337"/>
                                </a:lnTo>
                                <a:close/>
                                <a:moveTo>
                                  <a:pt x="57" y="1301"/>
                                </a:moveTo>
                                <a:lnTo>
                                  <a:pt x="55" y="1301"/>
                                </a:lnTo>
                                <a:lnTo>
                                  <a:pt x="55" y="1298"/>
                                </a:lnTo>
                                <a:lnTo>
                                  <a:pt x="57" y="1301"/>
                                </a:lnTo>
                                <a:close/>
                              </a:path>
                            </a:pathLst>
                          </a:custGeom>
                          <a:solidFill>
                            <a:srgbClr val="D6702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AutoShape 85"/>
                        <wps:cNvSpPr>
                          <a:spLocks/>
                        </wps:cNvSpPr>
                        <wps:spPr bwMode="auto">
                          <a:xfrm>
                            <a:off x="1699" y="1492"/>
                            <a:ext cx="279" cy="1013"/>
                          </a:xfrm>
                          <a:custGeom>
                            <a:avLst/>
                            <a:gdLst>
                              <a:gd name="T0" fmla="+- 0 1978 1699"/>
                              <a:gd name="T1" fmla="*/ T0 w 279"/>
                              <a:gd name="T2" fmla="+- 0 2505 1492"/>
                              <a:gd name="T3" fmla="*/ 2505 h 1013"/>
                              <a:gd name="T4" fmla="+- 0 1699 1699"/>
                              <a:gd name="T5" fmla="*/ T4 w 279"/>
                              <a:gd name="T6" fmla="+- 0 2505 1492"/>
                              <a:gd name="T7" fmla="*/ 2505 h 1013"/>
                              <a:gd name="T8" fmla="+- 0 1699 1699"/>
                              <a:gd name="T9" fmla="*/ T8 w 279"/>
                              <a:gd name="T10" fmla="+- 0 1492 1492"/>
                              <a:gd name="T11" fmla="*/ 1492 h 1013"/>
                              <a:gd name="T12" fmla="+- 0 1718 1699"/>
                              <a:gd name="T13" fmla="*/ T12 w 279"/>
                              <a:gd name="T14" fmla="+- 0 1492 1492"/>
                              <a:gd name="T15" fmla="*/ 1492 h 1013"/>
                              <a:gd name="T16" fmla="+- 0 1718 1699"/>
                              <a:gd name="T17" fmla="*/ T16 w 279"/>
                              <a:gd name="T18" fmla="+- 0 2484 1492"/>
                              <a:gd name="T19" fmla="*/ 2484 h 1013"/>
                              <a:gd name="T20" fmla="+- 0 1709 1699"/>
                              <a:gd name="T21" fmla="*/ T20 w 279"/>
                              <a:gd name="T22" fmla="+- 0 2484 1492"/>
                              <a:gd name="T23" fmla="*/ 2484 h 1013"/>
                              <a:gd name="T24" fmla="+- 0 1718 1699"/>
                              <a:gd name="T25" fmla="*/ T24 w 279"/>
                              <a:gd name="T26" fmla="+- 0 2496 1492"/>
                              <a:gd name="T27" fmla="*/ 2496 h 1013"/>
                              <a:gd name="T28" fmla="+- 0 1978 1699"/>
                              <a:gd name="T29" fmla="*/ T28 w 279"/>
                              <a:gd name="T30" fmla="+- 0 2496 1492"/>
                              <a:gd name="T31" fmla="*/ 2496 h 1013"/>
                              <a:gd name="T32" fmla="+- 0 1978 1699"/>
                              <a:gd name="T33" fmla="*/ T32 w 279"/>
                              <a:gd name="T34" fmla="+- 0 2505 1492"/>
                              <a:gd name="T35" fmla="*/ 2505 h 1013"/>
                              <a:gd name="T36" fmla="+- 0 1718 1699"/>
                              <a:gd name="T37" fmla="*/ T36 w 279"/>
                              <a:gd name="T38" fmla="+- 0 2496 1492"/>
                              <a:gd name="T39" fmla="*/ 2496 h 1013"/>
                              <a:gd name="T40" fmla="+- 0 1709 1699"/>
                              <a:gd name="T41" fmla="*/ T40 w 279"/>
                              <a:gd name="T42" fmla="+- 0 2484 1492"/>
                              <a:gd name="T43" fmla="*/ 2484 h 1013"/>
                              <a:gd name="T44" fmla="+- 0 1718 1699"/>
                              <a:gd name="T45" fmla="*/ T44 w 279"/>
                              <a:gd name="T46" fmla="+- 0 2484 1492"/>
                              <a:gd name="T47" fmla="*/ 2484 h 1013"/>
                              <a:gd name="T48" fmla="+- 0 1718 1699"/>
                              <a:gd name="T49" fmla="*/ T48 w 279"/>
                              <a:gd name="T50" fmla="+- 0 2496 1492"/>
                              <a:gd name="T51" fmla="*/ 2496 h 1013"/>
                              <a:gd name="T52" fmla="+- 0 1978 1699"/>
                              <a:gd name="T53" fmla="*/ T52 w 279"/>
                              <a:gd name="T54" fmla="+- 0 2496 1492"/>
                              <a:gd name="T55" fmla="*/ 2496 h 1013"/>
                              <a:gd name="T56" fmla="+- 0 1718 1699"/>
                              <a:gd name="T57" fmla="*/ T56 w 279"/>
                              <a:gd name="T58" fmla="+- 0 2496 1492"/>
                              <a:gd name="T59" fmla="*/ 2496 h 1013"/>
                              <a:gd name="T60" fmla="+- 0 1718 1699"/>
                              <a:gd name="T61" fmla="*/ T60 w 279"/>
                              <a:gd name="T62" fmla="+- 0 2484 1492"/>
                              <a:gd name="T63" fmla="*/ 2484 h 1013"/>
                              <a:gd name="T64" fmla="+- 0 1978 1699"/>
                              <a:gd name="T65" fmla="*/ T64 w 279"/>
                              <a:gd name="T66" fmla="+- 0 2484 1492"/>
                              <a:gd name="T67" fmla="*/ 2484 h 1013"/>
                              <a:gd name="T68" fmla="+- 0 1978 1699"/>
                              <a:gd name="T69" fmla="*/ T68 w 279"/>
                              <a:gd name="T70" fmla="+- 0 2496 1492"/>
                              <a:gd name="T71" fmla="*/ 2496 h 10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279" h="1013">
                                <a:moveTo>
                                  <a:pt x="279" y="1013"/>
                                </a:moveTo>
                                <a:lnTo>
                                  <a:pt x="0" y="1013"/>
                                </a:lnTo>
                                <a:lnTo>
                                  <a:pt x="0" y="0"/>
                                </a:lnTo>
                                <a:lnTo>
                                  <a:pt x="19" y="0"/>
                                </a:lnTo>
                                <a:lnTo>
                                  <a:pt x="19" y="992"/>
                                </a:lnTo>
                                <a:lnTo>
                                  <a:pt x="10" y="992"/>
                                </a:lnTo>
                                <a:lnTo>
                                  <a:pt x="19" y="1004"/>
                                </a:lnTo>
                                <a:lnTo>
                                  <a:pt x="279" y="1004"/>
                                </a:lnTo>
                                <a:lnTo>
                                  <a:pt x="279" y="1013"/>
                                </a:lnTo>
                                <a:close/>
                                <a:moveTo>
                                  <a:pt x="19" y="1004"/>
                                </a:moveTo>
                                <a:lnTo>
                                  <a:pt x="10" y="992"/>
                                </a:lnTo>
                                <a:lnTo>
                                  <a:pt x="19" y="992"/>
                                </a:lnTo>
                                <a:lnTo>
                                  <a:pt x="19" y="1004"/>
                                </a:lnTo>
                                <a:close/>
                                <a:moveTo>
                                  <a:pt x="279" y="1004"/>
                                </a:moveTo>
                                <a:lnTo>
                                  <a:pt x="19" y="1004"/>
                                </a:lnTo>
                                <a:lnTo>
                                  <a:pt x="19" y="992"/>
                                </a:lnTo>
                                <a:lnTo>
                                  <a:pt x="279" y="992"/>
                                </a:lnTo>
                                <a:lnTo>
                                  <a:pt x="279" y="1004"/>
                                </a:lnTo>
                                <a:close/>
                              </a:path>
                            </a:pathLst>
                          </a:custGeom>
                          <a:solidFill>
                            <a:srgbClr val="BC61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09" name="Picture 8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1972" y="1821"/>
                            <a:ext cx="2146" cy="13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0" name="AutoShape 83"/>
                        <wps:cNvSpPr>
                          <a:spLocks/>
                        </wps:cNvSpPr>
                        <wps:spPr bwMode="auto">
                          <a:xfrm>
                            <a:off x="1968" y="1816"/>
                            <a:ext cx="2158" cy="1356"/>
                          </a:xfrm>
                          <a:custGeom>
                            <a:avLst/>
                            <a:gdLst>
                              <a:gd name="T0" fmla="+- 0 2069 1968"/>
                              <a:gd name="T1" fmla="*/ T0 w 2158"/>
                              <a:gd name="T2" fmla="+- 0 3165 1816"/>
                              <a:gd name="T3" fmla="*/ 3165 h 1356"/>
                              <a:gd name="T4" fmla="+- 0 2018 1968"/>
                              <a:gd name="T5" fmla="*/ T4 w 2158"/>
                              <a:gd name="T6" fmla="+- 0 3139 1816"/>
                              <a:gd name="T7" fmla="*/ 3139 h 1356"/>
                              <a:gd name="T8" fmla="+- 0 1978 1968"/>
                              <a:gd name="T9" fmla="*/ T8 w 2158"/>
                              <a:gd name="T10" fmla="+- 0 3086 1816"/>
                              <a:gd name="T11" fmla="*/ 3086 h 1356"/>
                              <a:gd name="T12" fmla="+- 0 1973 1968"/>
                              <a:gd name="T13" fmla="*/ T12 w 2158"/>
                              <a:gd name="T14" fmla="+- 0 1917 1816"/>
                              <a:gd name="T15" fmla="*/ 1917 h 1356"/>
                              <a:gd name="T16" fmla="+- 0 2009 1968"/>
                              <a:gd name="T17" fmla="*/ T16 w 2158"/>
                              <a:gd name="T18" fmla="+- 0 1857 1816"/>
                              <a:gd name="T19" fmla="*/ 1857 h 1356"/>
                              <a:gd name="T20" fmla="+- 0 2054 1968"/>
                              <a:gd name="T21" fmla="*/ T20 w 2158"/>
                              <a:gd name="T22" fmla="+- 0 1828 1816"/>
                              <a:gd name="T23" fmla="*/ 1828 h 1356"/>
                              <a:gd name="T24" fmla="+- 0 3996 1968"/>
                              <a:gd name="T25" fmla="*/ T24 w 2158"/>
                              <a:gd name="T26" fmla="+- 0 1816 1816"/>
                              <a:gd name="T27" fmla="*/ 1816 h 1356"/>
                              <a:gd name="T28" fmla="+- 0 4051 1968"/>
                              <a:gd name="T29" fmla="*/ T28 w 2158"/>
                              <a:gd name="T30" fmla="+- 0 1833 1816"/>
                              <a:gd name="T31" fmla="*/ 1833 h 1356"/>
                              <a:gd name="T32" fmla="+- 0 2080 1968"/>
                              <a:gd name="T33" fmla="*/ T32 w 2158"/>
                              <a:gd name="T34" fmla="+- 0 1840 1816"/>
                              <a:gd name="T35" fmla="*/ 1840 h 1356"/>
                              <a:gd name="T36" fmla="+- 0 2056 1968"/>
                              <a:gd name="T37" fmla="*/ T36 w 2158"/>
                              <a:gd name="T38" fmla="+- 0 1850 1816"/>
                              <a:gd name="T39" fmla="*/ 1850 h 1356"/>
                              <a:gd name="T40" fmla="+- 0 2030 1968"/>
                              <a:gd name="T41" fmla="*/ T40 w 2158"/>
                              <a:gd name="T42" fmla="+- 0 1864 1816"/>
                              <a:gd name="T43" fmla="*/ 1864 h 1356"/>
                              <a:gd name="T44" fmla="+- 0 1993 1968"/>
                              <a:gd name="T45" fmla="*/ T44 w 2158"/>
                              <a:gd name="T46" fmla="+- 0 1922 1816"/>
                              <a:gd name="T47" fmla="*/ 1922 h 1356"/>
                              <a:gd name="T48" fmla="+- 0 1988 1968"/>
                              <a:gd name="T49" fmla="*/ T48 w 2158"/>
                              <a:gd name="T50" fmla="+- 0 1946 1816"/>
                              <a:gd name="T51" fmla="*/ 1946 h 1356"/>
                              <a:gd name="T52" fmla="+- 0 1990 1968"/>
                              <a:gd name="T53" fmla="*/ T52 w 2158"/>
                              <a:gd name="T54" fmla="+- 0 3055 1816"/>
                              <a:gd name="T55" fmla="*/ 3055 h 1356"/>
                              <a:gd name="T56" fmla="+- 0 1997 1968"/>
                              <a:gd name="T57" fmla="*/ T56 w 2158"/>
                              <a:gd name="T58" fmla="+- 0 3079 1816"/>
                              <a:gd name="T59" fmla="*/ 3079 h 1356"/>
                              <a:gd name="T60" fmla="+- 0 2033 1968"/>
                              <a:gd name="T61" fmla="*/ T60 w 2158"/>
                              <a:gd name="T62" fmla="+- 0 3124 1816"/>
                              <a:gd name="T63" fmla="*/ 3124 h 1356"/>
                              <a:gd name="T64" fmla="+- 0 2052 1968"/>
                              <a:gd name="T65" fmla="*/ T64 w 2158"/>
                              <a:gd name="T66" fmla="+- 0 3139 1816"/>
                              <a:gd name="T67" fmla="*/ 3139 h 1356"/>
                              <a:gd name="T68" fmla="+- 0 2074 1968"/>
                              <a:gd name="T69" fmla="*/ T68 w 2158"/>
                              <a:gd name="T70" fmla="+- 0 3148 1816"/>
                              <a:gd name="T71" fmla="*/ 3148 h 1356"/>
                              <a:gd name="T72" fmla="+- 0 4055 1968"/>
                              <a:gd name="T73" fmla="*/ T72 w 2158"/>
                              <a:gd name="T74" fmla="+- 0 3153 1816"/>
                              <a:gd name="T75" fmla="*/ 3153 h 1356"/>
                              <a:gd name="T76" fmla="+- 0 4010 1968"/>
                              <a:gd name="T77" fmla="*/ T76 w 2158"/>
                              <a:gd name="T78" fmla="+- 0 3170 1816"/>
                              <a:gd name="T79" fmla="*/ 3170 h 1356"/>
                              <a:gd name="T80" fmla="+- 0 4008 1968"/>
                              <a:gd name="T81" fmla="*/ T80 w 2158"/>
                              <a:gd name="T82" fmla="+- 0 1838 1816"/>
                              <a:gd name="T83" fmla="*/ 1838 h 1356"/>
                              <a:gd name="T84" fmla="+- 0 4018 1968"/>
                              <a:gd name="T85" fmla="*/ T84 w 2158"/>
                              <a:gd name="T86" fmla="+- 0 1840 1816"/>
                              <a:gd name="T87" fmla="*/ 1840 h 1356"/>
                              <a:gd name="T88" fmla="+- 0 2080 1968"/>
                              <a:gd name="T89" fmla="*/ T88 w 2158"/>
                              <a:gd name="T90" fmla="+- 0 1840 1816"/>
                              <a:gd name="T91" fmla="*/ 1840 h 1356"/>
                              <a:gd name="T92" fmla="+- 0 4018 1968"/>
                              <a:gd name="T93" fmla="*/ T92 w 2158"/>
                              <a:gd name="T94" fmla="+- 0 1840 1816"/>
                              <a:gd name="T95" fmla="*/ 1840 h 1356"/>
                              <a:gd name="T96" fmla="+- 0 4042 1968"/>
                              <a:gd name="T97" fmla="*/ T96 w 2158"/>
                              <a:gd name="T98" fmla="+- 0 1852 1816"/>
                              <a:gd name="T99" fmla="*/ 1852 h 1356"/>
                              <a:gd name="T100" fmla="+- 0 2052 1968"/>
                              <a:gd name="T101" fmla="*/ T100 w 2158"/>
                              <a:gd name="T102" fmla="+- 0 1852 1816"/>
                              <a:gd name="T103" fmla="*/ 1852 h 1356"/>
                              <a:gd name="T104" fmla="+- 0 4092 1968"/>
                              <a:gd name="T105" fmla="*/ T104 w 2158"/>
                              <a:gd name="T106" fmla="+- 0 1900 1816"/>
                              <a:gd name="T107" fmla="*/ 1900 h 1356"/>
                              <a:gd name="T108" fmla="+- 0 4042 1968"/>
                              <a:gd name="T109" fmla="*/ T108 w 2158"/>
                              <a:gd name="T110" fmla="+- 0 1850 1816"/>
                              <a:gd name="T111" fmla="*/ 1850 h 1356"/>
                              <a:gd name="T112" fmla="+- 0 4102 1968"/>
                              <a:gd name="T113" fmla="*/ T112 w 2158"/>
                              <a:gd name="T114" fmla="+- 0 1879 1816"/>
                              <a:gd name="T115" fmla="*/ 1879 h 1356"/>
                              <a:gd name="T116" fmla="+- 0 4099 1968"/>
                              <a:gd name="T117" fmla="*/ T116 w 2158"/>
                              <a:gd name="T118" fmla="+- 0 1922 1816"/>
                              <a:gd name="T119" fmla="*/ 1922 h 1356"/>
                              <a:gd name="T120" fmla="+- 0 1993 1968"/>
                              <a:gd name="T121" fmla="*/ T120 w 2158"/>
                              <a:gd name="T122" fmla="+- 0 1922 1816"/>
                              <a:gd name="T123" fmla="*/ 1922 h 1356"/>
                              <a:gd name="T124" fmla="+- 0 4120 1968"/>
                              <a:gd name="T125" fmla="*/ T124 w 2158"/>
                              <a:gd name="T126" fmla="+- 0 1922 1816"/>
                              <a:gd name="T127" fmla="*/ 1922 h 1356"/>
                              <a:gd name="T128" fmla="+- 0 4104 1968"/>
                              <a:gd name="T129" fmla="*/ T128 w 2158"/>
                              <a:gd name="T130" fmla="+- 0 1936 1816"/>
                              <a:gd name="T131" fmla="*/ 1936 h 1356"/>
                              <a:gd name="T132" fmla="+- 0 1990 1968"/>
                              <a:gd name="T133" fmla="*/ T132 w 2158"/>
                              <a:gd name="T134" fmla="+- 0 1936 1816"/>
                              <a:gd name="T135" fmla="*/ 1936 h 1356"/>
                              <a:gd name="T136" fmla="+- 0 4106 1968"/>
                              <a:gd name="T137" fmla="*/ T136 w 2158"/>
                              <a:gd name="T138" fmla="+- 0 3028 1816"/>
                              <a:gd name="T139" fmla="*/ 3028 h 1356"/>
                              <a:gd name="T140" fmla="+- 0 4124 1968"/>
                              <a:gd name="T141" fmla="*/ T140 w 2158"/>
                              <a:gd name="T142" fmla="+- 0 1934 1816"/>
                              <a:gd name="T143" fmla="*/ 1934 h 1356"/>
                              <a:gd name="T144" fmla="+- 0 1987 1968"/>
                              <a:gd name="T145" fmla="*/ T144 w 2158"/>
                              <a:gd name="T146" fmla="+- 0 1948 1816"/>
                              <a:gd name="T147" fmla="*/ 1948 h 1356"/>
                              <a:gd name="T148" fmla="+- 0 1988 1968"/>
                              <a:gd name="T149" fmla="*/ T148 w 2158"/>
                              <a:gd name="T150" fmla="+- 0 3043 1816"/>
                              <a:gd name="T151" fmla="*/ 3043 h 1356"/>
                              <a:gd name="T152" fmla="+- 0 1990 1968"/>
                              <a:gd name="T153" fmla="*/ T152 w 2158"/>
                              <a:gd name="T154" fmla="+- 0 3055 1816"/>
                              <a:gd name="T155" fmla="*/ 3055 h 1356"/>
                              <a:gd name="T156" fmla="+- 0 4120 1968"/>
                              <a:gd name="T157" fmla="*/ T156 w 2158"/>
                              <a:gd name="T158" fmla="+- 0 3067 1816"/>
                              <a:gd name="T159" fmla="*/ 3067 h 1356"/>
                              <a:gd name="T160" fmla="+- 0 4124 1968"/>
                              <a:gd name="T161" fmla="*/ T160 w 2158"/>
                              <a:gd name="T162" fmla="+- 0 3055 1816"/>
                              <a:gd name="T163" fmla="*/ 3055 h 1356"/>
                              <a:gd name="T164" fmla="+- 0 1992 1968"/>
                              <a:gd name="T165" fmla="*/ T164 w 2158"/>
                              <a:gd name="T166" fmla="+- 0 3067 1816"/>
                              <a:gd name="T167" fmla="*/ 3067 h 1356"/>
                              <a:gd name="T168" fmla="+- 0 4097 1968"/>
                              <a:gd name="T169" fmla="*/ T168 w 2158"/>
                              <a:gd name="T170" fmla="+- 0 3079 1816"/>
                              <a:gd name="T171" fmla="*/ 3079 h 1356"/>
                              <a:gd name="T172" fmla="+- 0 4116 1968"/>
                              <a:gd name="T173" fmla="*/ T172 w 2158"/>
                              <a:gd name="T174" fmla="+- 0 3079 1816"/>
                              <a:gd name="T175" fmla="*/ 3079 h 1356"/>
                              <a:gd name="T176" fmla="+- 0 1998 1968"/>
                              <a:gd name="T177" fmla="*/ T176 w 2158"/>
                              <a:gd name="T178" fmla="+- 0 3079 1816"/>
                              <a:gd name="T179" fmla="*/ 3079 h 1356"/>
                              <a:gd name="T180" fmla="+- 0 4068 1968"/>
                              <a:gd name="T181" fmla="*/ T180 w 2158"/>
                              <a:gd name="T182" fmla="+- 0 3117 1816"/>
                              <a:gd name="T183" fmla="*/ 3117 h 1356"/>
                              <a:gd name="T184" fmla="+- 0 4097 1968"/>
                              <a:gd name="T185" fmla="*/ T184 w 2158"/>
                              <a:gd name="T186" fmla="+- 0 3076 1816"/>
                              <a:gd name="T187" fmla="*/ 3076 h 1356"/>
                              <a:gd name="T188" fmla="+- 0 4109 1968"/>
                              <a:gd name="T189" fmla="*/ T188 w 2158"/>
                              <a:gd name="T190" fmla="+- 0 3098 1816"/>
                              <a:gd name="T191" fmla="*/ 3098 h 1356"/>
                              <a:gd name="T192" fmla="+- 0 4073 1968"/>
                              <a:gd name="T193" fmla="*/ T192 w 2158"/>
                              <a:gd name="T194" fmla="+- 0 3139 1816"/>
                              <a:gd name="T195" fmla="*/ 3139 h 1356"/>
                              <a:gd name="T196" fmla="+- 0 2056 1968"/>
                              <a:gd name="T197" fmla="*/ T196 w 2158"/>
                              <a:gd name="T198" fmla="+- 0 3139 1816"/>
                              <a:gd name="T199" fmla="*/ 3139 h 1356"/>
                              <a:gd name="T200" fmla="+- 0 4042 1968"/>
                              <a:gd name="T201" fmla="*/ T200 w 2158"/>
                              <a:gd name="T202" fmla="+- 0 3136 1816"/>
                              <a:gd name="T203" fmla="*/ 3136 h 1356"/>
                              <a:gd name="T204" fmla="+- 0 2080 1968"/>
                              <a:gd name="T205" fmla="*/ T204 w 2158"/>
                              <a:gd name="T206" fmla="+- 0 3148 1816"/>
                              <a:gd name="T207" fmla="*/ 3148 h 1356"/>
                              <a:gd name="T208" fmla="+- 0 4055 1968"/>
                              <a:gd name="T209" fmla="*/ T208 w 2158"/>
                              <a:gd name="T210" fmla="+- 0 3153 1816"/>
                              <a:gd name="T211" fmla="*/ 3153 h 1356"/>
                              <a:gd name="T212" fmla="+- 0 4020 1968"/>
                              <a:gd name="T213" fmla="*/ T212 w 2158"/>
                              <a:gd name="T214" fmla="+- 0 3146 1816"/>
                              <a:gd name="T215" fmla="*/ 3146 h 1356"/>
                              <a:gd name="T216" fmla="+- 0 2112 1968"/>
                              <a:gd name="T217" fmla="*/ T216 w 2158"/>
                              <a:gd name="T218" fmla="+- 0 3153 1816"/>
                              <a:gd name="T219" fmla="*/ 3153 h 1356"/>
                              <a:gd name="T220" fmla="+- 0 3994 1968"/>
                              <a:gd name="T221" fmla="*/ T220 w 2158"/>
                              <a:gd name="T222" fmla="+- 0 3153 1816"/>
                              <a:gd name="T223" fmla="*/ 3153 h 13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2158" h="1356">
                                <a:moveTo>
                                  <a:pt x="2028" y="1356"/>
                                </a:moveTo>
                                <a:lnTo>
                                  <a:pt x="127" y="1356"/>
                                </a:lnTo>
                                <a:lnTo>
                                  <a:pt x="113" y="1354"/>
                                </a:lnTo>
                                <a:lnTo>
                                  <a:pt x="101" y="1349"/>
                                </a:lnTo>
                                <a:lnTo>
                                  <a:pt x="86" y="1344"/>
                                </a:lnTo>
                                <a:lnTo>
                                  <a:pt x="74" y="1340"/>
                                </a:lnTo>
                                <a:lnTo>
                                  <a:pt x="62" y="1332"/>
                                </a:lnTo>
                                <a:lnTo>
                                  <a:pt x="50" y="1323"/>
                                </a:lnTo>
                                <a:lnTo>
                                  <a:pt x="41" y="1316"/>
                                </a:lnTo>
                                <a:lnTo>
                                  <a:pt x="31" y="1304"/>
                                </a:lnTo>
                                <a:lnTo>
                                  <a:pt x="24" y="1294"/>
                                </a:lnTo>
                                <a:lnTo>
                                  <a:pt x="10" y="1270"/>
                                </a:lnTo>
                                <a:lnTo>
                                  <a:pt x="5" y="1256"/>
                                </a:lnTo>
                                <a:lnTo>
                                  <a:pt x="0" y="1227"/>
                                </a:lnTo>
                                <a:lnTo>
                                  <a:pt x="0" y="130"/>
                                </a:lnTo>
                                <a:lnTo>
                                  <a:pt x="5" y="101"/>
                                </a:lnTo>
                                <a:lnTo>
                                  <a:pt x="10" y="87"/>
                                </a:lnTo>
                                <a:lnTo>
                                  <a:pt x="24" y="63"/>
                                </a:lnTo>
                                <a:lnTo>
                                  <a:pt x="31" y="53"/>
                                </a:lnTo>
                                <a:lnTo>
                                  <a:pt x="41" y="41"/>
                                </a:lnTo>
                                <a:lnTo>
                                  <a:pt x="50" y="34"/>
                                </a:lnTo>
                                <a:lnTo>
                                  <a:pt x="62" y="24"/>
                                </a:lnTo>
                                <a:lnTo>
                                  <a:pt x="74" y="17"/>
                                </a:lnTo>
                                <a:lnTo>
                                  <a:pt x="86" y="12"/>
                                </a:lnTo>
                                <a:lnTo>
                                  <a:pt x="101" y="8"/>
                                </a:lnTo>
                                <a:lnTo>
                                  <a:pt x="113" y="3"/>
                                </a:lnTo>
                                <a:lnTo>
                                  <a:pt x="127" y="0"/>
                                </a:lnTo>
                                <a:lnTo>
                                  <a:pt x="2028" y="0"/>
                                </a:lnTo>
                                <a:lnTo>
                                  <a:pt x="2042" y="3"/>
                                </a:lnTo>
                                <a:lnTo>
                                  <a:pt x="2057" y="8"/>
                                </a:lnTo>
                                <a:lnTo>
                                  <a:pt x="2069" y="12"/>
                                </a:lnTo>
                                <a:lnTo>
                                  <a:pt x="2083" y="17"/>
                                </a:lnTo>
                                <a:lnTo>
                                  <a:pt x="2087" y="20"/>
                                </a:lnTo>
                                <a:lnTo>
                                  <a:pt x="130" y="20"/>
                                </a:lnTo>
                                <a:lnTo>
                                  <a:pt x="118" y="22"/>
                                </a:lnTo>
                                <a:lnTo>
                                  <a:pt x="112" y="24"/>
                                </a:lnTo>
                                <a:lnTo>
                                  <a:pt x="106" y="24"/>
                                </a:lnTo>
                                <a:lnTo>
                                  <a:pt x="94" y="29"/>
                                </a:lnTo>
                                <a:lnTo>
                                  <a:pt x="96" y="29"/>
                                </a:lnTo>
                                <a:lnTo>
                                  <a:pt x="88" y="34"/>
                                </a:lnTo>
                                <a:lnTo>
                                  <a:pt x="84" y="34"/>
                                </a:lnTo>
                                <a:lnTo>
                                  <a:pt x="72" y="41"/>
                                </a:lnTo>
                                <a:lnTo>
                                  <a:pt x="74" y="41"/>
                                </a:lnTo>
                                <a:lnTo>
                                  <a:pt x="62" y="48"/>
                                </a:lnTo>
                                <a:lnTo>
                                  <a:pt x="65" y="48"/>
                                </a:lnTo>
                                <a:lnTo>
                                  <a:pt x="55" y="56"/>
                                </a:lnTo>
                                <a:lnTo>
                                  <a:pt x="34" y="84"/>
                                </a:lnTo>
                                <a:lnTo>
                                  <a:pt x="25" y="106"/>
                                </a:lnTo>
                                <a:lnTo>
                                  <a:pt x="24" y="106"/>
                                </a:lnTo>
                                <a:lnTo>
                                  <a:pt x="22" y="118"/>
                                </a:lnTo>
                                <a:lnTo>
                                  <a:pt x="20" y="130"/>
                                </a:lnTo>
                                <a:lnTo>
                                  <a:pt x="19" y="130"/>
                                </a:lnTo>
                                <a:lnTo>
                                  <a:pt x="19" y="1227"/>
                                </a:lnTo>
                                <a:lnTo>
                                  <a:pt x="20" y="1227"/>
                                </a:lnTo>
                                <a:lnTo>
                                  <a:pt x="22" y="1239"/>
                                </a:lnTo>
                                <a:lnTo>
                                  <a:pt x="24" y="1251"/>
                                </a:lnTo>
                                <a:lnTo>
                                  <a:pt x="25" y="1251"/>
                                </a:lnTo>
                                <a:lnTo>
                                  <a:pt x="29" y="1263"/>
                                </a:lnTo>
                                <a:lnTo>
                                  <a:pt x="30" y="1263"/>
                                </a:lnTo>
                                <a:lnTo>
                                  <a:pt x="34" y="1272"/>
                                </a:lnTo>
                                <a:lnTo>
                                  <a:pt x="55" y="1301"/>
                                </a:lnTo>
                                <a:lnTo>
                                  <a:pt x="65" y="1308"/>
                                </a:lnTo>
                                <a:lnTo>
                                  <a:pt x="62" y="1308"/>
                                </a:lnTo>
                                <a:lnTo>
                                  <a:pt x="74" y="1316"/>
                                </a:lnTo>
                                <a:lnTo>
                                  <a:pt x="72" y="1316"/>
                                </a:lnTo>
                                <a:lnTo>
                                  <a:pt x="84" y="1323"/>
                                </a:lnTo>
                                <a:lnTo>
                                  <a:pt x="88" y="1323"/>
                                </a:lnTo>
                                <a:lnTo>
                                  <a:pt x="96" y="1328"/>
                                </a:lnTo>
                                <a:lnTo>
                                  <a:pt x="94" y="1328"/>
                                </a:lnTo>
                                <a:lnTo>
                                  <a:pt x="106" y="1332"/>
                                </a:lnTo>
                                <a:lnTo>
                                  <a:pt x="112" y="1332"/>
                                </a:lnTo>
                                <a:lnTo>
                                  <a:pt x="118" y="1335"/>
                                </a:lnTo>
                                <a:lnTo>
                                  <a:pt x="130" y="1337"/>
                                </a:lnTo>
                                <a:lnTo>
                                  <a:pt x="2087" y="1337"/>
                                </a:lnTo>
                                <a:lnTo>
                                  <a:pt x="2083" y="1340"/>
                                </a:lnTo>
                                <a:lnTo>
                                  <a:pt x="2069" y="1344"/>
                                </a:lnTo>
                                <a:lnTo>
                                  <a:pt x="2057" y="1349"/>
                                </a:lnTo>
                                <a:lnTo>
                                  <a:pt x="2042" y="1354"/>
                                </a:lnTo>
                                <a:lnTo>
                                  <a:pt x="2028" y="1356"/>
                                </a:lnTo>
                                <a:close/>
                                <a:moveTo>
                                  <a:pt x="2052" y="27"/>
                                </a:moveTo>
                                <a:lnTo>
                                  <a:pt x="2038" y="22"/>
                                </a:lnTo>
                                <a:lnTo>
                                  <a:pt x="2040" y="22"/>
                                </a:lnTo>
                                <a:lnTo>
                                  <a:pt x="2026" y="20"/>
                                </a:lnTo>
                                <a:lnTo>
                                  <a:pt x="2087" y="20"/>
                                </a:lnTo>
                                <a:lnTo>
                                  <a:pt x="2095" y="24"/>
                                </a:lnTo>
                                <a:lnTo>
                                  <a:pt x="2050" y="24"/>
                                </a:lnTo>
                                <a:lnTo>
                                  <a:pt x="2052" y="27"/>
                                </a:lnTo>
                                <a:close/>
                                <a:moveTo>
                                  <a:pt x="106" y="27"/>
                                </a:moveTo>
                                <a:lnTo>
                                  <a:pt x="106" y="24"/>
                                </a:lnTo>
                                <a:lnTo>
                                  <a:pt x="112" y="24"/>
                                </a:lnTo>
                                <a:lnTo>
                                  <a:pt x="106" y="27"/>
                                </a:lnTo>
                                <a:close/>
                                <a:moveTo>
                                  <a:pt x="2074" y="36"/>
                                </a:moveTo>
                                <a:lnTo>
                                  <a:pt x="2062" y="29"/>
                                </a:lnTo>
                                <a:lnTo>
                                  <a:pt x="2050" y="24"/>
                                </a:lnTo>
                                <a:lnTo>
                                  <a:pt x="2095" y="24"/>
                                </a:lnTo>
                                <a:lnTo>
                                  <a:pt x="2105" y="34"/>
                                </a:lnTo>
                                <a:lnTo>
                                  <a:pt x="2074" y="34"/>
                                </a:lnTo>
                                <a:lnTo>
                                  <a:pt x="2074" y="36"/>
                                </a:lnTo>
                                <a:close/>
                                <a:moveTo>
                                  <a:pt x="84" y="36"/>
                                </a:moveTo>
                                <a:lnTo>
                                  <a:pt x="84" y="34"/>
                                </a:lnTo>
                                <a:lnTo>
                                  <a:pt x="88" y="34"/>
                                </a:lnTo>
                                <a:lnTo>
                                  <a:pt x="84" y="36"/>
                                </a:lnTo>
                                <a:close/>
                                <a:moveTo>
                                  <a:pt x="2131" y="108"/>
                                </a:moveTo>
                                <a:lnTo>
                                  <a:pt x="2129" y="96"/>
                                </a:lnTo>
                                <a:lnTo>
                                  <a:pt x="2122" y="84"/>
                                </a:lnTo>
                                <a:lnTo>
                                  <a:pt x="2124" y="84"/>
                                </a:lnTo>
                                <a:lnTo>
                                  <a:pt x="2110" y="65"/>
                                </a:lnTo>
                                <a:lnTo>
                                  <a:pt x="2100" y="56"/>
                                </a:lnTo>
                                <a:lnTo>
                                  <a:pt x="2102" y="56"/>
                                </a:lnTo>
                                <a:lnTo>
                                  <a:pt x="2074" y="34"/>
                                </a:lnTo>
                                <a:lnTo>
                                  <a:pt x="2105" y="34"/>
                                </a:lnTo>
                                <a:lnTo>
                                  <a:pt x="2114" y="41"/>
                                </a:lnTo>
                                <a:lnTo>
                                  <a:pt x="2124" y="53"/>
                                </a:lnTo>
                                <a:lnTo>
                                  <a:pt x="2134" y="63"/>
                                </a:lnTo>
                                <a:lnTo>
                                  <a:pt x="2141" y="75"/>
                                </a:lnTo>
                                <a:lnTo>
                                  <a:pt x="2146" y="87"/>
                                </a:lnTo>
                                <a:lnTo>
                                  <a:pt x="2152" y="106"/>
                                </a:lnTo>
                                <a:lnTo>
                                  <a:pt x="2131" y="106"/>
                                </a:lnTo>
                                <a:lnTo>
                                  <a:pt x="2131" y="108"/>
                                </a:lnTo>
                                <a:close/>
                                <a:moveTo>
                                  <a:pt x="24" y="108"/>
                                </a:moveTo>
                                <a:lnTo>
                                  <a:pt x="24" y="106"/>
                                </a:lnTo>
                                <a:lnTo>
                                  <a:pt x="25" y="106"/>
                                </a:lnTo>
                                <a:lnTo>
                                  <a:pt x="24" y="108"/>
                                </a:lnTo>
                                <a:close/>
                                <a:moveTo>
                                  <a:pt x="2136" y="120"/>
                                </a:moveTo>
                                <a:lnTo>
                                  <a:pt x="2131" y="106"/>
                                </a:lnTo>
                                <a:lnTo>
                                  <a:pt x="2152" y="106"/>
                                </a:lnTo>
                                <a:lnTo>
                                  <a:pt x="2155" y="116"/>
                                </a:lnTo>
                                <a:lnTo>
                                  <a:pt x="2156" y="118"/>
                                </a:lnTo>
                                <a:lnTo>
                                  <a:pt x="2136" y="118"/>
                                </a:lnTo>
                                <a:lnTo>
                                  <a:pt x="2136" y="120"/>
                                </a:lnTo>
                                <a:close/>
                                <a:moveTo>
                                  <a:pt x="22" y="120"/>
                                </a:moveTo>
                                <a:lnTo>
                                  <a:pt x="22" y="118"/>
                                </a:lnTo>
                                <a:lnTo>
                                  <a:pt x="22" y="120"/>
                                </a:lnTo>
                                <a:close/>
                                <a:moveTo>
                                  <a:pt x="2156" y="1239"/>
                                </a:moveTo>
                                <a:lnTo>
                                  <a:pt x="2136" y="1239"/>
                                </a:lnTo>
                                <a:lnTo>
                                  <a:pt x="2136" y="1227"/>
                                </a:lnTo>
                                <a:lnTo>
                                  <a:pt x="2138" y="1212"/>
                                </a:lnTo>
                                <a:lnTo>
                                  <a:pt x="2138" y="144"/>
                                </a:lnTo>
                                <a:lnTo>
                                  <a:pt x="2136" y="130"/>
                                </a:lnTo>
                                <a:lnTo>
                                  <a:pt x="2136" y="118"/>
                                </a:lnTo>
                                <a:lnTo>
                                  <a:pt x="2156" y="118"/>
                                </a:lnTo>
                                <a:lnTo>
                                  <a:pt x="2158" y="130"/>
                                </a:lnTo>
                                <a:lnTo>
                                  <a:pt x="2158" y="1227"/>
                                </a:lnTo>
                                <a:lnTo>
                                  <a:pt x="2156" y="1239"/>
                                </a:lnTo>
                                <a:close/>
                                <a:moveTo>
                                  <a:pt x="19" y="132"/>
                                </a:moveTo>
                                <a:lnTo>
                                  <a:pt x="19" y="130"/>
                                </a:lnTo>
                                <a:lnTo>
                                  <a:pt x="20" y="130"/>
                                </a:lnTo>
                                <a:lnTo>
                                  <a:pt x="19" y="132"/>
                                </a:lnTo>
                                <a:close/>
                                <a:moveTo>
                                  <a:pt x="20" y="1227"/>
                                </a:moveTo>
                                <a:lnTo>
                                  <a:pt x="19" y="1227"/>
                                </a:lnTo>
                                <a:lnTo>
                                  <a:pt x="19" y="1224"/>
                                </a:lnTo>
                                <a:lnTo>
                                  <a:pt x="20" y="1227"/>
                                </a:lnTo>
                                <a:close/>
                                <a:moveTo>
                                  <a:pt x="22" y="1239"/>
                                </a:moveTo>
                                <a:lnTo>
                                  <a:pt x="22" y="1239"/>
                                </a:lnTo>
                                <a:lnTo>
                                  <a:pt x="22" y="1236"/>
                                </a:lnTo>
                                <a:lnTo>
                                  <a:pt x="22" y="1239"/>
                                </a:lnTo>
                                <a:close/>
                                <a:moveTo>
                                  <a:pt x="2152" y="1251"/>
                                </a:moveTo>
                                <a:lnTo>
                                  <a:pt x="2131" y="1251"/>
                                </a:lnTo>
                                <a:lnTo>
                                  <a:pt x="2136" y="1236"/>
                                </a:lnTo>
                                <a:lnTo>
                                  <a:pt x="2136" y="1239"/>
                                </a:lnTo>
                                <a:lnTo>
                                  <a:pt x="2156" y="1239"/>
                                </a:lnTo>
                                <a:lnTo>
                                  <a:pt x="2155" y="1241"/>
                                </a:lnTo>
                                <a:lnTo>
                                  <a:pt x="2152" y="1251"/>
                                </a:lnTo>
                                <a:close/>
                                <a:moveTo>
                                  <a:pt x="25" y="1251"/>
                                </a:moveTo>
                                <a:lnTo>
                                  <a:pt x="24" y="1251"/>
                                </a:lnTo>
                                <a:lnTo>
                                  <a:pt x="24" y="1248"/>
                                </a:lnTo>
                                <a:lnTo>
                                  <a:pt x="25" y="1251"/>
                                </a:lnTo>
                                <a:close/>
                                <a:moveTo>
                                  <a:pt x="2148" y="1263"/>
                                </a:moveTo>
                                <a:lnTo>
                                  <a:pt x="2129" y="1263"/>
                                </a:lnTo>
                                <a:lnTo>
                                  <a:pt x="2131" y="1248"/>
                                </a:lnTo>
                                <a:lnTo>
                                  <a:pt x="2131" y="1251"/>
                                </a:lnTo>
                                <a:lnTo>
                                  <a:pt x="2152" y="1251"/>
                                </a:lnTo>
                                <a:lnTo>
                                  <a:pt x="2148" y="1263"/>
                                </a:lnTo>
                                <a:close/>
                                <a:moveTo>
                                  <a:pt x="30" y="1263"/>
                                </a:moveTo>
                                <a:lnTo>
                                  <a:pt x="29" y="1263"/>
                                </a:lnTo>
                                <a:lnTo>
                                  <a:pt x="29" y="1260"/>
                                </a:lnTo>
                                <a:lnTo>
                                  <a:pt x="30" y="1263"/>
                                </a:lnTo>
                                <a:close/>
                                <a:moveTo>
                                  <a:pt x="2105" y="1323"/>
                                </a:moveTo>
                                <a:lnTo>
                                  <a:pt x="2074" y="1323"/>
                                </a:lnTo>
                                <a:lnTo>
                                  <a:pt x="2102" y="1301"/>
                                </a:lnTo>
                                <a:lnTo>
                                  <a:pt x="2100" y="1301"/>
                                </a:lnTo>
                                <a:lnTo>
                                  <a:pt x="2110" y="1292"/>
                                </a:lnTo>
                                <a:lnTo>
                                  <a:pt x="2124" y="1272"/>
                                </a:lnTo>
                                <a:lnTo>
                                  <a:pt x="2122" y="1272"/>
                                </a:lnTo>
                                <a:lnTo>
                                  <a:pt x="2129" y="1260"/>
                                </a:lnTo>
                                <a:lnTo>
                                  <a:pt x="2129" y="1263"/>
                                </a:lnTo>
                                <a:lnTo>
                                  <a:pt x="2148" y="1263"/>
                                </a:lnTo>
                                <a:lnTo>
                                  <a:pt x="2146" y="1270"/>
                                </a:lnTo>
                                <a:lnTo>
                                  <a:pt x="2141" y="1282"/>
                                </a:lnTo>
                                <a:lnTo>
                                  <a:pt x="2134" y="1294"/>
                                </a:lnTo>
                                <a:lnTo>
                                  <a:pt x="2124" y="1304"/>
                                </a:lnTo>
                                <a:lnTo>
                                  <a:pt x="2114" y="1316"/>
                                </a:lnTo>
                                <a:lnTo>
                                  <a:pt x="2105" y="1323"/>
                                </a:lnTo>
                                <a:close/>
                                <a:moveTo>
                                  <a:pt x="88" y="1323"/>
                                </a:moveTo>
                                <a:lnTo>
                                  <a:pt x="84" y="1323"/>
                                </a:lnTo>
                                <a:lnTo>
                                  <a:pt x="84" y="1320"/>
                                </a:lnTo>
                                <a:lnTo>
                                  <a:pt x="88" y="1323"/>
                                </a:lnTo>
                                <a:close/>
                                <a:moveTo>
                                  <a:pt x="2095" y="1332"/>
                                </a:moveTo>
                                <a:lnTo>
                                  <a:pt x="2050" y="1332"/>
                                </a:lnTo>
                                <a:lnTo>
                                  <a:pt x="2062" y="1328"/>
                                </a:lnTo>
                                <a:lnTo>
                                  <a:pt x="2074" y="1320"/>
                                </a:lnTo>
                                <a:lnTo>
                                  <a:pt x="2074" y="1323"/>
                                </a:lnTo>
                                <a:lnTo>
                                  <a:pt x="2105" y="1323"/>
                                </a:lnTo>
                                <a:lnTo>
                                  <a:pt x="2095" y="1332"/>
                                </a:lnTo>
                                <a:close/>
                                <a:moveTo>
                                  <a:pt x="112" y="1332"/>
                                </a:moveTo>
                                <a:lnTo>
                                  <a:pt x="106" y="1332"/>
                                </a:lnTo>
                                <a:lnTo>
                                  <a:pt x="106" y="1330"/>
                                </a:lnTo>
                                <a:lnTo>
                                  <a:pt x="112" y="1332"/>
                                </a:lnTo>
                                <a:close/>
                                <a:moveTo>
                                  <a:pt x="2087" y="1337"/>
                                </a:moveTo>
                                <a:lnTo>
                                  <a:pt x="2026" y="1337"/>
                                </a:lnTo>
                                <a:lnTo>
                                  <a:pt x="2040" y="1335"/>
                                </a:lnTo>
                                <a:lnTo>
                                  <a:pt x="2038" y="1335"/>
                                </a:lnTo>
                                <a:lnTo>
                                  <a:pt x="2052" y="1330"/>
                                </a:lnTo>
                                <a:lnTo>
                                  <a:pt x="2050" y="1332"/>
                                </a:lnTo>
                                <a:lnTo>
                                  <a:pt x="2095" y="1332"/>
                                </a:lnTo>
                                <a:lnTo>
                                  <a:pt x="2087" y="1337"/>
                                </a:lnTo>
                                <a:close/>
                                <a:moveTo>
                                  <a:pt x="144" y="1337"/>
                                </a:moveTo>
                                <a:lnTo>
                                  <a:pt x="130" y="1337"/>
                                </a:lnTo>
                                <a:lnTo>
                                  <a:pt x="130" y="1335"/>
                                </a:lnTo>
                                <a:lnTo>
                                  <a:pt x="144" y="1337"/>
                                </a:lnTo>
                                <a:close/>
                                <a:moveTo>
                                  <a:pt x="2026" y="1337"/>
                                </a:moveTo>
                                <a:lnTo>
                                  <a:pt x="2014" y="1337"/>
                                </a:lnTo>
                                <a:lnTo>
                                  <a:pt x="2028" y="1335"/>
                                </a:lnTo>
                                <a:lnTo>
                                  <a:pt x="2026" y="1337"/>
                                </a:lnTo>
                                <a:close/>
                              </a:path>
                            </a:pathLst>
                          </a:custGeom>
                          <a:solidFill>
                            <a:srgbClr val="EC7C3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Text Box 82"/>
                        <wps:cNvSpPr txBox="1">
                          <a:spLocks noChangeArrowheads="1"/>
                        </wps:cNvSpPr>
                        <wps:spPr bwMode="auto">
                          <a:xfrm>
                            <a:off x="2279" y="738"/>
                            <a:ext cx="1018" cy="1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85FB3" w14:textId="77777777" w:rsidR="006B79D5" w:rsidRDefault="00EE4DE8">
                              <w:pPr>
                                <w:spacing w:line="180" w:lineRule="exact"/>
                                <w:rPr>
                                  <w:sz w:val="18"/>
                                </w:rPr>
                              </w:pPr>
                              <w:r>
                                <w:rPr>
                                  <w:sz w:val="18"/>
                                </w:rPr>
                                <w:t>Serious Injury</w:t>
                              </w:r>
                            </w:p>
                          </w:txbxContent>
                        </wps:txbx>
                        <wps:bodyPr rot="0" vert="horz" wrap="square" lIns="0" tIns="0" rIns="0" bIns="0" anchor="t" anchorCtr="0" upright="1">
                          <a:noAutofit/>
                        </wps:bodyPr>
                      </wps:wsp>
                      <wps:wsp>
                        <wps:cNvPr id="112" name="Text Box 81"/>
                        <wps:cNvSpPr txBox="1">
                          <a:spLocks noChangeArrowheads="1"/>
                        </wps:cNvSpPr>
                        <wps:spPr bwMode="auto">
                          <a:xfrm>
                            <a:off x="2279" y="2408"/>
                            <a:ext cx="1553" cy="1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1B1EFA" w14:textId="77777777" w:rsidR="006B79D5" w:rsidRDefault="00EE4DE8">
                              <w:pPr>
                                <w:spacing w:line="180" w:lineRule="exact"/>
                                <w:rPr>
                                  <w:sz w:val="18"/>
                                </w:rPr>
                              </w:pPr>
                              <w:r>
                                <w:rPr>
                                  <w:sz w:val="18"/>
                                </w:rPr>
                                <w:t xml:space="preserve">Call 911 </w:t>
                              </w:r>
                              <w:proofErr w:type="spellStart"/>
                              <w:r>
                                <w:rPr>
                                  <w:sz w:val="18"/>
                                </w:rPr>
                                <w:t>Immeadiatly</w:t>
                              </w:r>
                              <w:proofErr w:type="spell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E35860" id="Group 80" o:spid="_x0000_s1046" style="position:absolute;margin-left:71.65pt;margin-top:7.3pt;width:134.65pt;height:151.35pt;z-index:-251602944;mso-wrap-distance-left:0;mso-wrap-distance-right:0;mso-position-horizontal-relative:page" coordorigin="1433,146" coordsize="2693,30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">
                <v:shape id="AutoShape 86" o:spid="_x0000_s1047" style="position:absolute;left:1432;top:146;width:2693;height:1356;visibility:visible;mso-wrap-style:square;v-text-anchor:top" coordsize="2693,1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" path="m2563,1356r-2434,l115,1354,86,1344r-12,-5l62,1332r-9,-10l41,1313,31,1303r-7,-9l17,1282,9,1267,5,1255,,1226,,130,5,101,9,86,31,50,41,41,53,31r9,-7l86,10,101,5,129,,2563,r29,5l2604,10r14,7l2622,19,132,19r-15,3l105,24r3,l93,29r3,l84,34,55,55,33,84,30,94r-1,l24,106r-3,12l19,130r,1096l21,1238r1,l24,1250r1,l33,1272r22,29l57,1301r8,7l74,1315r10,5l96,1327r-3,l108,1330r-3,l117,1334r12,l144,1337r2478,l2618,1339r-14,5l2592,1349r-15,5l2563,1356xm2664,96r-7,-12l2652,74r-7,-9l2635,55r2,l2609,34,2585,24r2,l2573,22r2,l2561,19r61,l2630,24r10,7l2659,50r10,12l2676,74r5,12l2683,94r-19,l2664,96xm29,96r,-2l30,94r-1,2xm2691,1238r-20,l2671,1226r2,-14l2673,144r-2,-14l2671,118r-5,-12l2664,94r19,l2690,115r3,15l2693,1226r-2,12xm19,132r,-2l19,132xm19,1226r,l19,1224r,2xm22,1238r-1,l21,1236r1,2xm2687,1250r-21,l2671,1236r,2l2691,1238r-1,3l2687,1250xm25,1250r-1,l24,1248r1,2xm2622,1337r-73,l2563,1334r10,l2587,1330r-2,l2597,1327r12,-7l2618,1315r10,-7l2645,1291r14,-19l2657,1272r7,-12l2666,1248r,2l2687,1250r-2,5l2681,1267r-5,15l2669,1294r-39,38l2622,1337xm57,1301r-2,l55,1298r2,3xe" fillcolor="#d6702b" stroked="f">
                  <v:path arrowok="t" o:connecttype="custom" o:connectlocs="115,1500;62,1478;31,1449;9,1413;0,276;31,196;62,170;129,146;2604,156;132,165;108,170;84,180;30,240;21,264;19,1372;22,1384;33,1418;65,1454;96,1473;105,1476;144,1483;2604,1490;2563,1502;2652,220;2637,201;2587,170;2561,165;2640,177;2676,220;2664,240;29,240;2691,1384;2673,1358;2671,264;2683,240;2693,1372;19,276;19,1372;19,1372;21,1382;2666,1396;2691,1384;25,1396;25,1396;2563,1480;2585,1476;2618,1461;2659,1418;2666,1394;2685,1401;2669,1440;57,1447;57,1447" o:connectangles="0,0,0,0,0,0,0,0,0,0,0,0,0,0,0,0,0,0,0,0,0,0,0,0,0,0,0,0,0,0,0,0,0,0,0,0,0,0,0,0,0,0,0,0,0,0,0,0,0,0,0,0,0"/>
                </v:shape>
                <v:shape id="AutoShape 85" o:spid="_x0000_s1048" style="position:absolute;left:1699;top:1492;width:279;height:1013;visibility:visible;mso-wrap-style:square;v-text-anchor:top" coordsize="279,1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" path="m279,1013l,1013,,,19,r,992l10,992r9,12l279,1004r,9xm19,1004l10,992r9,l19,1004xm279,1004r-260,l19,992r260,l279,1004xe" fillcolor="#bc6124" stroked="f">
                  <v:path arrowok="t" o:connecttype="custom" o:connectlocs="279,2505;0,2505;0,1492;19,1492;19,2484;10,2484;19,2496;279,2496;279,2505;19,2496;10,2484;19,2484;19,2496;279,2496;19,2496;19,2484;279,2484;279,2496" o:connectangles="0,0,0,0,0,0,0,0,0,0,0,0,0,0,0,0,0,0"/>
                </v:shape>
                <v:shape id="Picture 84" o:spid="_x0000_s1049" type="#_x0000_t75" style="position:absolute;left:1972;top:1821;width:2146;height:1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">
                  <v:imagedata r:id="rId32" o:title=""/>
                </v:shape>
                <v:shape id="AutoShape 83" o:spid="_x0000_s1050" style="position:absolute;left:1968;top:1816;width:2158;height:1356;visibility:visible;mso-wrap-style:square;v-text-anchor:top" coordsize="2158,1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" path="m2028,1356r-1901,l113,1354r-12,-5l86,1344r-12,-4l62,1332r-12,-9l41,1316,31,1304r-7,-10l10,1270,5,1256,,1227,,130,5,101,10,87,24,63,31,53,41,41r9,-7l62,24,74,17,86,12,101,8,113,3,127,,2028,r14,3l2057,8r12,4l2083,17r4,3l130,20r-12,2l112,24r-6,l94,29r2,l88,34r-4,l72,41r2,l62,48r3,l55,56,34,84r-9,22l24,106r-2,12l20,130r-1,l19,1227r1,l22,1239r2,12l25,1251r4,12l30,1263r4,9l55,1301r10,7l62,1308r12,8l72,1316r12,7l88,1323r8,5l94,1328r12,4l112,1332r6,3l130,1337r1957,l2083,1340r-14,4l2057,1349r-15,5l2028,1356xm2052,27r-14,-5l2040,22r-14,-2l2087,20r8,4l2050,24r2,3xm106,27r,-3l112,24r-6,3xm2074,36r-12,-7l2050,24r45,l2105,34r-31,l2074,36xm84,36r,-2l88,34r-4,2xm2131,108r-2,-12l2122,84r2,l2110,65r-10,-9l2102,56,2074,34r31,l2114,41r10,12l2134,63r7,12l2146,87r6,19l2131,106r,2xm24,108r,-2l25,106r-1,2xm2136,120r-5,-14l2152,106r3,10l2156,118r-20,l2136,120xm22,120r,-2l22,120xm2156,1239r-20,l2136,1227r2,-15l2138,144r-2,-14l2136,118r20,l2158,130r,1097l2156,1239xm19,132r,-2l20,130r-1,2xm20,1227r-1,l19,1224r1,3xm22,1239r,l22,1236r,3xm2152,1251r-21,l2136,1236r,3l2156,1239r-1,2l2152,1251xm25,1251r-1,l24,1248r1,3xm2148,1263r-19,l2131,1248r,3l2152,1251r-4,12xm30,1263r-1,l29,1260r1,3xm2105,1323r-31,l2102,1301r-2,l2110,1292r14,-20l2122,1272r7,-12l2129,1263r19,l2146,1270r-5,12l2134,1294r-10,10l2114,1316r-9,7xm88,1323r-4,l84,1320r4,3xm2095,1332r-45,l2062,1328r12,-8l2074,1323r31,l2095,1332xm112,1332r-6,l106,1330r6,2xm2087,1337r-61,l2040,1335r-2,l2052,1330r-2,2l2095,1332r-8,5xm144,1337r-14,l130,1335r14,2xm2026,1337r-12,l2028,1335r-2,2xe" fillcolor="#ec7c30" stroked="f">
                  <v:path arrowok="t" o:connecttype="custom" o:connectlocs="101,3165;50,3139;10,3086;5,1917;41,1857;86,1828;2028,1816;2083,1833;112,1840;88,1850;62,1864;25,1922;20,1946;22,3055;29,3079;65,3124;84,3139;106,3148;2087,3153;2042,3170;2040,1838;2050,1840;112,1840;2050,1840;2074,1852;84,1852;2124,1900;2074,1850;2134,1879;2131,1922;25,1922;2152,1922;2136,1936;22,1936;2138,3028;2156,1934;19,1948;20,3043;22,3055;2152,3067;2156,3055;24,3067;2129,3079;2148,3079;30,3079;2100,3117;2129,3076;2141,3098;2105,3139;88,3139;2074,3136;112,3148;2087,3153;2052,3146;144,3153;2026,3153" o:connectangles="0,0,0,0,0,0,0,0,0,0,0,0,0,0,0,0,0,0,0,0,0,0,0,0,0,0,0,0,0,0,0,0,0,0,0,0,0,0,0,0,0,0,0,0,0,0,0,0,0,0,0,0,0,0,0,0"/>
                </v:shape>
                <v:shape id="Text Box 82" o:spid="_x0000_s1051" type="#_x0000_t202" style="position:absolute;left:2279;top:738;width:1018;height: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" filled="f" stroked="f">
                  <v:textbox inset="0,0,0,0">
                    <w:txbxContent>
                      <w:p w14:paraId="46685FB3" w14:textId="77777777" w:rsidR="006B79D5" w:rsidRDefault="00EE4DE8">
                        <w:pPr>
                          <w:spacing w:line="180" w:lineRule="exact"/>
                          <w:rPr>
                            <w:sz w:val="18"/>
                          </w:rPr>
                        </w:pPr>
                        <w:r>
                          <w:rPr>
                            <w:sz w:val="18"/>
                          </w:rPr>
                          <w:t>Serious Injury</w:t>
                        </w:r>
                      </w:p>
                    </w:txbxContent>
                  </v:textbox>
                </v:shape>
                <v:shape id="Text Box 81" o:spid="_x0000_s1052" type="#_x0000_t202" style="position:absolute;left:2279;top:2408;width:1553;height: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" filled="f" stroked="f">
                  <v:textbox inset="0,0,0,0">
                    <w:txbxContent>
                      <w:p w14:paraId="141B1EFA" w14:textId="77777777" w:rsidR="006B79D5" w:rsidRDefault="00EE4DE8">
                        <w:pPr>
                          <w:spacing w:line="180" w:lineRule="exact"/>
                          <w:rPr>
                            <w:sz w:val="18"/>
                          </w:rPr>
                        </w:pPr>
                        <w:r>
                          <w:rPr>
                            <w:sz w:val="18"/>
                          </w:rPr>
                          <w:t xml:space="preserve">Call 911 </w:t>
                        </w:r>
                        <w:proofErr w:type="spellStart"/>
                        <w:r>
                          <w:rPr>
                            <w:sz w:val="18"/>
                          </w:rPr>
                          <w:t>Immeadiatly</w:t>
                        </w:r>
                        <w:proofErr w:type="spellEnd"/>
                      </w:p>
                    </w:txbxContent>
                  </v:textbox>
                </v:shape>
                <w10:wrap type="topAndBottom" anchorx="page"/>
              </v:group>
            </w:pict>
          </mc:Fallback>
        </mc:AlternateContent>
      </w:r>
      <w:r>
        <w:rPr>
          <w:noProof/>
        </w:rPr>
        <mc:AlternateContent>
          <mc:Choice Requires="wpg">
            <w:drawing>
              <wp:anchor distT="0" distB="0" distL="0" distR="0" simplePos="0" relativeHeight="251718656" behindDoc="1" locked="0" layoutInCell="1" allowOverlap="1" wp14:anchorId="04E6083C" wp14:editId="07D69AB3">
                <wp:simplePos x="0" y="0"/>
                <wp:positionH relativeFrom="page">
                  <wp:posOffset>3031490</wp:posOffset>
                </wp:positionH>
                <wp:positionV relativeFrom="paragraph">
                  <wp:posOffset>92710</wp:posOffset>
                </wp:positionV>
                <wp:extent cx="1710055" cy="4043680"/>
                <wp:effectExtent l="0" t="0" r="0" b="0"/>
                <wp:wrapTopAndBottom/>
                <wp:docPr id="83"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0055" cy="4043680"/>
                          <a:chOff x="4774" y="146"/>
                          <a:chExt cx="2693" cy="6368"/>
                        </a:xfrm>
                      </wpg:grpSpPr>
                      <wps:wsp>
                        <wps:cNvPr id="84" name="AutoShape 79"/>
                        <wps:cNvSpPr>
                          <a:spLocks/>
                        </wps:cNvSpPr>
                        <wps:spPr bwMode="auto">
                          <a:xfrm>
                            <a:off x="4773" y="146"/>
                            <a:ext cx="2693" cy="1356"/>
                          </a:xfrm>
                          <a:custGeom>
                            <a:avLst/>
                            <a:gdLst>
                              <a:gd name="T0" fmla="+- 0 4889 4774"/>
                              <a:gd name="T1" fmla="*/ T0 w 2693"/>
                              <a:gd name="T2" fmla="+- 0 1500 146"/>
                              <a:gd name="T3" fmla="*/ 1500 h 1356"/>
                              <a:gd name="T4" fmla="+- 0 4848 4774"/>
                              <a:gd name="T5" fmla="*/ T4 w 2693"/>
                              <a:gd name="T6" fmla="+- 0 1485 146"/>
                              <a:gd name="T7" fmla="*/ 1485 h 1356"/>
                              <a:gd name="T8" fmla="+- 0 4798 4774"/>
                              <a:gd name="T9" fmla="*/ T8 w 2693"/>
                              <a:gd name="T10" fmla="+- 0 1440 146"/>
                              <a:gd name="T11" fmla="*/ 1440 h 1356"/>
                              <a:gd name="T12" fmla="+- 0 4781 4774"/>
                              <a:gd name="T13" fmla="*/ T12 w 2693"/>
                              <a:gd name="T14" fmla="+- 0 1401 146"/>
                              <a:gd name="T15" fmla="*/ 1401 h 1356"/>
                              <a:gd name="T16" fmla="+- 0 4774 4774"/>
                              <a:gd name="T17" fmla="*/ T16 w 2693"/>
                              <a:gd name="T18" fmla="+- 0 276 146"/>
                              <a:gd name="T19" fmla="*/ 276 h 1356"/>
                              <a:gd name="T20" fmla="+- 0 4790 4774"/>
                              <a:gd name="T21" fmla="*/ T20 w 2693"/>
                              <a:gd name="T22" fmla="+- 0 220 146"/>
                              <a:gd name="T23" fmla="*/ 220 h 1356"/>
                              <a:gd name="T24" fmla="+- 0 4826 4774"/>
                              <a:gd name="T25" fmla="*/ T24 w 2693"/>
                              <a:gd name="T26" fmla="+- 0 177 146"/>
                              <a:gd name="T27" fmla="*/ 177 h 1356"/>
                              <a:gd name="T28" fmla="+- 0 4862 4774"/>
                              <a:gd name="T29" fmla="*/ T28 w 2693"/>
                              <a:gd name="T30" fmla="+- 0 156 146"/>
                              <a:gd name="T31" fmla="*/ 156 h 1356"/>
                              <a:gd name="T32" fmla="+- 0 7339 4774"/>
                              <a:gd name="T33" fmla="*/ T32 w 2693"/>
                              <a:gd name="T34" fmla="+- 0 146 146"/>
                              <a:gd name="T35" fmla="*/ 146 h 1356"/>
                              <a:gd name="T36" fmla="+- 0 7380 4774"/>
                              <a:gd name="T37" fmla="*/ T36 w 2693"/>
                              <a:gd name="T38" fmla="+- 0 156 146"/>
                              <a:gd name="T39" fmla="*/ 156 h 1356"/>
                              <a:gd name="T40" fmla="+- 0 4891 4774"/>
                              <a:gd name="T41" fmla="*/ T40 w 2693"/>
                              <a:gd name="T42" fmla="+- 0 168 146"/>
                              <a:gd name="T43" fmla="*/ 168 h 1356"/>
                              <a:gd name="T44" fmla="+- 0 4882 4774"/>
                              <a:gd name="T45" fmla="*/ T44 w 2693"/>
                              <a:gd name="T46" fmla="+- 0 170 146"/>
                              <a:gd name="T47" fmla="*/ 170 h 1356"/>
                              <a:gd name="T48" fmla="+- 0 4848 4774"/>
                              <a:gd name="T49" fmla="*/ T48 w 2693"/>
                              <a:gd name="T50" fmla="+- 0 187 146"/>
                              <a:gd name="T51" fmla="*/ 187 h 1356"/>
                              <a:gd name="T52" fmla="+- 0 4822 4774"/>
                              <a:gd name="T53" fmla="*/ T52 w 2693"/>
                              <a:gd name="T54" fmla="+- 0 211 146"/>
                              <a:gd name="T55" fmla="*/ 211 h 1356"/>
                              <a:gd name="T56" fmla="+- 0 4802 4774"/>
                              <a:gd name="T57" fmla="*/ T56 w 2693"/>
                              <a:gd name="T58" fmla="+- 0 242 146"/>
                              <a:gd name="T59" fmla="*/ 242 h 1356"/>
                              <a:gd name="T60" fmla="+- 0 4795 4774"/>
                              <a:gd name="T61" fmla="*/ T60 w 2693"/>
                              <a:gd name="T62" fmla="+- 0 276 146"/>
                              <a:gd name="T63" fmla="*/ 276 h 1356"/>
                              <a:gd name="T64" fmla="+- 0 4795 4774"/>
                              <a:gd name="T65" fmla="*/ T64 w 2693"/>
                              <a:gd name="T66" fmla="+- 0 1372 146"/>
                              <a:gd name="T67" fmla="*/ 1372 h 1356"/>
                              <a:gd name="T68" fmla="+- 0 4800 4774"/>
                              <a:gd name="T69" fmla="*/ T68 w 2693"/>
                              <a:gd name="T70" fmla="+- 0 1396 146"/>
                              <a:gd name="T71" fmla="*/ 1396 h 1356"/>
                              <a:gd name="T72" fmla="+- 0 4802 4774"/>
                              <a:gd name="T73" fmla="*/ T72 w 2693"/>
                              <a:gd name="T74" fmla="+- 0 1406 146"/>
                              <a:gd name="T75" fmla="*/ 1406 h 1356"/>
                              <a:gd name="T76" fmla="+- 0 4822 4774"/>
                              <a:gd name="T77" fmla="*/ T76 w 2693"/>
                              <a:gd name="T78" fmla="+- 0 1437 146"/>
                              <a:gd name="T79" fmla="*/ 1437 h 1356"/>
                              <a:gd name="T80" fmla="+- 0 4860 4774"/>
                              <a:gd name="T81" fmla="*/ T80 w 2693"/>
                              <a:gd name="T82" fmla="+- 0 1466 146"/>
                              <a:gd name="T83" fmla="*/ 1466 h 1356"/>
                              <a:gd name="T84" fmla="+- 0 4882 4774"/>
                              <a:gd name="T85" fmla="*/ T84 w 2693"/>
                              <a:gd name="T86" fmla="+- 0 1476 146"/>
                              <a:gd name="T87" fmla="*/ 1476 h 1356"/>
                              <a:gd name="T88" fmla="+- 0 4906 4774"/>
                              <a:gd name="T89" fmla="*/ T88 w 2693"/>
                              <a:gd name="T90" fmla="+- 0 1480 146"/>
                              <a:gd name="T91" fmla="*/ 1480 h 1356"/>
                              <a:gd name="T92" fmla="+- 0 7392 4774"/>
                              <a:gd name="T93" fmla="*/ T92 w 2693"/>
                              <a:gd name="T94" fmla="+- 0 1485 146"/>
                              <a:gd name="T95" fmla="*/ 1485 h 1356"/>
                              <a:gd name="T96" fmla="+- 0 7354 4774"/>
                              <a:gd name="T97" fmla="*/ T96 w 2693"/>
                              <a:gd name="T98" fmla="+- 0 1500 146"/>
                              <a:gd name="T99" fmla="*/ 1500 h 1356"/>
                              <a:gd name="T100" fmla="+- 0 7433 4774"/>
                              <a:gd name="T101" fmla="*/ T100 w 2693"/>
                              <a:gd name="T102" fmla="+- 0 230 146"/>
                              <a:gd name="T103" fmla="*/ 230 h 1356"/>
                              <a:gd name="T104" fmla="+- 0 7370 4774"/>
                              <a:gd name="T105" fmla="*/ T104 w 2693"/>
                              <a:gd name="T106" fmla="+- 0 175 146"/>
                              <a:gd name="T107" fmla="*/ 175 h 1356"/>
                              <a:gd name="T108" fmla="+- 0 7337 4774"/>
                              <a:gd name="T109" fmla="*/ T108 w 2693"/>
                              <a:gd name="T110" fmla="+- 0 165 146"/>
                              <a:gd name="T111" fmla="*/ 165 h 1356"/>
                              <a:gd name="T112" fmla="+- 0 7435 4774"/>
                              <a:gd name="T113" fmla="*/ T112 w 2693"/>
                              <a:gd name="T114" fmla="+- 0 196 146"/>
                              <a:gd name="T115" fmla="*/ 196 h 1356"/>
                              <a:gd name="T116" fmla="+- 0 7438 4774"/>
                              <a:gd name="T117" fmla="*/ T116 w 2693"/>
                              <a:gd name="T118" fmla="+- 0 240 146"/>
                              <a:gd name="T119" fmla="*/ 240 h 1356"/>
                              <a:gd name="T120" fmla="+- 0 4802 4774"/>
                              <a:gd name="T121" fmla="*/ T120 w 2693"/>
                              <a:gd name="T122" fmla="+- 0 242 146"/>
                              <a:gd name="T123" fmla="*/ 242 h 1356"/>
                              <a:gd name="T124" fmla="+- 0 7447 4774"/>
                              <a:gd name="T125" fmla="*/ T124 w 2693"/>
                              <a:gd name="T126" fmla="+- 0 278 146"/>
                              <a:gd name="T127" fmla="*/ 278 h 1356"/>
                              <a:gd name="T128" fmla="+- 0 7438 4774"/>
                              <a:gd name="T129" fmla="*/ T128 w 2693"/>
                              <a:gd name="T130" fmla="+- 0 240 146"/>
                              <a:gd name="T131" fmla="*/ 240 h 1356"/>
                              <a:gd name="T132" fmla="+- 0 7466 4774"/>
                              <a:gd name="T133" fmla="*/ T132 w 2693"/>
                              <a:gd name="T134" fmla="+- 0 276 146"/>
                              <a:gd name="T135" fmla="*/ 276 h 1356"/>
                              <a:gd name="T136" fmla="+- 0 7466 4774"/>
                              <a:gd name="T137" fmla="*/ T136 w 2693"/>
                              <a:gd name="T138" fmla="+- 0 1372 146"/>
                              <a:gd name="T139" fmla="*/ 1372 h 1356"/>
                              <a:gd name="T140" fmla="+- 0 7466 4774"/>
                              <a:gd name="T141" fmla="*/ T140 w 2693"/>
                              <a:gd name="T142" fmla="+- 0 276 146"/>
                              <a:gd name="T143" fmla="*/ 276 h 1356"/>
                              <a:gd name="T144" fmla="+- 0 7445 4774"/>
                              <a:gd name="T145" fmla="*/ T144 w 2693"/>
                              <a:gd name="T146" fmla="+- 0 1384 146"/>
                              <a:gd name="T147" fmla="*/ 1384 h 1356"/>
                              <a:gd name="T148" fmla="+- 0 7466 4774"/>
                              <a:gd name="T149" fmla="*/ T148 w 2693"/>
                              <a:gd name="T150" fmla="+- 0 1372 146"/>
                              <a:gd name="T151" fmla="*/ 1372 h 1356"/>
                              <a:gd name="T152" fmla="+- 0 4795 4774"/>
                              <a:gd name="T153" fmla="*/ T152 w 2693"/>
                              <a:gd name="T154" fmla="+- 0 1384 146"/>
                              <a:gd name="T155" fmla="*/ 1384 h 1356"/>
                              <a:gd name="T156" fmla="+- 0 7462 4774"/>
                              <a:gd name="T157" fmla="*/ T156 w 2693"/>
                              <a:gd name="T158" fmla="+- 0 1396 146"/>
                              <a:gd name="T159" fmla="*/ 1396 h 1356"/>
                              <a:gd name="T160" fmla="+- 0 7445 4774"/>
                              <a:gd name="T161" fmla="*/ T160 w 2693"/>
                              <a:gd name="T162" fmla="+- 0 1384 146"/>
                              <a:gd name="T163" fmla="*/ 1384 h 1356"/>
                              <a:gd name="T164" fmla="+- 0 4801 4774"/>
                              <a:gd name="T165" fmla="*/ T164 w 2693"/>
                              <a:gd name="T166" fmla="+- 0 1396 146"/>
                              <a:gd name="T167" fmla="*/ 1396 h 1356"/>
                              <a:gd name="T168" fmla="+- 0 4801 4774"/>
                              <a:gd name="T169" fmla="*/ T168 w 2693"/>
                              <a:gd name="T170" fmla="+- 0 1396 146"/>
                              <a:gd name="T171" fmla="*/ 1396 h 1356"/>
                              <a:gd name="T172" fmla="+- 0 7433 4774"/>
                              <a:gd name="T173" fmla="*/ T172 w 2693"/>
                              <a:gd name="T174" fmla="+- 0 1418 146"/>
                              <a:gd name="T175" fmla="*/ 1418 h 1356"/>
                              <a:gd name="T176" fmla="+- 0 7462 4774"/>
                              <a:gd name="T177" fmla="*/ T176 w 2693"/>
                              <a:gd name="T178" fmla="+- 0 1396 146"/>
                              <a:gd name="T179" fmla="*/ 1396 h 1356"/>
                              <a:gd name="T180" fmla="+- 0 7450 4774"/>
                              <a:gd name="T181" fmla="*/ T180 w 2693"/>
                              <a:gd name="T182" fmla="+- 0 1428 146"/>
                              <a:gd name="T183" fmla="*/ 1428 h 1356"/>
                              <a:gd name="T184" fmla="+- 0 7396 4774"/>
                              <a:gd name="T185" fmla="*/ T184 w 2693"/>
                              <a:gd name="T186" fmla="+- 0 1483 146"/>
                              <a:gd name="T187" fmla="*/ 1483 h 1356"/>
                              <a:gd name="T188" fmla="+- 0 7349 4774"/>
                              <a:gd name="T189" fmla="*/ T188 w 2693"/>
                              <a:gd name="T190" fmla="+- 0 1480 146"/>
                              <a:gd name="T191" fmla="*/ 1480 h 1356"/>
                              <a:gd name="T192" fmla="+- 0 7370 4774"/>
                              <a:gd name="T193" fmla="*/ T192 w 2693"/>
                              <a:gd name="T194" fmla="+- 0 1473 146"/>
                              <a:gd name="T195" fmla="*/ 1473 h 1356"/>
                              <a:gd name="T196" fmla="+- 0 7402 4774"/>
                              <a:gd name="T197" fmla="*/ T196 w 2693"/>
                              <a:gd name="T198" fmla="+- 0 1454 146"/>
                              <a:gd name="T199" fmla="*/ 1454 h 1356"/>
                              <a:gd name="T200" fmla="+- 0 7437 4774"/>
                              <a:gd name="T201" fmla="*/ T200 w 2693"/>
                              <a:gd name="T202" fmla="+- 0 1447 146"/>
                              <a:gd name="T203" fmla="*/ 1447 h 1356"/>
                              <a:gd name="T204" fmla="+- 0 7404 4774"/>
                              <a:gd name="T205" fmla="*/ T204 w 2693"/>
                              <a:gd name="T206" fmla="+- 0 1478 146"/>
                              <a:gd name="T207" fmla="*/ 1478 h 13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2693" h="1356">
                                <a:moveTo>
                                  <a:pt x="2565" y="1356"/>
                                </a:moveTo>
                                <a:lnTo>
                                  <a:pt x="129" y="1356"/>
                                </a:lnTo>
                                <a:lnTo>
                                  <a:pt x="115" y="1354"/>
                                </a:lnTo>
                                <a:lnTo>
                                  <a:pt x="100" y="1349"/>
                                </a:lnTo>
                                <a:lnTo>
                                  <a:pt x="88" y="1344"/>
                                </a:lnTo>
                                <a:lnTo>
                                  <a:pt x="74" y="1339"/>
                                </a:lnTo>
                                <a:lnTo>
                                  <a:pt x="64" y="1332"/>
                                </a:lnTo>
                                <a:lnTo>
                                  <a:pt x="52" y="1322"/>
                                </a:lnTo>
                                <a:lnTo>
                                  <a:pt x="24" y="1294"/>
                                </a:lnTo>
                                <a:lnTo>
                                  <a:pt x="16" y="1282"/>
                                </a:lnTo>
                                <a:lnTo>
                                  <a:pt x="12" y="1267"/>
                                </a:lnTo>
                                <a:lnTo>
                                  <a:pt x="7" y="1255"/>
                                </a:lnTo>
                                <a:lnTo>
                                  <a:pt x="2" y="1241"/>
                                </a:lnTo>
                                <a:lnTo>
                                  <a:pt x="0" y="1226"/>
                                </a:lnTo>
                                <a:lnTo>
                                  <a:pt x="0" y="130"/>
                                </a:lnTo>
                                <a:lnTo>
                                  <a:pt x="2" y="115"/>
                                </a:lnTo>
                                <a:lnTo>
                                  <a:pt x="12" y="86"/>
                                </a:lnTo>
                                <a:lnTo>
                                  <a:pt x="16" y="74"/>
                                </a:lnTo>
                                <a:lnTo>
                                  <a:pt x="24" y="62"/>
                                </a:lnTo>
                                <a:lnTo>
                                  <a:pt x="33" y="50"/>
                                </a:lnTo>
                                <a:lnTo>
                                  <a:pt x="52" y="31"/>
                                </a:lnTo>
                                <a:lnTo>
                                  <a:pt x="62" y="24"/>
                                </a:lnTo>
                                <a:lnTo>
                                  <a:pt x="74" y="17"/>
                                </a:lnTo>
                                <a:lnTo>
                                  <a:pt x="88" y="10"/>
                                </a:lnTo>
                                <a:lnTo>
                                  <a:pt x="100" y="5"/>
                                </a:lnTo>
                                <a:lnTo>
                                  <a:pt x="129" y="0"/>
                                </a:lnTo>
                                <a:lnTo>
                                  <a:pt x="2565" y="0"/>
                                </a:lnTo>
                                <a:lnTo>
                                  <a:pt x="2580" y="2"/>
                                </a:lnTo>
                                <a:lnTo>
                                  <a:pt x="2592" y="5"/>
                                </a:lnTo>
                                <a:lnTo>
                                  <a:pt x="2606" y="10"/>
                                </a:lnTo>
                                <a:lnTo>
                                  <a:pt x="2622" y="19"/>
                                </a:lnTo>
                                <a:lnTo>
                                  <a:pt x="132" y="19"/>
                                </a:lnTo>
                                <a:lnTo>
                                  <a:pt x="117" y="22"/>
                                </a:lnTo>
                                <a:lnTo>
                                  <a:pt x="120" y="22"/>
                                </a:lnTo>
                                <a:lnTo>
                                  <a:pt x="105" y="24"/>
                                </a:lnTo>
                                <a:lnTo>
                                  <a:pt x="108" y="24"/>
                                </a:lnTo>
                                <a:lnTo>
                                  <a:pt x="84" y="34"/>
                                </a:lnTo>
                                <a:lnTo>
                                  <a:pt x="86" y="34"/>
                                </a:lnTo>
                                <a:lnTo>
                                  <a:pt x="74" y="41"/>
                                </a:lnTo>
                                <a:lnTo>
                                  <a:pt x="55" y="55"/>
                                </a:lnTo>
                                <a:lnTo>
                                  <a:pt x="57" y="55"/>
                                </a:lnTo>
                                <a:lnTo>
                                  <a:pt x="48" y="65"/>
                                </a:lnTo>
                                <a:lnTo>
                                  <a:pt x="40" y="74"/>
                                </a:lnTo>
                                <a:lnTo>
                                  <a:pt x="36" y="84"/>
                                </a:lnTo>
                                <a:lnTo>
                                  <a:pt x="28" y="96"/>
                                </a:lnTo>
                                <a:lnTo>
                                  <a:pt x="30" y="96"/>
                                </a:lnTo>
                                <a:lnTo>
                                  <a:pt x="21" y="118"/>
                                </a:lnTo>
                                <a:lnTo>
                                  <a:pt x="21" y="130"/>
                                </a:lnTo>
                                <a:lnTo>
                                  <a:pt x="19" y="144"/>
                                </a:lnTo>
                                <a:lnTo>
                                  <a:pt x="19" y="1212"/>
                                </a:lnTo>
                                <a:lnTo>
                                  <a:pt x="21" y="1226"/>
                                </a:lnTo>
                                <a:lnTo>
                                  <a:pt x="21" y="1238"/>
                                </a:lnTo>
                                <a:lnTo>
                                  <a:pt x="22" y="1238"/>
                                </a:lnTo>
                                <a:lnTo>
                                  <a:pt x="26" y="1250"/>
                                </a:lnTo>
                                <a:lnTo>
                                  <a:pt x="27" y="1250"/>
                                </a:lnTo>
                                <a:lnTo>
                                  <a:pt x="31" y="1260"/>
                                </a:lnTo>
                                <a:lnTo>
                                  <a:pt x="28" y="1260"/>
                                </a:lnTo>
                                <a:lnTo>
                                  <a:pt x="36" y="1272"/>
                                </a:lnTo>
                                <a:lnTo>
                                  <a:pt x="40" y="1282"/>
                                </a:lnTo>
                                <a:lnTo>
                                  <a:pt x="48" y="1291"/>
                                </a:lnTo>
                                <a:lnTo>
                                  <a:pt x="64" y="1308"/>
                                </a:lnTo>
                                <a:lnTo>
                                  <a:pt x="74" y="1315"/>
                                </a:lnTo>
                                <a:lnTo>
                                  <a:pt x="86" y="1320"/>
                                </a:lnTo>
                                <a:lnTo>
                                  <a:pt x="84" y="1320"/>
                                </a:lnTo>
                                <a:lnTo>
                                  <a:pt x="96" y="1327"/>
                                </a:lnTo>
                                <a:lnTo>
                                  <a:pt x="108" y="1330"/>
                                </a:lnTo>
                                <a:lnTo>
                                  <a:pt x="105" y="1330"/>
                                </a:lnTo>
                                <a:lnTo>
                                  <a:pt x="120" y="1334"/>
                                </a:lnTo>
                                <a:lnTo>
                                  <a:pt x="132" y="1334"/>
                                </a:lnTo>
                                <a:lnTo>
                                  <a:pt x="144" y="1337"/>
                                </a:lnTo>
                                <a:lnTo>
                                  <a:pt x="2622" y="1337"/>
                                </a:lnTo>
                                <a:lnTo>
                                  <a:pt x="2618" y="1339"/>
                                </a:lnTo>
                                <a:lnTo>
                                  <a:pt x="2606" y="1344"/>
                                </a:lnTo>
                                <a:lnTo>
                                  <a:pt x="2592" y="1349"/>
                                </a:lnTo>
                                <a:lnTo>
                                  <a:pt x="2580" y="1354"/>
                                </a:lnTo>
                                <a:lnTo>
                                  <a:pt x="2565" y="1356"/>
                                </a:lnTo>
                                <a:close/>
                                <a:moveTo>
                                  <a:pt x="2664" y="96"/>
                                </a:moveTo>
                                <a:lnTo>
                                  <a:pt x="2659" y="84"/>
                                </a:lnTo>
                                <a:lnTo>
                                  <a:pt x="2637" y="55"/>
                                </a:lnTo>
                                <a:lnTo>
                                  <a:pt x="2608" y="34"/>
                                </a:lnTo>
                                <a:lnTo>
                                  <a:pt x="2596" y="29"/>
                                </a:lnTo>
                                <a:lnTo>
                                  <a:pt x="2599" y="29"/>
                                </a:lnTo>
                                <a:lnTo>
                                  <a:pt x="2587" y="24"/>
                                </a:lnTo>
                                <a:lnTo>
                                  <a:pt x="2563" y="19"/>
                                </a:lnTo>
                                <a:lnTo>
                                  <a:pt x="2622" y="19"/>
                                </a:lnTo>
                                <a:lnTo>
                                  <a:pt x="2642" y="31"/>
                                </a:lnTo>
                                <a:lnTo>
                                  <a:pt x="2661" y="50"/>
                                </a:lnTo>
                                <a:lnTo>
                                  <a:pt x="2683" y="86"/>
                                </a:lnTo>
                                <a:lnTo>
                                  <a:pt x="2685" y="94"/>
                                </a:lnTo>
                                <a:lnTo>
                                  <a:pt x="2664" y="94"/>
                                </a:lnTo>
                                <a:lnTo>
                                  <a:pt x="2664" y="96"/>
                                </a:lnTo>
                                <a:close/>
                                <a:moveTo>
                                  <a:pt x="30" y="96"/>
                                </a:moveTo>
                                <a:lnTo>
                                  <a:pt x="28" y="96"/>
                                </a:lnTo>
                                <a:lnTo>
                                  <a:pt x="31" y="94"/>
                                </a:lnTo>
                                <a:lnTo>
                                  <a:pt x="30" y="96"/>
                                </a:lnTo>
                                <a:close/>
                                <a:moveTo>
                                  <a:pt x="2673" y="132"/>
                                </a:moveTo>
                                <a:lnTo>
                                  <a:pt x="2671" y="118"/>
                                </a:lnTo>
                                <a:lnTo>
                                  <a:pt x="2668" y="106"/>
                                </a:lnTo>
                                <a:lnTo>
                                  <a:pt x="2664" y="94"/>
                                </a:lnTo>
                                <a:lnTo>
                                  <a:pt x="2685" y="94"/>
                                </a:lnTo>
                                <a:lnTo>
                                  <a:pt x="2688" y="101"/>
                                </a:lnTo>
                                <a:lnTo>
                                  <a:pt x="2692" y="130"/>
                                </a:lnTo>
                                <a:lnTo>
                                  <a:pt x="2673" y="130"/>
                                </a:lnTo>
                                <a:lnTo>
                                  <a:pt x="2673" y="132"/>
                                </a:lnTo>
                                <a:close/>
                                <a:moveTo>
                                  <a:pt x="2692" y="1226"/>
                                </a:moveTo>
                                <a:lnTo>
                                  <a:pt x="2673" y="1226"/>
                                </a:lnTo>
                                <a:lnTo>
                                  <a:pt x="2673" y="130"/>
                                </a:lnTo>
                                <a:lnTo>
                                  <a:pt x="2692" y="130"/>
                                </a:lnTo>
                                <a:lnTo>
                                  <a:pt x="2692" y="1226"/>
                                </a:lnTo>
                                <a:close/>
                                <a:moveTo>
                                  <a:pt x="2690" y="1238"/>
                                </a:moveTo>
                                <a:lnTo>
                                  <a:pt x="2671" y="1238"/>
                                </a:lnTo>
                                <a:lnTo>
                                  <a:pt x="2673" y="1224"/>
                                </a:lnTo>
                                <a:lnTo>
                                  <a:pt x="2673" y="1226"/>
                                </a:lnTo>
                                <a:lnTo>
                                  <a:pt x="2692" y="1226"/>
                                </a:lnTo>
                                <a:lnTo>
                                  <a:pt x="2690" y="1238"/>
                                </a:lnTo>
                                <a:close/>
                                <a:moveTo>
                                  <a:pt x="22" y="1238"/>
                                </a:moveTo>
                                <a:lnTo>
                                  <a:pt x="21" y="1238"/>
                                </a:lnTo>
                                <a:lnTo>
                                  <a:pt x="21" y="1236"/>
                                </a:lnTo>
                                <a:lnTo>
                                  <a:pt x="22" y="1238"/>
                                </a:lnTo>
                                <a:close/>
                                <a:moveTo>
                                  <a:pt x="2688" y="1250"/>
                                </a:moveTo>
                                <a:lnTo>
                                  <a:pt x="2668" y="1250"/>
                                </a:lnTo>
                                <a:lnTo>
                                  <a:pt x="2671" y="1236"/>
                                </a:lnTo>
                                <a:lnTo>
                                  <a:pt x="2671" y="1238"/>
                                </a:lnTo>
                                <a:lnTo>
                                  <a:pt x="2690" y="1238"/>
                                </a:lnTo>
                                <a:lnTo>
                                  <a:pt x="2688" y="1250"/>
                                </a:lnTo>
                                <a:close/>
                                <a:moveTo>
                                  <a:pt x="27" y="1250"/>
                                </a:moveTo>
                                <a:lnTo>
                                  <a:pt x="26" y="1250"/>
                                </a:lnTo>
                                <a:lnTo>
                                  <a:pt x="26" y="1248"/>
                                </a:lnTo>
                                <a:lnTo>
                                  <a:pt x="27" y="1250"/>
                                </a:lnTo>
                                <a:close/>
                                <a:moveTo>
                                  <a:pt x="2663" y="1301"/>
                                </a:moveTo>
                                <a:lnTo>
                                  <a:pt x="2637" y="1301"/>
                                </a:lnTo>
                                <a:lnTo>
                                  <a:pt x="2659" y="1272"/>
                                </a:lnTo>
                                <a:lnTo>
                                  <a:pt x="2668" y="1248"/>
                                </a:lnTo>
                                <a:lnTo>
                                  <a:pt x="2668" y="1250"/>
                                </a:lnTo>
                                <a:lnTo>
                                  <a:pt x="2688" y="1250"/>
                                </a:lnTo>
                                <a:lnTo>
                                  <a:pt x="2688" y="1255"/>
                                </a:lnTo>
                                <a:lnTo>
                                  <a:pt x="2683" y="1267"/>
                                </a:lnTo>
                                <a:lnTo>
                                  <a:pt x="2676" y="1282"/>
                                </a:lnTo>
                                <a:lnTo>
                                  <a:pt x="2668" y="1294"/>
                                </a:lnTo>
                                <a:lnTo>
                                  <a:pt x="2663" y="1301"/>
                                </a:lnTo>
                                <a:close/>
                                <a:moveTo>
                                  <a:pt x="2622" y="1337"/>
                                </a:moveTo>
                                <a:lnTo>
                                  <a:pt x="2548" y="1337"/>
                                </a:lnTo>
                                <a:lnTo>
                                  <a:pt x="2563" y="1334"/>
                                </a:lnTo>
                                <a:lnTo>
                                  <a:pt x="2575" y="1334"/>
                                </a:lnTo>
                                <a:lnTo>
                                  <a:pt x="2587" y="1330"/>
                                </a:lnTo>
                                <a:lnTo>
                                  <a:pt x="2599" y="1327"/>
                                </a:lnTo>
                                <a:lnTo>
                                  <a:pt x="2596" y="1327"/>
                                </a:lnTo>
                                <a:lnTo>
                                  <a:pt x="2608" y="1320"/>
                                </a:lnTo>
                                <a:lnTo>
                                  <a:pt x="2618" y="1315"/>
                                </a:lnTo>
                                <a:lnTo>
                                  <a:pt x="2628" y="1308"/>
                                </a:lnTo>
                                <a:lnTo>
                                  <a:pt x="2637" y="1298"/>
                                </a:lnTo>
                                <a:lnTo>
                                  <a:pt x="2637" y="1301"/>
                                </a:lnTo>
                                <a:lnTo>
                                  <a:pt x="2663" y="1301"/>
                                </a:lnTo>
                                <a:lnTo>
                                  <a:pt x="2661" y="1303"/>
                                </a:lnTo>
                                <a:lnTo>
                                  <a:pt x="2642" y="1322"/>
                                </a:lnTo>
                                <a:lnTo>
                                  <a:pt x="2630" y="1332"/>
                                </a:lnTo>
                                <a:lnTo>
                                  <a:pt x="2622" y="1337"/>
                                </a:lnTo>
                                <a:close/>
                              </a:path>
                            </a:pathLst>
                          </a:custGeom>
                          <a:solidFill>
                            <a:srgbClr val="D6702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AutoShape 78"/>
                        <wps:cNvSpPr>
                          <a:spLocks/>
                        </wps:cNvSpPr>
                        <wps:spPr bwMode="auto">
                          <a:xfrm>
                            <a:off x="5040" y="1492"/>
                            <a:ext cx="279" cy="1013"/>
                          </a:xfrm>
                          <a:custGeom>
                            <a:avLst/>
                            <a:gdLst>
                              <a:gd name="T0" fmla="+- 0 5318 5040"/>
                              <a:gd name="T1" fmla="*/ T0 w 279"/>
                              <a:gd name="T2" fmla="+- 0 2505 1492"/>
                              <a:gd name="T3" fmla="*/ 2505 h 1013"/>
                              <a:gd name="T4" fmla="+- 0 5040 5040"/>
                              <a:gd name="T5" fmla="*/ T4 w 279"/>
                              <a:gd name="T6" fmla="+- 0 2505 1492"/>
                              <a:gd name="T7" fmla="*/ 2505 h 1013"/>
                              <a:gd name="T8" fmla="+- 0 5040 5040"/>
                              <a:gd name="T9" fmla="*/ T8 w 279"/>
                              <a:gd name="T10" fmla="+- 0 1492 1492"/>
                              <a:gd name="T11" fmla="*/ 1492 h 1013"/>
                              <a:gd name="T12" fmla="+- 0 5062 5040"/>
                              <a:gd name="T13" fmla="*/ T12 w 279"/>
                              <a:gd name="T14" fmla="+- 0 1492 1492"/>
                              <a:gd name="T15" fmla="*/ 1492 h 1013"/>
                              <a:gd name="T16" fmla="+- 0 5062 5040"/>
                              <a:gd name="T17" fmla="*/ T16 w 279"/>
                              <a:gd name="T18" fmla="+- 0 2484 1492"/>
                              <a:gd name="T19" fmla="*/ 2484 h 1013"/>
                              <a:gd name="T20" fmla="+- 0 5052 5040"/>
                              <a:gd name="T21" fmla="*/ T20 w 279"/>
                              <a:gd name="T22" fmla="+- 0 2484 1492"/>
                              <a:gd name="T23" fmla="*/ 2484 h 1013"/>
                              <a:gd name="T24" fmla="+- 0 5062 5040"/>
                              <a:gd name="T25" fmla="*/ T24 w 279"/>
                              <a:gd name="T26" fmla="+- 0 2496 1492"/>
                              <a:gd name="T27" fmla="*/ 2496 h 1013"/>
                              <a:gd name="T28" fmla="+- 0 5318 5040"/>
                              <a:gd name="T29" fmla="*/ T28 w 279"/>
                              <a:gd name="T30" fmla="+- 0 2496 1492"/>
                              <a:gd name="T31" fmla="*/ 2496 h 1013"/>
                              <a:gd name="T32" fmla="+- 0 5318 5040"/>
                              <a:gd name="T33" fmla="*/ T32 w 279"/>
                              <a:gd name="T34" fmla="+- 0 2505 1492"/>
                              <a:gd name="T35" fmla="*/ 2505 h 1013"/>
                              <a:gd name="T36" fmla="+- 0 5062 5040"/>
                              <a:gd name="T37" fmla="*/ T36 w 279"/>
                              <a:gd name="T38" fmla="+- 0 2496 1492"/>
                              <a:gd name="T39" fmla="*/ 2496 h 1013"/>
                              <a:gd name="T40" fmla="+- 0 5052 5040"/>
                              <a:gd name="T41" fmla="*/ T40 w 279"/>
                              <a:gd name="T42" fmla="+- 0 2484 1492"/>
                              <a:gd name="T43" fmla="*/ 2484 h 1013"/>
                              <a:gd name="T44" fmla="+- 0 5062 5040"/>
                              <a:gd name="T45" fmla="*/ T44 w 279"/>
                              <a:gd name="T46" fmla="+- 0 2484 1492"/>
                              <a:gd name="T47" fmla="*/ 2484 h 1013"/>
                              <a:gd name="T48" fmla="+- 0 5062 5040"/>
                              <a:gd name="T49" fmla="*/ T48 w 279"/>
                              <a:gd name="T50" fmla="+- 0 2496 1492"/>
                              <a:gd name="T51" fmla="*/ 2496 h 1013"/>
                              <a:gd name="T52" fmla="+- 0 5318 5040"/>
                              <a:gd name="T53" fmla="*/ T52 w 279"/>
                              <a:gd name="T54" fmla="+- 0 2496 1492"/>
                              <a:gd name="T55" fmla="*/ 2496 h 1013"/>
                              <a:gd name="T56" fmla="+- 0 5062 5040"/>
                              <a:gd name="T57" fmla="*/ T56 w 279"/>
                              <a:gd name="T58" fmla="+- 0 2496 1492"/>
                              <a:gd name="T59" fmla="*/ 2496 h 1013"/>
                              <a:gd name="T60" fmla="+- 0 5062 5040"/>
                              <a:gd name="T61" fmla="*/ T60 w 279"/>
                              <a:gd name="T62" fmla="+- 0 2484 1492"/>
                              <a:gd name="T63" fmla="*/ 2484 h 1013"/>
                              <a:gd name="T64" fmla="+- 0 5318 5040"/>
                              <a:gd name="T65" fmla="*/ T64 w 279"/>
                              <a:gd name="T66" fmla="+- 0 2484 1492"/>
                              <a:gd name="T67" fmla="*/ 2484 h 1013"/>
                              <a:gd name="T68" fmla="+- 0 5318 5040"/>
                              <a:gd name="T69" fmla="*/ T68 w 279"/>
                              <a:gd name="T70" fmla="+- 0 2496 1492"/>
                              <a:gd name="T71" fmla="*/ 2496 h 10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279" h="1013">
                                <a:moveTo>
                                  <a:pt x="278" y="1013"/>
                                </a:moveTo>
                                <a:lnTo>
                                  <a:pt x="0" y="1013"/>
                                </a:lnTo>
                                <a:lnTo>
                                  <a:pt x="0" y="0"/>
                                </a:lnTo>
                                <a:lnTo>
                                  <a:pt x="22" y="0"/>
                                </a:lnTo>
                                <a:lnTo>
                                  <a:pt x="22" y="992"/>
                                </a:lnTo>
                                <a:lnTo>
                                  <a:pt x="12" y="992"/>
                                </a:lnTo>
                                <a:lnTo>
                                  <a:pt x="22" y="1004"/>
                                </a:lnTo>
                                <a:lnTo>
                                  <a:pt x="278" y="1004"/>
                                </a:lnTo>
                                <a:lnTo>
                                  <a:pt x="278" y="1013"/>
                                </a:lnTo>
                                <a:close/>
                                <a:moveTo>
                                  <a:pt x="22" y="1004"/>
                                </a:moveTo>
                                <a:lnTo>
                                  <a:pt x="12" y="992"/>
                                </a:lnTo>
                                <a:lnTo>
                                  <a:pt x="22" y="992"/>
                                </a:lnTo>
                                <a:lnTo>
                                  <a:pt x="22" y="1004"/>
                                </a:lnTo>
                                <a:close/>
                                <a:moveTo>
                                  <a:pt x="278" y="1004"/>
                                </a:moveTo>
                                <a:lnTo>
                                  <a:pt x="22" y="1004"/>
                                </a:lnTo>
                                <a:lnTo>
                                  <a:pt x="22" y="992"/>
                                </a:lnTo>
                                <a:lnTo>
                                  <a:pt x="278" y="992"/>
                                </a:lnTo>
                                <a:lnTo>
                                  <a:pt x="278" y="1004"/>
                                </a:lnTo>
                                <a:close/>
                              </a:path>
                            </a:pathLst>
                          </a:custGeom>
                          <a:solidFill>
                            <a:srgbClr val="BC61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86" name="Picture 7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5313" y="1821"/>
                            <a:ext cx="2146" cy="13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7" name="AutoShape 76"/>
                        <wps:cNvSpPr>
                          <a:spLocks/>
                        </wps:cNvSpPr>
                        <wps:spPr bwMode="auto">
                          <a:xfrm>
                            <a:off x="5308" y="1816"/>
                            <a:ext cx="2158" cy="1356"/>
                          </a:xfrm>
                          <a:custGeom>
                            <a:avLst/>
                            <a:gdLst>
                              <a:gd name="T0" fmla="+- 0 5395 5309"/>
                              <a:gd name="T1" fmla="*/ T0 w 2158"/>
                              <a:gd name="T2" fmla="+- 0 3160 1816"/>
                              <a:gd name="T3" fmla="*/ 3160 h 1356"/>
                              <a:gd name="T4" fmla="+- 0 5350 5309"/>
                              <a:gd name="T5" fmla="*/ T4 w 2158"/>
                              <a:gd name="T6" fmla="+- 0 3132 1816"/>
                              <a:gd name="T7" fmla="*/ 3132 h 1356"/>
                              <a:gd name="T8" fmla="+- 0 5321 5309"/>
                              <a:gd name="T9" fmla="*/ T8 w 2158"/>
                              <a:gd name="T10" fmla="+- 0 3086 1816"/>
                              <a:gd name="T11" fmla="*/ 3086 h 1356"/>
                              <a:gd name="T12" fmla="+- 0 5311 5309"/>
                              <a:gd name="T13" fmla="*/ T12 w 2158"/>
                              <a:gd name="T14" fmla="+- 0 1932 1816"/>
                              <a:gd name="T15" fmla="*/ 1932 h 1356"/>
                              <a:gd name="T16" fmla="+- 0 5342 5309"/>
                              <a:gd name="T17" fmla="*/ T16 w 2158"/>
                              <a:gd name="T18" fmla="+- 0 1869 1816"/>
                              <a:gd name="T19" fmla="*/ 1869 h 1356"/>
                              <a:gd name="T20" fmla="+- 0 5383 5309"/>
                              <a:gd name="T21" fmla="*/ T20 w 2158"/>
                              <a:gd name="T22" fmla="+- 0 1833 1816"/>
                              <a:gd name="T23" fmla="*/ 1833 h 1356"/>
                              <a:gd name="T24" fmla="+- 0 7339 5309"/>
                              <a:gd name="T25" fmla="*/ T24 w 2158"/>
                              <a:gd name="T26" fmla="+- 0 1816 1816"/>
                              <a:gd name="T27" fmla="*/ 1816 h 1356"/>
                              <a:gd name="T28" fmla="+- 0 7392 5309"/>
                              <a:gd name="T29" fmla="*/ T28 w 2158"/>
                              <a:gd name="T30" fmla="+- 0 1833 1816"/>
                              <a:gd name="T31" fmla="*/ 1833 h 1356"/>
                              <a:gd name="T32" fmla="+- 0 5429 5309"/>
                              <a:gd name="T33" fmla="*/ T32 w 2158"/>
                              <a:gd name="T34" fmla="+- 0 1838 1816"/>
                              <a:gd name="T35" fmla="*/ 1838 h 1356"/>
                              <a:gd name="T36" fmla="+- 0 5397 5309"/>
                              <a:gd name="T37" fmla="*/ T36 w 2158"/>
                              <a:gd name="T38" fmla="+- 0 1850 1816"/>
                              <a:gd name="T39" fmla="*/ 1850 h 1356"/>
                              <a:gd name="T40" fmla="+- 0 5345 5309"/>
                              <a:gd name="T41" fmla="*/ T40 w 2158"/>
                              <a:gd name="T42" fmla="+- 0 1900 1816"/>
                              <a:gd name="T43" fmla="*/ 1900 h 1356"/>
                              <a:gd name="T44" fmla="+- 0 5331 5309"/>
                              <a:gd name="T45" fmla="*/ T44 w 2158"/>
                              <a:gd name="T46" fmla="+- 0 1934 1816"/>
                              <a:gd name="T47" fmla="*/ 1934 h 1356"/>
                              <a:gd name="T48" fmla="+- 0 5328 5309"/>
                              <a:gd name="T49" fmla="*/ T48 w 2158"/>
                              <a:gd name="T50" fmla="+- 0 3043 1816"/>
                              <a:gd name="T51" fmla="*/ 3043 h 1356"/>
                              <a:gd name="T52" fmla="+- 0 5334 5309"/>
                              <a:gd name="T53" fmla="*/ T52 w 2158"/>
                              <a:gd name="T54" fmla="+- 0 3064 1816"/>
                              <a:gd name="T55" fmla="*/ 3064 h 1356"/>
                              <a:gd name="T56" fmla="+- 0 5345 5309"/>
                              <a:gd name="T57" fmla="*/ T56 w 2158"/>
                              <a:gd name="T58" fmla="+- 0 3088 1816"/>
                              <a:gd name="T59" fmla="*/ 3088 h 1356"/>
                              <a:gd name="T60" fmla="+- 0 5397 5309"/>
                              <a:gd name="T61" fmla="*/ T60 w 2158"/>
                              <a:gd name="T62" fmla="+- 0 3139 1816"/>
                              <a:gd name="T63" fmla="*/ 3139 h 1356"/>
                              <a:gd name="T64" fmla="+- 0 5429 5309"/>
                              <a:gd name="T65" fmla="*/ T64 w 2158"/>
                              <a:gd name="T66" fmla="+- 0 3151 1816"/>
                              <a:gd name="T67" fmla="*/ 3151 h 1356"/>
                              <a:gd name="T68" fmla="+- 0 7392 5309"/>
                              <a:gd name="T69" fmla="*/ T68 w 2158"/>
                              <a:gd name="T70" fmla="+- 0 3156 1816"/>
                              <a:gd name="T71" fmla="*/ 3156 h 1356"/>
                              <a:gd name="T72" fmla="+- 0 7339 5309"/>
                              <a:gd name="T73" fmla="*/ T72 w 2158"/>
                              <a:gd name="T74" fmla="+- 0 3172 1816"/>
                              <a:gd name="T75" fmla="*/ 3172 h 1356"/>
                              <a:gd name="T76" fmla="+- 0 7396 5309"/>
                              <a:gd name="T77" fmla="*/ T76 w 2158"/>
                              <a:gd name="T78" fmla="+- 0 1836 1816"/>
                              <a:gd name="T79" fmla="*/ 1836 h 1356"/>
                              <a:gd name="T80" fmla="+- 0 5414 5309"/>
                              <a:gd name="T81" fmla="*/ T80 w 2158"/>
                              <a:gd name="T82" fmla="+- 0 1843 1816"/>
                              <a:gd name="T83" fmla="*/ 1843 h 1356"/>
                              <a:gd name="T84" fmla="+- 0 7382 5309"/>
                              <a:gd name="T85" fmla="*/ T84 w 2158"/>
                              <a:gd name="T86" fmla="+- 0 1852 1816"/>
                              <a:gd name="T87" fmla="*/ 1852 h 1356"/>
                              <a:gd name="T88" fmla="+- 0 7404 5309"/>
                              <a:gd name="T89" fmla="*/ T88 w 2158"/>
                              <a:gd name="T90" fmla="+- 0 1840 1816"/>
                              <a:gd name="T91" fmla="*/ 1840 h 1356"/>
                              <a:gd name="T92" fmla="+- 0 5393 5309"/>
                              <a:gd name="T93" fmla="*/ T92 w 2158"/>
                              <a:gd name="T94" fmla="+- 0 1852 1816"/>
                              <a:gd name="T95" fmla="*/ 1852 h 1356"/>
                              <a:gd name="T96" fmla="+- 0 7442 5309"/>
                              <a:gd name="T97" fmla="*/ T96 w 2158"/>
                              <a:gd name="T98" fmla="+- 0 1924 1816"/>
                              <a:gd name="T99" fmla="*/ 1924 h 1356"/>
                              <a:gd name="T100" fmla="+- 0 7416 5309"/>
                              <a:gd name="T101" fmla="*/ T100 w 2158"/>
                              <a:gd name="T102" fmla="+- 0 1850 1816"/>
                              <a:gd name="T103" fmla="*/ 1850 h 1356"/>
                              <a:gd name="T104" fmla="+- 0 7457 5309"/>
                              <a:gd name="T105" fmla="*/ T104 w 2158"/>
                              <a:gd name="T106" fmla="+- 0 1903 1816"/>
                              <a:gd name="T107" fmla="*/ 1903 h 1356"/>
                              <a:gd name="T108" fmla="+- 0 7442 5309"/>
                              <a:gd name="T109" fmla="*/ T108 w 2158"/>
                              <a:gd name="T110" fmla="+- 0 1924 1816"/>
                              <a:gd name="T111" fmla="*/ 1924 h 1356"/>
                              <a:gd name="T112" fmla="+- 0 5334 5309"/>
                              <a:gd name="T113" fmla="*/ T112 w 2158"/>
                              <a:gd name="T114" fmla="+- 0 1924 1816"/>
                              <a:gd name="T115" fmla="*/ 1924 h 1356"/>
                              <a:gd name="T116" fmla="+- 0 7464 5309"/>
                              <a:gd name="T117" fmla="*/ T116 w 2158"/>
                              <a:gd name="T118" fmla="+- 0 1934 1816"/>
                              <a:gd name="T119" fmla="*/ 1934 h 1356"/>
                              <a:gd name="T120" fmla="+- 0 5330 5309"/>
                              <a:gd name="T121" fmla="*/ T120 w 2158"/>
                              <a:gd name="T122" fmla="+- 0 1934 1816"/>
                              <a:gd name="T123" fmla="*/ 1934 h 1356"/>
                              <a:gd name="T124" fmla="+- 0 7445 5309"/>
                              <a:gd name="T125" fmla="*/ T124 w 2158"/>
                              <a:gd name="T126" fmla="+- 0 1934 1816"/>
                              <a:gd name="T127" fmla="*/ 1934 h 1356"/>
                              <a:gd name="T128" fmla="+- 0 7447 5309"/>
                              <a:gd name="T129" fmla="*/ T128 w 2158"/>
                              <a:gd name="T130" fmla="+- 0 1948 1816"/>
                              <a:gd name="T131" fmla="*/ 1948 h 1356"/>
                              <a:gd name="T132" fmla="+- 0 5328 5309"/>
                              <a:gd name="T133" fmla="*/ T132 w 2158"/>
                              <a:gd name="T134" fmla="+- 0 1948 1816"/>
                              <a:gd name="T135" fmla="*/ 1948 h 1356"/>
                              <a:gd name="T136" fmla="+- 0 7466 5309"/>
                              <a:gd name="T137" fmla="*/ T136 w 2158"/>
                              <a:gd name="T138" fmla="+- 0 1946 1816"/>
                              <a:gd name="T139" fmla="*/ 1946 h 1356"/>
                              <a:gd name="T140" fmla="+- 0 5328 5309"/>
                              <a:gd name="T141" fmla="*/ T140 w 2158"/>
                              <a:gd name="T142" fmla="+- 0 3040 1816"/>
                              <a:gd name="T143" fmla="*/ 3040 h 1356"/>
                              <a:gd name="T144" fmla="+- 0 7447 5309"/>
                              <a:gd name="T145" fmla="*/ T144 w 2158"/>
                              <a:gd name="T146" fmla="+- 0 3040 1816"/>
                              <a:gd name="T147" fmla="*/ 3040 h 1356"/>
                              <a:gd name="T148" fmla="+- 0 5331 5309"/>
                              <a:gd name="T149" fmla="*/ T148 w 2158"/>
                              <a:gd name="T150" fmla="+- 0 3055 1816"/>
                              <a:gd name="T151" fmla="*/ 3055 h 1356"/>
                              <a:gd name="T152" fmla="+- 0 7462 5309"/>
                              <a:gd name="T153" fmla="*/ T152 w 2158"/>
                              <a:gd name="T154" fmla="+- 0 3067 1816"/>
                              <a:gd name="T155" fmla="*/ 3067 h 1356"/>
                              <a:gd name="T156" fmla="+- 0 7464 5309"/>
                              <a:gd name="T157" fmla="*/ T156 w 2158"/>
                              <a:gd name="T158" fmla="+- 0 3055 1816"/>
                              <a:gd name="T159" fmla="*/ 3055 h 1356"/>
                              <a:gd name="T160" fmla="+- 0 5334 5309"/>
                              <a:gd name="T161" fmla="*/ T160 w 2158"/>
                              <a:gd name="T162" fmla="+- 0 3064 1816"/>
                              <a:gd name="T163" fmla="*/ 3064 h 1356"/>
                              <a:gd name="T164" fmla="+- 0 7442 5309"/>
                              <a:gd name="T165" fmla="*/ T164 w 2158"/>
                              <a:gd name="T166" fmla="+- 0 3064 1816"/>
                              <a:gd name="T167" fmla="*/ 3064 h 1356"/>
                              <a:gd name="T168" fmla="+- 0 7459 5309"/>
                              <a:gd name="T169" fmla="*/ T168 w 2158"/>
                              <a:gd name="T170" fmla="+- 0 3079 1816"/>
                              <a:gd name="T171" fmla="*/ 3079 h 1356"/>
                              <a:gd name="T172" fmla="+- 0 5339 5309"/>
                              <a:gd name="T173" fmla="*/ T172 w 2158"/>
                              <a:gd name="T174" fmla="+- 0 3079 1816"/>
                              <a:gd name="T175" fmla="*/ 3079 h 1356"/>
                              <a:gd name="T176" fmla="+- 0 7433 5309"/>
                              <a:gd name="T177" fmla="*/ T176 w 2158"/>
                              <a:gd name="T178" fmla="+- 0 3088 1816"/>
                              <a:gd name="T179" fmla="*/ 3088 h 1356"/>
                              <a:gd name="T180" fmla="+- 0 7457 5309"/>
                              <a:gd name="T181" fmla="*/ T180 w 2158"/>
                              <a:gd name="T182" fmla="+- 0 3086 1816"/>
                              <a:gd name="T183" fmla="*/ 3086 h 1356"/>
                              <a:gd name="T184" fmla="+- 0 7416 5309"/>
                              <a:gd name="T185" fmla="*/ T184 w 2158"/>
                              <a:gd name="T186" fmla="+- 0 3139 1816"/>
                              <a:gd name="T187" fmla="*/ 3139 h 1356"/>
                              <a:gd name="T188" fmla="+- 0 5397 5309"/>
                              <a:gd name="T189" fmla="*/ T188 w 2158"/>
                              <a:gd name="T190" fmla="+- 0 3139 1816"/>
                              <a:gd name="T191" fmla="*/ 3139 h 1356"/>
                              <a:gd name="T192" fmla="+- 0 7370 5309"/>
                              <a:gd name="T193" fmla="*/ T192 w 2158"/>
                              <a:gd name="T194" fmla="+- 0 3144 1816"/>
                              <a:gd name="T195" fmla="*/ 3144 h 1356"/>
                              <a:gd name="T196" fmla="+- 0 7404 5309"/>
                              <a:gd name="T197" fmla="*/ T196 w 2158"/>
                              <a:gd name="T198" fmla="+- 0 3148 1816"/>
                              <a:gd name="T199" fmla="*/ 3148 h 1356"/>
                              <a:gd name="T200" fmla="+- 0 5422 5309"/>
                              <a:gd name="T201" fmla="*/ T200 w 2158"/>
                              <a:gd name="T202" fmla="+- 0 3148 1816"/>
                              <a:gd name="T203" fmla="*/ 3148 h 1356"/>
                              <a:gd name="T204" fmla="+- 0 7361 5309"/>
                              <a:gd name="T205" fmla="*/ T204 w 2158"/>
                              <a:gd name="T206" fmla="+- 0 3146 1816"/>
                              <a:gd name="T207" fmla="*/ 3146 h 1356"/>
                              <a:gd name="T208" fmla="+- 0 5453 5309"/>
                              <a:gd name="T209" fmla="*/ T208 w 2158"/>
                              <a:gd name="T210" fmla="+- 0 3153 1816"/>
                              <a:gd name="T211" fmla="*/ 3153 h 1356"/>
                              <a:gd name="T212" fmla="+- 0 7337 5309"/>
                              <a:gd name="T213" fmla="*/ T212 w 2158"/>
                              <a:gd name="T214" fmla="+- 0 3153 1816"/>
                              <a:gd name="T215" fmla="*/ 3153 h 13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2158" h="1356">
                                <a:moveTo>
                                  <a:pt x="2030" y="1356"/>
                                </a:moveTo>
                                <a:lnTo>
                                  <a:pt x="129" y="1356"/>
                                </a:lnTo>
                                <a:lnTo>
                                  <a:pt x="115" y="1354"/>
                                </a:lnTo>
                                <a:lnTo>
                                  <a:pt x="86" y="1344"/>
                                </a:lnTo>
                                <a:lnTo>
                                  <a:pt x="74" y="1340"/>
                                </a:lnTo>
                                <a:lnTo>
                                  <a:pt x="62" y="1332"/>
                                </a:lnTo>
                                <a:lnTo>
                                  <a:pt x="53" y="1323"/>
                                </a:lnTo>
                                <a:lnTo>
                                  <a:pt x="41" y="1316"/>
                                </a:lnTo>
                                <a:lnTo>
                                  <a:pt x="33" y="1304"/>
                                </a:lnTo>
                                <a:lnTo>
                                  <a:pt x="24" y="1294"/>
                                </a:lnTo>
                                <a:lnTo>
                                  <a:pt x="17" y="1282"/>
                                </a:lnTo>
                                <a:lnTo>
                                  <a:pt x="12" y="1270"/>
                                </a:lnTo>
                                <a:lnTo>
                                  <a:pt x="2" y="1241"/>
                                </a:lnTo>
                                <a:lnTo>
                                  <a:pt x="0" y="1227"/>
                                </a:lnTo>
                                <a:lnTo>
                                  <a:pt x="0" y="130"/>
                                </a:lnTo>
                                <a:lnTo>
                                  <a:pt x="2" y="116"/>
                                </a:lnTo>
                                <a:lnTo>
                                  <a:pt x="12" y="87"/>
                                </a:lnTo>
                                <a:lnTo>
                                  <a:pt x="17" y="75"/>
                                </a:lnTo>
                                <a:lnTo>
                                  <a:pt x="24" y="63"/>
                                </a:lnTo>
                                <a:lnTo>
                                  <a:pt x="33" y="53"/>
                                </a:lnTo>
                                <a:lnTo>
                                  <a:pt x="41" y="41"/>
                                </a:lnTo>
                                <a:lnTo>
                                  <a:pt x="53" y="34"/>
                                </a:lnTo>
                                <a:lnTo>
                                  <a:pt x="62" y="24"/>
                                </a:lnTo>
                                <a:lnTo>
                                  <a:pt x="74" y="17"/>
                                </a:lnTo>
                                <a:lnTo>
                                  <a:pt x="86" y="12"/>
                                </a:lnTo>
                                <a:lnTo>
                                  <a:pt x="115" y="3"/>
                                </a:lnTo>
                                <a:lnTo>
                                  <a:pt x="129" y="0"/>
                                </a:lnTo>
                                <a:lnTo>
                                  <a:pt x="2030" y="0"/>
                                </a:lnTo>
                                <a:lnTo>
                                  <a:pt x="2045" y="3"/>
                                </a:lnTo>
                                <a:lnTo>
                                  <a:pt x="2057" y="8"/>
                                </a:lnTo>
                                <a:lnTo>
                                  <a:pt x="2071" y="12"/>
                                </a:lnTo>
                                <a:lnTo>
                                  <a:pt x="2083" y="17"/>
                                </a:lnTo>
                                <a:lnTo>
                                  <a:pt x="2087" y="20"/>
                                </a:lnTo>
                                <a:lnTo>
                                  <a:pt x="132" y="20"/>
                                </a:lnTo>
                                <a:lnTo>
                                  <a:pt x="117" y="22"/>
                                </a:lnTo>
                                <a:lnTo>
                                  <a:pt x="120" y="22"/>
                                </a:lnTo>
                                <a:lnTo>
                                  <a:pt x="113" y="24"/>
                                </a:lnTo>
                                <a:lnTo>
                                  <a:pt x="108" y="24"/>
                                </a:lnTo>
                                <a:lnTo>
                                  <a:pt x="96" y="29"/>
                                </a:lnTo>
                                <a:lnTo>
                                  <a:pt x="88" y="34"/>
                                </a:lnTo>
                                <a:lnTo>
                                  <a:pt x="84" y="34"/>
                                </a:lnTo>
                                <a:lnTo>
                                  <a:pt x="55" y="56"/>
                                </a:lnTo>
                                <a:lnTo>
                                  <a:pt x="33" y="84"/>
                                </a:lnTo>
                                <a:lnTo>
                                  <a:pt x="36" y="84"/>
                                </a:lnTo>
                                <a:lnTo>
                                  <a:pt x="29" y="96"/>
                                </a:lnTo>
                                <a:lnTo>
                                  <a:pt x="24" y="108"/>
                                </a:lnTo>
                                <a:lnTo>
                                  <a:pt x="25" y="108"/>
                                </a:lnTo>
                                <a:lnTo>
                                  <a:pt x="22" y="118"/>
                                </a:lnTo>
                                <a:lnTo>
                                  <a:pt x="21" y="118"/>
                                </a:lnTo>
                                <a:lnTo>
                                  <a:pt x="19" y="130"/>
                                </a:lnTo>
                                <a:lnTo>
                                  <a:pt x="19" y="1227"/>
                                </a:lnTo>
                                <a:lnTo>
                                  <a:pt x="21" y="1239"/>
                                </a:lnTo>
                                <a:lnTo>
                                  <a:pt x="22" y="1239"/>
                                </a:lnTo>
                                <a:lnTo>
                                  <a:pt x="25" y="1248"/>
                                </a:lnTo>
                                <a:lnTo>
                                  <a:pt x="24" y="1248"/>
                                </a:lnTo>
                                <a:lnTo>
                                  <a:pt x="29" y="1263"/>
                                </a:lnTo>
                                <a:lnTo>
                                  <a:pt x="30" y="1263"/>
                                </a:lnTo>
                                <a:lnTo>
                                  <a:pt x="36" y="1272"/>
                                </a:lnTo>
                                <a:lnTo>
                                  <a:pt x="33" y="1272"/>
                                </a:lnTo>
                                <a:lnTo>
                                  <a:pt x="55" y="1301"/>
                                </a:lnTo>
                                <a:lnTo>
                                  <a:pt x="84" y="1323"/>
                                </a:lnTo>
                                <a:lnTo>
                                  <a:pt x="88" y="1323"/>
                                </a:lnTo>
                                <a:lnTo>
                                  <a:pt x="96" y="1328"/>
                                </a:lnTo>
                                <a:lnTo>
                                  <a:pt x="108" y="1332"/>
                                </a:lnTo>
                                <a:lnTo>
                                  <a:pt x="113" y="1332"/>
                                </a:lnTo>
                                <a:lnTo>
                                  <a:pt x="120" y="1335"/>
                                </a:lnTo>
                                <a:lnTo>
                                  <a:pt x="117" y="1335"/>
                                </a:lnTo>
                                <a:lnTo>
                                  <a:pt x="132" y="1337"/>
                                </a:lnTo>
                                <a:lnTo>
                                  <a:pt x="2087" y="1337"/>
                                </a:lnTo>
                                <a:lnTo>
                                  <a:pt x="2083" y="1340"/>
                                </a:lnTo>
                                <a:lnTo>
                                  <a:pt x="2071" y="1344"/>
                                </a:lnTo>
                                <a:lnTo>
                                  <a:pt x="2057" y="1349"/>
                                </a:lnTo>
                                <a:lnTo>
                                  <a:pt x="2045" y="1354"/>
                                </a:lnTo>
                                <a:lnTo>
                                  <a:pt x="2030" y="1356"/>
                                </a:lnTo>
                                <a:close/>
                                <a:moveTo>
                                  <a:pt x="2052" y="27"/>
                                </a:moveTo>
                                <a:lnTo>
                                  <a:pt x="2040" y="22"/>
                                </a:lnTo>
                                <a:lnTo>
                                  <a:pt x="2028" y="20"/>
                                </a:lnTo>
                                <a:lnTo>
                                  <a:pt x="2087" y="20"/>
                                </a:lnTo>
                                <a:lnTo>
                                  <a:pt x="2095" y="24"/>
                                </a:lnTo>
                                <a:lnTo>
                                  <a:pt x="2052" y="24"/>
                                </a:lnTo>
                                <a:lnTo>
                                  <a:pt x="2052" y="27"/>
                                </a:lnTo>
                                <a:close/>
                                <a:moveTo>
                                  <a:pt x="105" y="27"/>
                                </a:moveTo>
                                <a:lnTo>
                                  <a:pt x="108" y="24"/>
                                </a:lnTo>
                                <a:lnTo>
                                  <a:pt x="113" y="24"/>
                                </a:lnTo>
                                <a:lnTo>
                                  <a:pt x="105" y="27"/>
                                </a:lnTo>
                                <a:close/>
                                <a:moveTo>
                                  <a:pt x="2073" y="36"/>
                                </a:moveTo>
                                <a:lnTo>
                                  <a:pt x="2061" y="29"/>
                                </a:lnTo>
                                <a:lnTo>
                                  <a:pt x="2064" y="29"/>
                                </a:lnTo>
                                <a:lnTo>
                                  <a:pt x="2052" y="24"/>
                                </a:lnTo>
                                <a:lnTo>
                                  <a:pt x="2095" y="24"/>
                                </a:lnTo>
                                <a:lnTo>
                                  <a:pt x="2107" y="34"/>
                                </a:lnTo>
                                <a:lnTo>
                                  <a:pt x="2073" y="34"/>
                                </a:lnTo>
                                <a:lnTo>
                                  <a:pt x="2073" y="36"/>
                                </a:lnTo>
                                <a:close/>
                                <a:moveTo>
                                  <a:pt x="84" y="36"/>
                                </a:moveTo>
                                <a:lnTo>
                                  <a:pt x="84" y="34"/>
                                </a:lnTo>
                                <a:lnTo>
                                  <a:pt x="88" y="34"/>
                                </a:lnTo>
                                <a:lnTo>
                                  <a:pt x="84" y="36"/>
                                </a:lnTo>
                                <a:close/>
                                <a:moveTo>
                                  <a:pt x="2133" y="108"/>
                                </a:moveTo>
                                <a:lnTo>
                                  <a:pt x="2124" y="84"/>
                                </a:lnTo>
                                <a:lnTo>
                                  <a:pt x="2102" y="56"/>
                                </a:lnTo>
                                <a:lnTo>
                                  <a:pt x="2073" y="34"/>
                                </a:lnTo>
                                <a:lnTo>
                                  <a:pt x="2107" y="34"/>
                                </a:lnTo>
                                <a:lnTo>
                                  <a:pt x="2117" y="41"/>
                                </a:lnTo>
                                <a:lnTo>
                                  <a:pt x="2126" y="53"/>
                                </a:lnTo>
                                <a:lnTo>
                                  <a:pt x="2133" y="63"/>
                                </a:lnTo>
                                <a:lnTo>
                                  <a:pt x="2148" y="87"/>
                                </a:lnTo>
                                <a:lnTo>
                                  <a:pt x="2153" y="101"/>
                                </a:lnTo>
                                <a:lnTo>
                                  <a:pt x="2153" y="106"/>
                                </a:lnTo>
                                <a:lnTo>
                                  <a:pt x="2133" y="106"/>
                                </a:lnTo>
                                <a:lnTo>
                                  <a:pt x="2133" y="108"/>
                                </a:lnTo>
                                <a:close/>
                                <a:moveTo>
                                  <a:pt x="25" y="108"/>
                                </a:moveTo>
                                <a:lnTo>
                                  <a:pt x="24" y="108"/>
                                </a:lnTo>
                                <a:lnTo>
                                  <a:pt x="26" y="106"/>
                                </a:lnTo>
                                <a:lnTo>
                                  <a:pt x="25" y="108"/>
                                </a:lnTo>
                                <a:close/>
                                <a:moveTo>
                                  <a:pt x="2136" y="120"/>
                                </a:moveTo>
                                <a:lnTo>
                                  <a:pt x="2133" y="106"/>
                                </a:lnTo>
                                <a:lnTo>
                                  <a:pt x="2153" y="106"/>
                                </a:lnTo>
                                <a:lnTo>
                                  <a:pt x="2155" y="118"/>
                                </a:lnTo>
                                <a:lnTo>
                                  <a:pt x="2136" y="118"/>
                                </a:lnTo>
                                <a:lnTo>
                                  <a:pt x="2136" y="120"/>
                                </a:lnTo>
                                <a:close/>
                                <a:moveTo>
                                  <a:pt x="21" y="120"/>
                                </a:moveTo>
                                <a:lnTo>
                                  <a:pt x="21" y="118"/>
                                </a:lnTo>
                                <a:lnTo>
                                  <a:pt x="22" y="118"/>
                                </a:lnTo>
                                <a:lnTo>
                                  <a:pt x="21" y="120"/>
                                </a:lnTo>
                                <a:close/>
                                <a:moveTo>
                                  <a:pt x="2138" y="132"/>
                                </a:moveTo>
                                <a:lnTo>
                                  <a:pt x="2136" y="118"/>
                                </a:lnTo>
                                <a:lnTo>
                                  <a:pt x="2155" y="118"/>
                                </a:lnTo>
                                <a:lnTo>
                                  <a:pt x="2157" y="130"/>
                                </a:lnTo>
                                <a:lnTo>
                                  <a:pt x="2138" y="130"/>
                                </a:lnTo>
                                <a:lnTo>
                                  <a:pt x="2138" y="132"/>
                                </a:lnTo>
                                <a:close/>
                                <a:moveTo>
                                  <a:pt x="19" y="132"/>
                                </a:moveTo>
                                <a:lnTo>
                                  <a:pt x="19" y="130"/>
                                </a:lnTo>
                                <a:lnTo>
                                  <a:pt x="19" y="132"/>
                                </a:lnTo>
                                <a:close/>
                                <a:moveTo>
                                  <a:pt x="2157" y="1227"/>
                                </a:moveTo>
                                <a:lnTo>
                                  <a:pt x="2138" y="1227"/>
                                </a:lnTo>
                                <a:lnTo>
                                  <a:pt x="2138" y="130"/>
                                </a:lnTo>
                                <a:lnTo>
                                  <a:pt x="2157" y="130"/>
                                </a:lnTo>
                                <a:lnTo>
                                  <a:pt x="2157" y="1227"/>
                                </a:lnTo>
                                <a:close/>
                                <a:moveTo>
                                  <a:pt x="19" y="1227"/>
                                </a:moveTo>
                                <a:lnTo>
                                  <a:pt x="19" y="1227"/>
                                </a:lnTo>
                                <a:lnTo>
                                  <a:pt x="19" y="1224"/>
                                </a:lnTo>
                                <a:lnTo>
                                  <a:pt x="19" y="1227"/>
                                </a:lnTo>
                                <a:close/>
                                <a:moveTo>
                                  <a:pt x="2155" y="1239"/>
                                </a:moveTo>
                                <a:lnTo>
                                  <a:pt x="2136" y="1239"/>
                                </a:lnTo>
                                <a:lnTo>
                                  <a:pt x="2138" y="1224"/>
                                </a:lnTo>
                                <a:lnTo>
                                  <a:pt x="2138" y="1227"/>
                                </a:lnTo>
                                <a:lnTo>
                                  <a:pt x="2157" y="1227"/>
                                </a:lnTo>
                                <a:lnTo>
                                  <a:pt x="2155" y="1239"/>
                                </a:lnTo>
                                <a:close/>
                                <a:moveTo>
                                  <a:pt x="22" y="1239"/>
                                </a:moveTo>
                                <a:lnTo>
                                  <a:pt x="21" y="1239"/>
                                </a:lnTo>
                                <a:lnTo>
                                  <a:pt x="21" y="1236"/>
                                </a:lnTo>
                                <a:lnTo>
                                  <a:pt x="22" y="1239"/>
                                </a:lnTo>
                                <a:close/>
                                <a:moveTo>
                                  <a:pt x="2153" y="1251"/>
                                </a:moveTo>
                                <a:lnTo>
                                  <a:pt x="2133" y="1251"/>
                                </a:lnTo>
                                <a:lnTo>
                                  <a:pt x="2136" y="1236"/>
                                </a:lnTo>
                                <a:lnTo>
                                  <a:pt x="2136" y="1239"/>
                                </a:lnTo>
                                <a:lnTo>
                                  <a:pt x="2155" y="1239"/>
                                </a:lnTo>
                                <a:lnTo>
                                  <a:pt x="2153" y="1251"/>
                                </a:lnTo>
                                <a:close/>
                                <a:moveTo>
                                  <a:pt x="26" y="1251"/>
                                </a:moveTo>
                                <a:lnTo>
                                  <a:pt x="24" y="1248"/>
                                </a:lnTo>
                                <a:lnTo>
                                  <a:pt x="25" y="1248"/>
                                </a:lnTo>
                                <a:lnTo>
                                  <a:pt x="26" y="1251"/>
                                </a:lnTo>
                                <a:close/>
                                <a:moveTo>
                                  <a:pt x="2150" y="1263"/>
                                </a:moveTo>
                                <a:lnTo>
                                  <a:pt x="2129" y="1263"/>
                                </a:lnTo>
                                <a:lnTo>
                                  <a:pt x="2133" y="1248"/>
                                </a:lnTo>
                                <a:lnTo>
                                  <a:pt x="2133" y="1251"/>
                                </a:lnTo>
                                <a:lnTo>
                                  <a:pt x="2153" y="1251"/>
                                </a:lnTo>
                                <a:lnTo>
                                  <a:pt x="2153" y="1256"/>
                                </a:lnTo>
                                <a:lnTo>
                                  <a:pt x="2150" y="1263"/>
                                </a:lnTo>
                                <a:close/>
                                <a:moveTo>
                                  <a:pt x="30" y="1263"/>
                                </a:moveTo>
                                <a:lnTo>
                                  <a:pt x="29" y="1263"/>
                                </a:lnTo>
                                <a:lnTo>
                                  <a:pt x="29" y="1260"/>
                                </a:lnTo>
                                <a:lnTo>
                                  <a:pt x="30" y="1263"/>
                                </a:lnTo>
                                <a:close/>
                                <a:moveTo>
                                  <a:pt x="2107" y="1323"/>
                                </a:moveTo>
                                <a:lnTo>
                                  <a:pt x="2073" y="1323"/>
                                </a:lnTo>
                                <a:lnTo>
                                  <a:pt x="2102" y="1301"/>
                                </a:lnTo>
                                <a:lnTo>
                                  <a:pt x="2124" y="1272"/>
                                </a:lnTo>
                                <a:lnTo>
                                  <a:pt x="2129" y="1260"/>
                                </a:lnTo>
                                <a:lnTo>
                                  <a:pt x="2129" y="1263"/>
                                </a:lnTo>
                                <a:lnTo>
                                  <a:pt x="2150" y="1263"/>
                                </a:lnTo>
                                <a:lnTo>
                                  <a:pt x="2148" y="1270"/>
                                </a:lnTo>
                                <a:lnTo>
                                  <a:pt x="2133" y="1294"/>
                                </a:lnTo>
                                <a:lnTo>
                                  <a:pt x="2126" y="1304"/>
                                </a:lnTo>
                                <a:lnTo>
                                  <a:pt x="2117" y="1316"/>
                                </a:lnTo>
                                <a:lnTo>
                                  <a:pt x="2107" y="1323"/>
                                </a:lnTo>
                                <a:close/>
                                <a:moveTo>
                                  <a:pt x="88" y="1323"/>
                                </a:moveTo>
                                <a:lnTo>
                                  <a:pt x="84" y="1323"/>
                                </a:lnTo>
                                <a:lnTo>
                                  <a:pt x="84" y="1320"/>
                                </a:lnTo>
                                <a:lnTo>
                                  <a:pt x="88" y="1323"/>
                                </a:lnTo>
                                <a:close/>
                                <a:moveTo>
                                  <a:pt x="2095" y="1332"/>
                                </a:moveTo>
                                <a:lnTo>
                                  <a:pt x="2052" y="1332"/>
                                </a:lnTo>
                                <a:lnTo>
                                  <a:pt x="2064" y="1328"/>
                                </a:lnTo>
                                <a:lnTo>
                                  <a:pt x="2061" y="1328"/>
                                </a:lnTo>
                                <a:lnTo>
                                  <a:pt x="2073" y="1320"/>
                                </a:lnTo>
                                <a:lnTo>
                                  <a:pt x="2073" y="1323"/>
                                </a:lnTo>
                                <a:lnTo>
                                  <a:pt x="2107" y="1323"/>
                                </a:lnTo>
                                <a:lnTo>
                                  <a:pt x="2095" y="1332"/>
                                </a:lnTo>
                                <a:close/>
                                <a:moveTo>
                                  <a:pt x="113" y="1332"/>
                                </a:moveTo>
                                <a:lnTo>
                                  <a:pt x="108" y="1332"/>
                                </a:lnTo>
                                <a:lnTo>
                                  <a:pt x="105" y="1330"/>
                                </a:lnTo>
                                <a:lnTo>
                                  <a:pt x="113" y="1332"/>
                                </a:lnTo>
                                <a:close/>
                                <a:moveTo>
                                  <a:pt x="2087" y="1337"/>
                                </a:moveTo>
                                <a:lnTo>
                                  <a:pt x="2028" y="1337"/>
                                </a:lnTo>
                                <a:lnTo>
                                  <a:pt x="2040" y="1335"/>
                                </a:lnTo>
                                <a:lnTo>
                                  <a:pt x="2052" y="1330"/>
                                </a:lnTo>
                                <a:lnTo>
                                  <a:pt x="2052" y="1332"/>
                                </a:lnTo>
                                <a:lnTo>
                                  <a:pt x="2095" y="1332"/>
                                </a:lnTo>
                                <a:lnTo>
                                  <a:pt x="2087" y="1337"/>
                                </a:lnTo>
                                <a:close/>
                                <a:moveTo>
                                  <a:pt x="144" y="1337"/>
                                </a:moveTo>
                                <a:lnTo>
                                  <a:pt x="132" y="1337"/>
                                </a:lnTo>
                                <a:lnTo>
                                  <a:pt x="129" y="1335"/>
                                </a:lnTo>
                                <a:lnTo>
                                  <a:pt x="144" y="1337"/>
                                </a:lnTo>
                                <a:close/>
                                <a:moveTo>
                                  <a:pt x="2028" y="1337"/>
                                </a:moveTo>
                                <a:lnTo>
                                  <a:pt x="2013" y="1337"/>
                                </a:lnTo>
                                <a:lnTo>
                                  <a:pt x="2028" y="1335"/>
                                </a:lnTo>
                                <a:lnTo>
                                  <a:pt x="2028" y="1337"/>
                                </a:lnTo>
                                <a:close/>
                              </a:path>
                            </a:pathLst>
                          </a:custGeom>
                          <a:solidFill>
                            <a:srgbClr val="EC7C3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Line 75"/>
                        <wps:cNvCnPr>
                          <a:cxnSpLocks noChangeShapeType="1"/>
                        </wps:cNvCnPr>
                        <wps:spPr bwMode="auto">
                          <a:xfrm>
                            <a:off x="5051" y="1492"/>
                            <a:ext cx="0" cy="2664"/>
                          </a:xfrm>
                          <a:prstGeom prst="line">
                            <a:avLst/>
                          </a:prstGeom>
                          <a:noFill/>
                          <a:ln w="13716">
                            <a:solidFill>
                              <a:srgbClr val="BC6124"/>
                            </a:solidFill>
                            <a:prstDash val="solid"/>
                            <a:round/>
                            <a:headEnd/>
                            <a:tailEnd/>
                          </a:ln>
                          <a:extLst>
                            <a:ext uri="{909E8E84-426E-40DD-AFC4-6F175D3DCCD1}">
                              <a14:hiddenFill xmlns:a14="http://schemas.microsoft.com/office/drawing/2010/main">
                                <a:noFill/>
                              </a14:hiddenFill>
                            </a:ext>
                          </a:extLst>
                        </wps:spPr>
                        <wps:bodyPr/>
                      </wps:wsp>
                      <wps:wsp>
                        <wps:cNvPr id="89" name="Rectangle 74"/>
                        <wps:cNvSpPr>
                          <a:spLocks noChangeArrowheads="1"/>
                        </wps:cNvSpPr>
                        <wps:spPr bwMode="auto">
                          <a:xfrm>
                            <a:off x="5040" y="4156"/>
                            <a:ext cx="17" cy="10"/>
                          </a:xfrm>
                          <a:prstGeom prst="rect">
                            <a:avLst/>
                          </a:prstGeom>
                          <a:solidFill>
                            <a:srgbClr val="BC612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Line 73"/>
                        <wps:cNvCnPr>
                          <a:cxnSpLocks noChangeShapeType="1"/>
                        </wps:cNvCnPr>
                        <wps:spPr bwMode="auto">
                          <a:xfrm>
                            <a:off x="5040" y="4171"/>
                            <a:ext cx="278" cy="0"/>
                          </a:xfrm>
                          <a:prstGeom prst="line">
                            <a:avLst/>
                          </a:prstGeom>
                          <a:noFill/>
                          <a:ln w="6350">
                            <a:solidFill>
                              <a:srgbClr val="BC6124"/>
                            </a:solidFill>
                            <a:prstDash val="solid"/>
                            <a:round/>
                            <a:headEnd/>
                            <a:tailEnd/>
                          </a:ln>
                          <a:extLst>
                            <a:ext uri="{909E8E84-426E-40DD-AFC4-6F175D3DCCD1}">
                              <a14:hiddenFill xmlns:a14="http://schemas.microsoft.com/office/drawing/2010/main">
                                <a:noFill/>
                              </a14:hiddenFill>
                            </a:ext>
                          </a:extLst>
                        </wps:spPr>
                        <wps:bodyPr/>
                      </wps:wsp>
                      <wps:wsp>
                        <wps:cNvPr id="91" name="Freeform 72"/>
                        <wps:cNvSpPr>
                          <a:spLocks/>
                        </wps:cNvSpPr>
                        <wps:spPr bwMode="auto">
                          <a:xfrm>
                            <a:off x="5052" y="4156"/>
                            <a:ext cx="10" cy="10"/>
                          </a:xfrm>
                          <a:custGeom>
                            <a:avLst/>
                            <a:gdLst>
                              <a:gd name="T0" fmla="+- 0 5062 5052"/>
                              <a:gd name="T1" fmla="*/ T0 w 10"/>
                              <a:gd name="T2" fmla="+- 0 4166 4156"/>
                              <a:gd name="T3" fmla="*/ 4166 h 10"/>
                              <a:gd name="T4" fmla="+- 0 5052 5052"/>
                              <a:gd name="T5" fmla="*/ T4 w 10"/>
                              <a:gd name="T6" fmla="+- 0 4156 4156"/>
                              <a:gd name="T7" fmla="*/ 4156 h 10"/>
                              <a:gd name="T8" fmla="+- 0 5062 5052"/>
                              <a:gd name="T9" fmla="*/ T8 w 10"/>
                              <a:gd name="T10" fmla="+- 0 4156 4156"/>
                              <a:gd name="T11" fmla="*/ 4156 h 10"/>
                              <a:gd name="T12" fmla="+- 0 5062 5052"/>
                              <a:gd name="T13" fmla="*/ T12 w 10"/>
                              <a:gd name="T14" fmla="+- 0 4166 4156"/>
                              <a:gd name="T15" fmla="*/ 4166 h 10"/>
                            </a:gdLst>
                            <a:ahLst/>
                            <a:cxnLst>
                              <a:cxn ang="0">
                                <a:pos x="T1" y="T3"/>
                              </a:cxn>
                              <a:cxn ang="0">
                                <a:pos x="T5" y="T7"/>
                              </a:cxn>
                              <a:cxn ang="0">
                                <a:pos x="T9" y="T11"/>
                              </a:cxn>
                              <a:cxn ang="0">
                                <a:pos x="T13" y="T15"/>
                              </a:cxn>
                            </a:cxnLst>
                            <a:rect l="0" t="0" r="r" b="b"/>
                            <a:pathLst>
                              <a:path w="10" h="10">
                                <a:moveTo>
                                  <a:pt x="10" y="10"/>
                                </a:moveTo>
                                <a:lnTo>
                                  <a:pt x="0" y="0"/>
                                </a:lnTo>
                                <a:lnTo>
                                  <a:pt x="10" y="0"/>
                                </a:lnTo>
                                <a:lnTo>
                                  <a:pt x="10" y="10"/>
                                </a:lnTo>
                                <a:close/>
                              </a:path>
                            </a:pathLst>
                          </a:custGeom>
                          <a:solidFill>
                            <a:srgbClr val="BC61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Line 71"/>
                        <wps:cNvCnPr>
                          <a:cxnSpLocks noChangeShapeType="1"/>
                        </wps:cNvCnPr>
                        <wps:spPr bwMode="auto">
                          <a:xfrm>
                            <a:off x="5062" y="4161"/>
                            <a:ext cx="256" cy="0"/>
                          </a:xfrm>
                          <a:prstGeom prst="line">
                            <a:avLst/>
                          </a:prstGeom>
                          <a:noFill/>
                          <a:ln w="6096">
                            <a:solidFill>
                              <a:srgbClr val="BC6124"/>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93" name="Picture 70"/>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5313" y="3491"/>
                            <a:ext cx="2146" cy="13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4" name="AutoShape 69"/>
                        <wps:cNvSpPr>
                          <a:spLocks/>
                        </wps:cNvSpPr>
                        <wps:spPr bwMode="auto">
                          <a:xfrm>
                            <a:off x="5308" y="3486"/>
                            <a:ext cx="2158" cy="1356"/>
                          </a:xfrm>
                          <a:custGeom>
                            <a:avLst/>
                            <a:gdLst>
                              <a:gd name="T0" fmla="+- 0 5410 5309"/>
                              <a:gd name="T1" fmla="*/ T0 w 2158"/>
                              <a:gd name="T2" fmla="+- 0 4838 3487"/>
                              <a:gd name="T3" fmla="*/ 4838 h 1356"/>
                              <a:gd name="T4" fmla="+- 0 5362 5309"/>
                              <a:gd name="T5" fmla="*/ T4 w 2158"/>
                              <a:gd name="T6" fmla="+- 0 4812 3487"/>
                              <a:gd name="T7" fmla="*/ 4812 h 1356"/>
                              <a:gd name="T8" fmla="+- 0 5333 5309"/>
                              <a:gd name="T9" fmla="*/ T8 w 2158"/>
                              <a:gd name="T10" fmla="+- 0 4780 3487"/>
                              <a:gd name="T11" fmla="*/ 4780 h 1356"/>
                              <a:gd name="T12" fmla="+- 0 5311 5309"/>
                              <a:gd name="T13" fmla="*/ T12 w 2158"/>
                              <a:gd name="T14" fmla="+- 0 4728 3487"/>
                              <a:gd name="T15" fmla="*/ 4728 h 1356"/>
                              <a:gd name="T16" fmla="+- 0 5311 5309"/>
                              <a:gd name="T17" fmla="*/ T16 w 2158"/>
                              <a:gd name="T18" fmla="+- 0 3602 3487"/>
                              <a:gd name="T19" fmla="*/ 3602 h 1356"/>
                              <a:gd name="T20" fmla="+- 0 5326 5309"/>
                              <a:gd name="T21" fmla="*/ T20 w 2158"/>
                              <a:gd name="T22" fmla="+- 0 3561 3487"/>
                              <a:gd name="T23" fmla="*/ 3561 h 1356"/>
                              <a:gd name="T24" fmla="+- 0 5350 5309"/>
                              <a:gd name="T25" fmla="*/ T24 w 2158"/>
                              <a:gd name="T26" fmla="+- 0 3530 3487"/>
                              <a:gd name="T27" fmla="*/ 3530 h 1356"/>
                              <a:gd name="T28" fmla="+- 0 5383 5309"/>
                              <a:gd name="T29" fmla="*/ T28 w 2158"/>
                              <a:gd name="T30" fmla="+- 0 3504 3487"/>
                              <a:gd name="T31" fmla="*/ 3504 h 1356"/>
                              <a:gd name="T32" fmla="+- 0 5438 5309"/>
                              <a:gd name="T33" fmla="*/ T32 w 2158"/>
                              <a:gd name="T34" fmla="+- 0 3487 3487"/>
                              <a:gd name="T35" fmla="*/ 3487 h 1356"/>
                              <a:gd name="T36" fmla="+- 0 7366 5309"/>
                              <a:gd name="T37" fmla="*/ T36 w 2158"/>
                              <a:gd name="T38" fmla="+- 0 3494 3487"/>
                              <a:gd name="T39" fmla="*/ 3494 h 1356"/>
                              <a:gd name="T40" fmla="+- 0 7396 5309"/>
                              <a:gd name="T41" fmla="*/ T40 w 2158"/>
                              <a:gd name="T42" fmla="+- 0 3506 3487"/>
                              <a:gd name="T43" fmla="*/ 3506 h 1356"/>
                              <a:gd name="T44" fmla="+- 0 5429 5309"/>
                              <a:gd name="T45" fmla="*/ T44 w 2158"/>
                              <a:gd name="T46" fmla="+- 0 3508 3487"/>
                              <a:gd name="T47" fmla="*/ 3508 h 1356"/>
                              <a:gd name="T48" fmla="+- 0 5405 5309"/>
                              <a:gd name="T49" fmla="*/ T48 w 2158"/>
                              <a:gd name="T50" fmla="+- 0 3516 3487"/>
                              <a:gd name="T51" fmla="*/ 3516 h 1356"/>
                              <a:gd name="T52" fmla="+- 0 5374 5309"/>
                              <a:gd name="T53" fmla="*/ T52 w 2158"/>
                              <a:gd name="T54" fmla="+- 0 3535 3487"/>
                              <a:gd name="T55" fmla="*/ 3535 h 1356"/>
                              <a:gd name="T56" fmla="+- 0 5342 5309"/>
                              <a:gd name="T57" fmla="*/ T56 w 2158"/>
                              <a:gd name="T58" fmla="+- 0 3571 3487"/>
                              <a:gd name="T59" fmla="*/ 3571 h 1356"/>
                              <a:gd name="T60" fmla="+- 0 5333 5309"/>
                              <a:gd name="T61" fmla="*/ T60 w 2158"/>
                              <a:gd name="T62" fmla="+- 0 3595 3487"/>
                              <a:gd name="T63" fmla="*/ 3595 h 1356"/>
                              <a:gd name="T64" fmla="+- 0 5330 5309"/>
                              <a:gd name="T65" fmla="*/ T64 w 2158"/>
                              <a:gd name="T66" fmla="+- 0 3604 3487"/>
                              <a:gd name="T67" fmla="*/ 3604 h 1356"/>
                              <a:gd name="T68" fmla="+- 0 5328 5309"/>
                              <a:gd name="T69" fmla="*/ T68 w 2158"/>
                              <a:gd name="T70" fmla="+- 0 4713 3487"/>
                              <a:gd name="T71" fmla="*/ 4713 h 1356"/>
                              <a:gd name="T72" fmla="+- 0 5333 5309"/>
                              <a:gd name="T73" fmla="*/ T72 w 2158"/>
                              <a:gd name="T74" fmla="+- 0 4737 3487"/>
                              <a:gd name="T75" fmla="*/ 4737 h 1356"/>
                              <a:gd name="T76" fmla="+- 0 5345 5309"/>
                              <a:gd name="T77" fmla="*/ T76 w 2158"/>
                              <a:gd name="T78" fmla="+- 0 4759 3487"/>
                              <a:gd name="T79" fmla="*/ 4759 h 1356"/>
                              <a:gd name="T80" fmla="+- 0 5393 5309"/>
                              <a:gd name="T81" fmla="*/ T80 w 2158"/>
                              <a:gd name="T82" fmla="+- 0 4809 3487"/>
                              <a:gd name="T83" fmla="*/ 4809 h 1356"/>
                              <a:gd name="T84" fmla="+- 0 5429 5309"/>
                              <a:gd name="T85" fmla="*/ T84 w 2158"/>
                              <a:gd name="T86" fmla="+- 0 4821 3487"/>
                              <a:gd name="T87" fmla="*/ 4821 h 1356"/>
                              <a:gd name="T88" fmla="+- 0 7396 5309"/>
                              <a:gd name="T89" fmla="*/ T88 w 2158"/>
                              <a:gd name="T90" fmla="+- 0 4824 3487"/>
                              <a:gd name="T91" fmla="*/ 4824 h 1356"/>
                              <a:gd name="T92" fmla="+- 0 7354 5309"/>
                              <a:gd name="T93" fmla="*/ T92 w 2158"/>
                              <a:gd name="T94" fmla="+- 0 4840 3487"/>
                              <a:gd name="T95" fmla="*/ 4840 h 1356"/>
                              <a:gd name="T96" fmla="+- 0 7370 5309"/>
                              <a:gd name="T97" fmla="*/ T96 w 2158"/>
                              <a:gd name="T98" fmla="+- 0 3516 3487"/>
                              <a:gd name="T99" fmla="*/ 3516 h 1356"/>
                              <a:gd name="T100" fmla="+- 0 7349 5309"/>
                              <a:gd name="T101" fmla="*/ T100 w 2158"/>
                              <a:gd name="T102" fmla="+- 0 3508 3487"/>
                              <a:gd name="T103" fmla="*/ 3508 h 1356"/>
                              <a:gd name="T104" fmla="+- 0 7396 5309"/>
                              <a:gd name="T105" fmla="*/ T104 w 2158"/>
                              <a:gd name="T106" fmla="+- 0 3506 3487"/>
                              <a:gd name="T107" fmla="*/ 3506 h 1356"/>
                              <a:gd name="T108" fmla="+- 0 7382 5309"/>
                              <a:gd name="T109" fmla="*/ T108 w 2158"/>
                              <a:gd name="T110" fmla="+- 0 3520 3487"/>
                              <a:gd name="T111" fmla="*/ 3520 h 1356"/>
                              <a:gd name="T112" fmla="+- 0 7402 5309"/>
                              <a:gd name="T113" fmla="*/ T112 w 2158"/>
                              <a:gd name="T114" fmla="+- 0 3535 3487"/>
                              <a:gd name="T115" fmla="*/ 3535 h 1356"/>
                              <a:gd name="T116" fmla="+- 0 7435 5309"/>
                              <a:gd name="T117" fmla="*/ T116 w 2158"/>
                              <a:gd name="T118" fmla="+- 0 3540 3487"/>
                              <a:gd name="T119" fmla="*/ 3540 h 1356"/>
                              <a:gd name="T120" fmla="+- 0 7411 5309"/>
                              <a:gd name="T121" fmla="*/ T120 w 2158"/>
                              <a:gd name="T122" fmla="+- 0 3544 3487"/>
                              <a:gd name="T123" fmla="*/ 3544 h 1356"/>
                              <a:gd name="T124" fmla="+- 0 5366 5309"/>
                              <a:gd name="T125" fmla="*/ T124 w 2158"/>
                              <a:gd name="T126" fmla="+- 0 3542 3487"/>
                              <a:gd name="T127" fmla="*/ 3542 h 1356"/>
                              <a:gd name="T128" fmla="+- 0 7433 5309"/>
                              <a:gd name="T129" fmla="*/ T128 w 2158"/>
                              <a:gd name="T130" fmla="+- 0 3571 3487"/>
                              <a:gd name="T131" fmla="*/ 3571 h 1356"/>
                              <a:gd name="T132" fmla="+- 0 7442 5309"/>
                              <a:gd name="T133" fmla="*/ T132 w 2158"/>
                              <a:gd name="T134" fmla="+- 0 3549 3487"/>
                              <a:gd name="T135" fmla="*/ 3549 h 1356"/>
                              <a:gd name="T136" fmla="+- 0 7462 5309"/>
                              <a:gd name="T137" fmla="*/ T136 w 2158"/>
                              <a:gd name="T138" fmla="+- 0 3588 3487"/>
                              <a:gd name="T139" fmla="*/ 3588 h 1356"/>
                              <a:gd name="T140" fmla="+- 0 7442 5309"/>
                              <a:gd name="T141" fmla="*/ T140 w 2158"/>
                              <a:gd name="T142" fmla="+- 0 3595 3487"/>
                              <a:gd name="T143" fmla="*/ 3595 h 1356"/>
                              <a:gd name="T144" fmla="+- 0 5335 5309"/>
                              <a:gd name="T145" fmla="*/ T144 w 2158"/>
                              <a:gd name="T146" fmla="+- 0 3592 3487"/>
                              <a:gd name="T147" fmla="*/ 3592 h 1356"/>
                              <a:gd name="T148" fmla="+- 0 7442 5309"/>
                              <a:gd name="T149" fmla="*/ T148 w 2158"/>
                              <a:gd name="T150" fmla="+- 0 3592 3487"/>
                              <a:gd name="T151" fmla="*/ 3592 h 1356"/>
                              <a:gd name="T152" fmla="+- 0 7445 5309"/>
                              <a:gd name="T153" fmla="*/ T152 w 2158"/>
                              <a:gd name="T154" fmla="+- 0 3604 3487"/>
                              <a:gd name="T155" fmla="*/ 3604 h 1356"/>
                              <a:gd name="T156" fmla="+- 0 5330 5309"/>
                              <a:gd name="T157" fmla="*/ T156 w 2158"/>
                              <a:gd name="T158" fmla="+- 0 3604 3487"/>
                              <a:gd name="T159" fmla="*/ 3604 h 1356"/>
                              <a:gd name="T160" fmla="+- 0 7447 5309"/>
                              <a:gd name="T161" fmla="*/ T160 w 2158"/>
                              <a:gd name="T162" fmla="+- 0 3619 3487"/>
                              <a:gd name="T163" fmla="*/ 3619 h 1356"/>
                              <a:gd name="T164" fmla="+- 0 7466 5309"/>
                              <a:gd name="T165" fmla="*/ T164 w 2158"/>
                              <a:gd name="T166" fmla="+- 0 3616 3487"/>
                              <a:gd name="T167" fmla="*/ 3616 h 1356"/>
                              <a:gd name="T168" fmla="+- 0 5328 5309"/>
                              <a:gd name="T169" fmla="*/ T168 w 2158"/>
                              <a:gd name="T170" fmla="+- 0 3619 3487"/>
                              <a:gd name="T171" fmla="*/ 3619 h 1356"/>
                              <a:gd name="T172" fmla="+- 0 5328 5309"/>
                              <a:gd name="T173" fmla="*/ T172 w 2158"/>
                              <a:gd name="T174" fmla="+- 0 3619 3487"/>
                              <a:gd name="T175" fmla="*/ 3619 h 1356"/>
                              <a:gd name="T176" fmla="+- 0 7442 5309"/>
                              <a:gd name="T177" fmla="*/ T176 w 2158"/>
                              <a:gd name="T178" fmla="+- 0 4737 3487"/>
                              <a:gd name="T179" fmla="*/ 4737 h 1356"/>
                              <a:gd name="T180" fmla="+- 0 7466 5309"/>
                              <a:gd name="T181" fmla="*/ T180 w 2158"/>
                              <a:gd name="T182" fmla="+- 0 3616 3487"/>
                              <a:gd name="T183" fmla="*/ 3616 h 1356"/>
                              <a:gd name="T184" fmla="+- 0 7462 5309"/>
                              <a:gd name="T185" fmla="*/ T184 w 2158"/>
                              <a:gd name="T186" fmla="+- 0 4742 3487"/>
                              <a:gd name="T187" fmla="*/ 4742 h 1356"/>
                              <a:gd name="T188" fmla="+- 0 5338 5309"/>
                              <a:gd name="T189" fmla="*/ T188 w 2158"/>
                              <a:gd name="T190" fmla="+- 0 4749 3487"/>
                              <a:gd name="T191" fmla="*/ 4749 h 1356"/>
                              <a:gd name="T192" fmla="+- 0 7396 5309"/>
                              <a:gd name="T193" fmla="*/ T192 w 2158"/>
                              <a:gd name="T194" fmla="+- 0 4824 3487"/>
                              <a:gd name="T195" fmla="*/ 4824 h 1356"/>
                              <a:gd name="T196" fmla="+- 0 7373 5309"/>
                              <a:gd name="T197" fmla="*/ T196 w 2158"/>
                              <a:gd name="T198" fmla="+- 0 4814 3487"/>
                              <a:gd name="T199" fmla="*/ 4814 h 1356"/>
                              <a:gd name="T200" fmla="+- 0 7411 5309"/>
                              <a:gd name="T201" fmla="*/ T200 w 2158"/>
                              <a:gd name="T202" fmla="+- 0 4788 3487"/>
                              <a:gd name="T203" fmla="*/ 4788 h 1356"/>
                              <a:gd name="T204" fmla="+- 0 7438 5309"/>
                              <a:gd name="T205" fmla="*/ T204 w 2158"/>
                              <a:gd name="T206" fmla="+- 0 4749 3487"/>
                              <a:gd name="T207" fmla="*/ 4749 h 1356"/>
                              <a:gd name="T208" fmla="+- 0 7435 5309"/>
                              <a:gd name="T209" fmla="*/ T208 w 2158"/>
                              <a:gd name="T210" fmla="+- 0 4792 3487"/>
                              <a:gd name="T211" fmla="*/ 4792 h 13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2158" h="1356">
                                <a:moveTo>
                                  <a:pt x="2030" y="1356"/>
                                </a:moveTo>
                                <a:lnTo>
                                  <a:pt x="129" y="1356"/>
                                </a:lnTo>
                                <a:lnTo>
                                  <a:pt x="101" y="1351"/>
                                </a:lnTo>
                                <a:lnTo>
                                  <a:pt x="86" y="1346"/>
                                </a:lnTo>
                                <a:lnTo>
                                  <a:pt x="62" y="1332"/>
                                </a:lnTo>
                                <a:lnTo>
                                  <a:pt x="53" y="1325"/>
                                </a:lnTo>
                                <a:lnTo>
                                  <a:pt x="41" y="1315"/>
                                </a:lnTo>
                                <a:lnTo>
                                  <a:pt x="33" y="1305"/>
                                </a:lnTo>
                                <a:lnTo>
                                  <a:pt x="24" y="1293"/>
                                </a:lnTo>
                                <a:lnTo>
                                  <a:pt x="17" y="1281"/>
                                </a:lnTo>
                                <a:lnTo>
                                  <a:pt x="12" y="1269"/>
                                </a:lnTo>
                                <a:lnTo>
                                  <a:pt x="2" y="1241"/>
                                </a:lnTo>
                                <a:lnTo>
                                  <a:pt x="0" y="1229"/>
                                </a:lnTo>
                                <a:lnTo>
                                  <a:pt x="0" y="129"/>
                                </a:lnTo>
                                <a:lnTo>
                                  <a:pt x="2" y="115"/>
                                </a:lnTo>
                                <a:lnTo>
                                  <a:pt x="7" y="101"/>
                                </a:lnTo>
                                <a:lnTo>
                                  <a:pt x="12" y="89"/>
                                </a:lnTo>
                                <a:lnTo>
                                  <a:pt x="17" y="74"/>
                                </a:lnTo>
                                <a:lnTo>
                                  <a:pt x="24" y="62"/>
                                </a:lnTo>
                                <a:lnTo>
                                  <a:pt x="33" y="53"/>
                                </a:lnTo>
                                <a:lnTo>
                                  <a:pt x="41" y="43"/>
                                </a:lnTo>
                                <a:lnTo>
                                  <a:pt x="53" y="33"/>
                                </a:lnTo>
                                <a:lnTo>
                                  <a:pt x="62" y="24"/>
                                </a:lnTo>
                                <a:lnTo>
                                  <a:pt x="74" y="17"/>
                                </a:lnTo>
                                <a:lnTo>
                                  <a:pt x="86" y="12"/>
                                </a:lnTo>
                                <a:lnTo>
                                  <a:pt x="115" y="2"/>
                                </a:lnTo>
                                <a:lnTo>
                                  <a:pt x="129" y="0"/>
                                </a:lnTo>
                                <a:lnTo>
                                  <a:pt x="2030" y="0"/>
                                </a:lnTo>
                                <a:lnTo>
                                  <a:pt x="2045" y="2"/>
                                </a:lnTo>
                                <a:lnTo>
                                  <a:pt x="2057" y="7"/>
                                </a:lnTo>
                                <a:lnTo>
                                  <a:pt x="2071" y="12"/>
                                </a:lnTo>
                                <a:lnTo>
                                  <a:pt x="2083" y="17"/>
                                </a:lnTo>
                                <a:lnTo>
                                  <a:pt x="2087" y="19"/>
                                </a:lnTo>
                                <a:lnTo>
                                  <a:pt x="144" y="19"/>
                                </a:lnTo>
                                <a:lnTo>
                                  <a:pt x="129" y="21"/>
                                </a:lnTo>
                                <a:lnTo>
                                  <a:pt x="120" y="21"/>
                                </a:lnTo>
                                <a:lnTo>
                                  <a:pt x="105" y="26"/>
                                </a:lnTo>
                                <a:lnTo>
                                  <a:pt x="108" y="26"/>
                                </a:lnTo>
                                <a:lnTo>
                                  <a:pt x="96" y="29"/>
                                </a:lnTo>
                                <a:lnTo>
                                  <a:pt x="84" y="36"/>
                                </a:lnTo>
                                <a:lnTo>
                                  <a:pt x="74" y="41"/>
                                </a:lnTo>
                                <a:lnTo>
                                  <a:pt x="65" y="48"/>
                                </a:lnTo>
                                <a:lnTo>
                                  <a:pt x="57" y="55"/>
                                </a:lnTo>
                                <a:lnTo>
                                  <a:pt x="55" y="55"/>
                                </a:lnTo>
                                <a:lnTo>
                                  <a:pt x="33" y="84"/>
                                </a:lnTo>
                                <a:lnTo>
                                  <a:pt x="36" y="84"/>
                                </a:lnTo>
                                <a:lnTo>
                                  <a:pt x="29" y="96"/>
                                </a:lnTo>
                                <a:lnTo>
                                  <a:pt x="24" y="108"/>
                                </a:lnTo>
                                <a:lnTo>
                                  <a:pt x="25" y="108"/>
                                </a:lnTo>
                                <a:lnTo>
                                  <a:pt x="22" y="117"/>
                                </a:lnTo>
                                <a:lnTo>
                                  <a:pt x="21" y="117"/>
                                </a:lnTo>
                                <a:lnTo>
                                  <a:pt x="19" y="129"/>
                                </a:lnTo>
                                <a:lnTo>
                                  <a:pt x="19" y="1226"/>
                                </a:lnTo>
                                <a:lnTo>
                                  <a:pt x="21" y="1238"/>
                                </a:lnTo>
                                <a:lnTo>
                                  <a:pt x="26" y="1250"/>
                                </a:lnTo>
                                <a:lnTo>
                                  <a:pt x="24" y="1250"/>
                                </a:lnTo>
                                <a:lnTo>
                                  <a:pt x="29" y="1262"/>
                                </a:lnTo>
                                <a:lnTo>
                                  <a:pt x="30" y="1262"/>
                                </a:lnTo>
                                <a:lnTo>
                                  <a:pt x="36" y="1272"/>
                                </a:lnTo>
                                <a:lnTo>
                                  <a:pt x="33" y="1272"/>
                                </a:lnTo>
                                <a:lnTo>
                                  <a:pt x="55" y="1301"/>
                                </a:lnTo>
                                <a:lnTo>
                                  <a:pt x="84" y="1322"/>
                                </a:lnTo>
                                <a:lnTo>
                                  <a:pt x="108" y="1332"/>
                                </a:lnTo>
                                <a:lnTo>
                                  <a:pt x="105" y="1332"/>
                                </a:lnTo>
                                <a:lnTo>
                                  <a:pt x="120" y="1334"/>
                                </a:lnTo>
                                <a:lnTo>
                                  <a:pt x="117" y="1334"/>
                                </a:lnTo>
                                <a:lnTo>
                                  <a:pt x="132" y="1337"/>
                                </a:lnTo>
                                <a:lnTo>
                                  <a:pt x="2087" y="1337"/>
                                </a:lnTo>
                                <a:lnTo>
                                  <a:pt x="2071" y="1346"/>
                                </a:lnTo>
                                <a:lnTo>
                                  <a:pt x="2057" y="1351"/>
                                </a:lnTo>
                                <a:lnTo>
                                  <a:pt x="2045" y="1353"/>
                                </a:lnTo>
                                <a:lnTo>
                                  <a:pt x="2030" y="1356"/>
                                </a:lnTo>
                                <a:close/>
                                <a:moveTo>
                                  <a:pt x="2073" y="36"/>
                                </a:moveTo>
                                <a:lnTo>
                                  <a:pt x="2061" y="29"/>
                                </a:lnTo>
                                <a:lnTo>
                                  <a:pt x="2064" y="29"/>
                                </a:lnTo>
                                <a:lnTo>
                                  <a:pt x="2052" y="26"/>
                                </a:lnTo>
                                <a:lnTo>
                                  <a:pt x="2040" y="21"/>
                                </a:lnTo>
                                <a:lnTo>
                                  <a:pt x="2028" y="21"/>
                                </a:lnTo>
                                <a:lnTo>
                                  <a:pt x="2013" y="19"/>
                                </a:lnTo>
                                <a:lnTo>
                                  <a:pt x="2087" y="19"/>
                                </a:lnTo>
                                <a:lnTo>
                                  <a:pt x="2095" y="24"/>
                                </a:lnTo>
                                <a:lnTo>
                                  <a:pt x="2107" y="33"/>
                                </a:lnTo>
                                <a:lnTo>
                                  <a:pt x="2073" y="33"/>
                                </a:lnTo>
                                <a:lnTo>
                                  <a:pt x="2073" y="36"/>
                                </a:lnTo>
                                <a:close/>
                                <a:moveTo>
                                  <a:pt x="2102" y="57"/>
                                </a:moveTo>
                                <a:lnTo>
                                  <a:pt x="2093" y="48"/>
                                </a:lnTo>
                                <a:lnTo>
                                  <a:pt x="2073" y="33"/>
                                </a:lnTo>
                                <a:lnTo>
                                  <a:pt x="2107" y="33"/>
                                </a:lnTo>
                                <a:lnTo>
                                  <a:pt x="2126" y="53"/>
                                </a:lnTo>
                                <a:lnTo>
                                  <a:pt x="2128" y="55"/>
                                </a:lnTo>
                                <a:lnTo>
                                  <a:pt x="2102" y="55"/>
                                </a:lnTo>
                                <a:lnTo>
                                  <a:pt x="2102" y="57"/>
                                </a:lnTo>
                                <a:close/>
                                <a:moveTo>
                                  <a:pt x="55" y="57"/>
                                </a:moveTo>
                                <a:lnTo>
                                  <a:pt x="55" y="55"/>
                                </a:lnTo>
                                <a:lnTo>
                                  <a:pt x="57" y="55"/>
                                </a:lnTo>
                                <a:lnTo>
                                  <a:pt x="55" y="57"/>
                                </a:lnTo>
                                <a:close/>
                                <a:moveTo>
                                  <a:pt x="2133" y="108"/>
                                </a:moveTo>
                                <a:lnTo>
                                  <a:pt x="2124" y="84"/>
                                </a:lnTo>
                                <a:lnTo>
                                  <a:pt x="2102" y="55"/>
                                </a:lnTo>
                                <a:lnTo>
                                  <a:pt x="2128" y="55"/>
                                </a:lnTo>
                                <a:lnTo>
                                  <a:pt x="2133" y="62"/>
                                </a:lnTo>
                                <a:lnTo>
                                  <a:pt x="2141" y="74"/>
                                </a:lnTo>
                                <a:lnTo>
                                  <a:pt x="2148" y="89"/>
                                </a:lnTo>
                                <a:lnTo>
                                  <a:pt x="2153" y="101"/>
                                </a:lnTo>
                                <a:lnTo>
                                  <a:pt x="2153" y="105"/>
                                </a:lnTo>
                                <a:lnTo>
                                  <a:pt x="2133" y="105"/>
                                </a:lnTo>
                                <a:lnTo>
                                  <a:pt x="2133" y="108"/>
                                </a:lnTo>
                                <a:close/>
                                <a:moveTo>
                                  <a:pt x="25" y="108"/>
                                </a:moveTo>
                                <a:lnTo>
                                  <a:pt x="24" y="108"/>
                                </a:lnTo>
                                <a:lnTo>
                                  <a:pt x="26" y="105"/>
                                </a:lnTo>
                                <a:lnTo>
                                  <a:pt x="25" y="108"/>
                                </a:lnTo>
                                <a:close/>
                                <a:moveTo>
                                  <a:pt x="2136" y="120"/>
                                </a:moveTo>
                                <a:lnTo>
                                  <a:pt x="2133" y="105"/>
                                </a:lnTo>
                                <a:lnTo>
                                  <a:pt x="2153" y="105"/>
                                </a:lnTo>
                                <a:lnTo>
                                  <a:pt x="2155" y="117"/>
                                </a:lnTo>
                                <a:lnTo>
                                  <a:pt x="2136" y="117"/>
                                </a:lnTo>
                                <a:lnTo>
                                  <a:pt x="2136" y="120"/>
                                </a:lnTo>
                                <a:close/>
                                <a:moveTo>
                                  <a:pt x="21" y="120"/>
                                </a:moveTo>
                                <a:lnTo>
                                  <a:pt x="21" y="117"/>
                                </a:lnTo>
                                <a:lnTo>
                                  <a:pt x="22" y="117"/>
                                </a:lnTo>
                                <a:lnTo>
                                  <a:pt x="21" y="120"/>
                                </a:lnTo>
                                <a:close/>
                                <a:moveTo>
                                  <a:pt x="2138" y="132"/>
                                </a:moveTo>
                                <a:lnTo>
                                  <a:pt x="2136" y="117"/>
                                </a:lnTo>
                                <a:lnTo>
                                  <a:pt x="2155" y="117"/>
                                </a:lnTo>
                                <a:lnTo>
                                  <a:pt x="2157" y="129"/>
                                </a:lnTo>
                                <a:lnTo>
                                  <a:pt x="2138" y="129"/>
                                </a:lnTo>
                                <a:lnTo>
                                  <a:pt x="2138" y="132"/>
                                </a:lnTo>
                                <a:close/>
                                <a:moveTo>
                                  <a:pt x="19" y="132"/>
                                </a:moveTo>
                                <a:lnTo>
                                  <a:pt x="19" y="129"/>
                                </a:lnTo>
                                <a:lnTo>
                                  <a:pt x="19" y="132"/>
                                </a:lnTo>
                                <a:close/>
                                <a:moveTo>
                                  <a:pt x="2150" y="1262"/>
                                </a:moveTo>
                                <a:lnTo>
                                  <a:pt x="2129" y="1262"/>
                                </a:lnTo>
                                <a:lnTo>
                                  <a:pt x="2133" y="1250"/>
                                </a:lnTo>
                                <a:lnTo>
                                  <a:pt x="2138" y="1226"/>
                                </a:lnTo>
                                <a:lnTo>
                                  <a:pt x="2138" y="129"/>
                                </a:lnTo>
                                <a:lnTo>
                                  <a:pt x="2157" y="129"/>
                                </a:lnTo>
                                <a:lnTo>
                                  <a:pt x="2157" y="1229"/>
                                </a:lnTo>
                                <a:lnTo>
                                  <a:pt x="2155" y="1241"/>
                                </a:lnTo>
                                <a:lnTo>
                                  <a:pt x="2153" y="1255"/>
                                </a:lnTo>
                                <a:lnTo>
                                  <a:pt x="2150" y="1262"/>
                                </a:lnTo>
                                <a:close/>
                                <a:moveTo>
                                  <a:pt x="30" y="1262"/>
                                </a:moveTo>
                                <a:lnTo>
                                  <a:pt x="29" y="1262"/>
                                </a:lnTo>
                                <a:lnTo>
                                  <a:pt x="29" y="1260"/>
                                </a:lnTo>
                                <a:lnTo>
                                  <a:pt x="30" y="1262"/>
                                </a:lnTo>
                                <a:close/>
                                <a:moveTo>
                                  <a:pt x="2087" y="1337"/>
                                </a:moveTo>
                                <a:lnTo>
                                  <a:pt x="2028" y="1337"/>
                                </a:lnTo>
                                <a:lnTo>
                                  <a:pt x="2052" y="1332"/>
                                </a:lnTo>
                                <a:lnTo>
                                  <a:pt x="2064" y="1327"/>
                                </a:lnTo>
                                <a:lnTo>
                                  <a:pt x="2061" y="1327"/>
                                </a:lnTo>
                                <a:lnTo>
                                  <a:pt x="2073" y="1322"/>
                                </a:lnTo>
                                <a:lnTo>
                                  <a:pt x="2102" y="1301"/>
                                </a:lnTo>
                                <a:lnTo>
                                  <a:pt x="2124" y="1272"/>
                                </a:lnTo>
                                <a:lnTo>
                                  <a:pt x="2129" y="1260"/>
                                </a:lnTo>
                                <a:lnTo>
                                  <a:pt x="2129" y="1262"/>
                                </a:lnTo>
                                <a:lnTo>
                                  <a:pt x="2150" y="1262"/>
                                </a:lnTo>
                                <a:lnTo>
                                  <a:pt x="2148" y="1269"/>
                                </a:lnTo>
                                <a:lnTo>
                                  <a:pt x="2126" y="1305"/>
                                </a:lnTo>
                                <a:lnTo>
                                  <a:pt x="2107" y="1325"/>
                                </a:lnTo>
                                <a:lnTo>
                                  <a:pt x="2087" y="1337"/>
                                </a:lnTo>
                                <a:close/>
                              </a:path>
                            </a:pathLst>
                          </a:custGeom>
                          <a:solidFill>
                            <a:srgbClr val="EC7C3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Line 68"/>
                        <wps:cNvCnPr>
                          <a:cxnSpLocks noChangeShapeType="1"/>
                        </wps:cNvCnPr>
                        <wps:spPr bwMode="auto">
                          <a:xfrm>
                            <a:off x="5051" y="1492"/>
                            <a:ext cx="0" cy="4334"/>
                          </a:xfrm>
                          <a:prstGeom prst="line">
                            <a:avLst/>
                          </a:prstGeom>
                          <a:noFill/>
                          <a:ln w="13716">
                            <a:solidFill>
                              <a:srgbClr val="BC6124"/>
                            </a:solidFill>
                            <a:prstDash val="solid"/>
                            <a:round/>
                            <a:headEnd/>
                            <a:tailEnd/>
                          </a:ln>
                          <a:extLst>
                            <a:ext uri="{909E8E84-426E-40DD-AFC4-6F175D3DCCD1}">
                              <a14:hiddenFill xmlns:a14="http://schemas.microsoft.com/office/drawing/2010/main">
                                <a:noFill/>
                              </a14:hiddenFill>
                            </a:ext>
                          </a:extLst>
                        </wps:spPr>
                        <wps:bodyPr/>
                      </wps:wsp>
                      <wps:wsp>
                        <wps:cNvPr id="96" name="Rectangle 67"/>
                        <wps:cNvSpPr>
                          <a:spLocks noChangeArrowheads="1"/>
                        </wps:cNvSpPr>
                        <wps:spPr bwMode="auto">
                          <a:xfrm>
                            <a:off x="5040" y="5826"/>
                            <a:ext cx="17" cy="10"/>
                          </a:xfrm>
                          <a:prstGeom prst="rect">
                            <a:avLst/>
                          </a:prstGeom>
                          <a:solidFill>
                            <a:srgbClr val="BC612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Line 66"/>
                        <wps:cNvCnPr>
                          <a:cxnSpLocks noChangeShapeType="1"/>
                        </wps:cNvCnPr>
                        <wps:spPr bwMode="auto">
                          <a:xfrm>
                            <a:off x="5040" y="5841"/>
                            <a:ext cx="278" cy="0"/>
                          </a:xfrm>
                          <a:prstGeom prst="line">
                            <a:avLst/>
                          </a:prstGeom>
                          <a:noFill/>
                          <a:ln w="6350">
                            <a:solidFill>
                              <a:srgbClr val="BC6124"/>
                            </a:solidFill>
                            <a:prstDash val="solid"/>
                            <a:round/>
                            <a:headEnd/>
                            <a:tailEnd/>
                          </a:ln>
                          <a:extLst>
                            <a:ext uri="{909E8E84-426E-40DD-AFC4-6F175D3DCCD1}">
                              <a14:hiddenFill xmlns:a14="http://schemas.microsoft.com/office/drawing/2010/main">
                                <a:noFill/>
                              </a14:hiddenFill>
                            </a:ext>
                          </a:extLst>
                        </wps:spPr>
                        <wps:bodyPr/>
                      </wps:wsp>
                      <wps:wsp>
                        <wps:cNvPr id="98" name="Freeform 65"/>
                        <wps:cNvSpPr>
                          <a:spLocks/>
                        </wps:cNvSpPr>
                        <wps:spPr bwMode="auto">
                          <a:xfrm>
                            <a:off x="5052" y="5826"/>
                            <a:ext cx="10" cy="10"/>
                          </a:xfrm>
                          <a:custGeom>
                            <a:avLst/>
                            <a:gdLst>
                              <a:gd name="T0" fmla="+- 0 5062 5052"/>
                              <a:gd name="T1" fmla="*/ T0 w 10"/>
                              <a:gd name="T2" fmla="+- 0 5836 5827"/>
                              <a:gd name="T3" fmla="*/ 5836 h 10"/>
                              <a:gd name="T4" fmla="+- 0 5052 5052"/>
                              <a:gd name="T5" fmla="*/ T4 w 10"/>
                              <a:gd name="T6" fmla="+- 0 5827 5827"/>
                              <a:gd name="T7" fmla="*/ 5827 h 10"/>
                              <a:gd name="T8" fmla="+- 0 5062 5052"/>
                              <a:gd name="T9" fmla="*/ T8 w 10"/>
                              <a:gd name="T10" fmla="+- 0 5827 5827"/>
                              <a:gd name="T11" fmla="*/ 5827 h 10"/>
                              <a:gd name="T12" fmla="+- 0 5062 5052"/>
                              <a:gd name="T13" fmla="*/ T12 w 10"/>
                              <a:gd name="T14" fmla="+- 0 5836 5827"/>
                              <a:gd name="T15" fmla="*/ 5836 h 10"/>
                            </a:gdLst>
                            <a:ahLst/>
                            <a:cxnLst>
                              <a:cxn ang="0">
                                <a:pos x="T1" y="T3"/>
                              </a:cxn>
                              <a:cxn ang="0">
                                <a:pos x="T5" y="T7"/>
                              </a:cxn>
                              <a:cxn ang="0">
                                <a:pos x="T9" y="T11"/>
                              </a:cxn>
                              <a:cxn ang="0">
                                <a:pos x="T13" y="T15"/>
                              </a:cxn>
                            </a:cxnLst>
                            <a:rect l="0" t="0" r="r" b="b"/>
                            <a:pathLst>
                              <a:path w="10" h="10">
                                <a:moveTo>
                                  <a:pt x="10" y="9"/>
                                </a:moveTo>
                                <a:lnTo>
                                  <a:pt x="0" y="0"/>
                                </a:lnTo>
                                <a:lnTo>
                                  <a:pt x="10" y="0"/>
                                </a:lnTo>
                                <a:lnTo>
                                  <a:pt x="10" y="9"/>
                                </a:lnTo>
                                <a:close/>
                              </a:path>
                            </a:pathLst>
                          </a:custGeom>
                          <a:solidFill>
                            <a:srgbClr val="BC61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Line 64"/>
                        <wps:cNvCnPr>
                          <a:cxnSpLocks noChangeShapeType="1"/>
                        </wps:cNvCnPr>
                        <wps:spPr bwMode="auto">
                          <a:xfrm>
                            <a:off x="5062" y="5832"/>
                            <a:ext cx="256" cy="0"/>
                          </a:xfrm>
                          <a:prstGeom prst="line">
                            <a:avLst/>
                          </a:prstGeom>
                          <a:noFill/>
                          <a:ln w="6096">
                            <a:solidFill>
                              <a:srgbClr val="BC6124"/>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00" name="Picture 6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5313" y="5162"/>
                            <a:ext cx="2146" cy="13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1" name="AutoShape 62"/>
                        <wps:cNvSpPr>
                          <a:spLocks/>
                        </wps:cNvSpPr>
                        <wps:spPr bwMode="auto">
                          <a:xfrm>
                            <a:off x="5308" y="5157"/>
                            <a:ext cx="2158" cy="1356"/>
                          </a:xfrm>
                          <a:custGeom>
                            <a:avLst/>
                            <a:gdLst>
                              <a:gd name="T0" fmla="+- 0 5395 5309"/>
                              <a:gd name="T1" fmla="*/ T0 w 2158"/>
                              <a:gd name="T2" fmla="+- 0 6504 5157"/>
                              <a:gd name="T3" fmla="*/ 6504 h 1356"/>
                              <a:gd name="T4" fmla="+- 0 5342 5309"/>
                              <a:gd name="T5" fmla="*/ T4 w 2158"/>
                              <a:gd name="T6" fmla="+- 0 6463 5157"/>
                              <a:gd name="T7" fmla="*/ 6463 h 1356"/>
                              <a:gd name="T8" fmla="+- 0 5316 5309"/>
                              <a:gd name="T9" fmla="*/ T8 w 2158"/>
                              <a:gd name="T10" fmla="+- 0 6412 5157"/>
                              <a:gd name="T11" fmla="*/ 6412 h 1356"/>
                              <a:gd name="T12" fmla="+- 0 5311 5309"/>
                              <a:gd name="T13" fmla="*/ T12 w 2158"/>
                              <a:gd name="T14" fmla="+- 0 5272 5157"/>
                              <a:gd name="T15" fmla="*/ 5272 h 1356"/>
                              <a:gd name="T16" fmla="+- 0 5342 5309"/>
                              <a:gd name="T17" fmla="*/ T16 w 2158"/>
                              <a:gd name="T18" fmla="+- 0 5210 5157"/>
                              <a:gd name="T19" fmla="*/ 5210 h 1356"/>
                              <a:gd name="T20" fmla="+- 0 5383 5309"/>
                              <a:gd name="T21" fmla="*/ T20 w 2158"/>
                              <a:gd name="T22" fmla="+- 0 5174 5157"/>
                              <a:gd name="T23" fmla="*/ 5174 h 1356"/>
                              <a:gd name="T24" fmla="+- 0 7339 5309"/>
                              <a:gd name="T25" fmla="*/ T24 w 2158"/>
                              <a:gd name="T26" fmla="+- 0 5157 5157"/>
                              <a:gd name="T27" fmla="*/ 5157 h 1356"/>
                              <a:gd name="T28" fmla="+- 0 7392 5309"/>
                              <a:gd name="T29" fmla="*/ T28 w 2158"/>
                              <a:gd name="T30" fmla="+- 0 5174 5157"/>
                              <a:gd name="T31" fmla="*/ 5174 h 1356"/>
                              <a:gd name="T32" fmla="+- 0 5429 5309"/>
                              <a:gd name="T33" fmla="*/ T32 w 2158"/>
                              <a:gd name="T34" fmla="+- 0 5179 5157"/>
                              <a:gd name="T35" fmla="*/ 5179 h 1356"/>
                              <a:gd name="T36" fmla="+- 0 5405 5309"/>
                              <a:gd name="T37" fmla="*/ T36 w 2158"/>
                              <a:gd name="T38" fmla="+- 0 5186 5157"/>
                              <a:gd name="T39" fmla="*/ 5186 h 1356"/>
                              <a:gd name="T40" fmla="+- 0 5366 5309"/>
                              <a:gd name="T41" fmla="*/ T40 w 2158"/>
                              <a:gd name="T42" fmla="+- 0 5212 5157"/>
                              <a:gd name="T43" fmla="*/ 5212 h 1356"/>
                              <a:gd name="T44" fmla="+- 0 5343 5309"/>
                              <a:gd name="T45" fmla="*/ T44 w 2158"/>
                              <a:gd name="T46" fmla="+- 0 5244 5157"/>
                              <a:gd name="T47" fmla="*/ 5244 h 1356"/>
                              <a:gd name="T48" fmla="+- 0 5331 5309"/>
                              <a:gd name="T49" fmla="*/ T48 w 2158"/>
                              <a:gd name="T50" fmla="+- 0 5275 5157"/>
                              <a:gd name="T51" fmla="*/ 5275 h 1356"/>
                              <a:gd name="T52" fmla="+- 0 5330 5309"/>
                              <a:gd name="T53" fmla="*/ T52 w 2158"/>
                              <a:gd name="T54" fmla="+- 0 6396 5157"/>
                              <a:gd name="T55" fmla="*/ 6396 h 1356"/>
                              <a:gd name="T56" fmla="+- 0 5339 5309"/>
                              <a:gd name="T57" fmla="*/ T56 w 2158"/>
                              <a:gd name="T58" fmla="+- 0 6420 5157"/>
                              <a:gd name="T59" fmla="*/ 6420 h 1356"/>
                              <a:gd name="T60" fmla="+- 0 5351 5309"/>
                              <a:gd name="T61" fmla="*/ T60 w 2158"/>
                              <a:gd name="T62" fmla="+- 0 6441 5157"/>
                              <a:gd name="T63" fmla="*/ 6441 h 1356"/>
                              <a:gd name="T64" fmla="+- 0 5374 5309"/>
                              <a:gd name="T65" fmla="*/ T64 w 2158"/>
                              <a:gd name="T66" fmla="+- 0 6468 5157"/>
                              <a:gd name="T67" fmla="*/ 6468 h 1356"/>
                              <a:gd name="T68" fmla="+- 0 5414 5309"/>
                              <a:gd name="T69" fmla="*/ T68 w 2158"/>
                              <a:gd name="T70" fmla="+- 0 6489 5157"/>
                              <a:gd name="T71" fmla="*/ 6489 h 1356"/>
                              <a:gd name="T72" fmla="+- 0 7396 5309"/>
                              <a:gd name="T73" fmla="*/ T72 w 2158"/>
                              <a:gd name="T74" fmla="+- 0 6494 5157"/>
                              <a:gd name="T75" fmla="*/ 6494 h 1356"/>
                              <a:gd name="T76" fmla="+- 0 7339 5309"/>
                              <a:gd name="T77" fmla="*/ T76 w 2158"/>
                              <a:gd name="T78" fmla="+- 0 6513 5157"/>
                              <a:gd name="T79" fmla="*/ 6513 h 1356"/>
                              <a:gd name="T80" fmla="+- 0 7322 5309"/>
                              <a:gd name="T81" fmla="*/ T80 w 2158"/>
                              <a:gd name="T82" fmla="+- 0 5176 5157"/>
                              <a:gd name="T83" fmla="*/ 5176 h 1356"/>
                              <a:gd name="T84" fmla="+- 0 7349 5309"/>
                              <a:gd name="T85" fmla="*/ T84 w 2158"/>
                              <a:gd name="T86" fmla="+- 0 5181 5157"/>
                              <a:gd name="T87" fmla="*/ 5181 h 1356"/>
                              <a:gd name="T88" fmla="+- 0 7373 5309"/>
                              <a:gd name="T89" fmla="*/ T88 w 2158"/>
                              <a:gd name="T90" fmla="+- 0 5188 5157"/>
                              <a:gd name="T91" fmla="*/ 5188 h 1356"/>
                              <a:gd name="T92" fmla="+- 0 5426 5309"/>
                              <a:gd name="T93" fmla="*/ T92 w 2158"/>
                              <a:gd name="T94" fmla="+- 0 5181 5157"/>
                              <a:gd name="T95" fmla="*/ 5181 h 1356"/>
                              <a:gd name="T96" fmla="+- 0 5405 5309"/>
                              <a:gd name="T97" fmla="*/ T96 w 2158"/>
                              <a:gd name="T98" fmla="+- 0 5188 5157"/>
                              <a:gd name="T99" fmla="*/ 5188 h 1356"/>
                              <a:gd name="T100" fmla="+- 0 7382 5309"/>
                              <a:gd name="T101" fmla="*/ T100 w 2158"/>
                              <a:gd name="T102" fmla="+- 0 5193 5157"/>
                              <a:gd name="T103" fmla="*/ 5193 h 1356"/>
                              <a:gd name="T104" fmla="+- 0 7435 5309"/>
                              <a:gd name="T105" fmla="*/ T104 w 2158"/>
                              <a:gd name="T106" fmla="+- 0 5210 5157"/>
                              <a:gd name="T107" fmla="*/ 5210 h 1356"/>
                              <a:gd name="T108" fmla="+- 0 5364 5309"/>
                              <a:gd name="T109" fmla="*/ T108 w 2158"/>
                              <a:gd name="T110" fmla="+- 0 5215 5157"/>
                              <a:gd name="T111" fmla="*/ 5215 h 1356"/>
                              <a:gd name="T112" fmla="+- 0 7433 5309"/>
                              <a:gd name="T113" fmla="*/ T112 w 2158"/>
                              <a:gd name="T114" fmla="+- 0 5244 5157"/>
                              <a:gd name="T115" fmla="*/ 5244 h 1356"/>
                              <a:gd name="T116" fmla="+- 0 7454 5309"/>
                              <a:gd name="T117" fmla="*/ T116 w 2158"/>
                              <a:gd name="T118" fmla="+- 0 5241 5157"/>
                              <a:gd name="T119" fmla="*/ 5241 h 1356"/>
                              <a:gd name="T120" fmla="+- 0 5342 5309"/>
                              <a:gd name="T121" fmla="*/ T120 w 2158"/>
                              <a:gd name="T122" fmla="+- 0 5244 5157"/>
                              <a:gd name="T123" fmla="*/ 5244 h 1356"/>
                              <a:gd name="T124" fmla="+- 0 7442 5309"/>
                              <a:gd name="T125" fmla="*/ T124 w 2158"/>
                              <a:gd name="T126" fmla="+- 0 5265 5157"/>
                              <a:gd name="T127" fmla="*/ 5265 h 1356"/>
                              <a:gd name="T128" fmla="+- 0 7462 5309"/>
                              <a:gd name="T129" fmla="*/ T128 w 2158"/>
                              <a:gd name="T130" fmla="+- 0 5258 5157"/>
                              <a:gd name="T131" fmla="*/ 5258 h 1356"/>
                              <a:gd name="T132" fmla="+- 0 5330 5309"/>
                              <a:gd name="T133" fmla="*/ T132 w 2158"/>
                              <a:gd name="T134" fmla="+- 0 5277 5157"/>
                              <a:gd name="T135" fmla="*/ 5277 h 1356"/>
                              <a:gd name="T136" fmla="+- 0 7459 5309"/>
                              <a:gd name="T137" fmla="*/ T136 w 2158"/>
                              <a:gd name="T138" fmla="+- 0 6420 5157"/>
                              <a:gd name="T139" fmla="*/ 6420 h 1356"/>
                              <a:gd name="T140" fmla="+- 0 7447 5309"/>
                              <a:gd name="T141" fmla="*/ T140 w 2158"/>
                              <a:gd name="T142" fmla="+- 0 5289 5157"/>
                              <a:gd name="T143" fmla="*/ 5289 h 1356"/>
                              <a:gd name="T144" fmla="+- 0 7466 5309"/>
                              <a:gd name="T145" fmla="*/ T144 w 2158"/>
                              <a:gd name="T146" fmla="+- 0 6386 5157"/>
                              <a:gd name="T147" fmla="*/ 6386 h 1356"/>
                              <a:gd name="T148" fmla="+- 0 5339 5309"/>
                              <a:gd name="T149" fmla="*/ T148 w 2158"/>
                              <a:gd name="T150" fmla="+- 0 6420 5157"/>
                              <a:gd name="T151" fmla="*/ 6420 h 1356"/>
                              <a:gd name="T152" fmla="+- 0 7448 5309"/>
                              <a:gd name="T153" fmla="*/ T152 w 2158"/>
                              <a:gd name="T154" fmla="+- 0 6441 5157"/>
                              <a:gd name="T155" fmla="*/ 6441 h 1356"/>
                              <a:gd name="T156" fmla="+- 0 7438 5309"/>
                              <a:gd name="T157" fmla="*/ T156 w 2158"/>
                              <a:gd name="T158" fmla="+- 0 6420 5157"/>
                              <a:gd name="T159" fmla="*/ 6420 h 1356"/>
                              <a:gd name="T160" fmla="+- 0 5351 5309"/>
                              <a:gd name="T161" fmla="*/ T160 w 2158"/>
                              <a:gd name="T162" fmla="+- 0 6441 5157"/>
                              <a:gd name="T163" fmla="*/ 6441 h 1356"/>
                              <a:gd name="T164" fmla="+- 0 7442 5309"/>
                              <a:gd name="T165" fmla="*/ T164 w 2158"/>
                              <a:gd name="T166" fmla="+- 0 6451 5157"/>
                              <a:gd name="T167" fmla="*/ 6451 h 1356"/>
                              <a:gd name="T168" fmla="+- 0 7448 5309"/>
                              <a:gd name="T169" fmla="*/ T168 w 2158"/>
                              <a:gd name="T170" fmla="+- 0 6441 5157"/>
                              <a:gd name="T171" fmla="*/ 6441 h 1356"/>
                              <a:gd name="T172" fmla="+- 0 5357 5309"/>
                              <a:gd name="T173" fmla="*/ T172 w 2158"/>
                              <a:gd name="T174" fmla="+- 0 6448 5157"/>
                              <a:gd name="T175" fmla="*/ 6448 h 1356"/>
                              <a:gd name="T176" fmla="+- 0 7411 5309"/>
                              <a:gd name="T177" fmla="*/ T176 w 2158"/>
                              <a:gd name="T178" fmla="+- 0 6458 5157"/>
                              <a:gd name="T179" fmla="*/ 6458 h 1356"/>
                              <a:gd name="T180" fmla="+- 0 7435 5309"/>
                              <a:gd name="T181" fmla="*/ T180 w 2158"/>
                              <a:gd name="T182" fmla="+- 0 6463 5157"/>
                              <a:gd name="T183" fmla="*/ 6463 h 1356"/>
                              <a:gd name="T184" fmla="+- 0 5374 5309"/>
                              <a:gd name="T185" fmla="*/ T184 w 2158"/>
                              <a:gd name="T186" fmla="+- 0 6465 5157"/>
                              <a:gd name="T187" fmla="*/ 6465 h 1356"/>
                              <a:gd name="T188" fmla="+- 0 7361 5309"/>
                              <a:gd name="T189" fmla="*/ T188 w 2158"/>
                              <a:gd name="T190" fmla="+- 0 6489 5157"/>
                              <a:gd name="T191" fmla="*/ 6489 h 1356"/>
                              <a:gd name="T192" fmla="+- 0 7402 5309"/>
                              <a:gd name="T193" fmla="*/ T192 w 2158"/>
                              <a:gd name="T194" fmla="+- 0 6465 5157"/>
                              <a:gd name="T195" fmla="*/ 6465 h 1356"/>
                              <a:gd name="T196" fmla="+- 0 7396 5309"/>
                              <a:gd name="T197" fmla="*/ T196 w 2158"/>
                              <a:gd name="T198" fmla="+- 0 6494 5157"/>
                              <a:gd name="T199" fmla="*/ 6494 h 13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2158" h="1356">
                                <a:moveTo>
                                  <a:pt x="2030" y="1356"/>
                                </a:moveTo>
                                <a:lnTo>
                                  <a:pt x="129" y="1356"/>
                                </a:lnTo>
                                <a:lnTo>
                                  <a:pt x="101" y="1351"/>
                                </a:lnTo>
                                <a:lnTo>
                                  <a:pt x="86" y="1347"/>
                                </a:lnTo>
                                <a:lnTo>
                                  <a:pt x="62" y="1332"/>
                                </a:lnTo>
                                <a:lnTo>
                                  <a:pt x="53" y="1325"/>
                                </a:lnTo>
                                <a:lnTo>
                                  <a:pt x="41" y="1315"/>
                                </a:lnTo>
                                <a:lnTo>
                                  <a:pt x="33" y="1306"/>
                                </a:lnTo>
                                <a:lnTo>
                                  <a:pt x="24" y="1294"/>
                                </a:lnTo>
                                <a:lnTo>
                                  <a:pt x="17" y="1282"/>
                                </a:lnTo>
                                <a:lnTo>
                                  <a:pt x="12" y="1270"/>
                                </a:lnTo>
                                <a:lnTo>
                                  <a:pt x="7" y="1255"/>
                                </a:lnTo>
                                <a:lnTo>
                                  <a:pt x="2" y="1243"/>
                                </a:lnTo>
                                <a:lnTo>
                                  <a:pt x="0" y="1229"/>
                                </a:lnTo>
                                <a:lnTo>
                                  <a:pt x="0" y="130"/>
                                </a:lnTo>
                                <a:lnTo>
                                  <a:pt x="2" y="115"/>
                                </a:lnTo>
                                <a:lnTo>
                                  <a:pt x="7" y="101"/>
                                </a:lnTo>
                                <a:lnTo>
                                  <a:pt x="17" y="77"/>
                                </a:lnTo>
                                <a:lnTo>
                                  <a:pt x="24" y="65"/>
                                </a:lnTo>
                                <a:lnTo>
                                  <a:pt x="33" y="53"/>
                                </a:lnTo>
                                <a:lnTo>
                                  <a:pt x="41" y="43"/>
                                </a:lnTo>
                                <a:lnTo>
                                  <a:pt x="53" y="34"/>
                                </a:lnTo>
                                <a:lnTo>
                                  <a:pt x="62" y="24"/>
                                </a:lnTo>
                                <a:lnTo>
                                  <a:pt x="74" y="17"/>
                                </a:lnTo>
                                <a:lnTo>
                                  <a:pt x="86" y="12"/>
                                </a:lnTo>
                                <a:lnTo>
                                  <a:pt x="115" y="3"/>
                                </a:lnTo>
                                <a:lnTo>
                                  <a:pt x="129" y="0"/>
                                </a:lnTo>
                                <a:lnTo>
                                  <a:pt x="2030" y="0"/>
                                </a:lnTo>
                                <a:lnTo>
                                  <a:pt x="2045" y="3"/>
                                </a:lnTo>
                                <a:lnTo>
                                  <a:pt x="2057" y="7"/>
                                </a:lnTo>
                                <a:lnTo>
                                  <a:pt x="2071" y="12"/>
                                </a:lnTo>
                                <a:lnTo>
                                  <a:pt x="2083" y="17"/>
                                </a:lnTo>
                                <a:lnTo>
                                  <a:pt x="2087" y="19"/>
                                </a:lnTo>
                                <a:lnTo>
                                  <a:pt x="144" y="19"/>
                                </a:lnTo>
                                <a:lnTo>
                                  <a:pt x="129" y="22"/>
                                </a:lnTo>
                                <a:lnTo>
                                  <a:pt x="120" y="22"/>
                                </a:lnTo>
                                <a:lnTo>
                                  <a:pt x="105" y="27"/>
                                </a:lnTo>
                                <a:lnTo>
                                  <a:pt x="108" y="27"/>
                                </a:lnTo>
                                <a:lnTo>
                                  <a:pt x="102" y="29"/>
                                </a:lnTo>
                                <a:lnTo>
                                  <a:pt x="96" y="29"/>
                                </a:lnTo>
                                <a:lnTo>
                                  <a:pt x="84" y="36"/>
                                </a:lnTo>
                                <a:lnTo>
                                  <a:pt x="74" y="41"/>
                                </a:lnTo>
                                <a:lnTo>
                                  <a:pt x="65" y="48"/>
                                </a:lnTo>
                                <a:lnTo>
                                  <a:pt x="57" y="55"/>
                                </a:lnTo>
                                <a:lnTo>
                                  <a:pt x="55" y="55"/>
                                </a:lnTo>
                                <a:lnTo>
                                  <a:pt x="41" y="75"/>
                                </a:lnTo>
                                <a:lnTo>
                                  <a:pt x="33" y="87"/>
                                </a:lnTo>
                                <a:lnTo>
                                  <a:pt x="34" y="87"/>
                                </a:lnTo>
                                <a:lnTo>
                                  <a:pt x="29" y="96"/>
                                </a:lnTo>
                                <a:lnTo>
                                  <a:pt x="24" y="108"/>
                                </a:lnTo>
                                <a:lnTo>
                                  <a:pt x="26" y="108"/>
                                </a:lnTo>
                                <a:lnTo>
                                  <a:pt x="22" y="118"/>
                                </a:lnTo>
                                <a:lnTo>
                                  <a:pt x="21" y="118"/>
                                </a:lnTo>
                                <a:lnTo>
                                  <a:pt x="19" y="132"/>
                                </a:lnTo>
                                <a:lnTo>
                                  <a:pt x="19" y="1227"/>
                                </a:lnTo>
                                <a:lnTo>
                                  <a:pt x="21" y="1239"/>
                                </a:lnTo>
                                <a:lnTo>
                                  <a:pt x="26" y="1251"/>
                                </a:lnTo>
                                <a:lnTo>
                                  <a:pt x="24" y="1251"/>
                                </a:lnTo>
                                <a:lnTo>
                                  <a:pt x="29" y="1263"/>
                                </a:lnTo>
                                <a:lnTo>
                                  <a:pt x="30" y="1263"/>
                                </a:lnTo>
                                <a:lnTo>
                                  <a:pt x="36" y="1272"/>
                                </a:lnTo>
                                <a:lnTo>
                                  <a:pt x="33" y="1272"/>
                                </a:lnTo>
                                <a:lnTo>
                                  <a:pt x="41" y="1284"/>
                                </a:lnTo>
                                <a:lnTo>
                                  <a:pt x="42" y="1284"/>
                                </a:lnTo>
                                <a:lnTo>
                                  <a:pt x="48" y="1294"/>
                                </a:lnTo>
                                <a:lnTo>
                                  <a:pt x="50" y="1294"/>
                                </a:lnTo>
                                <a:lnTo>
                                  <a:pt x="55" y="1301"/>
                                </a:lnTo>
                                <a:lnTo>
                                  <a:pt x="65" y="1311"/>
                                </a:lnTo>
                                <a:lnTo>
                                  <a:pt x="68" y="1311"/>
                                </a:lnTo>
                                <a:lnTo>
                                  <a:pt x="84" y="1323"/>
                                </a:lnTo>
                                <a:lnTo>
                                  <a:pt x="108" y="1332"/>
                                </a:lnTo>
                                <a:lnTo>
                                  <a:pt x="105" y="1332"/>
                                </a:lnTo>
                                <a:lnTo>
                                  <a:pt x="120" y="1335"/>
                                </a:lnTo>
                                <a:lnTo>
                                  <a:pt x="117" y="1335"/>
                                </a:lnTo>
                                <a:lnTo>
                                  <a:pt x="132" y="1337"/>
                                </a:lnTo>
                                <a:lnTo>
                                  <a:pt x="2087" y="1337"/>
                                </a:lnTo>
                                <a:lnTo>
                                  <a:pt x="2071" y="1347"/>
                                </a:lnTo>
                                <a:lnTo>
                                  <a:pt x="2057" y="1351"/>
                                </a:lnTo>
                                <a:lnTo>
                                  <a:pt x="2045" y="1354"/>
                                </a:lnTo>
                                <a:lnTo>
                                  <a:pt x="2030" y="1356"/>
                                </a:lnTo>
                                <a:close/>
                                <a:moveTo>
                                  <a:pt x="2064" y="31"/>
                                </a:moveTo>
                                <a:lnTo>
                                  <a:pt x="2040" y="22"/>
                                </a:lnTo>
                                <a:lnTo>
                                  <a:pt x="2028" y="22"/>
                                </a:lnTo>
                                <a:lnTo>
                                  <a:pt x="2013" y="19"/>
                                </a:lnTo>
                                <a:lnTo>
                                  <a:pt x="2087" y="19"/>
                                </a:lnTo>
                                <a:lnTo>
                                  <a:pt x="2091" y="22"/>
                                </a:lnTo>
                                <a:lnTo>
                                  <a:pt x="2040" y="22"/>
                                </a:lnTo>
                                <a:lnTo>
                                  <a:pt x="2040" y="24"/>
                                </a:lnTo>
                                <a:lnTo>
                                  <a:pt x="2095" y="24"/>
                                </a:lnTo>
                                <a:lnTo>
                                  <a:pt x="2101" y="29"/>
                                </a:lnTo>
                                <a:lnTo>
                                  <a:pt x="2061" y="29"/>
                                </a:lnTo>
                                <a:lnTo>
                                  <a:pt x="2064" y="31"/>
                                </a:lnTo>
                                <a:close/>
                                <a:moveTo>
                                  <a:pt x="117" y="24"/>
                                </a:moveTo>
                                <a:lnTo>
                                  <a:pt x="120" y="22"/>
                                </a:lnTo>
                                <a:lnTo>
                                  <a:pt x="132" y="22"/>
                                </a:lnTo>
                                <a:lnTo>
                                  <a:pt x="117" y="24"/>
                                </a:lnTo>
                                <a:close/>
                                <a:moveTo>
                                  <a:pt x="96" y="31"/>
                                </a:moveTo>
                                <a:lnTo>
                                  <a:pt x="96" y="29"/>
                                </a:lnTo>
                                <a:lnTo>
                                  <a:pt x="102" y="29"/>
                                </a:lnTo>
                                <a:lnTo>
                                  <a:pt x="96" y="31"/>
                                </a:lnTo>
                                <a:close/>
                                <a:moveTo>
                                  <a:pt x="2102" y="58"/>
                                </a:moveTo>
                                <a:lnTo>
                                  <a:pt x="2093" y="48"/>
                                </a:lnTo>
                                <a:lnTo>
                                  <a:pt x="2083" y="41"/>
                                </a:lnTo>
                                <a:lnTo>
                                  <a:pt x="2073" y="36"/>
                                </a:lnTo>
                                <a:lnTo>
                                  <a:pt x="2061" y="29"/>
                                </a:lnTo>
                                <a:lnTo>
                                  <a:pt x="2101" y="29"/>
                                </a:lnTo>
                                <a:lnTo>
                                  <a:pt x="2107" y="34"/>
                                </a:lnTo>
                                <a:lnTo>
                                  <a:pt x="2126" y="53"/>
                                </a:lnTo>
                                <a:lnTo>
                                  <a:pt x="2128" y="55"/>
                                </a:lnTo>
                                <a:lnTo>
                                  <a:pt x="2102" y="55"/>
                                </a:lnTo>
                                <a:lnTo>
                                  <a:pt x="2102" y="58"/>
                                </a:lnTo>
                                <a:close/>
                                <a:moveTo>
                                  <a:pt x="55" y="58"/>
                                </a:moveTo>
                                <a:lnTo>
                                  <a:pt x="55" y="55"/>
                                </a:lnTo>
                                <a:lnTo>
                                  <a:pt x="57" y="55"/>
                                </a:lnTo>
                                <a:lnTo>
                                  <a:pt x="55" y="58"/>
                                </a:lnTo>
                                <a:close/>
                                <a:moveTo>
                                  <a:pt x="2124" y="87"/>
                                </a:moveTo>
                                <a:lnTo>
                                  <a:pt x="2117" y="75"/>
                                </a:lnTo>
                                <a:lnTo>
                                  <a:pt x="2102" y="55"/>
                                </a:lnTo>
                                <a:lnTo>
                                  <a:pt x="2128" y="55"/>
                                </a:lnTo>
                                <a:lnTo>
                                  <a:pt x="2145" y="84"/>
                                </a:lnTo>
                                <a:lnTo>
                                  <a:pt x="2124" y="84"/>
                                </a:lnTo>
                                <a:lnTo>
                                  <a:pt x="2124" y="87"/>
                                </a:lnTo>
                                <a:close/>
                                <a:moveTo>
                                  <a:pt x="34" y="87"/>
                                </a:moveTo>
                                <a:lnTo>
                                  <a:pt x="33" y="87"/>
                                </a:lnTo>
                                <a:lnTo>
                                  <a:pt x="36" y="84"/>
                                </a:lnTo>
                                <a:lnTo>
                                  <a:pt x="34" y="87"/>
                                </a:lnTo>
                                <a:close/>
                                <a:moveTo>
                                  <a:pt x="2136" y="120"/>
                                </a:moveTo>
                                <a:lnTo>
                                  <a:pt x="2133" y="108"/>
                                </a:lnTo>
                                <a:lnTo>
                                  <a:pt x="2124" y="84"/>
                                </a:lnTo>
                                <a:lnTo>
                                  <a:pt x="2145" y="84"/>
                                </a:lnTo>
                                <a:lnTo>
                                  <a:pt x="2148" y="89"/>
                                </a:lnTo>
                                <a:lnTo>
                                  <a:pt x="2153" y="101"/>
                                </a:lnTo>
                                <a:lnTo>
                                  <a:pt x="2155" y="118"/>
                                </a:lnTo>
                                <a:lnTo>
                                  <a:pt x="2136" y="118"/>
                                </a:lnTo>
                                <a:lnTo>
                                  <a:pt x="2136" y="120"/>
                                </a:lnTo>
                                <a:close/>
                                <a:moveTo>
                                  <a:pt x="21" y="120"/>
                                </a:moveTo>
                                <a:lnTo>
                                  <a:pt x="21" y="118"/>
                                </a:lnTo>
                                <a:lnTo>
                                  <a:pt x="22" y="118"/>
                                </a:lnTo>
                                <a:lnTo>
                                  <a:pt x="21" y="120"/>
                                </a:lnTo>
                                <a:close/>
                                <a:moveTo>
                                  <a:pt x="2150" y="1263"/>
                                </a:moveTo>
                                <a:lnTo>
                                  <a:pt x="2129" y="1263"/>
                                </a:lnTo>
                                <a:lnTo>
                                  <a:pt x="2133" y="1251"/>
                                </a:lnTo>
                                <a:lnTo>
                                  <a:pt x="2138" y="1227"/>
                                </a:lnTo>
                                <a:lnTo>
                                  <a:pt x="2138" y="132"/>
                                </a:lnTo>
                                <a:lnTo>
                                  <a:pt x="2136" y="118"/>
                                </a:lnTo>
                                <a:lnTo>
                                  <a:pt x="2155" y="118"/>
                                </a:lnTo>
                                <a:lnTo>
                                  <a:pt x="2157" y="130"/>
                                </a:lnTo>
                                <a:lnTo>
                                  <a:pt x="2157" y="1229"/>
                                </a:lnTo>
                                <a:lnTo>
                                  <a:pt x="2155" y="1243"/>
                                </a:lnTo>
                                <a:lnTo>
                                  <a:pt x="2153" y="1255"/>
                                </a:lnTo>
                                <a:lnTo>
                                  <a:pt x="2150" y="1263"/>
                                </a:lnTo>
                                <a:close/>
                                <a:moveTo>
                                  <a:pt x="30" y="1263"/>
                                </a:moveTo>
                                <a:lnTo>
                                  <a:pt x="29" y="1263"/>
                                </a:lnTo>
                                <a:lnTo>
                                  <a:pt x="29" y="1260"/>
                                </a:lnTo>
                                <a:lnTo>
                                  <a:pt x="30" y="1263"/>
                                </a:lnTo>
                                <a:close/>
                                <a:moveTo>
                                  <a:pt x="2139" y="1284"/>
                                </a:moveTo>
                                <a:lnTo>
                                  <a:pt x="2117" y="1284"/>
                                </a:lnTo>
                                <a:lnTo>
                                  <a:pt x="2124" y="1272"/>
                                </a:lnTo>
                                <a:lnTo>
                                  <a:pt x="2129" y="1260"/>
                                </a:lnTo>
                                <a:lnTo>
                                  <a:pt x="2129" y="1263"/>
                                </a:lnTo>
                                <a:lnTo>
                                  <a:pt x="2150" y="1263"/>
                                </a:lnTo>
                                <a:lnTo>
                                  <a:pt x="2148" y="1270"/>
                                </a:lnTo>
                                <a:lnTo>
                                  <a:pt x="2139" y="1284"/>
                                </a:lnTo>
                                <a:close/>
                                <a:moveTo>
                                  <a:pt x="42" y="1284"/>
                                </a:moveTo>
                                <a:lnTo>
                                  <a:pt x="41" y="1284"/>
                                </a:lnTo>
                                <a:lnTo>
                                  <a:pt x="41" y="1282"/>
                                </a:lnTo>
                                <a:lnTo>
                                  <a:pt x="42" y="1284"/>
                                </a:lnTo>
                                <a:close/>
                                <a:moveTo>
                                  <a:pt x="2133" y="1294"/>
                                </a:moveTo>
                                <a:lnTo>
                                  <a:pt x="2109" y="1294"/>
                                </a:lnTo>
                                <a:lnTo>
                                  <a:pt x="2117" y="1282"/>
                                </a:lnTo>
                                <a:lnTo>
                                  <a:pt x="2117" y="1284"/>
                                </a:lnTo>
                                <a:lnTo>
                                  <a:pt x="2139" y="1284"/>
                                </a:lnTo>
                                <a:lnTo>
                                  <a:pt x="2133" y="1294"/>
                                </a:lnTo>
                                <a:close/>
                                <a:moveTo>
                                  <a:pt x="50" y="1294"/>
                                </a:moveTo>
                                <a:lnTo>
                                  <a:pt x="48" y="1294"/>
                                </a:lnTo>
                                <a:lnTo>
                                  <a:pt x="48" y="1291"/>
                                </a:lnTo>
                                <a:lnTo>
                                  <a:pt x="50" y="1294"/>
                                </a:lnTo>
                                <a:close/>
                                <a:moveTo>
                                  <a:pt x="2121" y="1311"/>
                                </a:moveTo>
                                <a:lnTo>
                                  <a:pt x="2093" y="1311"/>
                                </a:lnTo>
                                <a:lnTo>
                                  <a:pt x="2102" y="1301"/>
                                </a:lnTo>
                                <a:lnTo>
                                  <a:pt x="2109" y="1291"/>
                                </a:lnTo>
                                <a:lnTo>
                                  <a:pt x="2109" y="1294"/>
                                </a:lnTo>
                                <a:lnTo>
                                  <a:pt x="2133" y="1294"/>
                                </a:lnTo>
                                <a:lnTo>
                                  <a:pt x="2126" y="1306"/>
                                </a:lnTo>
                                <a:lnTo>
                                  <a:pt x="2121" y="1311"/>
                                </a:lnTo>
                                <a:close/>
                                <a:moveTo>
                                  <a:pt x="68" y="1311"/>
                                </a:moveTo>
                                <a:lnTo>
                                  <a:pt x="65" y="1311"/>
                                </a:lnTo>
                                <a:lnTo>
                                  <a:pt x="65" y="1308"/>
                                </a:lnTo>
                                <a:lnTo>
                                  <a:pt x="68" y="1311"/>
                                </a:lnTo>
                                <a:close/>
                                <a:moveTo>
                                  <a:pt x="2087" y="1337"/>
                                </a:moveTo>
                                <a:lnTo>
                                  <a:pt x="2028" y="1337"/>
                                </a:lnTo>
                                <a:lnTo>
                                  <a:pt x="2052" y="1332"/>
                                </a:lnTo>
                                <a:lnTo>
                                  <a:pt x="2064" y="1327"/>
                                </a:lnTo>
                                <a:lnTo>
                                  <a:pt x="2061" y="1327"/>
                                </a:lnTo>
                                <a:lnTo>
                                  <a:pt x="2073" y="1323"/>
                                </a:lnTo>
                                <a:lnTo>
                                  <a:pt x="2093" y="1308"/>
                                </a:lnTo>
                                <a:lnTo>
                                  <a:pt x="2093" y="1311"/>
                                </a:lnTo>
                                <a:lnTo>
                                  <a:pt x="2121" y="1311"/>
                                </a:lnTo>
                                <a:lnTo>
                                  <a:pt x="2107" y="1325"/>
                                </a:lnTo>
                                <a:lnTo>
                                  <a:pt x="2087" y="1337"/>
                                </a:lnTo>
                                <a:close/>
                              </a:path>
                            </a:pathLst>
                          </a:custGeom>
                          <a:solidFill>
                            <a:srgbClr val="EC7C3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Text Box 61"/>
                        <wps:cNvSpPr txBox="1">
                          <a:spLocks noChangeArrowheads="1"/>
                        </wps:cNvSpPr>
                        <wps:spPr bwMode="auto">
                          <a:xfrm>
                            <a:off x="4992" y="500"/>
                            <a:ext cx="2277" cy="6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42AB29" w14:textId="77777777" w:rsidR="006B79D5" w:rsidRDefault="00EE4DE8">
                              <w:pPr>
                                <w:spacing w:line="173" w:lineRule="exact"/>
                                <w:ind w:right="18"/>
                                <w:jc w:val="center"/>
                                <w:rPr>
                                  <w:sz w:val="18"/>
                                </w:rPr>
                              </w:pPr>
                              <w:r>
                                <w:rPr>
                                  <w:sz w:val="18"/>
                                </w:rPr>
                                <w:t>Injury is not serious and during</w:t>
                              </w:r>
                            </w:p>
                            <w:p w14:paraId="15AD0276" w14:textId="77777777" w:rsidR="006B79D5" w:rsidRDefault="00EE4DE8">
                              <w:pPr>
                                <w:spacing w:line="210" w:lineRule="exact"/>
                                <w:ind w:right="19"/>
                                <w:jc w:val="center"/>
                                <w:rPr>
                                  <w:sz w:val="18"/>
                                </w:rPr>
                              </w:pPr>
                              <w:r>
                                <w:rPr>
                                  <w:sz w:val="18"/>
                                </w:rPr>
                                <w:t>normal business hours</w:t>
                              </w:r>
                            </w:p>
                            <w:p w14:paraId="2944360C" w14:textId="77777777" w:rsidR="006B79D5" w:rsidRDefault="00EE4DE8">
                              <w:pPr>
                                <w:spacing w:before="54" w:line="216" w:lineRule="exact"/>
                                <w:ind w:right="21"/>
                                <w:jc w:val="center"/>
                                <w:rPr>
                                  <w:sz w:val="18"/>
                                </w:rPr>
                              </w:pPr>
                              <w:r>
                                <w:rPr>
                                  <w:sz w:val="18"/>
                                </w:rPr>
                                <w:t>(</w:t>
                              </w:r>
                              <w:proofErr w:type="gramStart"/>
                              <w:r>
                                <w:rPr>
                                  <w:sz w:val="18"/>
                                </w:rPr>
                                <w:t>enter</w:t>
                              </w:r>
                              <w:proofErr w:type="gramEnd"/>
                              <w:r>
                                <w:rPr>
                                  <w:sz w:val="18"/>
                                </w:rPr>
                                <w:t xml:space="preserve"> normal business hours)</w:t>
                              </w:r>
                            </w:p>
                          </w:txbxContent>
                        </wps:txbx>
                        <wps:bodyPr rot="0" vert="horz" wrap="square" lIns="0" tIns="0" rIns="0" bIns="0" anchor="t" anchorCtr="0" upright="1">
                          <a:noAutofit/>
                        </wps:bodyPr>
                      </wps:wsp>
                      <wps:wsp>
                        <wps:cNvPr id="103" name="Text Box 60"/>
                        <wps:cNvSpPr txBox="1">
                          <a:spLocks noChangeArrowheads="1"/>
                        </wps:cNvSpPr>
                        <wps:spPr bwMode="auto">
                          <a:xfrm>
                            <a:off x="5397" y="2284"/>
                            <a:ext cx="2001" cy="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BA678" w14:textId="77777777" w:rsidR="006B79D5" w:rsidRDefault="00EE4DE8">
                              <w:pPr>
                                <w:tabs>
                                  <w:tab w:val="left" w:pos="1766"/>
                                </w:tabs>
                                <w:spacing w:before="4" w:line="218" w:lineRule="auto"/>
                                <w:ind w:left="281" w:right="18" w:hanging="282"/>
                                <w:rPr>
                                  <w:sz w:val="18"/>
                                </w:rPr>
                              </w:pPr>
                              <w:r>
                                <w:rPr>
                                  <w:sz w:val="18"/>
                                </w:rPr>
                                <w:t>Contact</w:t>
                              </w:r>
                              <w:r>
                                <w:rPr>
                                  <w:sz w:val="18"/>
                                  <w:u w:val="single"/>
                                </w:rPr>
                                <w:t xml:space="preserve"> </w:t>
                              </w:r>
                              <w:r>
                                <w:rPr>
                                  <w:sz w:val="18"/>
                                  <w:u w:val="single"/>
                                </w:rPr>
                                <w:tab/>
                              </w:r>
                              <w:r>
                                <w:rPr>
                                  <w:spacing w:val="-6"/>
                                  <w:sz w:val="18"/>
                                </w:rPr>
                                <w:t xml:space="preserve">for </w:t>
                              </w:r>
                              <w:r>
                                <w:rPr>
                                  <w:sz w:val="18"/>
                                </w:rPr>
                                <w:t>initial injury</w:t>
                              </w:r>
                              <w:r>
                                <w:rPr>
                                  <w:spacing w:val="2"/>
                                  <w:sz w:val="18"/>
                                </w:rPr>
                                <w:t xml:space="preserve"> </w:t>
                              </w:r>
                              <w:r>
                                <w:rPr>
                                  <w:sz w:val="18"/>
                                </w:rPr>
                                <w:t>report.</w:t>
                              </w:r>
                            </w:p>
                          </w:txbxContent>
                        </wps:txbx>
                        <wps:bodyPr rot="0" vert="horz" wrap="square" lIns="0" tIns="0" rIns="0" bIns="0" anchor="t" anchorCtr="0" upright="1">
                          <a:noAutofit/>
                        </wps:bodyPr>
                      </wps:wsp>
                      <wps:wsp>
                        <wps:cNvPr id="104" name="Text Box 59"/>
                        <wps:cNvSpPr txBox="1">
                          <a:spLocks noChangeArrowheads="1"/>
                        </wps:cNvSpPr>
                        <wps:spPr bwMode="auto">
                          <a:xfrm>
                            <a:off x="5459" y="3682"/>
                            <a:ext cx="1876" cy="9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76A1C" w14:textId="77777777" w:rsidR="006B79D5" w:rsidRDefault="00EE4DE8">
                              <w:pPr>
                                <w:spacing w:line="173" w:lineRule="exact"/>
                                <w:ind w:left="35" w:right="54"/>
                                <w:jc w:val="center"/>
                                <w:rPr>
                                  <w:sz w:val="18"/>
                                </w:rPr>
                              </w:pPr>
                              <w:r>
                                <w:rPr>
                                  <w:sz w:val="18"/>
                                </w:rPr>
                                <w:t>Your administration will</w:t>
                              </w:r>
                            </w:p>
                            <w:p w14:paraId="330E7762" w14:textId="77777777" w:rsidR="006B79D5" w:rsidRDefault="00EE4DE8">
                              <w:pPr>
                                <w:spacing w:before="7" w:line="216" w:lineRule="auto"/>
                                <w:ind w:right="18" w:hanging="3"/>
                                <w:jc w:val="center"/>
                                <w:rPr>
                                  <w:sz w:val="18"/>
                                </w:rPr>
                              </w:pPr>
                              <w:r>
                                <w:rPr>
                                  <w:sz w:val="18"/>
                                </w:rPr>
                                <w:t xml:space="preserve">determine the medical treatment facility to send employee and make the </w:t>
                              </w:r>
                              <w:proofErr w:type="gramStart"/>
                              <w:r>
                                <w:rPr>
                                  <w:sz w:val="18"/>
                                </w:rPr>
                                <w:t>appointment</w:t>
                              </w:r>
                              <w:proofErr w:type="gramEnd"/>
                            </w:p>
                          </w:txbxContent>
                        </wps:txbx>
                        <wps:bodyPr rot="0" vert="horz" wrap="square" lIns="0" tIns="0" rIns="0" bIns="0" anchor="t" anchorCtr="0" upright="1">
                          <a:noAutofit/>
                        </wps:bodyPr>
                      </wps:wsp>
                      <wps:wsp>
                        <wps:cNvPr id="105" name="Text Box 58"/>
                        <wps:cNvSpPr txBox="1">
                          <a:spLocks noChangeArrowheads="1"/>
                        </wps:cNvSpPr>
                        <wps:spPr bwMode="auto">
                          <a:xfrm>
                            <a:off x="5474" y="5353"/>
                            <a:ext cx="1847" cy="9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465940" w14:textId="77777777" w:rsidR="006B79D5" w:rsidRDefault="00EE4DE8">
                              <w:pPr>
                                <w:spacing w:line="173" w:lineRule="exact"/>
                                <w:ind w:left="152" w:right="168"/>
                                <w:jc w:val="center"/>
                                <w:rPr>
                                  <w:sz w:val="18"/>
                                </w:rPr>
                              </w:pPr>
                              <w:r>
                                <w:rPr>
                                  <w:sz w:val="18"/>
                                </w:rPr>
                                <w:t xml:space="preserve">Employee may </w:t>
                              </w:r>
                              <w:proofErr w:type="gramStart"/>
                              <w:r>
                                <w:rPr>
                                  <w:sz w:val="18"/>
                                </w:rPr>
                                <w:t>drive</w:t>
                              </w:r>
                              <w:proofErr w:type="gramEnd"/>
                            </w:p>
                            <w:p w14:paraId="00DABC6D" w14:textId="77777777" w:rsidR="006B79D5" w:rsidRDefault="00EE4DE8">
                              <w:pPr>
                                <w:spacing w:before="7" w:line="216" w:lineRule="auto"/>
                                <w:ind w:right="18" w:firstLine="1"/>
                                <w:jc w:val="center"/>
                                <w:rPr>
                                  <w:sz w:val="18"/>
                                </w:rPr>
                              </w:pPr>
                              <w:r>
                                <w:rPr>
                                  <w:sz w:val="18"/>
                                </w:rPr>
                                <w:t xml:space="preserve">themselves or be transported by a supervisor, depending upon the extent of </w:t>
                              </w:r>
                              <w:proofErr w:type="gramStart"/>
                              <w:r>
                                <w:rPr>
                                  <w:sz w:val="18"/>
                                </w:rPr>
                                <w:t>injury</w:t>
                              </w:r>
                              <w:proofErr w:type="gram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E6083C" id="Group 57" o:spid="_x0000_s1053" style="position:absolute;margin-left:238.7pt;margin-top:7.3pt;width:134.65pt;height:318.4pt;z-index:-251597824;mso-wrap-distance-left:0;mso-wrap-distance-right:0;mso-position-horizontal-relative:page" coordorigin="4774,146" coordsize="2693,636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">
                <v:shape id="AutoShape 79" o:spid="_x0000_s1054" style="position:absolute;left:4773;top:146;width:2693;height:1356;visibility:visible;mso-wrap-style:square;v-text-anchor:top" coordsize="2693,1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" path="m2565,1356r-2436,l115,1354r-15,-5l88,1344r-14,-5l64,1332,52,1322,24,1294r-8,-12l12,1267,7,1255,2,1241,,1226,,130,2,115,12,86,16,74,24,62,33,50,52,31,62,24,74,17,88,10,100,5,129,,2565,r15,2l2592,5r14,5l2622,19,132,19r-15,3l120,22r-15,2l108,24,84,34r2,l74,41,55,55r2,l48,65r-8,9l36,84,28,96r2,l21,118r,12l19,144r,1068l21,1226r,12l22,1238r4,12l27,1250r4,10l28,1260r8,12l40,1282r8,9l64,1308r10,7l86,1320r-2,l96,1327r12,3l105,1330r15,4l132,1334r12,3l2622,1337r-4,2l2606,1344r-14,5l2580,1354r-15,2xm2664,96r-5,-12l2637,55,2608,34r-12,-5l2599,29r-12,-5l2563,19r59,l2642,31r19,19l2683,86r2,8l2664,94r,2xm30,96r-2,l31,94r-1,2xm2673,132r-2,-14l2668,106r-4,-12l2685,94r3,7l2692,130r-19,l2673,132xm2692,1226r-19,l2673,130r19,l2692,1226xm2690,1238r-19,l2673,1224r,2l2692,1226r-2,12xm22,1238r-1,l21,1236r1,2xm2688,1250r-20,l2671,1236r,2l2690,1238r-2,12xm27,1250r-1,l26,1248r1,2xm2663,1301r-26,l2659,1272r9,-24l2668,1250r20,l2688,1255r-5,12l2676,1282r-8,12l2663,1301xm2622,1337r-74,l2563,1334r12,l2587,1330r12,-3l2596,1327r12,-7l2618,1315r10,-7l2637,1298r,3l2663,1301r-2,2l2642,1322r-12,10l2622,1337xe" fillcolor="#d6702b" stroked="f">
                  <v:path arrowok="t" o:connecttype="custom" o:connectlocs="115,1500;74,1485;24,1440;7,1401;0,276;16,220;52,177;88,156;2565,146;2606,156;117,168;108,170;74,187;48,211;28,242;21,276;21,1372;26,1396;28,1406;48,1437;86,1466;108,1476;132,1480;2618,1485;2580,1500;2659,230;2596,175;2563,165;2661,196;2664,240;28,242;2673,278;2664,240;2692,276;2692,1372;2692,276;2671,1384;2692,1372;21,1384;2688,1396;2671,1384;27,1396;27,1396;2659,1418;2688,1396;2676,1428;2622,1483;2575,1480;2596,1473;2628,1454;2663,1447;2630,1478" o:connectangles="0,0,0,0,0,0,0,0,0,0,0,0,0,0,0,0,0,0,0,0,0,0,0,0,0,0,0,0,0,0,0,0,0,0,0,0,0,0,0,0,0,0,0,0,0,0,0,0,0,0,0,0"/>
                </v:shape>
                <v:shape id="AutoShape 78" o:spid="_x0000_s1055" style="position:absolute;left:5040;top:1492;width:279;height:1013;visibility:visible;mso-wrap-style:square;v-text-anchor:top" coordsize="279,1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" path="m278,1013l,1013,,,22,r,992l12,992r10,12l278,1004r,9xm22,1004l12,992r10,l22,1004xm278,1004r-256,l22,992r256,l278,1004xe" fillcolor="#bc6124" stroked="f">
                  <v:path arrowok="t" o:connecttype="custom" o:connectlocs="278,2505;0,2505;0,1492;22,1492;22,2484;12,2484;22,2496;278,2496;278,2505;22,2496;12,2484;22,2484;22,2496;278,2496;22,2496;22,2484;278,2484;278,2496" o:connectangles="0,0,0,0,0,0,0,0,0,0,0,0,0,0,0,0,0,0"/>
                </v:shape>
                <v:shape id="Picture 77" o:spid="_x0000_s1056" type="#_x0000_t75" style="position:absolute;left:5313;top:1821;width:2146;height:1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">
                  <v:imagedata r:id="rId36" o:title=""/>
                </v:shape>
                <v:shape id="AutoShape 76" o:spid="_x0000_s1057" style="position:absolute;left:5308;top:1816;width:2158;height:1356;visibility:visible;mso-wrap-style:square;v-text-anchor:top" coordsize="2158,1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" path="m2030,1356r-1901,l115,1354,86,1344r-12,-4l62,1332r-9,-9l41,1316r-8,-12l24,1294r-7,-12l12,1270,2,1241,,1227,,130,2,116,12,87,17,75,24,63,33,53,41,41,53,34,62,24,74,17,86,12,115,3,129,,2030,r15,3l2057,8r14,4l2083,17r4,3l132,20r-15,2l120,22r-7,2l108,24,96,29r-8,5l84,34,55,56,33,84r3,l29,96r-5,12l25,108r-3,10l21,118r-2,12l19,1227r2,12l22,1239r3,9l24,1248r5,15l30,1263r6,9l33,1272r22,29l84,1323r4,l96,1328r12,4l113,1332r7,3l117,1335r15,2l2087,1337r-4,3l2071,1344r-14,5l2045,1354r-15,2xm2052,27r-12,-5l2028,20r59,l2095,24r-43,l2052,27xm105,27r3,-3l113,24r-8,3xm2073,36r-12,-7l2064,29r-12,-5l2095,24r12,10l2073,34r,2xm84,36r,-2l88,34r-4,2xm2133,108r-9,-24l2102,56,2073,34r34,l2117,41r9,12l2133,63r15,24l2153,101r,5l2133,106r,2xm25,108r-1,l26,106r-1,2xm2136,120r-3,-14l2153,106r2,12l2136,118r,2xm21,120r,-2l22,118r-1,2xm2138,132r-2,-14l2155,118r2,12l2138,130r,2xm19,132r,-2l19,132xm2157,1227r-19,l2138,130r19,l2157,1227xm19,1227r,l19,1224r,3xm2155,1239r-19,l2138,1224r,3l2157,1227r-2,12xm22,1239r-1,l21,1236r1,3xm2153,1251r-20,l2136,1236r,3l2155,1239r-2,12xm26,1251r-2,-3l25,1248r1,3xm2150,1263r-21,l2133,1248r,3l2153,1251r,5l2150,1263xm30,1263r-1,l29,1260r1,3xm2107,1323r-34,l2102,1301r22,-29l2129,1260r,3l2150,1263r-2,7l2133,1294r-7,10l2117,1316r-10,7xm88,1323r-4,l84,1320r4,3xm2095,1332r-43,l2064,1328r-3,l2073,1320r,3l2107,1323r-12,9xm113,1332r-5,l105,1330r8,2xm2087,1337r-59,l2040,1335r12,-5l2052,1332r43,l2087,1337xm144,1337r-12,l129,1335r15,2xm2028,1337r-15,l2028,1335r,2xe" fillcolor="#ec7c30" stroked="f">
                  <v:path arrowok="t" o:connecttype="custom" o:connectlocs="86,3160;41,3132;12,3086;2,1932;33,1869;74,1833;2030,1816;2083,1833;120,1838;88,1850;36,1900;22,1934;19,3043;25,3064;36,3088;88,3139;120,3151;2083,3156;2030,3172;2087,1836;105,1843;2073,1852;2095,1840;84,1852;2133,1924;2107,1850;2148,1903;2133,1924;25,1924;2155,1934;21,1934;2136,1934;2138,1948;19,1948;2157,1946;19,3040;2138,3040;22,3055;2153,3067;2155,3055;25,3064;2133,3064;2150,3079;30,3079;2124,3088;2148,3086;2107,3139;88,3139;2061,3144;2095,3148;113,3148;2052,3146;144,3153;2028,3153" o:connectangles="0,0,0,0,0,0,0,0,0,0,0,0,0,0,0,0,0,0,0,0,0,0,0,0,0,0,0,0,0,0,0,0,0,0,0,0,0,0,0,0,0,0,0,0,0,0,0,0,0,0,0,0,0,0"/>
                </v:shape>
                <v:line id="Line 75" o:spid="_x0000_s1058" style="position:absolute;visibility:visible;mso-wrap-style:square" from="5051,1492" to="5051,4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" strokecolor="#bc6124" strokeweight="1.08pt"/>
                <v:rect id="Rectangle 74" o:spid="_x0000_s1059" style="position:absolute;left:5040;top:4156;width:17;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" fillcolor="#bc6124" stroked="f"/>
                <v:line id="Line 73" o:spid="_x0000_s1060" style="position:absolute;visibility:visible;mso-wrap-style:square" from="5040,4171" to="5318,4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" strokecolor="#bc6124" strokeweight=".5pt"/>
                <v:shape id="Freeform 72" o:spid="_x0000_s1061" style="position:absolute;left:5052;top:4156;width:10;height:10;visibility:visible;mso-wrap-style:square;v-text-anchor:top" coordsize="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" path="m10,10l,,10,r,10xe" fillcolor="#bc6124" stroked="f">
                  <v:path arrowok="t" o:connecttype="custom" o:connectlocs="10,4166;0,4156;10,4156;10,4166" o:connectangles="0,0,0,0"/>
                </v:shape>
                <v:line id="Line 71" o:spid="_x0000_s1062" style="position:absolute;visibility:visible;mso-wrap-style:square" from="5062,4161" to="5318,4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" strokecolor="#bc6124" strokeweight=".48pt"/>
                <v:shape id="Picture 70" o:spid="_x0000_s1063" type="#_x0000_t75" style="position:absolute;left:5313;top:3491;width:2146;height:1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">
                  <v:imagedata r:id="rId37" o:title=""/>
                </v:shape>
                <v:shape id="AutoShape 69" o:spid="_x0000_s1064" style="position:absolute;left:5308;top:3486;width:2158;height:1356;visibility:visible;mso-wrap-style:square;v-text-anchor:top" coordsize="2158,1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" path="m2030,1356r-1901,l101,1351r-15,-5l62,1332r-9,-7l41,1315r-8,-10l24,1293r-7,-12l12,1269,2,1241,,1229,,129,2,115,7,101,12,89,17,74,24,62r9,-9l41,43,53,33r9,-9l74,17,86,12,115,2,129,,2030,r15,2l2057,7r14,5l2083,17r4,2l144,19r-15,2l120,21r-15,5l108,26,96,29,84,36,74,41r-9,7l57,55r-2,l33,84r3,l29,96r-5,12l25,108r-3,9l21,117r-2,12l19,1226r2,12l26,1250r-2,l29,1262r1,l36,1272r-3,l55,1301r29,21l108,1332r-3,l120,1334r-3,l132,1337r1955,l2071,1346r-14,5l2045,1353r-15,3xm2073,36r-12,-7l2064,29r-12,-3l2040,21r-12,l2013,19r74,l2095,24r12,9l2073,33r,3xm2102,57r-9,-9l2073,33r34,l2126,53r2,2l2102,55r,2xm55,57r,-2l57,55r-2,2xm2133,108r-9,-24l2102,55r26,l2133,62r8,12l2148,89r5,12l2153,105r-20,l2133,108xm25,108r-1,l26,105r-1,3xm2136,120r-3,-15l2153,105r2,12l2136,117r,3xm21,120r,-3l22,117r-1,3xm2138,132r-2,-15l2155,117r2,12l2138,129r,3xm19,132r,-3l19,132xm2150,1262r-21,l2133,1250r5,-24l2138,129r19,l2157,1229r-2,12l2153,1255r-3,7xm30,1262r-1,l29,1260r1,2xm2087,1337r-59,l2052,1332r12,-5l2061,1327r12,-5l2102,1301r22,-29l2129,1260r,2l2150,1262r-2,7l2126,1305r-19,20l2087,1337xe" fillcolor="#ec7c30" stroked="f">
                  <v:path arrowok="t" o:connecttype="custom" o:connectlocs="101,4838;53,4812;24,4780;2,4728;2,3602;17,3561;41,3530;74,3504;129,3487;2057,3494;2087,3506;120,3508;96,3516;65,3535;33,3571;24,3595;21,3604;19,4713;24,4737;36,4759;84,4809;120,4821;2087,4824;2045,4840;2061,3516;2040,3508;2087,3506;2073,3520;2093,3535;2126,3540;2102,3544;57,3542;2124,3571;2133,3549;2153,3588;2133,3595;26,3592;2133,3592;2136,3604;21,3604;2138,3619;2157,3616;19,3619;19,3619;2133,4737;2157,3616;2153,4742;29,4749;2087,4824;2064,4814;2102,4788;2129,4749;2126,4792" o:connectangles="0,0,0,0,0,0,0,0,0,0,0,0,0,0,0,0,0,0,0,0,0,0,0,0,0,0,0,0,0,0,0,0,0,0,0,0,0,0,0,0,0,0,0,0,0,0,0,0,0,0,0,0,0"/>
                </v:shape>
                <v:line id="Line 68" o:spid="_x0000_s1065" style="position:absolute;visibility:visible;mso-wrap-style:square" from="5051,1492" to="5051,5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" strokecolor="#bc6124" strokeweight="1.08pt"/>
                <v:rect id="Rectangle 67" o:spid="_x0000_s1066" style="position:absolute;left:5040;top:5826;width:17;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" fillcolor="#bc6124" stroked="f"/>
                <v:line id="Line 66" o:spid="_x0000_s1067" style="position:absolute;visibility:visible;mso-wrap-style:square" from="5040,5841" to="5318,58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" strokecolor="#bc6124" strokeweight=".5pt"/>
                <v:shape id="Freeform 65" o:spid="_x0000_s1068" style="position:absolute;left:5052;top:5826;width:10;height:10;visibility:visible;mso-wrap-style:square;v-text-anchor:top" coordsize="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" path="m10,9l,,10,r,9xe" fillcolor="#bc6124" stroked="f">
                  <v:path arrowok="t" o:connecttype="custom" o:connectlocs="10,5836;0,5827;10,5827;10,5836" o:connectangles="0,0,0,0"/>
                </v:shape>
                <v:line id="Line 64" o:spid="_x0000_s1069" style="position:absolute;visibility:visible;mso-wrap-style:square" from="5062,5832" to="5318,5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" strokecolor="#bc6124" strokeweight=".48pt"/>
                <v:shape id="Picture 63" o:spid="_x0000_s1070" type="#_x0000_t75" style="position:absolute;left:5313;top:5162;width:2146;height:1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">
                  <v:imagedata r:id="rId38" o:title=""/>
                </v:shape>
                <v:shape id="AutoShape 62" o:spid="_x0000_s1071" style="position:absolute;left:5308;top:5157;width:2158;height:1356;visibility:visible;mso-wrap-style:square;v-text-anchor:top" coordsize="2158,1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" path="m2030,1356r-1901,l101,1351r-15,-4l62,1332r-9,-7l41,1315r-8,-9l24,1294r-7,-12l12,1270,7,1255,2,1243,,1229,,130,2,115,7,101,17,77,24,65,33,53,41,43,53,34,62,24,74,17,86,12,115,3,129,,2030,r15,3l2057,7r14,5l2083,17r4,2l144,19r-15,3l120,22r-15,5l108,27r-6,2l96,29,84,36,74,41r-9,7l57,55r-2,l41,75,33,87r1,l29,96r-5,12l26,108r-4,10l21,118r-2,14l19,1227r2,12l26,1251r-2,l29,1263r1,l36,1272r-3,l41,1284r1,l48,1294r2,l55,1301r10,10l68,1311r16,12l108,1332r-3,l120,1335r-3,l132,1337r1955,l2071,1347r-14,4l2045,1354r-15,2xm2064,31r-24,-9l2028,22r-15,-3l2087,19r4,3l2040,22r,2l2095,24r6,5l2061,29r3,2xm117,24r3,-2l132,22r-15,2xm96,31r,-2l102,29r-6,2xm2102,58r-9,-10l2083,41r-10,-5l2061,29r40,l2107,34r19,19l2128,55r-26,l2102,58xm55,58r,-3l57,55r-2,3xm2124,87r-7,-12l2102,55r26,l2145,84r-21,l2124,87xm34,87r-1,l36,84r-2,3xm2136,120r-3,-12l2124,84r21,l2148,89r5,12l2155,118r-19,l2136,120xm21,120r,-2l22,118r-1,2xm2150,1263r-21,l2133,1251r5,-24l2138,132r-2,-14l2155,118r2,12l2157,1229r-2,14l2153,1255r-3,8xm30,1263r-1,l29,1260r1,3xm2139,1284r-22,l2124,1272r5,-12l2129,1263r21,l2148,1270r-9,14xm42,1284r-1,l41,1282r1,2xm2133,1294r-24,l2117,1282r,2l2139,1284r-6,10xm50,1294r-2,l48,1291r2,3xm2121,1311r-28,l2102,1301r7,-10l2109,1294r24,l2126,1306r-5,5xm68,1311r-3,l65,1308r3,3xm2087,1337r-59,l2052,1332r12,-5l2061,1327r12,-4l2093,1308r,3l2121,1311r-14,14l2087,1337xe" fillcolor="#ec7c30" stroked="f">
                  <v:path arrowok="t" o:connecttype="custom" o:connectlocs="86,6504;33,6463;7,6412;2,5272;33,5210;74,5174;2030,5157;2083,5174;120,5179;96,5186;57,5212;34,5244;22,5275;21,6396;30,6420;42,6441;65,6468;105,6489;2087,6494;2030,6513;2013,5176;2040,5181;2064,5188;117,5181;96,5188;2073,5193;2126,5210;55,5215;2124,5244;2145,5241;33,5244;2133,5265;2153,5258;21,5277;2150,6420;2138,5289;2157,6386;30,6420;2139,6441;2129,6420;42,6441;2133,6451;2139,6441;48,6448;2102,6458;2126,6463;65,6465;2052,6489;2093,6465;2087,6494" o:connectangles="0,0,0,0,0,0,0,0,0,0,0,0,0,0,0,0,0,0,0,0,0,0,0,0,0,0,0,0,0,0,0,0,0,0,0,0,0,0,0,0,0,0,0,0,0,0,0,0,0,0"/>
                </v:shape>
                <v:shape id="Text Box 61" o:spid="_x0000_s1072" type="#_x0000_t202" style="position:absolute;left:4992;top:500;width:2277;height:6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" filled="f" stroked="f">
                  <v:textbox inset="0,0,0,0">
                    <w:txbxContent>
                      <w:p w14:paraId="2142AB29" w14:textId="77777777" w:rsidR="006B79D5" w:rsidRDefault="00EE4DE8">
                        <w:pPr>
                          <w:spacing w:line="173" w:lineRule="exact"/>
                          <w:ind w:right="18"/>
                          <w:jc w:val="center"/>
                          <w:rPr>
                            <w:sz w:val="18"/>
                          </w:rPr>
                        </w:pPr>
                        <w:r>
                          <w:rPr>
                            <w:sz w:val="18"/>
                          </w:rPr>
                          <w:t>Injury is not serious and during</w:t>
                        </w:r>
                      </w:p>
                      <w:p w14:paraId="15AD0276" w14:textId="77777777" w:rsidR="006B79D5" w:rsidRDefault="00EE4DE8">
                        <w:pPr>
                          <w:spacing w:line="210" w:lineRule="exact"/>
                          <w:ind w:right="19"/>
                          <w:jc w:val="center"/>
                          <w:rPr>
                            <w:sz w:val="18"/>
                          </w:rPr>
                        </w:pPr>
                        <w:r>
                          <w:rPr>
                            <w:sz w:val="18"/>
                          </w:rPr>
                          <w:t>normal business hours</w:t>
                        </w:r>
                      </w:p>
                      <w:p w14:paraId="2944360C" w14:textId="77777777" w:rsidR="006B79D5" w:rsidRDefault="00EE4DE8">
                        <w:pPr>
                          <w:spacing w:before="54" w:line="216" w:lineRule="exact"/>
                          <w:ind w:right="21"/>
                          <w:jc w:val="center"/>
                          <w:rPr>
                            <w:sz w:val="18"/>
                          </w:rPr>
                        </w:pPr>
                        <w:r>
                          <w:rPr>
                            <w:sz w:val="18"/>
                          </w:rPr>
                          <w:t>(</w:t>
                        </w:r>
                        <w:proofErr w:type="gramStart"/>
                        <w:r>
                          <w:rPr>
                            <w:sz w:val="18"/>
                          </w:rPr>
                          <w:t>enter</w:t>
                        </w:r>
                        <w:proofErr w:type="gramEnd"/>
                        <w:r>
                          <w:rPr>
                            <w:sz w:val="18"/>
                          </w:rPr>
                          <w:t xml:space="preserve"> normal business hours)</w:t>
                        </w:r>
                      </w:p>
                    </w:txbxContent>
                  </v:textbox>
                </v:shape>
                <v:shape id="Text Box 60" o:spid="_x0000_s1073" type="#_x0000_t202" style="position:absolute;left:5397;top:2284;width:2001;height: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M+YwgAAANwAAAAPAAAAZHJzL2Rvd25yZXYueG1sRE9NawIx&#10;EL0X/A9hhN5qYgt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CRDM+YwgAAANwAAAAPAAAA&#10;AAAAAAAAAAAAAAcCAABkcnMvZG93bnJldi54bWxQSwUGAAAAAAMAAwC3AAAA9gIAAAAA&#10;" filled="f" stroked="f">
                  <v:textbox inset="0,0,0,0">
                    <w:txbxContent>
                      <w:p w14:paraId="233BA678" w14:textId="77777777" w:rsidR="006B79D5" w:rsidRDefault="00EE4DE8">
                        <w:pPr>
                          <w:tabs>
                            <w:tab w:val="left" w:pos="1766"/>
                          </w:tabs>
                          <w:spacing w:before="4" w:line="218" w:lineRule="auto"/>
                          <w:ind w:left="281" w:right="18" w:hanging="282"/>
                          <w:rPr>
                            <w:sz w:val="18"/>
                          </w:rPr>
                        </w:pPr>
                        <w:r>
                          <w:rPr>
                            <w:sz w:val="18"/>
                          </w:rPr>
                          <w:t>Contact</w:t>
                        </w:r>
                        <w:r>
                          <w:rPr>
                            <w:sz w:val="18"/>
                            <w:u w:val="single"/>
                          </w:rPr>
                          <w:t xml:space="preserve"> </w:t>
                        </w:r>
                        <w:r>
                          <w:rPr>
                            <w:sz w:val="18"/>
                            <w:u w:val="single"/>
                          </w:rPr>
                          <w:tab/>
                        </w:r>
                        <w:r>
                          <w:rPr>
                            <w:spacing w:val="-6"/>
                            <w:sz w:val="18"/>
                          </w:rPr>
                          <w:t xml:space="preserve">for </w:t>
                        </w:r>
                        <w:r>
                          <w:rPr>
                            <w:sz w:val="18"/>
                          </w:rPr>
                          <w:t>initial injury</w:t>
                        </w:r>
                        <w:r>
                          <w:rPr>
                            <w:spacing w:val="2"/>
                            <w:sz w:val="18"/>
                          </w:rPr>
                          <w:t xml:space="preserve"> </w:t>
                        </w:r>
                        <w:r>
                          <w:rPr>
                            <w:sz w:val="18"/>
                          </w:rPr>
                          <w:t>report.</w:t>
                        </w:r>
                      </w:p>
                    </w:txbxContent>
                  </v:textbox>
                </v:shape>
                <v:shape id="Text Box 59" o:spid="_x0000_s1074" type="#_x0000_t202" style="position:absolute;left:5459;top:3682;width:1876;height:9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VfswgAAANwAAAAPAAAAZHJzL2Rvd25yZXYueG1sRE9NawIx&#10;EL0X/A9hhN5qYil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Ae5VfswgAAANwAAAAPAAAA&#10;AAAAAAAAAAAAAAcCAABkcnMvZG93bnJldi54bWxQSwUGAAAAAAMAAwC3AAAA9gIAAAAA&#10;" filled="f" stroked="f">
                  <v:textbox inset="0,0,0,0">
                    <w:txbxContent>
                      <w:p w14:paraId="10D76A1C" w14:textId="77777777" w:rsidR="006B79D5" w:rsidRDefault="00EE4DE8">
                        <w:pPr>
                          <w:spacing w:line="173" w:lineRule="exact"/>
                          <w:ind w:left="35" w:right="54"/>
                          <w:jc w:val="center"/>
                          <w:rPr>
                            <w:sz w:val="18"/>
                          </w:rPr>
                        </w:pPr>
                        <w:r>
                          <w:rPr>
                            <w:sz w:val="18"/>
                          </w:rPr>
                          <w:t>Your administration will</w:t>
                        </w:r>
                      </w:p>
                      <w:p w14:paraId="330E7762" w14:textId="77777777" w:rsidR="006B79D5" w:rsidRDefault="00EE4DE8">
                        <w:pPr>
                          <w:spacing w:before="7" w:line="216" w:lineRule="auto"/>
                          <w:ind w:right="18" w:hanging="3"/>
                          <w:jc w:val="center"/>
                          <w:rPr>
                            <w:sz w:val="18"/>
                          </w:rPr>
                        </w:pPr>
                        <w:r>
                          <w:rPr>
                            <w:sz w:val="18"/>
                          </w:rPr>
                          <w:t xml:space="preserve">determine the medical treatment facility to send employee and make the </w:t>
                        </w:r>
                        <w:proofErr w:type="gramStart"/>
                        <w:r>
                          <w:rPr>
                            <w:sz w:val="18"/>
                          </w:rPr>
                          <w:t>appointment</w:t>
                        </w:r>
                        <w:proofErr w:type="gramEnd"/>
                      </w:p>
                    </w:txbxContent>
                  </v:textbox>
                </v:shape>
                <v:shape id="Text Box 58" o:spid="_x0000_s1075" type="#_x0000_t202" style="position:absolute;left:5474;top:5353;width:1847;height:9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fJ3wgAAANwAAAAPAAAAZHJzL2Rvd25yZXYueG1sRE9NawIx&#10;EL0X/A9hhN5qYqF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BxqfJ3wgAAANwAAAAPAAAA&#10;AAAAAAAAAAAAAAcCAABkcnMvZG93bnJldi54bWxQSwUGAAAAAAMAAwC3AAAA9gIAAAAA&#10;" filled="f" stroked="f">
                  <v:textbox inset="0,0,0,0">
                    <w:txbxContent>
                      <w:p w14:paraId="17465940" w14:textId="77777777" w:rsidR="006B79D5" w:rsidRDefault="00EE4DE8">
                        <w:pPr>
                          <w:spacing w:line="173" w:lineRule="exact"/>
                          <w:ind w:left="152" w:right="168"/>
                          <w:jc w:val="center"/>
                          <w:rPr>
                            <w:sz w:val="18"/>
                          </w:rPr>
                        </w:pPr>
                        <w:r>
                          <w:rPr>
                            <w:sz w:val="18"/>
                          </w:rPr>
                          <w:t xml:space="preserve">Employee may </w:t>
                        </w:r>
                        <w:proofErr w:type="gramStart"/>
                        <w:r>
                          <w:rPr>
                            <w:sz w:val="18"/>
                          </w:rPr>
                          <w:t>drive</w:t>
                        </w:r>
                        <w:proofErr w:type="gramEnd"/>
                      </w:p>
                      <w:p w14:paraId="00DABC6D" w14:textId="77777777" w:rsidR="006B79D5" w:rsidRDefault="00EE4DE8">
                        <w:pPr>
                          <w:spacing w:before="7" w:line="216" w:lineRule="auto"/>
                          <w:ind w:right="18" w:firstLine="1"/>
                          <w:jc w:val="center"/>
                          <w:rPr>
                            <w:sz w:val="18"/>
                          </w:rPr>
                        </w:pPr>
                        <w:r>
                          <w:rPr>
                            <w:sz w:val="18"/>
                          </w:rPr>
                          <w:t xml:space="preserve">themselves or be transported by a supervisor, depending upon the extent of </w:t>
                        </w:r>
                        <w:proofErr w:type="gramStart"/>
                        <w:r>
                          <w:rPr>
                            <w:sz w:val="18"/>
                          </w:rPr>
                          <w:t>injury</w:t>
                        </w:r>
                        <w:proofErr w:type="gramEnd"/>
                      </w:p>
                    </w:txbxContent>
                  </v:textbox>
                </v:shape>
                <w10:wrap type="topAndBottom" anchorx="page"/>
              </v:group>
            </w:pict>
          </mc:Fallback>
        </mc:AlternateContent>
      </w:r>
      <w:r>
        <w:rPr>
          <w:noProof/>
        </w:rPr>
        <mc:AlternateContent>
          <mc:Choice Requires="wpg">
            <w:drawing>
              <wp:anchor distT="0" distB="0" distL="0" distR="0" simplePos="0" relativeHeight="251722752" behindDoc="1" locked="0" layoutInCell="1" allowOverlap="1" wp14:anchorId="4EF981A5" wp14:editId="54EF6EC2">
                <wp:simplePos x="0" y="0"/>
                <wp:positionH relativeFrom="page">
                  <wp:posOffset>5152390</wp:posOffset>
                </wp:positionH>
                <wp:positionV relativeFrom="paragraph">
                  <wp:posOffset>92710</wp:posOffset>
                </wp:positionV>
                <wp:extent cx="1711960" cy="2982595"/>
                <wp:effectExtent l="0" t="0" r="0" b="0"/>
                <wp:wrapTopAndBottom/>
                <wp:docPr id="68"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1960" cy="2982595"/>
                          <a:chOff x="8114" y="146"/>
                          <a:chExt cx="2696" cy="4697"/>
                        </a:xfrm>
                      </wpg:grpSpPr>
                      <wps:wsp>
                        <wps:cNvPr id="69" name="AutoShape 56"/>
                        <wps:cNvSpPr>
                          <a:spLocks/>
                        </wps:cNvSpPr>
                        <wps:spPr bwMode="auto">
                          <a:xfrm>
                            <a:off x="8114" y="146"/>
                            <a:ext cx="2696" cy="1356"/>
                          </a:xfrm>
                          <a:custGeom>
                            <a:avLst/>
                            <a:gdLst>
                              <a:gd name="T0" fmla="+- 0 8230 8114"/>
                              <a:gd name="T1" fmla="*/ T0 w 2696"/>
                              <a:gd name="T2" fmla="+- 0 1500 146"/>
                              <a:gd name="T3" fmla="*/ 1500 h 1356"/>
                              <a:gd name="T4" fmla="+- 0 8191 8114"/>
                              <a:gd name="T5" fmla="*/ T4 w 2696"/>
                              <a:gd name="T6" fmla="+- 0 1485 146"/>
                              <a:gd name="T7" fmla="*/ 1485 h 1356"/>
                              <a:gd name="T8" fmla="+- 0 8148 8114"/>
                              <a:gd name="T9" fmla="*/ T8 w 2696"/>
                              <a:gd name="T10" fmla="+- 0 1449 146"/>
                              <a:gd name="T11" fmla="*/ 1449 h 1356"/>
                              <a:gd name="T12" fmla="+- 0 8126 8114"/>
                              <a:gd name="T13" fmla="*/ T12 w 2696"/>
                              <a:gd name="T14" fmla="+- 0 1413 146"/>
                              <a:gd name="T15" fmla="*/ 1413 h 1356"/>
                              <a:gd name="T16" fmla="+- 0 8114 8114"/>
                              <a:gd name="T17" fmla="*/ T16 w 2696"/>
                              <a:gd name="T18" fmla="+- 0 290 146"/>
                              <a:gd name="T19" fmla="*/ 290 h 1356"/>
                              <a:gd name="T20" fmla="+- 0 8148 8114"/>
                              <a:gd name="T21" fmla="*/ T20 w 2696"/>
                              <a:gd name="T22" fmla="+- 0 196 146"/>
                              <a:gd name="T23" fmla="*/ 196 h 1356"/>
                              <a:gd name="T24" fmla="+- 0 8218 8114"/>
                              <a:gd name="T25" fmla="*/ T24 w 2696"/>
                              <a:gd name="T26" fmla="+- 0 151 146"/>
                              <a:gd name="T27" fmla="*/ 151 h 1356"/>
                              <a:gd name="T28" fmla="+- 0 10680 8114"/>
                              <a:gd name="T29" fmla="*/ T28 w 2696"/>
                              <a:gd name="T30" fmla="+- 0 146 146"/>
                              <a:gd name="T31" fmla="*/ 146 h 1356"/>
                              <a:gd name="T32" fmla="+- 0 10737 8114"/>
                              <a:gd name="T33" fmla="*/ T32 w 2696"/>
                              <a:gd name="T34" fmla="+- 0 165 146"/>
                              <a:gd name="T35" fmla="*/ 165 h 1356"/>
                              <a:gd name="T36" fmla="+- 0 8210 8114"/>
                              <a:gd name="T37" fmla="*/ T36 w 2696"/>
                              <a:gd name="T38" fmla="+- 0 175 146"/>
                              <a:gd name="T39" fmla="*/ 175 h 1356"/>
                              <a:gd name="T40" fmla="+- 0 8191 8114"/>
                              <a:gd name="T41" fmla="*/ T40 w 2696"/>
                              <a:gd name="T42" fmla="+- 0 187 146"/>
                              <a:gd name="T43" fmla="*/ 187 h 1356"/>
                              <a:gd name="T44" fmla="+- 0 8172 8114"/>
                              <a:gd name="T45" fmla="*/ T44 w 2696"/>
                              <a:gd name="T46" fmla="+- 0 201 146"/>
                              <a:gd name="T47" fmla="*/ 201 h 1356"/>
                              <a:gd name="T48" fmla="+- 0 8155 8114"/>
                              <a:gd name="T49" fmla="*/ T48 w 2696"/>
                              <a:gd name="T50" fmla="+- 0 220 146"/>
                              <a:gd name="T51" fmla="*/ 220 h 1356"/>
                              <a:gd name="T52" fmla="+- 0 8147 8114"/>
                              <a:gd name="T53" fmla="*/ T52 w 2696"/>
                              <a:gd name="T54" fmla="+- 0 240 146"/>
                              <a:gd name="T55" fmla="*/ 240 h 1356"/>
                              <a:gd name="T56" fmla="+- 0 8138 8114"/>
                              <a:gd name="T57" fmla="*/ T56 w 2696"/>
                              <a:gd name="T58" fmla="+- 0 264 146"/>
                              <a:gd name="T59" fmla="*/ 264 h 1356"/>
                              <a:gd name="T60" fmla="+- 0 8136 8114"/>
                              <a:gd name="T61" fmla="*/ T60 w 2696"/>
                              <a:gd name="T62" fmla="+- 0 1372 146"/>
                              <a:gd name="T63" fmla="*/ 1372 h 1356"/>
                              <a:gd name="T64" fmla="+- 0 8139 8114"/>
                              <a:gd name="T65" fmla="*/ T64 w 2696"/>
                              <a:gd name="T66" fmla="+- 0 1384 146"/>
                              <a:gd name="T67" fmla="*/ 1384 h 1356"/>
                              <a:gd name="T68" fmla="+- 0 8150 8114"/>
                              <a:gd name="T69" fmla="*/ T68 w 2696"/>
                              <a:gd name="T70" fmla="+- 0 1418 146"/>
                              <a:gd name="T71" fmla="*/ 1418 h 1356"/>
                              <a:gd name="T72" fmla="+- 0 8165 8114"/>
                              <a:gd name="T73" fmla="*/ T72 w 2696"/>
                              <a:gd name="T74" fmla="+- 0 1437 146"/>
                              <a:gd name="T75" fmla="*/ 1437 h 1356"/>
                              <a:gd name="T76" fmla="+- 0 8174 8114"/>
                              <a:gd name="T77" fmla="*/ T76 w 2696"/>
                              <a:gd name="T78" fmla="+- 0 1447 146"/>
                              <a:gd name="T79" fmla="*/ 1447 h 1356"/>
                              <a:gd name="T80" fmla="+- 0 8191 8114"/>
                              <a:gd name="T81" fmla="*/ T80 w 2696"/>
                              <a:gd name="T82" fmla="+- 0 1461 146"/>
                              <a:gd name="T83" fmla="*/ 1461 h 1356"/>
                              <a:gd name="T84" fmla="+- 0 8210 8114"/>
                              <a:gd name="T85" fmla="*/ T84 w 2696"/>
                              <a:gd name="T86" fmla="+- 0 1473 146"/>
                              <a:gd name="T87" fmla="*/ 1473 h 1356"/>
                              <a:gd name="T88" fmla="+- 0 8246 8114"/>
                              <a:gd name="T89" fmla="*/ T88 w 2696"/>
                              <a:gd name="T90" fmla="+- 0 1480 146"/>
                              <a:gd name="T91" fmla="*/ 1480 h 1356"/>
                              <a:gd name="T92" fmla="+- 0 10733 8114"/>
                              <a:gd name="T93" fmla="*/ T92 w 2696"/>
                              <a:gd name="T94" fmla="+- 0 1485 146"/>
                              <a:gd name="T95" fmla="*/ 1485 h 1356"/>
                              <a:gd name="T96" fmla="+- 0 10680 8114"/>
                              <a:gd name="T97" fmla="*/ T96 w 2696"/>
                              <a:gd name="T98" fmla="+- 0 1502 146"/>
                              <a:gd name="T99" fmla="*/ 1502 h 1356"/>
                              <a:gd name="T100" fmla="+- 0 10766 8114"/>
                              <a:gd name="T101" fmla="*/ T100 w 2696"/>
                              <a:gd name="T102" fmla="+- 0 220 146"/>
                              <a:gd name="T103" fmla="*/ 220 h 1356"/>
                              <a:gd name="T104" fmla="+- 0 10762 8114"/>
                              <a:gd name="T105" fmla="*/ T104 w 2696"/>
                              <a:gd name="T106" fmla="+- 0 211 146"/>
                              <a:gd name="T107" fmla="*/ 211 h 1356"/>
                              <a:gd name="T108" fmla="+- 0 10745 8114"/>
                              <a:gd name="T109" fmla="*/ T108 w 2696"/>
                              <a:gd name="T110" fmla="+- 0 194 146"/>
                              <a:gd name="T111" fmla="*/ 194 h 1356"/>
                              <a:gd name="T112" fmla="+- 0 10723 8114"/>
                              <a:gd name="T113" fmla="*/ T112 w 2696"/>
                              <a:gd name="T114" fmla="+- 0 180 146"/>
                              <a:gd name="T115" fmla="*/ 180 h 1356"/>
                              <a:gd name="T116" fmla="+- 0 10678 8114"/>
                              <a:gd name="T117" fmla="*/ T116 w 2696"/>
                              <a:gd name="T118" fmla="+- 0 165 146"/>
                              <a:gd name="T119" fmla="*/ 165 h 1356"/>
                              <a:gd name="T120" fmla="+- 0 10776 8114"/>
                              <a:gd name="T121" fmla="*/ T120 w 2696"/>
                              <a:gd name="T122" fmla="+- 0 196 146"/>
                              <a:gd name="T123" fmla="*/ 196 h 1356"/>
                              <a:gd name="T124" fmla="+- 0 10778 8114"/>
                              <a:gd name="T125" fmla="*/ T124 w 2696"/>
                              <a:gd name="T126" fmla="+- 0 240 146"/>
                              <a:gd name="T127" fmla="*/ 240 h 1356"/>
                              <a:gd name="T128" fmla="+- 0 8146 8114"/>
                              <a:gd name="T129" fmla="*/ T128 w 2696"/>
                              <a:gd name="T130" fmla="+- 0 240 146"/>
                              <a:gd name="T131" fmla="*/ 240 h 1356"/>
                              <a:gd name="T132" fmla="+- 0 10788 8114"/>
                              <a:gd name="T133" fmla="*/ T132 w 2696"/>
                              <a:gd name="T134" fmla="+- 0 278 146"/>
                              <a:gd name="T135" fmla="*/ 278 h 1356"/>
                              <a:gd name="T136" fmla="+- 0 10778 8114"/>
                              <a:gd name="T137" fmla="*/ T136 w 2696"/>
                              <a:gd name="T138" fmla="+- 0 240 146"/>
                              <a:gd name="T139" fmla="*/ 240 h 1356"/>
                              <a:gd name="T140" fmla="+- 0 10807 8114"/>
                              <a:gd name="T141" fmla="*/ T140 w 2696"/>
                              <a:gd name="T142" fmla="+- 0 276 146"/>
                              <a:gd name="T143" fmla="*/ 276 h 1356"/>
                              <a:gd name="T144" fmla="+- 0 8136 8114"/>
                              <a:gd name="T145" fmla="*/ T144 w 2696"/>
                              <a:gd name="T146" fmla="+- 0 278 146"/>
                              <a:gd name="T147" fmla="*/ 278 h 1356"/>
                              <a:gd name="T148" fmla="+- 0 8136 8114"/>
                              <a:gd name="T149" fmla="*/ T148 w 2696"/>
                              <a:gd name="T150" fmla="+- 0 278 146"/>
                              <a:gd name="T151" fmla="*/ 278 h 1356"/>
                              <a:gd name="T152" fmla="+- 0 10788 8114"/>
                              <a:gd name="T153" fmla="*/ T152 w 2696"/>
                              <a:gd name="T154" fmla="+- 0 276 146"/>
                              <a:gd name="T155" fmla="*/ 276 h 1356"/>
                              <a:gd name="T156" fmla="+- 0 10810 8114"/>
                              <a:gd name="T157" fmla="*/ T156 w 2696"/>
                              <a:gd name="T158" fmla="+- 0 1358 146"/>
                              <a:gd name="T159" fmla="*/ 1358 h 1356"/>
                              <a:gd name="T160" fmla="+- 0 8136 8114"/>
                              <a:gd name="T161" fmla="*/ T160 w 2696"/>
                              <a:gd name="T162" fmla="+- 0 1372 146"/>
                              <a:gd name="T163" fmla="*/ 1372 h 1356"/>
                              <a:gd name="T164" fmla="+- 0 10805 8114"/>
                              <a:gd name="T165" fmla="*/ T164 w 2696"/>
                              <a:gd name="T166" fmla="+- 0 1384 146"/>
                              <a:gd name="T167" fmla="*/ 1384 h 1356"/>
                              <a:gd name="T168" fmla="+- 0 10788 8114"/>
                              <a:gd name="T169" fmla="*/ T168 w 2696"/>
                              <a:gd name="T170" fmla="+- 0 1372 146"/>
                              <a:gd name="T171" fmla="*/ 1372 h 1356"/>
                              <a:gd name="T172" fmla="+- 0 8139 8114"/>
                              <a:gd name="T173" fmla="*/ T172 w 2696"/>
                              <a:gd name="T174" fmla="+- 0 1384 146"/>
                              <a:gd name="T175" fmla="*/ 1384 h 1356"/>
                              <a:gd name="T176" fmla="+- 0 8139 8114"/>
                              <a:gd name="T177" fmla="*/ T176 w 2696"/>
                              <a:gd name="T178" fmla="+- 0 1384 146"/>
                              <a:gd name="T179" fmla="*/ 1384 h 1356"/>
                              <a:gd name="T180" fmla="+- 0 10786 8114"/>
                              <a:gd name="T181" fmla="*/ T180 w 2696"/>
                              <a:gd name="T182" fmla="+- 0 1382 146"/>
                              <a:gd name="T183" fmla="*/ 1382 h 1356"/>
                              <a:gd name="T184" fmla="+- 0 10803 8114"/>
                              <a:gd name="T185" fmla="*/ T184 w 2696"/>
                              <a:gd name="T186" fmla="+- 0 1396 146"/>
                              <a:gd name="T187" fmla="*/ 1396 h 1356"/>
                              <a:gd name="T188" fmla="+- 0 8141 8114"/>
                              <a:gd name="T189" fmla="*/ T188 w 2696"/>
                              <a:gd name="T190" fmla="+- 0 1394 146"/>
                              <a:gd name="T191" fmla="*/ 1394 h 1356"/>
                              <a:gd name="T192" fmla="+- 0 10752 8114"/>
                              <a:gd name="T193" fmla="*/ T192 w 2696"/>
                              <a:gd name="T194" fmla="+- 0 1447 146"/>
                              <a:gd name="T195" fmla="*/ 1447 h 1356"/>
                              <a:gd name="T196" fmla="+- 0 10769 8114"/>
                              <a:gd name="T197" fmla="*/ T196 w 2696"/>
                              <a:gd name="T198" fmla="+- 0 1428 146"/>
                              <a:gd name="T199" fmla="*/ 1428 h 1356"/>
                              <a:gd name="T200" fmla="+- 0 10783 8114"/>
                              <a:gd name="T201" fmla="*/ T200 w 2696"/>
                              <a:gd name="T202" fmla="+- 0 1394 146"/>
                              <a:gd name="T203" fmla="*/ 1394 h 1356"/>
                              <a:gd name="T204" fmla="+- 0 10802 8114"/>
                              <a:gd name="T205" fmla="*/ T204 w 2696"/>
                              <a:gd name="T206" fmla="+- 0 1401 146"/>
                              <a:gd name="T207" fmla="*/ 1401 h 1356"/>
                              <a:gd name="T208" fmla="+- 0 10783 8114"/>
                              <a:gd name="T209" fmla="*/ T208 w 2696"/>
                              <a:gd name="T210" fmla="+- 0 1440 146"/>
                              <a:gd name="T211" fmla="*/ 1440 h 1356"/>
                              <a:gd name="T212" fmla="+- 0 8172 8114"/>
                              <a:gd name="T213" fmla="*/ T212 w 2696"/>
                              <a:gd name="T214" fmla="+- 0 1447 146"/>
                              <a:gd name="T215" fmla="*/ 1447 h 1356"/>
                              <a:gd name="T216" fmla="+- 0 10737 8114"/>
                              <a:gd name="T217" fmla="*/ T216 w 2696"/>
                              <a:gd name="T218" fmla="+- 0 1483 146"/>
                              <a:gd name="T219" fmla="*/ 1483 h 1356"/>
                              <a:gd name="T220" fmla="+- 0 10690 8114"/>
                              <a:gd name="T221" fmla="*/ T220 w 2696"/>
                              <a:gd name="T222" fmla="+- 0 1480 146"/>
                              <a:gd name="T223" fmla="*/ 1480 h 1356"/>
                              <a:gd name="T224" fmla="+- 0 10723 8114"/>
                              <a:gd name="T225" fmla="*/ T224 w 2696"/>
                              <a:gd name="T226" fmla="+- 0 1466 146"/>
                              <a:gd name="T227" fmla="*/ 1466 h 1356"/>
                              <a:gd name="T228" fmla="+- 0 10745 8114"/>
                              <a:gd name="T229" fmla="*/ T228 w 2696"/>
                              <a:gd name="T230" fmla="+- 0 1454 146"/>
                              <a:gd name="T231" fmla="*/ 1454 h 1356"/>
                              <a:gd name="T232" fmla="+- 0 10752 8114"/>
                              <a:gd name="T233" fmla="*/ T232 w 2696"/>
                              <a:gd name="T234" fmla="+- 0 1447 146"/>
                              <a:gd name="T235" fmla="*/ 1447 h 1356"/>
                              <a:gd name="T236" fmla="+- 0 10757 8114"/>
                              <a:gd name="T237" fmla="*/ T236 w 2696"/>
                              <a:gd name="T238" fmla="+- 0 1468 146"/>
                              <a:gd name="T239" fmla="*/ 1468 h 13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2696" h="1356">
                                <a:moveTo>
                                  <a:pt x="2566" y="1356"/>
                                </a:moveTo>
                                <a:lnTo>
                                  <a:pt x="130" y="1356"/>
                                </a:lnTo>
                                <a:lnTo>
                                  <a:pt x="116" y="1354"/>
                                </a:lnTo>
                                <a:lnTo>
                                  <a:pt x="104" y="1349"/>
                                </a:lnTo>
                                <a:lnTo>
                                  <a:pt x="89" y="1344"/>
                                </a:lnTo>
                                <a:lnTo>
                                  <a:pt x="77" y="1339"/>
                                </a:lnTo>
                                <a:lnTo>
                                  <a:pt x="65" y="1332"/>
                                </a:lnTo>
                                <a:lnTo>
                                  <a:pt x="53" y="1322"/>
                                </a:lnTo>
                                <a:lnTo>
                                  <a:pt x="34" y="1303"/>
                                </a:lnTo>
                                <a:lnTo>
                                  <a:pt x="27" y="1294"/>
                                </a:lnTo>
                                <a:lnTo>
                                  <a:pt x="20" y="1282"/>
                                </a:lnTo>
                                <a:lnTo>
                                  <a:pt x="12" y="1267"/>
                                </a:lnTo>
                                <a:lnTo>
                                  <a:pt x="8" y="1255"/>
                                </a:lnTo>
                                <a:lnTo>
                                  <a:pt x="0" y="1212"/>
                                </a:lnTo>
                                <a:lnTo>
                                  <a:pt x="0" y="144"/>
                                </a:lnTo>
                                <a:lnTo>
                                  <a:pt x="8" y="101"/>
                                </a:lnTo>
                                <a:lnTo>
                                  <a:pt x="12" y="86"/>
                                </a:lnTo>
                                <a:lnTo>
                                  <a:pt x="34" y="50"/>
                                </a:lnTo>
                                <a:lnTo>
                                  <a:pt x="53" y="31"/>
                                </a:lnTo>
                                <a:lnTo>
                                  <a:pt x="89" y="10"/>
                                </a:lnTo>
                                <a:lnTo>
                                  <a:pt x="104" y="5"/>
                                </a:lnTo>
                                <a:lnTo>
                                  <a:pt x="116" y="2"/>
                                </a:lnTo>
                                <a:lnTo>
                                  <a:pt x="130" y="0"/>
                                </a:lnTo>
                                <a:lnTo>
                                  <a:pt x="2566" y="0"/>
                                </a:lnTo>
                                <a:lnTo>
                                  <a:pt x="2595" y="5"/>
                                </a:lnTo>
                                <a:lnTo>
                                  <a:pt x="2607" y="10"/>
                                </a:lnTo>
                                <a:lnTo>
                                  <a:pt x="2623" y="19"/>
                                </a:lnTo>
                                <a:lnTo>
                                  <a:pt x="132" y="19"/>
                                </a:lnTo>
                                <a:lnTo>
                                  <a:pt x="108" y="24"/>
                                </a:lnTo>
                                <a:lnTo>
                                  <a:pt x="96" y="29"/>
                                </a:lnTo>
                                <a:lnTo>
                                  <a:pt x="87" y="34"/>
                                </a:lnTo>
                                <a:lnTo>
                                  <a:pt x="75" y="41"/>
                                </a:lnTo>
                                <a:lnTo>
                                  <a:pt x="77" y="41"/>
                                </a:lnTo>
                                <a:lnTo>
                                  <a:pt x="65" y="48"/>
                                </a:lnTo>
                                <a:lnTo>
                                  <a:pt x="68" y="48"/>
                                </a:lnTo>
                                <a:lnTo>
                                  <a:pt x="58" y="55"/>
                                </a:lnTo>
                                <a:lnTo>
                                  <a:pt x="48" y="65"/>
                                </a:lnTo>
                                <a:lnTo>
                                  <a:pt x="51" y="65"/>
                                </a:lnTo>
                                <a:lnTo>
                                  <a:pt x="41" y="74"/>
                                </a:lnTo>
                                <a:lnTo>
                                  <a:pt x="44" y="74"/>
                                </a:lnTo>
                                <a:lnTo>
                                  <a:pt x="36" y="84"/>
                                </a:lnTo>
                                <a:lnTo>
                                  <a:pt x="33" y="94"/>
                                </a:lnTo>
                                <a:lnTo>
                                  <a:pt x="32" y="94"/>
                                </a:lnTo>
                                <a:lnTo>
                                  <a:pt x="27" y="106"/>
                                </a:lnTo>
                                <a:lnTo>
                                  <a:pt x="24" y="118"/>
                                </a:lnTo>
                                <a:lnTo>
                                  <a:pt x="22" y="130"/>
                                </a:lnTo>
                                <a:lnTo>
                                  <a:pt x="22" y="1226"/>
                                </a:lnTo>
                                <a:lnTo>
                                  <a:pt x="24" y="1238"/>
                                </a:lnTo>
                                <a:lnTo>
                                  <a:pt x="25" y="1238"/>
                                </a:lnTo>
                                <a:lnTo>
                                  <a:pt x="27" y="1250"/>
                                </a:lnTo>
                                <a:lnTo>
                                  <a:pt x="28" y="1250"/>
                                </a:lnTo>
                                <a:lnTo>
                                  <a:pt x="36" y="1272"/>
                                </a:lnTo>
                                <a:lnTo>
                                  <a:pt x="44" y="1282"/>
                                </a:lnTo>
                                <a:lnTo>
                                  <a:pt x="41" y="1282"/>
                                </a:lnTo>
                                <a:lnTo>
                                  <a:pt x="51" y="1291"/>
                                </a:lnTo>
                                <a:lnTo>
                                  <a:pt x="48" y="1291"/>
                                </a:lnTo>
                                <a:lnTo>
                                  <a:pt x="58" y="1301"/>
                                </a:lnTo>
                                <a:lnTo>
                                  <a:pt x="60" y="1301"/>
                                </a:lnTo>
                                <a:lnTo>
                                  <a:pt x="68" y="1308"/>
                                </a:lnTo>
                                <a:lnTo>
                                  <a:pt x="65" y="1308"/>
                                </a:lnTo>
                                <a:lnTo>
                                  <a:pt x="77" y="1315"/>
                                </a:lnTo>
                                <a:lnTo>
                                  <a:pt x="75" y="1315"/>
                                </a:lnTo>
                                <a:lnTo>
                                  <a:pt x="87" y="1320"/>
                                </a:lnTo>
                                <a:lnTo>
                                  <a:pt x="96" y="1327"/>
                                </a:lnTo>
                                <a:lnTo>
                                  <a:pt x="108" y="1330"/>
                                </a:lnTo>
                                <a:lnTo>
                                  <a:pt x="120" y="1334"/>
                                </a:lnTo>
                                <a:lnTo>
                                  <a:pt x="132" y="1334"/>
                                </a:lnTo>
                                <a:lnTo>
                                  <a:pt x="147" y="1337"/>
                                </a:lnTo>
                                <a:lnTo>
                                  <a:pt x="2623" y="1337"/>
                                </a:lnTo>
                                <a:lnTo>
                                  <a:pt x="2619" y="1339"/>
                                </a:lnTo>
                                <a:lnTo>
                                  <a:pt x="2595" y="1349"/>
                                </a:lnTo>
                                <a:lnTo>
                                  <a:pt x="2580" y="1354"/>
                                </a:lnTo>
                                <a:lnTo>
                                  <a:pt x="2566" y="1356"/>
                                </a:lnTo>
                                <a:close/>
                                <a:moveTo>
                                  <a:pt x="2664" y="96"/>
                                </a:moveTo>
                                <a:lnTo>
                                  <a:pt x="2660" y="84"/>
                                </a:lnTo>
                                <a:lnTo>
                                  <a:pt x="2652" y="74"/>
                                </a:lnTo>
                                <a:lnTo>
                                  <a:pt x="2655" y="74"/>
                                </a:lnTo>
                                <a:lnTo>
                                  <a:pt x="2645" y="65"/>
                                </a:lnTo>
                                <a:lnTo>
                                  <a:pt x="2648" y="65"/>
                                </a:lnTo>
                                <a:lnTo>
                                  <a:pt x="2638" y="55"/>
                                </a:lnTo>
                                <a:lnTo>
                                  <a:pt x="2628" y="48"/>
                                </a:lnTo>
                                <a:lnTo>
                                  <a:pt x="2631" y="48"/>
                                </a:lnTo>
                                <a:lnTo>
                                  <a:pt x="2619" y="41"/>
                                </a:lnTo>
                                <a:lnTo>
                                  <a:pt x="2621" y="41"/>
                                </a:lnTo>
                                <a:lnTo>
                                  <a:pt x="2609" y="34"/>
                                </a:lnTo>
                                <a:lnTo>
                                  <a:pt x="2600" y="29"/>
                                </a:lnTo>
                                <a:lnTo>
                                  <a:pt x="2588" y="24"/>
                                </a:lnTo>
                                <a:lnTo>
                                  <a:pt x="2564" y="19"/>
                                </a:lnTo>
                                <a:lnTo>
                                  <a:pt x="2623" y="19"/>
                                </a:lnTo>
                                <a:lnTo>
                                  <a:pt x="2643" y="31"/>
                                </a:lnTo>
                                <a:lnTo>
                                  <a:pt x="2662" y="50"/>
                                </a:lnTo>
                                <a:lnTo>
                                  <a:pt x="2684" y="86"/>
                                </a:lnTo>
                                <a:lnTo>
                                  <a:pt x="2686" y="94"/>
                                </a:lnTo>
                                <a:lnTo>
                                  <a:pt x="2664" y="94"/>
                                </a:lnTo>
                                <a:lnTo>
                                  <a:pt x="2664" y="96"/>
                                </a:lnTo>
                                <a:close/>
                                <a:moveTo>
                                  <a:pt x="32" y="96"/>
                                </a:moveTo>
                                <a:lnTo>
                                  <a:pt x="32" y="94"/>
                                </a:lnTo>
                                <a:lnTo>
                                  <a:pt x="33" y="94"/>
                                </a:lnTo>
                                <a:lnTo>
                                  <a:pt x="32" y="96"/>
                                </a:lnTo>
                                <a:close/>
                                <a:moveTo>
                                  <a:pt x="2674" y="132"/>
                                </a:moveTo>
                                <a:lnTo>
                                  <a:pt x="2672" y="118"/>
                                </a:lnTo>
                                <a:lnTo>
                                  <a:pt x="2669" y="106"/>
                                </a:lnTo>
                                <a:lnTo>
                                  <a:pt x="2664" y="94"/>
                                </a:lnTo>
                                <a:lnTo>
                                  <a:pt x="2686" y="94"/>
                                </a:lnTo>
                                <a:lnTo>
                                  <a:pt x="2688" y="101"/>
                                </a:lnTo>
                                <a:lnTo>
                                  <a:pt x="2693" y="130"/>
                                </a:lnTo>
                                <a:lnTo>
                                  <a:pt x="2674" y="130"/>
                                </a:lnTo>
                                <a:lnTo>
                                  <a:pt x="2674" y="132"/>
                                </a:lnTo>
                                <a:close/>
                                <a:moveTo>
                                  <a:pt x="22" y="132"/>
                                </a:moveTo>
                                <a:lnTo>
                                  <a:pt x="22" y="130"/>
                                </a:lnTo>
                                <a:lnTo>
                                  <a:pt x="22" y="132"/>
                                </a:lnTo>
                                <a:close/>
                                <a:moveTo>
                                  <a:pt x="2693" y="1226"/>
                                </a:moveTo>
                                <a:lnTo>
                                  <a:pt x="2674" y="1226"/>
                                </a:lnTo>
                                <a:lnTo>
                                  <a:pt x="2674" y="130"/>
                                </a:lnTo>
                                <a:lnTo>
                                  <a:pt x="2693" y="130"/>
                                </a:lnTo>
                                <a:lnTo>
                                  <a:pt x="2696" y="144"/>
                                </a:lnTo>
                                <a:lnTo>
                                  <a:pt x="2696" y="1212"/>
                                </a:lnTo>
                                <a:lnTo>
                                  <a:pt x="2693" y="1226"/>
                                </a:lnTo>
                                <a:close/>
                                <a:moveTo>
                                  <a:pt x="22" y="1226"/>
                                </a:moveTo>
                                <a:lnTo>
                                  <a:pt x="22" y="1226"/>
                                </a:lnTo>
                                <a:lnTo>
                                  <a:pt x="22" y="1224"/>
                                </a:lnTo>
                                <a:lnTo>
                                  <a:pt x="22" y="1226"/>
                                </a:lnTo>
                                <a:close/>
                                <a:moveTo>
                                  <a:pt x="2691" y="1238"/>
                                </a:moveTo>
                                <a:lnTo>
                                  <a:pt x="2672" y="1238"/>
                                </a:lnTo>
                                <a:lnTo>
                                  <a:pt x="2674" y="1224"/>
                                </a:lnTo>
                                <a:lnTo>
                                  <a:pt x="2674" y="1226"/>
                                </a:lnTo>
                                <a:lnTo>
                                  <a:pt x="2693" y="1226"/>
                                </a:lnTo>
                                <a:lnTo>
                                  <a:pt x="2691" y="1238"/>
                                </a:lnTo>
                                <a:close/>
                                <a:moveTo>
                                  <a:pt x="25" y="1238"/>
                                </a:moveTo>
                                <a:lnTo>
                                  <a:pt x="24" y="1238"/>
                                </a:lnTo>
                                <a:lnTo>
                                  <a:pt x="24" y="1236"/>
                                </a:lnTo>
                                <a:lnTo>
                                  <a:pt x="25" y="1238"/>
                                </a:lnTo>
                                <a:close/>
                                <a:moveTo>
                                  <a:pt x="2689" y="1250"/>
                                </a:moveTo>
                                <a:lnTo>
                                  <a:pt x="2669" y="1250"/>
                                </a:lnTo>
                                <a:lnTo>
                                  <a:pt x="2672" y="1236"/>
                                </a:lnTo>
                                <a:lnTo>
                                  <a:pt x="2672" y="1238"/>
                                </a:lnTo>
                                <a:lnTo>
                                  <a:pt x="2691" y="1238"/>
                                </a:lnTo>
                                <a:lnTo>
                                  <a:pt x="2689" y="1250"/>
                                </a:lnTo>
                                <a:close/>
                                <a:moveTo>
                                  <a:pt x="28" y="1250"/>
                                </a:moveTo>
                                <a:lnTo>
                                  <a:pt x="27" y="1250"/>
                                </a:lnTo>
                                <a:lnTo>
                                  <a:pt x="27" y="1248"/>
                                </a:lnTo>
                                <a:lnTo>
                                  <a:pt x="28" y="1250"/>
                                </a:lnTo>
                                <a:close/>
                                <a:moveTo>
                                  <a:pt x="2664" y="1301"/>
                                </a:moveTo>
                                <a:lnTo>
                                  <a:pt x="2638" y="1301"/>
                                </a:lnTo>
                                <a:lnTo>
                                  <a:pt x="2648" y="1291"/>
                                </a:lnTo>
                                <a:lnTo>
                                  <a:pt x="2645" y="1291"/>
                                </a:lnTo>
                                <a:lnTo>
                                  <a:pt x="2655" y="1282"/>
                                </a:lnTo>
                                <a:lnTo>
                                  <a:pt x="2652" y="1282"/>
                                </a:lnTo>
                                <a:lnTo>
                                  <a:pt x="2660" y="1272"/>
                                </a:lnTo>
                                <a:lnTo>
                                  <a:pt x="2669" y="1248"/>
                                </a:lnTo>
                                <a:lnTo>
                                  <a:pt x="2669" y="1250"/>
                                </a:lnTo>
                                <a:lnTo>
                                  <a:pt x="2689" y="1250"/>
                                </a:lnTo>
                                <a:lnTo>
                                  <a:pt x="2688" y="1255"/>
                                </a:lnTo>
                                <a:lnTo>
                                  <a:pt x="2684" y="1267"/>
                                </a:lnTo>
                                <a:lnTo>
                                  <a:pt x="2676" y="1282"/>
                                </a:lnTo>
                                <a:lnTo>
                                  <a:pt x="2669" y="1294"/>
                                </a:lnTo>
                                <a:lnTo>
                                  <a:pt x="2664" y="1301"/>
                                </a:lnTo>
                                <a:close/>
                                <a:moveTo>
                                  <a:pt x="60" y="1301"/>
                                </a:moveTo>
                                <a:lnTo>
                                  <a:pt x="58" y="1301"/>
                                </a:lnTo>
                                <a:lnTo>
                                  <a:pt x="58" y="1298"/>
                                </a:lnTo>
                                <a:lnTo>
                                  <a:pt x="60" y="1301"/>
                                </a:lnTo>
                                <a:close/>
                                <a:moveTo>
                                  <a:pt x="2623" y="1337"/>
                                </a:moveTo>
                                <a:lnTo>
                                  <a:pt x="2552" y="1337"/>
                                </a:lnTo>
                                <a:lnTo>
                                  <a:pt x="2564" y="1334"/>
                                </a:lnTo>
                                <a:lnTo>
                                  <a:pt x="2576" y="1334"/>
                                </a:lnTo>
                                <a:lnTo>
                                  <a:pt x="2588" y="1330"/>
                                </a:lnTo>
                                <a:lnTo>
                                  <a:pt x="2600" y="1327"/>
                                </a:lnTo>
                                <a:lnTo>
                                  <a:pt x="2609" y="1320"/>
                                </a:lnTo>
                                <a:lnTo>
                                  <a:pt x="2621" y="1315"/>
                                </a:lnTo>
                                <a:lnTo>
                                  <a:pt x="2619" y="1315"/>
                                </a:lnTo>
                                <a:lnTo>
                                  <a:pt x="2631" y="1308"/>
                                </a:lnTo>
                                <a:lnTo>
                                  <a:pt x="2628" y="1308"/>
                                </a:lnTo>
                                <a:lnTo>
                                  <a:pt x="2638" y="1298"/>
                                </a:lnTo>
                                <a:lnTo>
                                  <a:pt x="2638" y="1301"/>
                                </a:lnTo>
                                <a:lnTo>
                                  <a:pt x="2664" y="1301"/>
                                </a:lnTo>
                                <a:lnTo>
                                  <a:pt x="2662" y="1303"/>
                                </a:lnTo>
                                <a:lnTo>
                                  <a:pt x="2643" y="1322"/>
                                </a:lnTo>
                                <a:lnTo>
                                  <a:pt x="2631" y="1332"/>
                                </a:lnTo>
                                <a:lnTo>
                                  <a:pt x="2623" y="1337"/>
                                </a:lnTo>
                                <a:close/>
                              </a:path>
                            </a:pathLst>
                          </a:custGeom>
                          <a:solidFill>
                            <a:srgbClr val="D6702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AutoShape 55"/>
                        <wps:cNvSpPr>
                          <a:spLocks/>
                        </wps:cNvSpPr>
                        <wps:spPr bwMode="auto">
                          <a:xfrm>
                            <a:off x="8383" y="1492"/>
                            <a:ext cx="276" cy="1013"/>
                          </a:xfrm>
                          <a:custGeom>
                            <a:avLst/>
                            <a:gdLst>
                              <a:gd name="T0" fmla="+- 0 8659 8383"/>
                              <a:gd name="T1" fmla="*/ T0 w 276"/>
                              <a:gd name="T2" fmla="+- 0 2505 1492"/>
                              <a:gd name="T3" fmla="*/ 2505 h 1013"/>
                              <a:gd name="T4" fmla="+- 0 8383 8383"/>
                              <a:gd name="T5" fmla="*/ T4 w 276"/>
                              <a:gd name="T6" fmla="+- 0 2505 1492"/>
                              <a:gd name="T7" fmla="*/ 2505 h 1013"/>
                              <a:gd name="T8" fmla="+- 0 8383 8383"/>
                              <a:gd name="T9" fmla="*/ T8 w 276"/>
                              <a:gd name="T10" fmla="+- 0 1492 1492"/>
                              <a:gd name="T11" fmla="*/ 1492 h 1013"/>
                              <a:gd name="T12" fmla="+- 0 8402 8383"/>
                              <a:gd name="T13" fmla="*/ T12 w 276"/>
                              <a:gd name="T14" fmla="+- 0 1492 1492"/>
                              <a:gd name="T15" fmla="*/ 1492 h 1013"/>
                              <a:gd name="T16" fmla="+- 0 8402 8383"/>
                              <a:gd name="T17" fmla="*/ T16 w 276"/>
                              <a:gd name="T18" fmla="+- 0 2484 1492"/>
                              <a:gd name="T19" fmla="*/ 2484 h 1013"/>
                              <a:gd name="T20" fmla="+- 0 8393 8383"/>
                              <a:gd name="T21" fmla="*/ T20 w 276"/>
                              <a:gd name="T22" fmla="+- 0 2484 1492"/>
                              <a:gd name="T23" fmla="*/ 2484 h 1013"/>
                              <a:gd name="T24" fmla="+- 0 8402 8383"/>
                              <a:gd name="T25" fmla="*/ T24 w 276"/>
                              <a:gd name="T26" fmla="+- 0 2496 1492"/>
                              <a:gd name="T27" fmla="*/ 2496 h 1013"/>
                              <a:gd name="T28" fmla="+- 0 8659 8383"/>
                              <a:gd name="T29" fmla="*/ T28 w 276"/>
                              <a:gd name="T30" fmla="+- 0 2496 1492"/>
                              <a:gd name="T31" fmla="*/ 2496 h 1013"/>
                              <a:gd name="T32" fmla="+- 0 8659 8383"/>
                              <a:gd name="T33" fmla="*/ T32 w 276"/>
                              <a:gd name="T34" fmla="+- 0 2505 1492"/>
                              <a:gd name="T35" fmla="*/ 2505 h 1013"/>
                              <a:gd name="T36" fmla="+- 0 8402 8383"/>
                              <a:gd name="T37" fmla="*/ T36 w 276"/>
                              <a:gd name="T38" fmla="+- 0 2496 1492"/>
                              <a:gd name="T39" fmla="*/ 2496 h 1013"/>
                              <a:gd name="T40" fmla="+- 0 8393 8383"/>
                              <a:gd name="T41" fmla="*/ T40 w 276"/>
                              <a:gd name="T42" fmla="+- 0 2484 1492"/>
                              <a:gd name="T43" fmla="*/ 2484 h 1013"/>
                              <a:gd name="T44" fmla="+- 0 8402 8383"/>
                              <a:gd name="T45" fmla="*/ T44 w 276"/>
                              <a:gd name="T46" fmla="+- 0 2484 1492"/>
                              <a:gd name="T47" fmla="*/ 2484 h 1013"/>
                              <a:gd name="T48" fmla="+- 0 8402 8383"/>
                              <a:gd name="T49" fmla="*/ T48 w 276"/>
                              <a:gd name="T50" fmla="+- 0 2496 1492"/>
                              <a:gd name="T51" fmla="*/ 2496 h 1013"/>
                              <a:gd name="T52" fmla="+- 0 8659 8383"/>
                              <a:gd name="T53" fmla="*/ T52 w 276"/>
                              <a:gd name="T54" fmla="+- 0 2496 1492"/>
                              <a:gd name="T55" fmla="*/ 2496 h 1013"/>
                              <a:gd name="T56" fmla="+- 0 8402 8383"/>
                              <a:gd name="T57" fmla="*/ T56 w 276"/>
                              <a:gd name="T58" fmla="+- 0 2496 1492"/>
                              <a:gd name="T59" fmla="*/ 2496 h 1013"/>
                              <a:gd name="T60" fmla="+- 0 8402 8383"/>
                              <a:gd name="T61" fmla="*/ T60 w 276"/>
                              <a:gd name="T62" fmla="+- 0 2484 1492"/>
                              <a:gd name="T63" fmla="*/ 2484 h 1013"/>
                              <a:gd name="T64" fmla="+- 0 8659 8383"/>
                              <a:gd name="T65" fmla="*/ T64 w 276"/>
                              <a:gd name="T66" fmla="+- 0 2484 1492"/>
                              <a:gd name="T67" fmla="*/ 2484 h 1013"/>
                              <a:gd name="T68" fmla="+- 0 8659 8383"/>
                              <a:gd name="T69" fmla="*/ T68 w 276"/>
                              <a:gd name="T70" fmla="+- 0 2496 1492"/>
                              <a:gd name="T71" fmla="*/ 2496 h 10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276" h="1013">
                                <a:moveTo>
                                  <a:pt x="276" y="1013"/>
                                </a:moveTo>
                                <a:lnTo>
                                  <a:pt x="0" y="1013"/>
                                </a:lnTo>
                                <a:lnTo>
                                  <a:pt x="0" y="0"/>
                                </a:lnTo>
                                <a:lnTo>
                                  <a:pt x="19" y="0"/>
                                </a:lnTo>
                                <a:lnTo>
                                  <a:pt x="19" y="992"/>
                                </a:lnTo>
                                <a:lnTo>
                                  <a:pt x="10" y="992"/>
                                </a:lnTo>
                                <a:lnTo>
                                  <a:pt x="19" y="1004"/>
                                </a:lnTo>
                                <a:lnTo>
                                  <a:pt x="276" y="1004"/>
                                </a:lnTo>
                                <a:lnTo>
                                  <a:pt x="276" y="1013"/>
                                </a:lnTo>
                                <a:close/>
                                <a:moveTo>
                                  <a:pt x="19" y="1004"/>
                                </a:moveTo>
                                <a:lnTo>
                                  <a:pt x="10" y="992"/>
                                </a:lnTo>
                                <a:lnTo>
                                  <a:pt x="19" y="992"/>
                                </a:lnTo>
                                <a:lnTo>
                                  <a:pt x="19" y="1004"/>
                                </a:lnTo>
                                <a:close/>
                                <a:moveTo>
                                  <a:pt x="276" y="1004"/>
                                </a:moveTo>
                                <a:lnTo>
                                  <a:pt x="19" y="1004"/>
                                </a:lnTo>
                                <a:lnTo>
                                  <a:pt x="19" y="992"/>
                                </a:lnTo>
                                <a:lnTo>
                                  <a:pt x="276" y="992"/>
                                </a:lnTo>
                                <a:lnTo>
                                  <a:pt x="276" y="1004"/>
                                </a:lnTo>
                                <a:close/>
                              </a:path>
                            </a:pathLst>
                          </a:custGeom>
                          <a:solidFill>
                            <a:srgbClr val="BC61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71" name="Picture 5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8654" y="1821"/>
                            <a:ext cx="2146" cy="13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2" name="AutoShape 53"/>
                        <wps:cNvSpPr>
                          <a:spLocks/>
                        </wps:cNvSpPr>
                        <wps:spPr bwMode="auto">
                          <a:xfrm>
                            <a:off x="8649" y="1816"/>
                            <a:ext cx="2160" cy="1356"/>
                          </a:xfrm>
                          <a:custGeom>
                            <a:avLst/>
                            <a:gdLst>
                              <a:gd name="T0" fmla="+- 0 8750 8650"/>
                              <a:gd name="T1" fmla="*/ T0 w 2160"/>
                              <a:gd name="T2" fmla="+- 0 3165 1816"/>
                              <a:gd name="T3" fmla="*/ 3165 h 1356"/>
                              <a:gd name="T4" fmla="+- 0 8693 8650"/>
                              <a:gd name="T5" fmla="*/ T4 w 2160"/>
                              <a:gd name="T6" fmla="+- 0 3132 1816"/>
                              <a:gd name="T7" fmla="*/ 3132 h 1356"/>
                              <a:gd name="T8" fmla="+- 0 8662 8650"/>
                              <a:gd name="T9" fmla="*/ T8 w 2160"/>
                              <a:gd name="T10" fmla="+- 0 3086 1816"/>
                              <a:gd name="T11" fmla="*/ 3086 h 1356"/>
                              <a:gd name="T12" fmla="+- 0 8652 8650"/>
                              <a:gd name="T13" fmla="*/ T12 w 2160"/>
                              <a:gd name="T14" fmla="+- 0 1932 1816"/>
                              <a:gd name="T15" fmla="*/ 1932 h 1356"/>
                              <a:gd name="T16" fmla="+- 0 8683 8650"/>
                              <a:gd name="T17" fmla="*/ T16 w 2160"/>
                              <a:gd name="T18" fmla="+- 0 1869 1816"/>
                              <a:gd name="T19" fmla="*/ 1869 h 1356"/>
                              <a:gd name="T20" fmla="+- 0 8726 8650"/>
                              <a:gd name="T21" fmla="*/ T20 w 2160"/>
                              <a:gd name="T22" fmla="+- 0 1833 1816"/>
                              <a:gd name="T23" fmla="*/ 1833 h 1356"/>
                              <a:gd name="T24" fmla="+- 0 10680 8650"/>
                              <a:gd name="T25" fmla="*/ T24 w 2160"/>
                              <a:gd name="T26" fmla="+- 0 1816 1816"/>
                              <a:gd name="T27" fmla="*/ 1816 h 1356"/>
                              <a:gd name="T28" fmla="+- 0 10737 8650"/>
                              <a:gd name="T29" fmla="*/ T28 w 2160"/>
                              <a:gd name="T30" fmla="+- 0 1836 1816"/>
                              <a:gd name="T31" fmla="*/ 1836 h 1356"/>
                              <a:gd name="T32" fmla="+- 0 8764 8650"/>
                              <a:gd name="T33" fmla="*/ T32 w 2160"/>
                              <a:gd name="T34" fmla="+- 0 1840 1816"/>
                              <a:gd name="T35" fmla="*/ 1840 h 1356"/>
                              <a:gd name="T36" fmla="+- 0 8736 8650"/>
                              <a:gd name="T37" fmla="*/ T36 w 2160"/>
                              <a:gd name="T38" fmla="+- 0 1850 1816"/>
                              <a:gd name="T39" fmla="*/ 1850 h 1356"/>
                              <a:gd name="T40" fmla="+- 0 8698 8650"/>
                              <a:gd name="T41" fmla="*/ T40 w 2160"/>
                              <a:gd name="T42" fmla="+- 0 1881 1816"/>
                              <a:gd name="T43" fmla="*/ 1881 h 1356"/>
                              <a:gd name="T44" fmla="+- 0 8681 8650"/>
                              <a:gd name="T45" fmla="*/ T44 w 2160"/>
                              <a:gd name="T46" fmla="+- 0 1912 1816"/>
                              <a:gd name="T47" fmla="*/ 1912 h 1356"/>
                              <a:gd name="T48" fmla="+- 0 8673 8650"/>
                              <a:gd name="T49" fmla="*/ T48 w 2160"/>
                              <a:gd name="T50" fmla="+- 0 1936 1816"/>
                              <a:gd name="T51" fmla="*/ 1936 h 1356"/>
                              <a:gd name="T52" fmla="+- 0 8669 8650"/>
                              <a:gd name="T53" fmla="*/ T52 w 2160"/>
                              <a:gd name="T54" fmla="+- 0 3028 1816"/>
                              <a:gd name="T55" fmla="*/ 3028 h 1356"/>
                              <a:gd name="T56" fmla="+- 0 8671 8650"/>
                              <a:gd name="T57" fmla="*/ T56 w 2160"/>
                              <a:gd name="T58" fmla="+- 0 3052 1816"/>
                              <a:gd name="T59" fmla="*/ 3052 h 1356"/>
                              <a:gd name="T60" fmla="+- 0 8678 8650"/>
                              <a:gd name="T61" fmla="*/ T60 w 2160"/>
                              <a:gd name="T62" fmla="+- 0 3076 1816"/>
                              <a:gd name="T63" fmla="*/ 3076 h 1356"/>
                              <a:gd name="T64" fmla="+- 0 8707 8650"/>
                              <a:gd name="T65" fmla="*/ T64 w 2160"/>
                              <a:gd name="T66" fmla="+- 0 3117 1816"/>
                              <a:gd name="T67" fmla="*/ 3117 h 1356"/>
                              <a:gd name="T68" fmla="+- 0 8738 8650"/>
                              <a:gd name="T69" fmla="*/ T68 w 2160"/>
                              <a:gd name="T70" fmla="+- 0 3139 1816"/>
                              <a:gd name="T71" fmla="*/ 3139 h 1356"/>
                              <a:gd name="T72" fmla="+- 0 8770 8650"/>
                              <a:gd name="T73" fmla="*/ T72 w 2160"/>
                              <a:gd name="T74" fmla="+- 0 3151 1816"/>
                              <a:gd name="T75" fmla="*/ 3151 h 1356"/>
                              <a:gd name="T76" fmla="+- 0 10733 8650"/>
                              <a:gd name="T77" fmla="*/ T76 w 2160"/>
                              <a:gd name="T78" fmla="+- 0 3156 1816"/>
                              <a:gd name="T79" fmla="*/ 3156 h 1356"/>
                              <a:gd name="T80" fmla="+- 0 10702 8650"/>
                              <a:gd name="T81" fmla="*/ T80 w 2160"/>
                              <a:gd name="T82" fmla="+- 0 1843 1816"/>
                              <a:gd name="T83" fmla="*/ 1843 h 1356"/>
                              <a:gd name="T84" fmla="+- 0 10745 8650"/>
                              <a:gd name="T85" fmla="*/ T84 w 2160"/>
                              <a:gd name="T86" fmla="+- 0 1840 1816"/>
                              <a:gd name="T87" fmla="*/ 1840 h 1356"/>
                              <a:gd name="T88" fmla="+- 0 8758 8650"/>
                              <a:gd name="T89" fmla="*/ T88 w 2160"/>
                              <a:gd name="T90" fmla="+- 0 1840 1816"/>
                              <a:gd name="T91" fmla="*/ 1840 h 1356"/>
                              <a:gd name="T92" fmla="+- 0 10714 8650"/>
                              <a:gd name="T93" fmla="*/ T92 w 2160"/>
                              <a:gd name="T94" fmla="+- 0 1845 1816"/>
                              <a:gd name="T95" fmla="*/ 1845 h 1356"/>
                              <a:gd name="T96" fmla="+- 0 10723 8650"/>
                              <a:gd name="T97" fmla="*/ T96 w 2160"/>
                              <a:gd name="T98" fmla="+- 0 1850 1816"/>
                              <a:gd name="T99" fmla="*/ 1850 h 1356"/>
                              <a:gd name="T100" fmla="+- 0 8738 8650"/>
                              <a:gd name="T101" fmla="*/ T100 w 2160"/>
                              <a:gd name="T102" fmla="+- 0 1850 1816"/>
                              <a:gd name="T103" fmla="*/ 1850 h 1356"/>
                              <a:gd name="T104" fmla="+- 0 10766 8650"/>
                              <a:gd name="T105" fmla="*/ T104 w 2160"/>
                              <a:gd name="T106" fmla="+- 0 1891 1816"/>
                              <a:gd name="T107" fmla="*/ 1891 h 1356"/>
                              <a:gd name="T108" fmla="+- 0 10752 8650"/>
                              <a:gd name="T109" fmla="*/ T108 w 2160"/>
                              <a:gd name="T110" fmla="+- 0 1872 1816"/>
                              <a:gd name="T111" fmla="*/ 1872 h 1356"/>
                              <a:gd name="T112" fmla="+- 0 10735 8650"/>
                              <a:gd name="T113" fmla="*/ T112 w 2160"/>
                              <a:gd name="T114" fmla="+- 0 1857 1816"/>
                              <a:gd name="T115" fmla="*/ 1857 h 1356"/>
                              <a:gd name="T116" fmla="+- 0 10776 8650"/>
                              <a:gd name="T117" fmla="*/ T116 w 2160"/>
                              <a:gd name="T118" fmla="+- 0 1869 1816"/>
                              <a:gd name="T119" fmla="*/ 1869 h 1356"/>
                              <a:gd name="T120" fmla="+- 0 10803 8650"/>
                              <a:gd name="T121" fmla="*/ T120 w 2160"/>
                              <a:gd name="T122" fmla="+- 0 1922 1816"/>
                              <a:gd name="T123" fmla="*/ 1922 h 1356"/>
                              <a:gd name="T124" fmla="+- 0 8676 8650"/>
                              <a:gd name="T125" fmla="*/ T124 w 2160"/>
                              <a:gd name="T126" fmla="+- 0 1922 1816"/>
                              <a:gd name="T127" fmla="*/ 1922 h 1356"/>
                              <a:gd name="T128" fmla="+- 0 10783 8650"/>
                              <a:gd name="T129" fmla="*/ T128 w 2160"/>
                              <a:gd name="T130" fmla="+- 0 1922 1816"/>
                              <a:gd name="T131" fmla="*/ 1922 h 1356"/>
                              <a:gd name="T132" fmla="+- 0 10786 8650"/>
                              <a:gd name="T133" fmla="*/ T132 w 2160"/>
                              <a:gd name="T134" fmla="+- 0 1936 1816"/>
                              <a:gd name="T135" fmla="*/ 1936 h 1356"/>
                              <a:gd name="T136" fmla="+- 0 8673 8650"/>
                              <a:gd name="T137" fmla="*/ T136 w 2160"/>
                              <a:gd name="T138" fmla="+- 0 1936 1816"/>
                              <a:gd name="T139" fmla="*/ 1936 h 1356"/>
                              <a:gd name="T140" fmla="+- 0 10807 8650"/>
                              <a:gd name="T141" fmla="*/ T140 w 2160"/>
                              <a:gd name="T142" fmla="+- 0 1946 1816"/>
                              <a:gd name="T143" fmla="*/ 1946 h 1356"/>
                              <a:gd name="T144" fmla="+- 0 8671 8650"/>
                              <a:gd name="T145" fmla="*/ T144 w 2160"/>
                              <a:gd name="T146" fmla="+- 0 1946 1816"/>
                              <a:gd name="T147" fmla="*/ 1946 h 1356"/>
                              <a:gd name="T148" fmla="+- 0 10788 8650"/>
                              <a:gd name="T149" fmla="*/ T148 w 2160"/>
                              <a:gd name="T150" fmla="+- 0 3043 1816"/>
                              <a:gd name="T151" fmla="*/ 3043 h 1356"/>
                              <a:gd name="T152" fmla="+- 0 10810 8650"/>
                              <a:gd name="T153" fmla="*/ T152 w 2160"/>
                              <a:gd name="T154" fmla="+- 0 3028 1816"/>
                              <a:gd name="T155" fmla="*/ 3028 h 1356"/>
                              <a:gd name="T156" fmla="+- 0 8671 8650"/>
                              <a:gd name="T157" fmla="*/ T156 w 2160"/>
                              <a:gd name="T158" fmla="+- 0 3040 1816"/>
                              <a:gd name="T159" fmla="*/ 3040 h 1356"/>
                              <a:gd name="T160" fmla="+- 0 10788 8650"/>
                              <a:gd name="T161" fmla="*/ T160 w 2160"/>
                              <a:gd name="T162" fmla="+- 0 3040 1816"/>
                              <a:gd name="T163" fmla="*/ 3040 h 1356"/>
                              <a:gd name="T164" fmla="+- 0 8674 8650"/>
                              <a:gd name="T165" fmla="*/ T164 w 2160"/>
                              <a:gd name="T166" fmla="+- 0 3055 1816"/>
                              <a:gd name="T167" fmla="*/ 3055 h 1356"/>
                              <a:gd name="T168" fmla="+- 0 10803 8650"/>
                              <a:gd name="T169" fmla="*/ T168 w 2160"/>
                              <a:gd name="T170" fmla="+- 0 3067 1816"/>
                              <a:gd name="T171" fmla="*/ 3067 h 1356"/>
                              <a:gd name="T172" fmla="+- 0 10805 8650"/>
                              <a:gd name="T173" fmla="*/ T172 w 2160"/>
                              <a:gd name="T174" fmla="+- 0 3055 1816"/>
                              <a:gd name="T175" fmla="*/ 3055 h 1356"/>
                              <a:gd name="T176" fmla="+- 0 8676 8650"/>
                              <a:gd name="T177" fmla="*/ T176 w 2160"/>
                              <a:gd name="T178" fmla="+- 0 3064 1816"/>
                              <a:gd name="T179" fmla="*/ 3064 h 1356"/>
                              <a:gd name="T180" fmla="+- 0 10783 8650"/>
                              <a:gd name="T181" fmla="*/ T180 w 2160"/>
                              <a:gd name="T182" fmla="+- 0 3064 1816"/>
                              <a:gd name="T183" fmla="*/ 3064 h 1356"/>
                              <a:gd name="T184" fmla="+- 0 10800 8650"/>
                              <a:gd name="T185" fmla="*/ T184 w 2160"/>
                              <a:gd name="T186" fmla="+- 0 3079 1816"/>
                              <a:gd name="T187" fmla="*/ 3079 h 1356"/>
                              <a:gd name="T188" fmla="+- 0 8681 8650"/>
                              <a:gd name="T189" fmla="*/ T188 w 2160"/>
                              <a:gd name="T190" fmla="+- 0 3079 1816"/>
                              <a:gd name="T191" fmla="*/ 3079 h 1356"/>
                              <a:gd name="T192" fmla="+- 0 10733 8650"/>
                              <a:gd name="T193" fmla="*/ T192 w 2160"/>
                              <a:gd name="T194" fmla="+- 0 3132 1816"/>
                              <a:gd name="T195" fmla="*/ 3132 h 1356"/>
                              <a:gd name="T196" fmla="+- 0 10762 8650"/>
                              <a:gd name="T197" fmla="*/ T196 w 2160"/>
                              <a:gd name="T198" fmla="+- 0 3108 1816"/>
                              <a:gd name="T199" fmla="*/ 3108 h 1356"/>
                              <a:gd name="T200" fmla="+- 0 10774 8650"/>
                              <a:gd name="T201" fmla="*/ T200 w 2160"/>
                              <a:gd name="T202" fmla="+- 0 3088 1816"/>
                              <a:gd name="T203" fmla="*/ 3088 h 1356"/>
                              <a:gd name="T204" fmla="+- 0 10798 8650"/>
                              <a:gd name="T205" fmla="*/ T204 w 2160"/>
                              <a:gd name="T206" fmla="+- 0 3086 1816"/>
                              <a:gd name="T207" fmla="*/ 3086 h 1356"/>
                              <a:gd name="T208" fmla="+- 0 10757 8650"/>
                              <a:gd name="T209" fmla="*/ T208 w 2160"/>
                              <a:gd name="T210" fmla="+- 0 3139 1816"/>
                              <a:gd name="T211" fmla="*/ 3139 h 1356"/>
                              <a:gd name="T212" fmla="+- 0 8738 8650"/>
                              <a:gd name="T213" fmla="*/ T212 w 2160"/>
                              <a:gd name="T214" fmla="+- 0 3139 1816"/>
                              <a:gd name="T215" fmla="*/ 3139 h 1356"/>
                              <a:gd name="T216" fmla="+- 0 10723 8650"/>
                              <a:gd name="T217" fmla="*/ T216 w 2160"/>
                              <a:gd name="T218" fmla="+- 0 3136 1816"/>
                              <a:gd name="T219" fmla="*/ 3136 h 1356"/>
                              <a:gd name="T220" fmla="+- 0 8764 8650"/>
                              <a:gd name="T221" fmla="*/ T220 w 2160"/>
                              <a:gd name="T222" fmla="+- 0 3148 1816"/>
                              <a:gd name="T223" fmla="*/ 3148 h 1356"/>
                              <a:gd name="T224" fmla="+- 0 10737 8650"/>
                              <a:gd name="T225" fmla="*/ T224 w 2160"/>
                              <a:gd name="T226" fmla="+- 0 3153 1816"/>
                              <a:gd name="T227" fmla="*/ 3153 h 1356"/>
                              <a:gd name="T228" fmla="+- 0 10702 8650"/>
                              <a:gd name="T229" fmla="*/ T228 w 2160"/>
                              <a:gd name="T230" fmla="+- 0 3148 1816"/>
                              <a:gd name="T231" fmla="*/ 3148 h 1356"/>
                              <a:gd name="T232" fmla="+- 0 8782 8650"/>
                              <a:gd name="T233" fmla="*/ T232 w 2160"/>
                              <a:gd name="T234" fmla="+- 0 3153 1816"/>
                              <a:gd name="T235" fmla="*/ 3153 h 1356"/>
                              <a:gd name="T236" fmla="+- 0 10666 8650"/>
                              <a:gd name="T237" fmla="*/ T236 w 2160"/>
                              <a:gd name="T238" fmla="+- 0 3153 1816"/>
                              <a:gd name="T239" fmla="*/ 3153 h 13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2160" h="1356">
                                <a:moveTo>
                                  <a:pt x="2030" y="1356"/>
                                </a:moveTo>
                                <a:lnTo>
                                  <a:pt x="129" y="1356"/>
                                </a:lnTo>
                                <a:lnTo>
                                  <a:pt x="115" y="1354"/>
                                </a:lnTo>
                                <a:lnTo>
                                  <a:pt x="100" y="1349"/>
                                </a:lnTo>
                                <a:lnTo>
                                  <a:pt x="76" y="1340"/>
                                </a:lnTo>
                                <a:lnTo>
                                  <a:pt x="64" y="1332"/>
                                </a:lnTo>
                                <a:lnTo>
                                  <a:pt x="52" y="1323"/>
                                </a:lnTo>
                                <a:lnTo>
                                  <a:pt x="43" y="1316"/>
                                </a:lnTo>
                                <a:lnTo>
                                  <a:pt x="33" y="1304"/>
                                </a:lnTo>
                                <a:lnTo>
                                  <a:pt x="24" y="1294"/>
                                </a:lnTo>
                                <a:lnTo>
                                  <a:pt x="16" y="1282"/>
                                </a:lnTo>
                                <a:lnTo>
                                  <a:pt x="12" y="1270"/>
                                </a:lnTo>
                                <a:lnTo>
                                  <a:pt x="2" y="1241"/>
                                </a:lnTo>
                                <a:lnTo>
                                  <a:pt x="0" y="1227"/>
                                </a:lnTo>
                                <a:lnTo>
                                  <a:pt x="0" y="130"/>
                                </a:lnTo>
                                <a:lnTo>
                                  <a:pt x="2" y="116"/>
                                </a:lnTo>
                                <a:lnTo>
                                  <a:pt x="12" y="87"/>
                                </a:lnTo>
                                <a:lnTo>
                                  <a:pt x="16" y="75"/>
                                </a:lnTo>
                                <a:lnTo>
                                  <a:pt x="24" y="63"/>
                                </a:lnTo>
                                <a:lnTo>
                                  <a:pt x="33" y="53"/>
                                </a:lnTo>
                                <a:lnTo>
                                  <a:pt x="43" y="41"/>
                                </a:lnTo>
                                <a:lnTo>
                                  <a:pt x="52" y="34"/>
                                </a:lnTo>
                                <a:lnTo>
                                  <a:pt x="64" y="24"/>
                                </a:lnTo>
                                <a:lnTo>
                                  <a:pt x="76" y="17"/>
                                </a:lnTo>
                                <a:lnTo>
                                  <a:pt x="100" y="8"/>
                                </a:lnTo>
                                <a:lnTo>
                                  <a:pt x="115" y="3"/>
                                </a:lnTo>
                                <a:lnTo>
                                  <a:pt x="129" y="0"/>
                                </a:lnTo>
                                <a:lnTo>
                                  <a:pt x="2030" y="0"/>
                                </a:lnTo>
                                <a:lnTo>
                                  <a:pt x="2044" y="3"/>
                                </a:lnTo>
                                <a:lnTo>
                                  <a:pt x="2059" y="8"/>
                                </a:lnTo>
                                <a:lnTo>
                                  <a:pt x="2083" y="17"/>
                                </a:lnTo>
                                <a:lnTo>
                                  <a:pt x="2087" y="20"/>
                                </a:lnTo>
                                <a:lnTo>
                                  <a:pt x="132" y="20"/>
                                </a:lnTo>
                                <a:lnTo>
                                  <a:pt x="117" y="22"/>
                                </a:lnTo>
                                <a:lnTo>
                                  <a:pt x="120" y="22"/>
                                </a:lnTo>
                                <a:lnTo>
                                  <a:pt x="114" y="24"/>
                                </a:lnTo>
                                <a:lnTo>
                                  <a:pt x="108" y="24"/>
                                </a:lnTo>
                                <a:lnTo>
                                  <a:pt x="96" y="29"/>
                                </a:lnTo>
                                <a:lnTo>
                                  <a:pt x="88" y="34"/>
                                </a:lnTo>
                                <a:lnTo>
                                  <a:pt x="86" y="34"/>
                                </a:lnTo>
                                <a:lnTo>
                                  <a:pt x="74" y="41"/>
                                </a:lnTo>
                                <a:lnTo>
                                  <a:pt x="55" y="56"/>
                                </a:lnTo>
                                <a:lnTo>
                                  <a:pt x="57" y="56"/>
                                </a:lnTo>
                                <a:lnTo>
                                  <a:pt x="48" y="65"/>
                                </a:lnTo>
                                <a:lnTo>
                                  <a:pt x="40" y="75"/>
                                </a:lnTo>
                                <a:lnTo>
                                  <a:pt x="36" y="84"/>
                                </a:lnTo>
                                <a:lnTo>
                                  <a:pt x="28" y="96"/>
                                </a:lnTo>
                                <a:lnTo>
                                  <a:pt x="31" y="96"/>
                                </a:lnTo>
                                <a:lnTo>
                                  <a:pt x="27" y="106"/>
                                </a:lnTo>
                                <a:lnTo>
                                  <a:pt x="26" y="106"/>
                                </a:lnTo>
                                <a:lnTo>
                                  <a:pt x="21" y="120"/>
                                </a:lnTo>
                                <a:lnTo>
                                  <a:pt x="23" y="120"/>
                                </a:lnTo>
                                <a:lnTo>
                                  <a:pt x="22" y="130"/>
                                </a:lnTo>
                                <a:lnTo>
                                  <a:pt x="21" y="130"/>
                                </a:lnTo>
                                <a:lnTo>
                                  <a:pt x="19" y="144"/>
                                </a:lnTo>
                                <a:lnTo>
                                  <a:pt x="19" y="1212"/>
                                </a:lnTo>
                                <a:lnTo>
                                  <a:pt x="21" y="1227"/>
                                </a:lnTo>
                                <a:lnTo>
                                  <a:pt x="22" y="1227"/>
                                </a:lnTo>
                                <a:lnTo>
                                  <a:pt x="23" y="1236"/>
                                </a:lnTo>
                                <a:lnTo>
                                  <a:pt x="21" y="1236"/>
                                </a:lnTo>
                                <a:lnTo>
                                  <a:pt x="26" y="1251"/>
                                </a:lnTo>
                                <a:lnTo>
                                  <a:pt x="27" y="1251"/>
                                </a:lnTo>
                                <a:lnTo>
                                  <a:pt x="30" y="1260"/>
                                </a:lnTo>
                                <a:lnTo>
                                  <a:pt x="28" y="1260"/>
                                </a:lnTo>
                                <a:lnTo>
                                  <a:pt x="36" y="1272"/>
                                </a:lnTo>
                                <a:lnTo>
                                  <a:pt x="40" y="1282"/>
                                </a:lnTo>
                                <a:lnTo>
                                  <a:pt x="48" y="1292"/>
                                </a:lnTo>
                                <a:lnTo>
                                  <a:pt x="57" y="1301"/>
                                </a:lnTo>
                                <a:lnTo>
                                  <a:pt x="55" y="1301"/>
                                </a:lnTo>
                                <a:lnTo>
                                  <a:pt x="74" y="1316"/>
                                </a:lnTo>
                                <a:lnTo>
                                  <a:pt x="86" y="1323"/>
                                </a:lnTo>
                                <a:lnTo>
                                  <a:pt x="88" y="1323"/>
                                </a:lnTo>
                                <a:lnTo>
                                  <a:pt x="96" y="1328"/>
                                </a:lnTo>
                                <a:lnTo>
                                  <a:pt x="108" y="1332"/>
                                </a:lnTo>
                                <a:lnTo>
                                  <a:pt x="114" y="1332"/>
                                </a:lnTo>
                                <a:lnTo>
                                  <a:pt x="120" y="1335"/>
                                </a:lnTo>
                                <a:lnTo>
                                  <a:pt x="117" y="1335"/>
                                </a:lnTo>
                                <a:lnTo>
                                  <a:pt x="132" y="1337"/>
                                </a:lnTo>
                                <a:lnTo>
                                  <a:pt x="2087" y="1337"/>
                                </a:lnTo>
                                <a:lnTo>
                                  <a:pt x="2083" y="1340"/>
                                </a:lnTo>
                                <a:lnTo>
                                  <a:pt x="2059" y="1349"/>
                                </a:lnTo>
                                <a:lnTo>
                                  <a:pt x="2044" y="1354"/>
                                </a:lnTo>
                                <a:lnTo>
                                  <a:pt x="2030" y="1356"/>
                                </a:lnTo>
                                <a:close/>
                                <a:moveTo>
                                  <a:pt x="2052" y="27"/>
                                </a:moveTo>
                                <a:lnTo>
                                  <a:pt x="2040" y="22"/>
                                </a:lnTo>
                                <a:lnTo>
                                  <a:pt x="2028" y="20"/>
                                </a:lnTo>
                                <a:lnTo>
                                  <a:pt x="2087" y="20"/>
                                </a:lnTo>
                                <a:lnTo>
                                  <a:pt x="2095" y="24"/>
                                </a:lnTo>
                                <a:lnTo>
                                  <a:pt x="2052" y="24"/>
                                </a:lnTo>
                                <a:lnTo>
                                  <a:pt x="2052" y="27"/>
                                </a:lnTo>
                                <a:close/>
                                <a:moveTo>
                                  <a:pt x="108" y="27"/>
                                </a:moveTo>
                                <a:lnTo>
                                  <a:pt x="108" y="24"/>
                                </a:lnTo>
                                <a:lnTo>
                                  <a:pt x="114" y="24"/>
                                </a:lnTo>
                                <a:lnTo>
                                  <a:pt x="108" y="27"/>
                                </a:lnTo>
                                <a:close/>
                                <a:moveTo>
                                  <a:pt x="2073" y="36"/>
                                </a:moveTo>
                                <a:lnTo>
                                  <a:pt x="2064" y="29"/>
                                </a:lnTo>
                                <a:lnTo>
                                  <a:pt x="2052" y="24"/>
                                </a:lnTo>
                                <a:lnTo>
                                  <a:pt x="2095" y="24"/>
                                </a:lnTo>
                                <a:lnTo>
                                  <a:pt x="2107" y="34"/>
                                </a:lnTo>
                                <a:lnTo>
                                  <a:pt x="2073" y="34"/>
                                </a:lnTo>
                                <a:lnTo>
                                  <a:pt x="2073" y="36"/>
                                </a:lnTo>
                                <a:close/>
                                <a:moveTo>
                                  <a:pt x="84" y="36"/>
                                </a:moveTo>
                                <a:lnTo>
                                  <a:pt x="86" y="34"/>
                                </a:lnTo>
                                <a:lnTo>
                                  <a:pt x="88" y="34"/>
                                </a:lnTo>
                                <a:lnTo>
                                  <a:pt x="84" y="36"/>
                                </a:lnTo>
                                <a:close/>
                                <a:moveTo>
                                  <a:pt x="2133" y="108"/>
                                </a:moveTo>
                                <a:lnTo>
                                  <a:pt x="2124" y="84"/>
                                </a:lnTo>
                                <a:lnTo>
                                  <a:pt x="2116" y="75"/>
                                </a:lnTo>
                                <a:lnTo>
                                  <a:pt x="2119" y="75"/>
                                </a:lnTo>
                                <a:lnTo>
                                  <a:pt x="2109" y="65"/>
                                </a:lnTo>
                                <a:lnTo>
                                  <a:pt x="2112" y="65"/>
                                </a:lnTo>
                                <a:lnTo>
                                  <a:pt x="2102" y="56"/>
                                </a:lnTo>
                                <a:lnTo>
                                  <a:pt x="2092" y="48"/>
                                </a:lnTo>
                                <a:lnTo>
                                  <a:pt x="2095" y="48"/>
                                </a:lnTo>
                                <a:lnTo>
                                  <a:pt x="2083" y="41"/>
                                </a:lnTo>
                                <a:lnTo>
                                  <a:pt x="2085" y="41"/>
                                </a:lnTo>
                                <a:lnTo>
                                  <a:pt x="2073" y="34"/>
                                </a:lnTo>
                                <a:lnTo>
                                  <a:pt x="2107" y="34"/>
                                </a:lnTo>
                                <a:lnTo>
                                  <a:pt x="2116" y="41"/>
                                </a:lnTo>
                                <a:lnTo>
                                  <a:pt x="2126" y="53"/>
                                </a:lnTo>
                                <a:lnTo>
                                  <a:pt x="2133" y="63"/>
                                </a:lnTo>
                                <a:lnTo>
                                  <a:pt x="2148" y="87"/>
                                </a:lnTo>
                                <a:lnTo>
                                  <a:pt x="2152" y="101"/>
                                </a:lnTo>
                                <a:lnTo>
                                  <a:pt x="2153" y="106"/>
                                </a:lnTo>
                                <a:lnTo>
                                  <a:pt x="2133" y="106"/>
                                </a:lnTo>
                                <a:lnTo>
                                  <a:pt x="2133" y="108"/>
                                </a:lnTo>
                                <a:close/>
                                <a:moveTo>
                                  <a:pt x="26" y="108"/>
                                </a:moveTo>
                                <a:lnTo>
                                  <a:pt x="26" y="106"/>
                                </a:lnTo>
                                <a:lnTo>
                                  <a:pt x="27" y="106"/>
                                </a:lnTo>
                                <a:lnTo>
                                  <a:pt x="26" y="108"/>
                                </a:lnTo>
                                <a:close/>
                                <a:moveTo>
                                  <a:pt x="2136" y="120"/>
                                </a:moveTo>
                                <a:lnTo>
                                  <a:pt x="2133" y="106"/>
                                </a:lnTo>
                                <a:lnTo>
                                  <a:pt x="2153" y="106"/>
                                </a:lnTo>
                                <a:lnTo>
                                  <a:pt x="2155" y="118"/>
                                </a:lnTo>
                                <a:lnTo>
                                  <a:pt x="2136" y="118"/>
                                </a:lnTo>
                                <a:lnTo>
                                  <a:pt x="2136" y="120"/>
                                </a:lnTo>
                                <a:close/>
                                <a:moveTo>
                                  <a:pt x="23" y="120"/>
                                </a:moveTo>
                                <a:lnTo>
                                  <a:pt x="21" y="120"/>
                                </a:lnTo>
                                <a:lnTo>
                                  <a:pt x="24" y="118"/>
                                </a:lnTo>
                                <a:lnTo>
                                  <a:pt x="23" y="120"/>
                                </a:lnTo>
                                <a:close/>
                                <a:moveTo>
                                  <a:pt x="2138" y="132"/>
                                </a:moveTo>
                                <a:lnTo>
                                  <a:pt x="2136" y="118"/>
                                </a:lnTo>
                                <a:lnTo>
                                  <a:pt x="2155" y="118"/>
                                </a:lnTo>
                                <a:lnTo>
                                  <a:pt x="2157" y="130"/>
                                </a:lnTo>
                                <a:lnTo>
                                  <a:pt x="2138" y="130"/>
                                </a:lnTo>
                                <a:lnTo>
                                  <a:pt x="2138" y="132"/>
                                </a:lnTo>
                                <a:close/>
                                <a:moveTo>
                                  <a:pt x="21" y="132"/>
                                </a:moveTo>
                                <a:lnTo>
                                  <a:pt x="21" y="130"/>
                                </a:lnTo>
                                <a:lnTo>
                                  <a:pt x="22" y="130"/>
                                </a:lnTo>
                                <a:lnTo>
                                  <a:pt x="21" y="132"/>
                                </a:lnTo>
                                <a:close/>
                                <a:moveTo>
                                  <a:pt x="2157" y="1227"/>
                                </a:moveTo>
                                <a:lnTo>
                                  <a:pt x="2138" y="1227"/>
                                </a:lnTo>
                                <a:lnTo>
                                  <a:pt x="2138" y="130"/>
                                </a:lnTo>
                                <a:lnTo>
                                  <a:pt x="2157" y="130"/>
                                </a:lnTo>
                                <a:lnTo>
                                  <a:pt x="2160" y="144"/>
                                </a:lnTo>
                                <a:lnTo>
                                  <a:pt x="2160" y="1212"/>
                                </a:lnTo>
                                <a:lnTo>
                                  <a:pt x="2157" y="1227"/>
                                </a:lnTo>
                                <a:close/>
                                <a:moveTo>
                                  <a:pt x="22" y="1227"/>
                                </a:moveTo>
                                <a:lnTo>
                                  <a:pt x="21" y="1227"/>
                                </a:lnTo>
                                <a:lnTo>
                                  <a:pt x="21" y="1224"/>
                                </a:lnTo>
                                <a:lnTo>
                                  <a:pt x="22" y="1227"/>
                                </a:lnTo>
                                <a:close/>
                                <a:moveTo>
                                  <a:pt x="2155" y="1239"/>
                                </a:moveTo>
                                <a:lnTo>
                                  <a:pt x="2136" y="1239"/>
                                </a:lnTo>
                                <a:lnTo>
                                  <a:pt x="2138" y="1224"/>
                                </a:lnTo>
                                <a:lnTo>
                                  <a:pt x="2138" y="1227"/>
                                </a:lnTo>
                                <a:lnTo>
                                  <a:pt x="2157" y="1227"/>
                                </a:lnTo>
                                <a:lnTo>
                                  <a:pt x="2155" y="1239"/>
                                </a:lnTo>
                                <a:close/>
                                <a:moveTo>
                                  <a:pt x="24" y="1239"/>
                                </a:moveTo>
                                <a:lnTo>
                                  <a:pt x="21" y="1236"/>
                                </a:lnTo>
                                <a:lnTo>
                                  <a:pt x="23" y="1236"/>
                                </a:lnTo>
                                <a:lnTo>
                                  <a:pt x="24" y="1239"/>
                                </a:lnTo>
                                <a:close/>
                                <a:moveTo>
                                  <a:pt x="2153" y="1251"/>
                                </a:moveTo>
                                <a:lnTo>
                                  <a:pt x="2133" y="1251"/>
                                </a:lnTo>
                                <a:lnTo>
                                  <a:pt x="2136" y="1236"/>
                                </a:lnTo>
                                <a:lnTo>
                                  <a:pt x="2136" y="1239"/>
                                </a:lnTo>
                                <a:lnTo>
                                  <a:pt x="2155" y="1239"/>
                                </a:lnTo>
                                <a:lnTo>
                                  <a:pt x="2153" y="1251"/>
                                </a:lnTo>
                                <a:close/>
                                <a:moveTo>
                                  <a:pt x="27" y="1251"/>
                                </a:moveTo>
                                <a:lnTo>
                                  <a:pt x="26" y="1251"/>
                                </a:lnTo>
                                <a:lnTo>
                                  <a:pt x="26" y="1248"/>
                                </a:lnTo>
                                <a:lnTo>
                                  <a:pt x="27" y="1251"/>
                                </a:lnTo>
                                <a:close/>
                                <a:moveTo>
                                  <a:pt x="2150" y="1263"/>
                                </a:moveTo>
                                <a:lnTo>
                                  <a:pt x="2128" y="1263"/>
                                </a:lnTo>
                                <a:lnTo>
                                  <a:pt x="2133" y="1248"/>
                                </a:lnTo>
                                <a:lnTo>
                                  <a:pt x="2133" y="1251"/>
                                </a:lnTo>
                                <a:lnTo>
                                  <a:pt x="2153" y="1251"/>
                                </a:lnTo>
                                <a:lnTo>
                                  <a:pt x="2152" y="1256"/>
                                </a:lnTo>
                                <a:lnTo>
                                  <a:pt x="2150" y="1263"/>
                                </a:lnTo>
                                <a:close/>
                                <a:moveTo>
                                  <a:pt x="31" y="1263"/>
                                </a:moveTo>
                                <a:lnTo>
                                  <a:pt x="28" y="1260"/>
                                </a:lnTo>
                                <a:lnTo>
                                  <a:pt x="30" y="1260"/>
                                </a:lnTo>
                                <a:lnTo>
                                  <a:pt x="31" y="1263"/>
                                </a:lnTo>
                                <a:close/>
                                <a:moveTo>
                                  <a:pt x="2107" y="1323"/>
                                </a:moveTo>
                                <a:lnTo>
                                  <a:pt x="2073" y="1323"/>
                                </a:lnTo>
                                <a:lnTo>
                                  <a:pt x="2085" y="1316"/>
                                </a:lnTo>
                                <a:lnTo>
                                  <a:pt x="2083" y="1316"/>
                                </a:lnTo>
                                <a:lnTo>
                                  <a:pt x="2095" y="1308"/>
                                </a:lnTo>
                                <a:lnTo>
                                  <a:pt x="2092" y="1308"/>
                                </a:lnTo>
                                <a:lnTo>
                                  <a:pt x="2102" y="1301"/>
                                </a:lnTo>
                                <a:lnTo>
                                  <a:pt x="2112" y="1292"/>
                                </a:lnTo>
                                <a:lnTo>
                                  <a:pt x="2109" y="1292"/>
                                </a:lnTo>
                                <a:lnTo>
                                  <a:pt x="2119" y="1282"/>
                                </a:lnTo>
                                <a:lnTo>
                                  <a:pt x="2116" y="1282"/>
                                </a:lnTo>
                                <a:lnTo>
                                  <a:pt x="2124" y="1272"/>
                                </a:lnTo>
                                <a:lnTo>
                                  <a:pt x="2128" y="1260"/>
                                </a:lnTo>
                                <a:lnTo>
                                  <a:pt x="2128" y="1263"/>
                                </a:lnTo>
                                <a:lnTo>
                                  <a:pt x="2150" y="1263"/>
                                </a:lnTo>
                                <a:lnTo>
                                  <a:pt x="2148" y="1270"/>
                                </a:lnTo>
                                <a:lnTo>
                                  <a:pt x="2133" y="1294"/>
                                </a:lnTo>
                                <a:lnTo>
                                  <a:pt x="2126" y="1304"/>
                                </a:lnTo>
                                <a:lnTo>
                                  <a:pt x="2116" y="1316"/>
                                </a:lnTo>
                                <a:lnTo>
                                  <a:pt x="2107" y="1323"/>
                                </a:lnTo>
                                <a:close/>
                                <a:moveTo>
                                  <a:pt x="88" y="1323"/>
                                </a:moveTo>
                                <a:lnTo>
                                  <a:pt x="86" y="1323"/>
                                </a:lnTo>
                                <a:lnTo>
                                  <a:pt x="84" y="1320"/>
                                </a:lnTo>
                                <a:lnTo>
                                  <a:pt x="88" y="1323"/>
                                </a:lnTo>
                                <a:close/>
                                <a:moveTo>
                                  <a:pt x="2095" y="1332"/>
                                </a:moveTo>
                                <a:lnTo>
                                  <a:pt x="2052" y="1332"/>
                                </a:lnTo>
                                <a:lnTo>
                                  <a:pt x="2064" y="1328"/>
                                </a:lnTo>
                                <a:lnTo>
                                  <a:pt x="2073" y="1320"/>
                                </a:lnTo>
                                <a:lnTo>
                                  <a:pt x="2073" y="1323"/>
                                </a:lnTo>
                                <a:lnTo>
                                  <a:pt x="2107" y="1323"/>
                                </a:lnTo>
                                <a:lnTo>
                                  <a:pt x="2095" y="1332"/>
                                </a:lnTo>
                                <a:close/>
                                <a:moveTo>
                                  <a:pt x="114" y="1332"/>
                                </a:moveTo>
                                <a:lnTo>
                                  <a:pt x="108" y="1332"/>
                                </a:lnTo>
                                <a:lnTo>
                                  <a:pt x="108" y="1330"/>
                                </a:lnTo>
                                <a:lnTo>
                                  <a:pt x="114" y="1332"/>
                                </a:lnTo>
                                <a:close/>
                                <a:moveTo>
                                  <a:pt x="2087" y="1337"/>
                                </a:moveTo>
                                <a:lnTo>
                                  <a:pt x="2028" y="1337"/>
                                </a:lnTo>
                                <a:lnTo>
                                  <a:pt x="2040" y="1335"/>
                                </a:lnTo>
                                <a:lnTo>
                                  <a:pt x="2052" y="1330"/>
                                </a:lnTo>
                                <a:lnTo>
                                  <a:pt x="2052" y="1332"/>
                                </a:lnTo>
                                <a:lnTo>
                                  <a:pt x="2095" y="1332"/>
                                </a:lnTo>
                                <a:lnTo>
                                  <a:pt x="2087" y="1337"/>
                                </a:lnTo>
                                <a:close/>
                                <a:moveTo>
                                  <a:pt x="144" y="1337"/>
                                </a:moveTo>
                                <a:lnTo>
                                  <a:pt x="132" y="1337"/>
                                </a:lnTo>
                                <a:lnTo>
                                  <a:pt x="132" y="1335"/>
                                </a:lnTo>
                                <a:lnTo>
                                  <a:pt x="144" y="1337"/>
                                </a:lnTo>
                                <a:close/>
                                <a:moveTo>
                                  <a:pt x="2028" y="1337"/>
                                </a:moveTo>
                                <a:lnTo>
                                  <a:pt x="2016" y="1337"/>
                                </a:lnTo>
                                <a:lnTo>
                                  <a:pt x="2028" y="1335"/>
                                </a:lnTo>
                                <a:lnTo>
                                  <a:pt x="2028" y="1337"/>
                                </a:lnTo>
                                <a:close/>
                              </a:path>
                            </a:pathLst>
                          </a:custGeom>
                          <a:solidFill>
                            <a:srgbClr val="EC7C3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Line 52"/>
                        <wps:cNvCnPr>
                          <a:cxnSpLocks noChangeShapeType="1"/>
                        </wps:cNvCnPr>
                        <wps:spPr bwMode="auto">
                          <a:xfrm>
                            <a:off x="8393" y="1492"/>
                            <a:ext cx="0" cy="2664"/>
                          </a:xfrm>
                          <a:prstGeom prst="line">
                            <a:avLst/>
                          </a:prstGeom>
                          <a:noFill/>
                          <a:ln w="12192">
                            <a:solidFill>
                              <a:srgbClr val="BC6124"/>
                            </a:solidFill>
                            <a:prstDash val="solid"/>
                            <a:round/>
                            <a:headEnd/>
                            <a:tailEnd/>
                          </a:ln>
                          <a:extLst>
                            <a:ext uri="{909E8E84-426E-40DD-AFC4-6F175D3DCCD1}">
                              <a14:hiddenFill xmlns:a14="http://schemas.microsoft.com/office/drawing/2010/main">
                                <a:noFill/>
                              </a14:hiddenFill>
                            </a:ext>
                          </a:extLst>
                        </wps:spPr>
                        <wps:bodyPr/>
                      </wps:wsp>
                      <wps:wsp>
                        <wps:cNvPr id="74" name="Rectangle 51"/>
                        <wps:cNvSpPr>
                          <a:spLocks noChangeArrowheads="1"/>
                        </wps:cNvSpPr>
                        <wps:spPr bwMode="auto">
                          <a:xfrm>
                            <a:off x="8383" y="4156"/>
                            <a:ext cx="15" cy="10"/>
                          </a:xfrm>
                          <a:prstGeom prst="rect">
                            <a:avLst/>
                          </a:prstGeom>
                          <a:solidFill>
                            <a:srgbClr val="BC612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 name="Line 50"/>
                        <wps:cNvCnPr>
                          <a:cxnSpLocks noChangeShapeType="1"/>
                        </wps:cNvCnPr>
                        <wps:spPr bwMode="auto">
                          <a:xfrm>
                            <a:off x="8383" y="4171"/>
                            <a:ext cx="276" cy="0"/>
                          </a:xfrm>
                          <a:prstGeom prst="line">
                            <a:avLst/>
                          </a:prstGeom>
                          <a:noFill/>
                          <a:ln w="6350">
                            <a:solidFill>
                              <a:srgbClr val="BC6124"/>
                            </a:solidFill>
                            <a:prstDash val="solid"/>
                            <a:round/>
                            <a:headEnd/>
                            <a:tailEnd/>
                          </a:ln>
                          <a:extLst>
                            <a:ext uri="{909E8E84-426E-40DD-AFC4-6F175D3DCCD1}">
                              <a14:hiddenFill xmlns:a14="http://schemas.microsoft.com/office/drawing/2010/main">
                                <a:noFill/>
                              </a14:hiddenFill>
                            </a:ext>
                          </a:extLst>
                        </wps:spPr>
                        <wps:bodyPr/>
                      </wps:wsp>
                      <wps:wsp>
                        <wps:cNvPr id="76" name="Freeform 49"/>
                        <wps:cNvSpPr>
                          <a:spLocks/>
                        </wps:cNvSpPr>
                        <wps:spPr bwMode="auto">
                          <a:xfrm>
                            <a:off x="8392" y="4156"/>
                            <a:ext cx="10" cy="10"/>
                          </a:xfrm>
                          <a:custGeom>
                            <a:avLst/>
                            <a:gdLst>
                              <a:gd name="T0" fmla="+- 0 8402 8393"/>
                              <a:gd name="T1" fmla="*/ T0 w 10"/>
                              <a:gd name="T2" fmla="+- 0 4166 4156"/>
                              <a:gd name="T3" fmla="*/ 4166 h 10"/>
                              <a:gd name="T4" fmla="+- 0 8393 8393"/>
                              <a:gd name="T5" fmla="*/ T4 w 10"/>
                              <a:gd name="T6" fmla="+- 0 4156 4156"/>
                              <a:gd name="T7" fmla="*/ 4156 h 10"/>
                              <a:gd name="T8" fmla="+- 0 8402 8393"/>
                              <a:gd name="T9" fmla="*/ T8 w 10"/>
                              <a:gd name="T10" fmla="+- 0 4156 4156"/>
                              <a:gd name="T11" fmla="*/ 4156 h 10"/>
                              <a:gd name="T12" fmla="+- 0 8402 8393"/>
                              <a:gd name="T13" fmla="*/ T12 w 10"/>
                              <a:gd name="T14" fmla="+- 0 4166 4156"/>
                              <a:gd name="T15" fmla="*/ 4166 h 10"/>
                            </a:gdLst>
                            <a:ahLst/>
                            <a:cxnLst>
                              <a:cxn ang="0">
                                <a:pos x="T1" y="T3"/>
                              </a:cxn>
                              <a:cxn ang="0">
                                <a:pos x="T5" y="T7"/>
                              </a:cxn>
                              <a:cxn ang="0">
                                <a:pos x="T9" y="T11"/>
                              </a:cxn>
                              <a:cxn ang="0">
                                <a:pos x="T13" y="T15"/>
                              </a:cxn>
                            </a:cxnLst>
                            <a:rect l="0" t="0" r="r" b="b"/>
                            <a:pathLst>
                              <a:path w="10" h="10">
                                <a:moveTo>
                                  <a:pt x="9" y="10"/>
                                </a:moveTo>
                                <a:lnTo>
                                  <a:pt x="0" y="0"/>
                                </a:lnTo>
                                <a:lnTo>
                                  <a:pt x="9" y="0"/>
                                </a:lnTo>
                                <a:lnTo>
                                  <a:pt x="9" y="10"/>
                                </a:lnTo>
                                <a:close/>
                              </a:path>
                            </a:pathLst>
                          </a:custGeom>
                          <a:solidFill>
                            <a:srgbClr val="BC61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Line 48"/>
                        <wps:cNvCnPr>
                          <a:cxnSpLocks noChangeShapeType="1"/>
                        </wps:cNvCnPr>
                        <wps:spPr bwMode="auto">
                          <a:xfrm>
                            <a:off x="8402" y="4161"/>
                            <a:ext cx="257" cy="0"/>
                          </a:xfrm>
                          <a:prstGeom prst="line">
                            <a:avLst/>
                          </a:prstGeom>
                          <a:noFill/>
                          <a:ln w="6096">
                            <a:solidFill>
                              <a:srgbClr val="BC6124"/>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8" name="Picture 4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8654" y="3491"/>
                            <a:ext cx="2146" cy="13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9" name="AutoShape 46"/>
                        <wps:cNvSpPr>
                          <a:spLocks/>
                        </wps:cNvSpPr>
                        <wps:spPr bwMode="auto">
                          <a:xfrm>
                            <a:off x="8649" y="3486"/>
                            <a:ext cx="2160" cy="1356"/>
                          </a:xfrm>
                          <a:custGeom>
                            <a:avLst/>
                            <a:gdLst>
                              <a:gd name="T0" fmla="+- 0 8750 8650"/>
                              <a:gd name="T1" fmla="*/ T0 w 2160"/>
                              <a:gd name="T2" fmla="+- 0 4838 3487"/>
                              <a:gd name="T3" fmla="*/ 4838 h 1356"/>
                              <a:gd name="T4" fmla="+- 0 8683 8650"/>
                              <a:gd name="T5" fmla="*/ T4 w 2160"/>
                              <a:gd name="T6" fmla="+- 0 4792 3487"/>
                              <a:gd name="T7" fmla="*/ 4792 h 1356"/>
                              <a:gd name="T8" fmla="+- 0 8662 8650"/>
                              <a:gd name="T9" fmla="*/ T8 w 2160"/>
                              <a:gd name="T10" fmla="+- 0 4756 3487"/>
                              <a:gd name="T11" fmla="*/ 4756 h 1356"/>
                              <a:gd name="T12" fmla="+- 0 8650 8650"/>
                              <a:gd name="T13" fmla="*/ T12 w 2160"/>
                              <a:gd name="T14" fmla="+- 0 3616 3487"/>
                              <a:gd name="T15" fmla="*/ 3616 h 1356"/>
                              <a:gd name="T16" fmla="+- 0 8662 8650"/>
                              <a:gd name="T17" fmla="*/ T16 w 2160"/>
                              <a:gd name="T18" fmla="+- 0 3576 3487"/>
                              <a:gd name="T19" fmla="*/ 3576 h 1356"/>
                              <a:gd name="T20" fmla="+- 0 8702 8650"/>
                              <a:gd name="T21" fmla="*/ T20 w 2160"/>
                              <a:gd name="T22" fmla="+- 0 3520 3487"/>
                              <a:gd name="T23" fmla="*/ 3520 h 1356"/>
                              <a:gd name="T24" fmla="+- 0 8750 8650"/>
                              <a:gd name="T25" fmla="*/ T24 w 2160"/>
                              <a:gd name="T26" fmla="+- 0 3494 3487"/>
                              <a:gd name="T27" fmla="*/ 3494 h 1356"/>
                              <a:gd name="T28" fmla="+- 0 10680 8650"/>
                              <a:gd name="T29" fmla="*/ T28 w 2160"/>
                              <a:gd name="T30" fmla="+- 0 3487 3487"/>
                              <a:gd name="T31" fmla="*/ 3487 h 1356"/>
                              <a:gd name="T32" fmla="+- 0 10733 8650"/>
                              <a:gd name="T33" fmla="*/ T32 w 2160"/>
                              <a:gd name="T34" fmla="+- 0 3504 3487"/>
                              <a:gd name="T35" fmla="*/ 3504 h 1356"/>
                              <a:gd name="T36" fmla="+- 0 8782 8650"/>
                              <a:gd name="T37" fmla="*/ T36 w 2160"/>
                              <a:gd name="T38" fmla="+- 0 3508 3487"/>
                              <a:gd name="T39" fmla="*/ 3508 h 1356"/>
                              <a:gd name="T40" fmla="+- 0 8746 8650"/>
                              <a:gd name="T41" fmla="*/ T40 w 2160"/>
                              <a:gd name="T42" fmla="+- 0 3516 3487"/>
                              <a:gd name="T43" fmla="*/ 3516 h 1356"/>
                              <a:gd name="T44" fmla="+- 0 8724 8650"/>
                              <a:gd name="T45" fmla="*/ T44 w 2160"/>
                              <a:gd name="T46" fmla="+- 0 3528 3487"/>
                              <a:gd name="T47" fmla="*/ 3528 h 1356"/>
                              <a:gd name="T48" fmla="+- 0 8690 8650"/>
                              <a:gd name="T49" fmla="*/ T48 w 2160"/>
                              <a:gd name="T50" fmla="+- 0 3561 3487"/>
                              <a:gd name="T51" fmla="*/ 3561 h 1356"/>
                              <a:gd name="T52" fmla="+- 0 8681 8650"/>
                              <a:gd name="T53" fmla="*/ T52 w 2160"/>
                              <a:gd name="T54" fmla="+- 0 3583 3487"/>
                              <a:gd name="T55" fmla="*/ 3583 h 1356"/>
                              <a:gd name="T56" fmla="+- 0 8671 8650"/>
                              <a:gd name="T57" fmla="*/ T56 w 2160"/>
                              <a:gd name="T58" fmla="+- 0 3607 3487"/>
                              <a:gd name="T59" fmla="*/ 3607 h 1356"/>
                              <a:gd name="T60" fmla="+- 0 8671 8650"/>
                              <a:gd name="T61" fmla="*/ T60 w 2160"/>
                              <a:gd name="T62" fmla="+- 0 3616 3487"/>
                              <a:gd name="T63" fmla="*/ 3616 h 1356"/>
                              <a:gd name="T64" fmla="+- 0 8671 8650"/>
                              <a:gd name="T65" fmla="*/ T64 w 2160"/>
                              <a:gd name="T66" fmla="+- 0 4713 3487"/>
                              <a:gd name="T67" fmla="*/ 4713 h 1356"/>
                              <a:gd name="T68" fmla="+- 0 8680 8650"/>
                              <a:gd name="T69" fmla="*/ T68 w 2160"/>
                              <a:gd name="T70" fmla="+- 0 4747 3487"/>
                              <a:gd name="T71" fmla="*/ 4747 h 1356"/>
                              <a:gd name="T72" fmla="+- 0 8690 8650"/>
                              <a:gd name="T73" fmla="*/ T72 w 2160"/>
                              <a:gd name="T74" fmla="+- 0 4768 3487"/>
                              <a:gd name="T75" fmla="*/ 4768 h 1356"/>
                              <a:gd name="T76" fmla="+- 0 8705 8650"/>
                              <a:gd name="T77" fmla="*/ T76 w 2160"/>
                              <a:gd name="T78" fmla="+- 0 4788 3487"/>
                              <a:gd name="T79" fmla="*/ 4788 h 1356"/>
                              <a:gd name="T80" fmla="+- 0 8734 8650"/>
                              <a:gd name="T81" fmla="*/ T80 w 2160"/>
                              <a:gd name="T82" fmla="+- 0 4809 3487"/>
                              <a:gd name="T83" fmla="*/ 4809 h 1356"/>
                              <a:gd name="T84" fmla="+- 0 8767 8650"/>
                              <a:gd name="T85" fmla="*/ T84 w 2160"/>
                              <a:gd name="T86" fmla="+- 0 4821 3487"/>
                              <a:gd name="T87" fmla="*/ 4821 h 1356"/>
                              <a:gd name="T88" fmla="+- 0 10721 8650"/>
                              <a:gd name="T89" fmla="*/ T88 w 2160"/>
                              <a:gd name="T90" fmla="+- 0 4833 3487"/>
                              <a:gd name="T91" fmla="*/ 4833 h 1356"/>
                              <a:gd name="T92" fmla="+- 0 10723 8650"/>
                              <a:gd name="T93" fmla="*/ T92 w 2160"/>
                              <a:gd name="T94" fmla="+- 0 3523 3487"/>
                              <a:gd name="T95" fmla="*/ 3523 h 1356"/>
                              <a:gd name="T96" fmla="+- 0 10690 8650"/>
                              <a:gd name="T97" fmla="*/ T96 w 2160"/>
                              <a:gd name="T98" fmla="+- 0 3508 3487"/>
                              <a:gd name="T99" fmla="*/ 3508 h 1356"/>
                              <a:gd name="T100" fmla="+- 0 10737 8650"/>
                              <a:gd name="T101" fmla="*/ T100 w 2160"/>
                              <a:gd name="T102" fmla="+- 0 3506 3487"/>
                              <a:gd name="T103" fmla="*/ 3506 h 1356"/>
                              <a:gd name="T104" fmla="+- 0 10723 8650"/>
                              <a:gd name="T105" fmla="*/ T104 w 2160"/>
                              <a:gd name="T106" fmla="+- 0 3520 3487"/>
                              <a:gd name="T107" fmla="*/ 3520 h 1356"/>
                              <a:gd name="T108" fmla="+- 0 10742 8650"/>
                              <a:gd name="T109" fmla="*/ T108 w 2160"/>
                              <a:gd name="T110" fmla="+- 0 3535 3487"/>
                              <a:gd name="T111" fmla="*/ 3535 h 1356"/>
                              <a:gd name="T112" fmla="+- 0 10735 8650"/>
                              <a:gd name="T113" fmla="*/ T112 w 2160"/>
                              <a:gd name="T114" fmla="+- 0 3528 3487"/>
                              <a:gd name="T115" fmla="*/ 3528 h 1356"/>
                              <a:gd name="T116" fmla="+- 0 10776 8650"/>
                              <a:gd name="T117" fmla="*/ T116 w 2160"/>
                              <a:gd name="T118" fmla="+- 0 3540 3487"/>
                              <a:gd name="T119" fmla="*/ 3540 h 1356"/>
                              <a:gd name="T120" fmla="+- 0 10752 8650"/>
                              <a:gd name="T121" fmla="*/ T120 w 2160"/>
                              <a:gd name="T122" fmla="+- 0 3544 3487"/>
                              <a:gd name="T123" fmla="*/ 3544 h 1356"/>
                              <a:gd name="T124" fmla="+- 0 10766 8650"/>
                              <a:gd name="T125" fmla="*/ T124 w 2160"/>
                              <a:gd name="T126" fmla="+- 0 3561 3487"/>
                              <a:gd name="T127" fmla="*/ 3561 h 1356"/>
                              <a:gd name="T128" fmla="+- 0 10762 8650"/>
                              <a:gd name="T129" fmla="*/ T128 w 2160"/>
                              <a:gd name="T130" fmla="+- 0 3552 3487"/>
                              <a:gd name="T131" fmla="*/ 3552 h 1356"/>
                              <a:gd name="T132" fmla="+- 0 10783 8650"/>
                              <a:gd name="T133" fmla="*/ T132 w 2160"/>
                              <a:gd name="T134" fmla="+- 0 3549 3487"/>
                              <a:gd name="T135" fmla="*/ 3549 h 1356"/>
                              <a:gd name="T136" fmla="+- 0 10802 8650"/>
                              <a:gd name="T137" fmla="*/ T136 w 2160"/>
                              <a:gd name="T138" fmla="+- 0 3588 3487"/>
                              <a:gd name="T139" fmla="*/ 3588 h 1356"/>
                              <a:gd name="T140" fmla="+- 0 10783 8650"/>
                              <a:gd name="T141" fmla="*/ T140 w 2160"/>
                              <a:gd name="T142" fmla="+- 0 3595 3487"/>
                              <a:gd name="T143" fmla="*/ 3595 h 1356"/>
                              <a:gd name="T144" fmla="+- 0 8677 8650"/>
                              <a:gd name="T145" fmla="*/ T144 w 2160"/>
                              <a:gd name="T146" fmla="+- 0 3592 3487"/>
                              <a:gd name="T147" fmla="*/ 3592 h 1356"/>
                              <a:gd name="T148" fmla="+- 0 10783 8650"/>
                              <a:gd name="T149" fmla="*/ T148 w 2160"/>
                              <a:gd name="T150" fmla="+- 0 3592 3487"/>
                              <a:gd name="T151" fmla="*/ 3592 h 1356"/>
                              <a:gd name="T152" fmla="+- 0 10786 8650"/>
                              <a:gd name="T153" fmla="*/ T152 w 2160"/>
                              <a:gd name="T154" fmla="+- 0 3604 3487"/>
                              <a:gd name="T155" fmla="*/ 3604 h 1356"/>
                              <a:gd name="T156" fmla="+- 0 8671 8650"/>
                              <a:gd name="T157" fmla="*/ T156 w 2160"/>
                              <a:gd name="T158" fmla="+- 0 3607 3487"/>
                              <a:gd name="T159" fmla="*/ 3607 h 1356"/>
                              <a:gd name="T160" fmla="+- 0 10788 8650"/>
                              <a:gd name="T161" fmla="*/ T160 w 2160"/>
                              <a:gd name="T162" fmla="+- 0 3619 3487"/>
                              <a:gd name="T163" fmla="*/ 3619 h 1356"/>
                              <a:gd name="T164" fmla="+- 0 10807 8650"/>
                              <a:gd name="T165" fmla="*/ T164 w 2160"/>
                              <a:gd name="T166" fmla="+- 0 3616 3487"/>
                              <a:gd name="T167" fmla="*/ 3616 h 1356"/>
                              <a:gd name="T168" fmla="+- 0 8671 8650"/>
                              <a:gd name="T169" fmla="*/ T168 w 2160"/>
                              <a:gd name="T170" fmla="+- 0 3619 3487"/>
                              <a:gd name="T171" fmla="*/ 3619 h 1356"/>
                              <a:gd name="T172" fmla="+- 0 8671 8650"/>
                              <a:gd name="T173" fmla="*/ T172 w 2160"/>
                              <a:gd name="T174" fmla="+- 0 3619 3487"/>
                              <a:gd name="T175" fmla="*/ 3619 h 1356"/>
                              <a:gd name="T176" fmla="+- 0 10783 8650"/>
                              <a:gd name="T177" fmla="*/ T176 w 2160"/>
                              <a:gd name="T178" fmla="+- 0 4737 3487"/>
                              <a:gd name="T179" fmla="*/ 4737 h 1356"/>
                              <a:gd name="T180" fmla="+- 0 10807 8650"/>
                              <a:gd name="T181" fmla="*/ T180 w 2160"/>
                              <a:gd name="T182" fmla="+- 0 3616 3487"/>
                              <a:gd name="T183" fmla="*/ 3616 h 1356"/>
                              <a:gd name="T184" fmla="+- 0 10807 8650"/>
                              <a:gd name="T185" fmla="*/ T184 w 2160"/>
                              <a:gd name="T186" fmla="+- 0 4716 3487"/>
                              <a:gd name="T187" fmla="*/ 4716 h 1356"/>
                              <a:gd name="T188" fmla="+- 0 10800 8650"/>
                              <a:gd name="T189" fmla="*/ T188 w 2160"/>
                              <a:gd name="T190" fmla="+- 0 4749 3487"/>
                              <a:gd name="T191" fmla="*/ 4749 h 1356"/>
                              <a:gd name="T192" fmla="+- 0 8680 8650"/>
                              <a:gd name="T193" fmla="*/ T192 w 2160"/>
                              <a:gd name="T194" fmla="+- 0 4747 3487"/>
                              <a:gd name="T195" fmla="*/ 4747 h 1356"/>
                              <a:gd name="T196" fmla="+- 0 10678 8650"/>
                              <a:gd name="T197" fmla="*/ T196 w 2160"/>
                              <a:gd name="T198" fmla="+- 0 4824 3487"/>
                              <a:gd name="T199" fmla="*/ 4824 h 1356"/>
                              <a:gd name="T200" fmla="+- 0 10723 8650"/>
                              <a:gd name="T201" fmla="*/ T200 w 2160"/>
                              <a:gd name="T202" fmla="+- 0 4809 3487"/>
                              <a:gd name="T203" fmla="*/ 4809 h 1356"/>
                              <a:gd name="T204" fmla="+- 0 10745 8650"/>
                              <a:gd name="T205" fmla="*/ T204 w 2160"/>
                              <a:gd name="T206" fmla="+- 0 4795 3487"/>
                              <a:gd name="T207" fmla="*/ 4795 h 1356"/>
                              <a:gd name="T208" fmla="+- 0 10762 8650"/>
                              <a:gd name="T209" fmla="*/ T208 w 2160"/>
                              <a:gd name="T210" fmla="+- 0 4778 3487"/>
                              <a:gd name="T211" fmla="*/ 4778 h 1356"/>
                              <a:gd name="T212" fmla="+- 0 10766 8650"/>
                              <a:gd name="T213" fmla="*/ T212 w 2160"/>
                              <a:gd name="T214" fmla="+- 0 4768 3487"/>
                              <a:gd name="T215" fmla="*/ 4768 h 1356"/>
                              <a:gd name="T216" fmla="+- 0 10778 8650"/>
                              <a:gd name="T217" fmla="*/ T216 w 2160"/>
                              <a:gd name="T218" fmla="+- 0 4749 3487"/>
                              <a:gd name="T219" fmla="*/ 4749 h 1356"/>
                              <a:gd name="T220" fmla="+- 0 10776 8650"/>
                              <a:gd name="T221" fmla="*/ T220 w 2160"/>
                              <a:gd name="T222" fmla="+- 0 4792 3487"/>
                              <a:gd name="T223" fmla="*/ 4792 h 13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2160" h="1356">
                                <a:moveTo>
                                  <a:pt x="2030" y="1356"/>
                                </a:moveTo>
                                <a:lnTo>
                                  <a:pt x="129" y="1356"/>
                                </a:lnTo>
                                <a:lnTo>
                                  <a:pt x="100" y="1351"/>
                                </a:lnTo>
                                <a:lnTo>
                                  <a:pt x="88" y="1346"/>
                                </a:lnTo>
                                <a:lnTo>
                                  <a:pt x="52" y="1325"/>
                                </a:lnTo>
                                <a:lnTo>
                                  <a:pt x="33" y="1305"/>
                                </a:lnTo>
                                <a:lnTo>
                                  <a:pt x="24" y="1293"/>
                                </a:lnTo>
                                <a:lnTo>
                                  <a:pt x="16" y="1281"/>
                                </a:lnTo>
                                <a:lnTo>
                                  <a:pt x="12" y="1269"/>
                                </a:lnTo>
                                <a:lnTo>
                                  <a:pt x="2" y="1241"/>
                                </a:lnTo>
                                <a:lnTo>
                                  <a:pt x="0" y="1229"/>
                                </a:lnTo>
                                <a:lnTo>
                                  <a:pt x="0" y="129"/>
                                </a:lnTo>
                                <a:lnTo>
                                  <a:pt x="2" y="115"/>
                                </a:lnTo>
                                <a:lnTo>
                                  <a:pt x="7" y="101"/>
                                </a:lnTo>
                                <a:lnTo>
                                  <a:pt x="12" y="89"/>
                                </a:lnTo>
                                <a:lnTo>
                                  <a:pt x="16" y="74"/>
                                </a:lnTo>
                                <a:lnTo>
                                  <a:pt x="24" y="62"/>
                                </a:lnTo>
                                <a:lnTo>
                                  <a:pt x="52" y="33"/>
                                </a:lnTo>
                                <a:lnTo>
                                  <a:pt x="64" y="24"/>
                                </a:lnTo>
                                <a:lnTo>
                                  <a:pt x="76" y="17"/>
                                </a:lnTo>
                                <a:lnTo>
                                  <a:pt x="100" y="7"/>
                                </a:lnTo>
                                <a:lnTo>
                                  <a:pt x="115" y="2"/>
                                </a:lnTo>
                                <a:lnTo>
                                  <a:pt x="129" y="0"/>
                                </a:lnTo>
                                <a:lnTo>
                                  <a:pt x="2030" y="0"/>
                                </a:lnTo>
                                <a:lnTo>
                                  <a:pt x="2044" y="2"/>
                                </a:lnTo>
                                <a:lnTo>
                                  <a:pt x="2059" y="7"/>
                                </a:lnTo>
                                <a:lnTo>
                                  <a:pt x="2083" y="17"/>
                                </a:lnTo>
                                <a:lnTo>
                                  <a:pt x="2087" y="19"/>
                                </a:lnTo>
                                <a:lnTo>
                                  <a:pt x="144" y="19"/>
                                </a:lnTo>
                                <a:lnTo>
                                  <a:pt x="132" y="21"/>
                                </a:lnTo>
                                <a:lnTo>
                                  <a:pt x="120" y="21"/>
                                </a:lnTo>
                                <a:lnTo>
                                  <a:pt x="108" y="26"/>
                                </a:lnTo>
                                <a:lnTo>
                                  <a:pt x="96" y="29"/>
                                </a:lnTo>
                                <a:lnTo>
                                  <a:pt x="84" y="36"/>
                                </a:lnTo>
                                <a:lnTo>
                                  <a:pt x="86" y="36"/>
                                </a:lnTo>
                                <a:lnTo>
                                  <a:pt x="74" y="41"/>
                                </a:lnTo>
                                <a:lnTo>
                                  <a:pt x="64" y="48"/>
                                </a:lnTo>
                                <a:lnTo>
                                  <a:pt x="48" y="65"/>
                                </a:lnTo>
                                <a:lnTo>
                                  <a:pt x="40" y="74"/>
                                </a:lnTo>
                                <a:lnTo>
                                  <a:pt x="36" y="84"/>
                                </a:lnTo>
                                <a:lnTo>
                                  <a:pt x="28" y="96"/>
                                </a:lnTo>
                                <a:lnTo>
                                  <a:pt x="31" y="96"/>
                                </a:lnTo>
                                <a:lnTo>
                                  <a:pt x="27" y="105"/>
                                </a:lnTo>
                                <a:lnTo>
                                  <a:pt x="26" y="105"/>
                                </a:lnTo>
                                <a:lnTo>
                                  <a:pt x="21" y="120"/>
                                </a:lnTo>
                                <a:lnTo>
                                  <a:pt x="23" y="120"/>
                                </a:lnTo>
                                <a:lnTo>
                                  <a:pt x="22" y="129"/>
                                </a:lnTo>
                                <a:lnTo>
                                  <a:pt x="21" y="129"/>
                                </a:lnTo>
                                <a:lnTo>
                                  <a:pt x="19" y="144"/>
                                </a:lnTo>
                                <a:lnTo>
                                  <a:pt x="19" y="1212"/>
                                </a:lnTo>
                                <a:lnTo>
                                  <a:pt x="21" y="1226"/>
                                </a:lnTo>
                                <a:lnTo>
                                  <a:pt x="24" y="1238"/>
                                </a:lnTo>
                                <a:lnTo>
                                  <a:pt x="21" y="1238"/>
                                </a:lnTo>
                                <a:lnTo>
                                  <a:pt x="30" y="1260"/>
                                </a:lnTo>
                                <a:lnTo>
                                  <a:pt x="28" y="1260"/>
                                </a:lnTo>
                                <a:lnTo>
                                  <a:pt x="36" y="1272"/>
                                </a:lnTo>
                                <a:lnTo>
                                  <a:pt x="40" y="1281"/>
                                </a:lnTo>
                                <a:lnTo>
                                  <a:pt x="48" y="1291"/>
                                </a:lnTo>
                                <a:lnTo>
                                  <a:pt x="57" y="1301"/>
                                </a:lnTo>
                                <a:lnTo>
                                  <a:pt x="55" y="1301"/>
                                </a:lnTo>
                                <a:lnTo>
                                  <a:pt x="74" y="1315"/>
                                </a:lnTo>
                                <a:lnTo>
                                  <a:pt x="86" y="1322"/>
                                </a:lnTo>
                                <a:lnTo>
                                  <a:pt x="84" y="1322"/>
                                </a:lnTo>
                                <a:lnTo>
                                  <a:pt x="108" y="1332"/>
                                </a:lnTo>
                                <a:lnTo>
                                  <a:pt x="120" y="1334"/>
                                </a:lnTo>
                                <a:lnTo>
                                  <a:pt x="117" y="1334"/>
                                </a:lnTo>
                                <a:lnTo>
                                  <a:pt x="132" y="1337"/>
                                </a:lnTo>
                                <a:lnTo>
                                  <a:pt x="2087" y="1337"/>
                                </a:lnTo>
                                <a:lnTo>
                                  <a:pt x="2071" y="1346"/>
                                </a:lnTo>
                                <a:lnTo>
                                  <a:pt x="2059" y="1351"/>
                                </a:lnTo>
                                <a:lnTo>
                                  <a:pt x="2030" y="1356"/>
                                </a:lnTo>
                                <a:close/>
                                <a:moveTo>
                                  <a:pt x="2073" y="36"/>
                                </a:moveTo>
                                <a:lnTo>
                                  <a:pt x="2064" y="29"/>
                                </a:lnTo>
                                <a:lnTo>
                                  <a:pt x="2052" y="26"/>
                                </a:lnTo>
                                <a:lnTo>
                                  <a:pt x="2040" y="21"/>
                                </a:lnTo>
                                <a:lnTo>
                                  <a:pt x="2028" y="21"/>
                                </a:lnTo>
                                <a:lnTo>
                                  <a:pt x="2016" y="19"/>
                                </a:lnTo>
                                <a:lnTo>
                                  <a:pt x="2087" y="19"/>
                                </a:lnTo>
                                <a:lnTo>
                                  <a:pt x="2095" y="24"/>
                                </a:lnTo>
                                <a:lnTo>
                                  <a:pt x="2107" y="33"/>
                                </a:lnTo>
                                <a:lnTo>
                                  <a:pt x="2073" y="33"/>
                                </a:lnTo>
                                <a:lnTo>
                                  <a:pt x="2073" y="36"/>
                                </a:lnTo>
                                <a:close/>
                                <a:moveTo>
                                  <a:pt x="2102" y="57"/>
                                </a:moveTo>
                                <a:lnTo>
                                  <a:pt x="2092" y="48"/>
                                </a:lnTo>
                                <a:lnTo>
                                  <a:pt x="2095" y="48"/>
                                </a:lnTo>
                                <a:lnTo>
                                  <a:pt x="2083" y="41"/>
                                </a:lnTo>
                                <a:lnTo>
                                  <a:pt x="2085" y="41"/>
                                </a:lnTo>
                                <a:lnTo>
                                  <a:pt x="2073" y="33"/>
                                </a:lnTo>
                                <a:lnTo>
                                  <a:pt x="2107" y="33"/>
                                </a:lnTo>
                                <a:lnTo>
                                  <a:pt x="2126" y="53"/>
                                </a:lnTo>
                                <a:lnTo>
                                  <a:pt x="2128" y="55"/>
                                </a:lnTo>
                                <a:lnTo>
                                  <a:pt x="2102" y="55"/>
                                </a:lnTo>
                                <a:lnTo>
                                  <a:pt x="2102" y="57"/>
                                </a:lnTo>
                                <a:close/>
                                <a:moveTo>
                                  <a:pt x="2133" y="108"/>
                                </a:moveTo>
                                <a:lnTo>
                                  <a:pt x="2124" y="84"/>
                                </a:lnTo>
                                <a:lnTo>
                                  <a:pt x="2116" y="74"/>
                                </a:lnTo>
                                <a:lnTo>
                                  <a:pt x="2119" y="74"/>
                                </a:lnTo>
                                <a:lnTo>
                                  <a:pt x="2109" y="65"/>
                                </a:lnTo>
                                <a:lnTo>
                                  <a:pt x="2112" y="65"/>
                                </a:lnTo>
                                <a:lnTo>
                                  <a:pt x="2102" y="55"/>
                                </a:lnTo>
                                <a:lnTo>
                                  <a:pt x="2128" y="55"/>
                                </a:lnTo>
                                <a:lnTo>
                                  <a:pt x="2133" y="62"/>
                                </a:lnTo>
                                <a:lnTo>
                                  <a:pt x="2140" y="74"/>
                                </a:lnTo>
                                <a:lnTo>
                                  <a:pt x="2148" y="89"/>
                                </a:lnTo>
                                <a:lnTo>
                                  <a:pt x="2152" y="101"/>
                                </a:lnTo>
                                <a:lnTo>
                                  <a:pt x="2153" y="105"/>
                                </a:lnTo>
                                <a:lnTo>
                                  <a:pt x="2133" y="105"/>
                                </a:lnTo>
                                <a:lnTo>
                                  <a:pt x="2133" y="108"/>
                                </a:lnTo>
                                <a:close/>
                                <a:moveTo>
                                  <a:pt x="26" y="108"/>
                                </a:moveTo>
                                <a:lnTo>
                                  <a:pt x="26" y="105"/>
                                </a:lnTo>
                                <a:lnTo>
                                  <a:pt x="27" y="105"/>
                                </a:lnTo>
                                <a:lnTo>
                                  <a:pt x="26" y="108"/>
                                </a:lnTo>
                                <a:close/>
                                <a:moveTo>
                                  <a:pt x="2136" y="120"/>
                                </a:moveTo>
                                <a:lnTo>
                                  <a:pt x="2133" y="105"/>
                                </a:lnTo>
                                <a:lnTo>
                                  <a:pt x="2153" y="105"/>
                                </a:lnTo>
                                <a:lnTo>
                                  <a:pt x="2155" y="117"/>
                                </a:lnTo>
                                <a:lnTo>
                                  <a:pt x="2136" y="117"/>
                                </a:lnTo>
                                <a:lnTo>
                                  <a:pt x="2136" y="120"/>
                                </a:lnTo>
                                <a:close/>
                                <a:moveTo>
                                  <a:pt x="23" y="120"/>
                                </a:moveTo>
                                <a:lnTo>
                                  <a:pt x="21" y="120"/>
                                </a:lnTo>
                                <a:lnTo>
                                  <a:pt x="24" y="117"/>
                                </a:lnTo>
                                <a:lnTo>
                                  <a:pt x="23" y="120"/>
                                </a:lnTo>
                                <a:close/>
                                <a:moveTo>
                                  <a:pt x="2138" y="132"/>
                                </a:moveTo>
                                <a:lnTo>
                                  <a:pt x="2136" y="117"/>
                                </a:lnTo>
                                <a:lnTo>
                                  <a:pt x="2155" y="117"/>
                                </a:lnTo>
                                <a:lnTo>
                                  <a:pt x="2157" y="129"/>
                                </a:lnTo>
                                <a:lnTo>
                                  <a:pt x="2138" y="129"/>
                                </a:lnTo>
                                <a:lnTo>
                                  <a:pt x="2138" y="132"/>
                                </a:lnTo>
                                <a:close/>
                                <a:moveTo>
                                  <a:pt x="21" y="132"/>
                                </a:moveTo>
                                <a:lnTo>
                                  <a:pt x="21" y="129"/>
                                </a:lnTo>
                                <a:lnTo>
                                  <a:pt x="22" y="129"/>
                                </a:lnTo>
                                <a:lnTo>
                                  <a:pt x="21" y="132"/>
                                </a:lnTo>
                                <a:close/>
                                <a:moveTo>
                                  <a:pt x="2150" y="1262"/>
                                </a:moveTo>
                                <a:lnTo>
                                  <a:pt x="2128" y="1262"/>
                                </a:lnTo>
                                <a:lnTo>
                                  <a:pt x="2133" y="1250"/>
                                </a:lnTo>
                                <a:lnTo>
                                  <a:pt x="2138" y="1226"/>
                                </a:lnTo>
                                <a:lnTo>
                                  <a:pt x="2138" y="129"/>
                                </a:lnTo>
                                <a:lnTo>
                                  <a:pt x="2157" y="129"/>
                                </a:lnTo>
                                <a:lnTo>
                                  <a:pt x="2160" y="144"/>
                                </a:lnTo>
                                <a:lnTo>
                                  <a:pt x="2160" y="1214"/>
                                </a:lnTo>
                                <a:lnTo>
                                  <a:pt x="2157" y="1229"/>
                                </a:lnTo>
                                <a:lnTo>
                                  <a:pt x="2155" y="1241"/>
                                </a:lnTo>
                                <a:lnTo>
                                  <a:pt x="2152" y="1255"/>
                                </a:lnTo>
                                <a:lnTo>
                                  <a:pt x="2150" y="1262"/>
                                </a:lnTo>
                                <a:close/>
                                <a:moveTo>
                                  <a:pt x="31" y="1262"/>
                                </a:moveTo>
                                <a:lnTo>
                                  <a:pt x="28" y="1260"/>
                                </a:lnTo>
                                <a:lnTo>
                                  <a:pt x="30" y="1260"/>
                                </a:lnTo>
                                <a:lnTo>
                                  <a:pt x="31" y="1262"/>
                                </a:lnTo>
                                <a:close/>
                                <a:moveTo>
                                  <a:pt x="2087" y="1337"/>
                                </a:moveTo>
                                <a:lnTo>
                                  <a:pt x="2028" y="1337"/>
                                </a:lnTo>
                                <a:lnTo>
                                  <a:pt x="2052" y="1332"/>
                                </a:lnTo>
                                <a:lnTo>
                                  <a:pt x="2064" y="1327"/>
                                </a:lnTo>
                                <a:lnTo>
                                  <a:pt x="2073" y="1322"/>
                                </a:lnTo>
                                <a:lnTo>
                                  <a:pt x="2085" y="1315"/>
                                </a:lnTo>
                                <a:lnTo>
                                  <a:pt x="2083" y="1315"/>
                                </a:lnTo>
                                <a:lnTo>
                                  <a:pt x="2095" y="1308"/>
                                </a:lnTo>
                                <a:lnTo>
                                  <a:pt x="2092" y="1308"/>
                                </a:lnTo>
                                <a:lnTo>
                                  <a:pt x="2102" y="1301"/>
                                </a:lnTo>
                                <a:lnTo>
                                  <a:pt x="2112" y="1291"/>
                                </a:lnTo>
                                <a:lnTo>
                                  <a:pt x="2109" y="1291"/>
                                </a:lnTo>
                                <a:lnTo>
                                  <a:pt x="2119" y="1281"/>
                                </a:lnTo>
                                <a:lnTo>
                                  <a:pt x="2116" y="1281"/>
                                </a:lnTo>
                                <a:lnTo>
                                  <a:pt x="2124" y="1272"/>
                                </a:lnTo>
                                <a:lnTo>
                                  <a:pt x="2128" y="1260"/>
                                </a:lnTo>
                                <a:lnTo>
                                  <a:pt x="2128" y="1262"/>
                                </a:lnTo>
                                <a:lnTo>
                                  <a:pt x="2150" y="1262"/>
                                </a:lnTo>
                                <a:lnTo>
                                  <a:pt x="2148" y="1269"/>
                                </a:lnTo>
                                <a:lnTo>
                                  <a:pt x="2126" y="1305"/>
                                </a:lnTo>
                                <a:lnTo>
                                  <a:pt x="2107" y="1325"/>
                                </a:lnTo>
                                <a:lnTo>
                                  <a:pt x="2087" y="1337"/>
                                </a:lnTo>
                                <a:close/>
                              </a:path>
                            </a:pathLst>
                          </a:custGeom>
                          <a:solidFill>
                            <a:srgbClr val="EC7C3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Text Box 45"/>
                        <wps:cNvSpPr txBox="1">
                          <a:spLocks noChangeArrowheads="1"/>
                        </wps:cNvSpPr>
                        <wps:spPr bwMode="auto">
                          <a:xfrm>
                            <a:off x="8327" y="541"/>
                            <a:ext cx="2290" cy="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6B40A" w14:textId="77777777" w:rsidR="006B79D5" w:rsidRDefault="00EE4DE8">
                              <w:pPr>
                                <w:spacing w:line="172" w:lineRule="exact"/>
                                <w:ind w:left="2"/>
                                <w:rPr>
                                  <w:sz w:val="18"/>
                                </w:rPr>
                              </w:pPr>
                              <w:r>
                                <w:rPr>
                                  <w:sz w:val="18"/>
                                </w:rPr>
                                <w:t>Injury is not serious and is</w:t>
                              </w:r>
                              <w:r>
                                <w:rPr>
                                  <w:spacing w:val="-4"/>
                                  <w:sz w:val="18"/>
                                </w:rPr>
                                <w:t xml:space="preserve"> </w:t>
                              </w:r>
                              <w:proofErr w:type="gramStart"/>
                              <w:r>
                                <w:rPr>
                                  <w:sz w:val="18"/>
                                </w:rPr>
                                <w:t>NOT</w:t>
                              </w:r>
                              <w:proofErr w:type="gramEnd"/>
                            </w:p>
                            <w:p w14:paraId="74B5B35B" w14:textId="77777777" w:rsidR="006B79D5" w:rsidRDefault="00EE4DE8">
                              <w:pPr>
                                <w:spacing w:before="5" w:line="216" w:lineRule="auto"/>
                                <w:ind w:right="10" w:firstLine="52"/>
                                <w:rPr>
                                  <w:sz w:val="18"/>
                                </w:rPr>
                              </w:pPr>
                              <w:r>
                                <w:rPr>
                                  <w:sz w:val="18"/>
                                </w:rPr>
                                <w:t>during normal business hours (evenings, weekends,</w:t>
                              </w:r>
                              <w:r>
                                <w:rPr>
                                  <w:spacing w:val="-10"/>
                                  <w:sz w:val="18"/>
                                </w:rPr>
                                <w:t xml:space="preserve"> </w:t>
                              </w:r>
                              <w:r>
                                <w:rPr>
                                  <w:sz w:val="18"/>
                                </w:rPr>
                                <w:t>holidays)</w:t>
                              </w:r>
                            </w:p>
                          </w:txbxContent>
                        </wps:txbx>
                        <wps:bodyPr rot="0" vert="horz" wrap="square" lIns="0" tIns="0" rIns="0" bIns="0" anchor="t" anchorCtr="0" upright="1">
                          <a:noAutofit/>
                        </wps:bodyPr>
                      </wps:wsp>
                      <wps:wsp>
                        <wps:cNvPr id="81" name="Text Box 44"/>
                        <wps:cNvSpPr txBox="1">
                          <a:spLocks noChangeArrowheads="1"/>
                        </wps:cNvSpPr>
                        <wps:spPr bwMode="auto">
                          <a:xfrm>
                            <a:off x="8997" y="2211"/>
                            <a:ext cx="1480" cy="5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8DCEB7" w14:textId="77777777" w:rsidR="006B79D5" w:rsidRDefault="00EE4DE8">
                              <w:pPr>
                                <w:spacing w:line="173" w:lineRule="exact"/>
                                <w:ind w:left="14"/>
                                <w:rPr>
                                  <w:sz w:val="18"/>
                                </w:rPr>
                              </w:pPr>
                              <w:r>
                                <w:rPr>
                                  <w:sz w:val="18"/>
                                </w:rPr>
                                <w:t xml:space="preserve">Employee is sent </w:t>
                              </w:r>
                              <w:proofErr w:type="gramStart"/>
                              <w:r>
                                <w:rPr>
                                  <w:sz w:val="18"/>
                                </w:rPr>
                                <w:t>to</w:t>
                              </w:r>
                              <w:proofErr w:type="gramEnd"/>
                            </w:p>
                            <w:p w14:paraId="33400B89" w14:textId="77777777" w:rsidR="006B79D5" w:rsidRDefault="00EE4DE8">
                              <w:pPr>
                                <w:tabs>
                                  <w:tab w:val="left" w:pos="1245"/>
                                </w:tabs>
                                <w:spacing w:before="7" w:line="216" w:lineRule="auto"/>
                                <w:ind w:left="343" w:right="18" w:hanging="344"/>
                                <w:rPr>
                                  <w:sz w:val="18"/>
                                </w:rPr>
                              </w:pPr>
                              <w:r>
                                <w:rPr>
                                  <w:rFonts w:ascii="Times New Roman"/>
                                  <w:sz w:val="18"/>
                                  <w:u w:val="single"/>
                                </w:rPr>
                                <w:t xml:space="preserve"> </w:t>
                              </w:r>
                              <w:r>
                                <w:rPr>
                                  <w:rFonts w:ascii="Times New Roman"/>
                                  <w:sz w:val="18"/>
                                  <w:u w:val="single"/>
                                </w:rPr>
                                <w:tab/>
                              </w:r>
                              <w:r>
                                <w:rPr>
                                  <w:rFonts w:ascii="Times New Roman"/>
                                  <w:sz w:val="18"/>
                                  <w:u w:val="single"/>
                                </w:rPr>
                                <w:tab/>
                              </w:r>
                              <w:r>
                                <w:rPr>
                                  <w:spacing w:val="-6"/>
                                  <w:sz w:val="18"/>
                                </w:rPr>
                                <w:t xml:space="preserve">for </w:t>
                              </w:r>
                              <w:r>
                                <w:rPr>
                                  <w:sz w:val="18"/>
                                </w:rPr>
                                <w:t>Treatment</w:t>
                              </w:r>
                            </w:p>
                          </w:txbxContent>
                        </wps:txbx>
                        <wps:bodyPr rot="0" vert="horz" wrap="square" lIns="0" tIns="0" rIns="0" bIns="0" anchor="t" anchorCtr="0" upright="1">
                          <a:noAutofit/>
                        </wps:bodyPr>
                      </wps:wsp>
                      <wps:wsp>
                        <wps:cNvPr id="82" name="Text Box 43"/>
                        <wps:cNvSpPr txBox="1">
                          <a:spLocks noChangeArrowheads="1"/>
                        </wps:cNvSpPr>
                        <wps:spPr bwMode="auto">
                          <a:xfrm>
                            <a:off x="8790" y="3682"/>
                            <a:ext cx="1892" cy="9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4ABC0" w14:textId="77777777" w:rsidR="006B79D5" w:rsidRDefault="00EE4DE8">
                              <w:pPr>
                                <w:spacing w:line="173" w:lineRule="exact"/>
                                <w:ind w:left="176" w:right="189"/>
                                <w:jc w:val="center"/>
                                <w:rPr>
                                  <w:sz w:val="18"/>
                                </w:rPr>
                              </w:pPr>
                              <w:r>
                                <w:rPr>
                                  <w:sz w:val="18"/>
                                </w:rPr>
                                <w:t xml:space="preserve">Employee may </w:t>
                              </w:r>
                              <w:proofErr w:type="gramStart"/>
                              <w:r>
                                <w:rPr>
                                  <w:sz w:val="18"/>
                                </w:rPr>
                                <w:t>drive</w:t>
                              </w:r>
                              <w:proofErr w:type="gramEnd"/>
                            </w:p>
                            <w:p w14:paraId="395DABC8" w14:textId="77777777" w:rsidR="006B79D5" w:rsidRDefault="00EE4DE8">
                              <w:pPr>
                                <w:spacing w:before="7" w:line="216" w:lineRule="auto"/>
                                <w:ind w:left="-1" w:right="18" w:firstLine="4"/>
                                <w:jc w:val="center"/>
                                <w:rPr>
                                  <w:sz w:val="18"/>
                                </w:rPr>
                              </w:pPr>
                              <w:r>
                                <w:rPr>
                                  <w:sz w:val="18"/>
                                </w:rPr>
                                <w:t>themselves or be transported by a supervisor, depending upon the extent of injury.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F981A5" id="Group 42" o:spid="_x0000_s1076" style="position:absolute;margin-left:405.7pt;margin-top:7.3pt;width:134.8pt;height:234.85pt;z-index:-251593728;mso-wrap-distance-left:0;mso-wrap-distance-right:0;mso-position-horizontal-relative:page" coordorigin="8114,146" coordsize="2696,469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">
                <v:shape id="AutoShape 56" o:spid="_x0000_s1077" style="position:absolute;left:8114;top:146;width:2696;height:1356;visibility:visible;mso-wrap-style:square;v-text-anchor:top" coordsize="2696,1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" path="m2566,1356r-2436,l116,1354r-12,-5l89,1344r-12,-5l65,1332,53,1322,34,1303r-7,-9l20,1282r-8,-15l8,1255,,1212,,144,8,101,12,86,34,50,53,31,89,10,104,5,116,2,130,,2566,r29,5l2607,10r16,9l132,19r-24,5l96,29r-9,5l75,41r2,l65,48r3,l58,55,48,65r3,l41,74r3,l36,84,33,94r-1,l27,106r-3,12l22,130r,1096l24,1238r1,l27,1250r1,l36,1272r8,10l41,1282r10,9l48,1291r10,10l60,1301r8,7l65,1308r12,7l75,1315r12,5l96,1327r12,3l120,1334r12,l147,1337r2476,l2619,1339r-24,10l2580,1354r-14,2xm2664,96r-4,-12l2652,74r3,l2645,65r3,l2638,55r-10,-7l2631,48r-12,-7l2621,41r-12,-7l2600,29r-12,-5l2564,19r59,l2643,31r19,19l2684,86r2,8l2664,94r,2xm32,96r,-2l33,94r-1,2xm2674,132r-2,-14l2669,106r-5,-12l2686,94r2,7l2693,130r-19,l2674,132xm22,132r,-2l22,132xm2693,1226r-19,l2674,130r19,l2696,144r,1068l2693,1226xm22,1226r,l22,1224r,2xm2691,1238r-19,l2674,1224r,2l2693,1226r-2,12xm25,1238r-1,l24,1236r1,2xm2689,1250r-20,l2672,1236r,2l2691,1238r-2,12xm28,1250r-1,l27,1248r1,2xm2664,1301r-26,l2648,1291r-3,l2655,1282r-3,l2660,1272r9,-24l2669,1250r20,l2688,1255r-4,12l2676,1282r-7,12l2664,1301xm60,1301r-2,l58,1298r2,3xm2623,1337r-71,l2564,1334r12,l2588,1330r12,-3l2609,1320r12,-5l2619,1315r12,-7l2628,1308r10,-10l2638,1301r26,l2662,1303r-19,19l2631,1332r-8,5xe" fillcolor="#d6702b" stroked="f">
                  <v:path arrowok="t" o:connecttype="custom" o:connectlocs="116,1500;77,1485;34,1449;12,1413;0,290;34,196;104,151;2566,146;2623,165;96,175;77,187;58,201;41,220;33,240;24,264;22,1372;25,1384;36,1418;51,1437;60,1447;77,1461;96,1473;132,1480;2619,1485;2566,1502;2652,220;2648,211;2631,194;2609,180;2564,165;2662,196;2664,240;32,240;2674,278;2664,240;2693,276;22,278;22,278;2674,276;2696,1358;22,1372;2691,1384;2674,1372;25,1384;25,1384;2672,1382;2689,1396;27,1394;2638,1447;2655,1428;2669,1394;2688,1401;2669,1440;58,1447;2623,1483;2576,1480;2609,1466;2631,1454;2638,1447;2643,1468" o:connectangles="0,0,0,0,0,0,0,0,0,0,0,0,0,0,0,0,0,0,0,0,0,0,0,0,0,0,0,0,0,0,0,0,0,0,0,0,0,0,0,0,0,0,0,0,0,0,0,0,0,0,0,0,0,0,0,0,0,0,0,0"/>
                </v:shape>
                <v:shape id="AutoShape 55" o:spid="_x0000_s1078" style="position:absolute;left:8383;top:1492;width:276;height:1013;visibility:visible;mso-wrap-style:square;v-text-anchor:top" coordsize="276,1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" path="m276,1013l,1013,,,19,r,992l10,992r9,12l276,1004r,9xm19,1004l10,992r9,l19,1004xm276,1004r-257,l19,992r257,l276,1004xe" fillcolor="#bc6124" stroked="f">
                  <v:path arrowok="t" o:connecttype="custom" o:connectlocs="276,2505;0,2505;0,1492;19,1492;19,2484;10,2484;19,2496;276,2496;276,2505;19,2496;10,2484;19,2484;19,2496;276,2496;19,2496;19,2484;276,2484;276,2496" o:connectangles="0,0,0,0,0,0,0,0,0,0,0,0,0,0,0,0,0,0"/>
                </v:shape>
                <v:shape id="Picture 54" o:spid="_x0000_s1079" type="#_x0000_t75" style="position:absolute;left:8654;top:1821;width:2146;height:1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">
                  <v:imagedata r:id="rId41" o:title=""/>
                </v:shape>
                <v:shape id="AutoShape 53" o:spid="_x0000_s1080" style="position:absolute;left:8649;top:1816;width:2160;height:1356;visibility:visible;mso-wrap-style:square;v-text-anchor:top" coordsize="2160,1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" path="m2030,1356r-1901,l115,1354r-15,-5l76,1340r-12,-8l52,1323r-9,-7l33,1304r-9,-10l16,1282r-4,-12l2,1241,,1227,,130,2,116,12,87,16,75,24,63,33,53,43,41r9,-7l64,24,76,17,100,8,115,3,129,,2030,r14,3l2059,8r24,9l2087,20,132,20r-15,2l120,22r-6,2l108,24,96,29r-8,5l86,34,74,41,55,56r2,l48,65,40,75r-4,9l28,96r3,l27,106r-1,l21,120r2,l22,130r-1,l19,144r,1068l21,1227r1,l23,1236r-2,l26,1251r1,l30,1260r-2,l36,1272r4,10l48,1292r9,9l55,1301r19,15l86,1323r2,l96,1328r12,4l114,1332r6,3l117,1335r15,2l2087,1337r-4,3l2059,1349r-15,5l2030,1356xm2052,27r-12,-5l2028,20r59,l2095,24r-43,l2052,27xm108,27r,-3l114,24r-6,3xm2073,36r-9,-7l2052,24r43,l2107,34r-34,l2073,36xm84,36r2,-2l88,34r-4,2xm2133,108r-9,-24l2116,75r3,l2109,65r3,l2102,56r-10,-8l2095,48r-12,-7l2085,41r-12,-7l2107,34r9,7l2126,53r7,10l2148,87r4,14l2153,106r-20,l2133,108xm26,108r,-2l27,106r-1,2xm2136,120r-3,-14l2153,106r2,12l2136,118r,2xm23,120r-2,l24,118r-1,2xm2138,132r-2,-14l2155,118r2,12l2138,130r,2xm21,132r,-2l22,130r-1,2xm2157,1227r-19,l2138,130r19,l2160,144r,1068l2157,1227xm22,1227r-1,l21,1224r1,3xm2155,1239r-19,l2138,1224r,3l2157,1227r-2,12xm24,1239r-3,-3l23,1236r1,3xm2153,1251r-20,l2136,1236r,3l2155,1239r-2,12xm27,1251r-1,l26,1248r1,3xm2150,1263r-22,l2133,1248r,3l2153,1251r-1,5l2150,1263xm31,1263r-3,-3l30,1260r1,3xm2107,1323r-34,l2085,1316r-2,l2095,1308r-3,l2102,1301r10,-9l2109,1292r10,-10l2116,1282r8,-10l2128,1260r,3l2150,1263r-2,7l2133,1294r-7,10l2116,1316r-9,7xm88,1323r-2,l84,1320r4,3xm2095,1332r-43,l2064,1328r9,-8l2073,1323r34,l2095,1332xm114,1332r-6,l108,1330r6,2xm2087,1337r-59,l2040,1335r12,-5l2052,1332r43,l2087,1337xm144,1337r-12,l132,1335r12,2xm2028,1337r-12,l2028,1335r,2xe" fillcolor="#ec7c30" stroked="f">
                  <v:path arrowok="t" o:connecttype="custom" o:connectlocs="100,3165;43,3132;12,3086;2,1932;33,1869;76,1833;2030,1816;2087,1836;114,1840;86,1850;48,1881;31,1912;23,1936;19,3028;21,3052;28,3076;57,3117;88,3139;120,3151;2083,3156;2052,1843;2095,1840;108,1840;2064,1845;2073,1850;88,1850;2116,1891;2102,1872;2085,1857;2126,1869;2153,1922;26,1922;2133,1922;2136,1936;23,1936;2157,1946;21,1946;2138,3043;2160,3028;21,3040;2138,3040;24,3055;2153,3067;2155,3055;26,3064;2133,3064;2150,3079;31,3079;2083,3132;2112,3108;2124,3088;2148,3086;2107,3139;88,3139;2073,3136;114,3148;2087,3153;2052,3148;132,3153;2016,3153" o:connectangles="0,0,0,0,0,0,0,0,0,0,0,0,0,0,0,0,0,0,0,0,0,0,0,0,0,0,0,0,0,0,0,0,0,0,0,0,0,0,0,0,0,0,0,0,0,0,0,0,0,0,0,0,0,0,0,0,0,0,0,0"/>
                </v:shape>
                <v:line id="Line 52" o:spid="_x0000_s1081" style="position:absolute;visibility:visible;mso-wrap-style:square" from="8393,1492" to="8393,4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" strokecolor="#bc6124" strokeweight=".96pt"/>
                <v:rect id="Rectangle 51" o:spid="_x0000_s1082" style="position:absolute;left:8383;top:4156;width:1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" fillcolor="#bc6124" stroked="f"/>
                <v:line id="Line 50" o:spid="_x0000_s1083" style="position:absolute;visibility:visible;mso-wrap-style:square" from="8383,4171" to="8659,4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" strokecolor="#bc6124" strokeweight=".5pt"/>
                <v:shape id="Freeform 49" o:spid="_x0000_s1084" style="position:absolute;left:8392;top:4156;width:10;height:10;visibility:visible;mso-wrap-style:square;v-text-anchor:top" coordsize="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" path="m9,10l,,9,r,10xe" fillcolor="#bc6124" stroked="f">
                  <v:path arrowok="t" o:connecttype="custom" o:connectlocs="9,4166;0,4156;9,4156;9,4166" o:connectangles="0,0,0,0"/>
                </v:shape>
                <v:line id="Line 48" o:spid="_x0000_s1085" style="position:absolute;visibility:visible;mso-wrap-style:square" from="8402,4161" to="8659,4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" strokecolor="#bc6124" strokeweight=".48pt"/>
                <v:shape id="Picture 47" o:spid="_x0000_s1086" type="#_x0000_t75" style="position:absolute;left:8654;top:3491;width:2146;height:1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">
                  <v:imagedata r:id="rId42" o:title=""/>
                </v:shape>
                <v:shape id="AutoShape 46" o:spid="_x0000_s1087" style="position:absolute;left:8649;top:3486;width:2160;height:1356;visibility:visible;mso-wrap-style:square;v-text-anchor:top" coordsize="2160,1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" path="m2030,1356r-1901,l100,1351r-12,-5l52,1325,33,1305r-9,-12l16,1281r-4,-12l2,1241,,1229,,129,2,115,7,101,12,89,16,74,24,62,52,33,64,24,76,17,100,7,115,2,129,,2030,r14,2l2059,7r24,10l2087,19,144,19r-12,2l120,21r-12,5l96,29,84,36r2,l74,41,64,48,48,65r-8,9l36,84,28,96r3,l27,105r-1,l21,120r2,l22,129r-1,l19,144r,1068l21,1226r3,12l21,1238r9,22l28,1260r8,12l40,1281r8,10l57,1301r-2,l74,1315r12,7l84,1322r24,10l120,1334r-3,l132,1337r1955,l2071,1346r-12,5l2030,1356xm2073,36r-9,-7l2052,26r-12,-5l2028,21r-12,-2l2087,19r8,5l2107,33r-34,l2073,36xm2102,57r-10,-9l2095,48r-12,-7l2085,41r-12,-8l2107,33r19,20l2128,55r-26,l2102,57xm2133,108r-9,-24l2116,74r3,l2109,65r3,l2102,55r26,l2133,62r7,12l2148,89r4,12l2153,105r-20,l2133,108xm26,108r,-3l27,105r-1,3xm2136,120r-3,-15l2153,105r2,12l2136,117r,3xm23,120r-2,l24,117r-1,3xm2138,132r-2,-15l2155,117r2,12l2138,129r,3xm21,132r,-3l22,129r-1,3xm2150,1262r-22,l2133,1250r5,-24l2138,129r19,l2160,144r,1070l2157,1229r-2,12l2152,1255r-2,7xm31,1262r-3,-2l30,1260r1,2xm2087,1337r-59,l2052,1332r12,-5l2073,1322r12,-7l2083,1315r12,-7l2092,1308r10,-7l2112,1291r-3,l2119,1281r-3,l2124,1272r4,-12l2128,1262r22,l2148,1269r-22,36l2107,1325r-20,12xe" fillcolor="#ec7c30" stroked="f">
                  <v:path arrowok="t" o:connecttype="custom" o:connectlocs="100,4838;33,4792;12,4756;0,3616;12,3576;52,3520;100,3494;2030,3487;2083,3504;132,3508;96,3516;74,3528;40,3561;31,3583;21,3607;21,3616;21,4713;30,4747;40,4768;55,4788;84,4809;117,4821;2071,4833;2073,3523;2040,3508;2087,3506;2073,3520;2092,3535;2085,3528;2126,3540;2102,3544;2116,3561;2112,3552;2133,3549;2152,3588;2133,3595;27,3592;2133,3592;2136,3604;21,3607;2138,3619;2157,3616;21,3619;21,3619;2133,4737;2157,3616;2157,4716;2150,4749;30,4747;2028,4824;2073,4809;2095,4795;2112,4778;2116,4768;2128,4749;2126,4792" o:connectangles="0,0,0,0,0,0,0,0,0,0,0,0,0,0,0,0,0,0,0,0,0,0,0,0,0,0,0,0,0,0,0,0,0,0,0,0,0,0,0,0,0,0,0,0,0,0,0,0,0,0,0,0,0,0,0,0"/>
                </v:shape>
                <v:shape id="Text Box 45" o:spid="_x0000_s1088" type="#_x0000_t202" style="position:absolute;left:8327;top:541;width:2290;height: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" filled="f" stroked="f">
                  <v:textbox inset="0,0,0,0">
                    <w:txbxContent>
                      <w:p w14:paraId="3286B40A" w14:textId="77777777" w:rsidR="006B79D5" w:rsidRDefault="00EE4DE8">
                        <w:pPr>
                          <w:spacing w:line="172" w:lineRule="exact"/>
                          <w:ind w:left="2"/>
                          <w:rPr>
                            <w:sz w:val="18"/>
                          </w:rPr>
                        </w:pPr>
                        <w:r>
                          <w:rPr>
                            <w:sz w:val="18"/>
                          </w:rPr>
                          <w:t>Injury is not serious and is</w:t>
                        </w:r>
                        <w:r>
                          <w:rPr>
                            <w:spacing w:val="-4"/>
                            <w:sz w:val="18"/>
                          </w:rPr>
                          <w:t xml:space="preserve"> </w:t>
                        </w:r>
                        <w:proofErr w:type="gramStart"/>
                        <w:r>
                          <w:rPr>
                            <w:sz w:val="18"/>
                          </w:rPr>
                          <w:t>NOT</w:t>
                        </w:r>
                        <w:proofErr w:type="gramEnd"/>
                      </w:p>
                      <w:p w14:paraId="74B5B35B" w14:textId="77777777" w:rsidR="006B79D5" w:rsidRDefault="00EE4DE8">
                        <w:pPr>
                          <w:spacing w:before="5" w:line="216" w:lineRule="auto"/>
                          <w:ind w:right="10" w:firstLine="52"/>
                          <w:rPr>
                            <w:sz w:val="18"/>
                          </w:rPr>
                        </w:pPr>
                        <w:r>
                          <w:rPr>
                            <w:sz w:val="18"/>
                          </w:rPr>
                          <w:t>during normal business hours (evenings, weekends,</w:t>
                        </w:r>
                        <w:r>
                          <w:rPr>
                            <w:spacing w:val="-10"/>
                            <w:sz w:val="18"/>
                          </w:rPr>
                          <w:t xml:space="preserve"> </w:t>
                        </w:r>
                        <w:r>
                          <w:rPr>
                            <w:sz w:val="18"/>
                          </w:rPr>
                          <w:t>holidays)</w:t>
                        </w:r>
                      </w:p>
                    </w:txbxContent>
                  </v:textbox>
                </v:shape>
                <v:shape id="Text Box 44" o:spid="_x0000_s1089" type="#_x0000_t202" style="position:absolute;left:8997;top:2211;width:1480;height: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" filled="f" stroked="f">
                  <v:textbox inset="0,0,0,0">
                    <w:txbxContent>
                      <w:p w14:paraId="388DCEB7" w14:textId="77777777" w:rsidR="006B79D5" w:rsidRDefault="00EE4DE8">
                        <w:pPr>
                          <w:spacing w:line="173" w:lineRule="exact"/>
                          <w:ind w:left="14"/>
                          <w:rPr>
                            <w:sz w:val="18"/>
                          </w:rPr>
                        </w:pPr>
                        <w:r>
                          <w:rPr>
                            <w:sz w:val="18"/>
                          </w:rPr>
                          <w:t xml:space="preserve">Employee is sent </w:t>
                        </w:r>
                        <w:proofErr w:type="gramStart"/>
                        <w:r>
                          <w:rPr>
                            <w:sz w:val="18"/>
                          </w:rPr>
                          <w:t>to</w:t>
                        </w:r>
                        <w:proofErr w:type="gramEnd"/>
                      </w:p>
                      <w:p w14:paraId="33400B89" w14:textId="77777777" w:rsidR="006B79D5" w:rsidRDefault="00EE4DE8">
                        <w:pPr>
                          <w:tabs>
                            <w:tab w:val="left" w:pos="1245"/>
                          </w:tabs>
                          <w:spacing w:before="7" w:line="216" w:lineRule="auto"/>
                          <w:ind w:left="343" w:right="18" w:hanging="344"/>
                          <w:rPr>
                            <w:sz w:val="18"/>
                          </w:rPr>
                        </w:pPr>
                        <w:r>
                          <w:rPr>
                            <w:rFonts w:ascii="Times New Roman"/>
                            <w:sz w:val="18"/>
                            <w:u w:val="single"/>
                          </w:rPr>
                          <w:t xml:space="preserve"> </w:t>
                        </w:r>
                        <w:r>
                          <w:rPr>
                            <w:rFonts w:ascii="Times New Roman"/>
                            <w:sz w:val="18"/>
                            <w:u w:val="single"/>
                          </w:rPr>
                          <w:tab/>
                        </w:r>
                        <w:r>
                          <w:rPr>
                            <w:rFonts w:ascii="Times New Roman"/>
                            <w:sz w:val="18"/>
                            <w:u w:val="single"/>
                          </w:rPr>
                          <w:tab/>
                        </w:r>
                        <w:r>
                          <w:rPr>
                            <w:spacing w:val="-6"/>
                            <w:sz w:val="18"/>
                          </w:rPr>
                          <w:t xml:space="preserve">for </w:t>
                        </w:r>
                        <w:r>
                          <w:rPr>
                            <w:sz w:val="18"/>
                          </w:rPr>
                          <w:t>Treatment</w:t>
                        </w:r>
                      </w:p>
                    </w:txbxContent>
                  </v:textbox>
                </v:shape>
                <v:shape id="Text Box 43" o:spid="_x0000_s1090" type="#_x0000_t202" style="position:absolute;left:8790;top:3682;width:1892;height:9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" filled="f" stroked="f">
                  <v:textbox inset="0,0,0,0">
                    <w:txbxContent>
                      <w:p w14:paraId="25A4ABC0" w14:textId="77777777" w:rsidR="006B79D5" w:rsidRDefault="00EE4DE8">
                        <w:pPr>
                          <w:spacing w:line="173" w:lineRule="exact"/>
                          <w:ind w:left="176" w:right="189"/>
                          <w:jc w:val="center"/>
                          <w:rPr>
                            <w:sz w:val="18"/>
                          </w:rPr>
                        </w:pPr>
                        <w:r>
                          <w:rPr>
                            <w:sz w:val="18"/>
                          </w:rPr>
                          <w:t xml:space="preserve">Employee may </w:t>
                        </w:r>
                        <w:proofErr w:type="gramStart"/>
                        <w:r>
                          <w:rPr>
                            <w:sz w:val="18"/>
                          </w:rPr>
                          <w:t>drive</w:t>
                        </w:r>
                        <w:proofErr w:type="gramEnd"/>
                      </w:p>
                      <w:p w14:paraId="395DABC8" w14:textId="77777777" w:rsidR="006B79D5" w:rsidRDefault="00EE4DE8">
                        <w:pPr>
                          <w:spacing w:before="7" w:line="216" w:lineRule="auto"/>
                          <w:ind w:left="-1" w:right="18" w:firstLine="4"/>
                          <w:jc w:val="center"/>
                          <w:rPr>
                            <w:sz w:val="18"/>
                          </w:rPr>
                        </w:pPr>
                        <w:r>
                          <w:rPr>
                            <w:sz w:val="18"/>
                          </w:rPr>
                          <w:t>themselves or be transported by a supervisor, depending upon the extent of injury.</w:t>
                        </w:r>
                      </w:p>
                    </w:txbxContent>
                  </v:textbox>
                </v:shape>
                <w10:wrap type="topAndBottom" anchorx="page"/>
              </v:group>
            </w:pict>
          </mc:Fallback>
        </mc:AlternateContent>
      </w:r>
    </w:p>
    <w:p w14:paraId="4CCD1DA9" w14:textId="77777777" w:rsidR="006B79D5" w:rsidRDefault="006B79D5">
      <w:pPr>
        <w:rPr>
          <w:sz w:val="8"/>
        </w:rPr>
        <w:sectPr w:rsidR="006B79D5">
          <w:pgSz w:w="12240" w:h="15840"/>
          <w:pgMar w:top="1320" w:right="600" w:bottom="1180" w:left="420" w:header="566" w:footer="993" w:gutter="0"/>
          <w:cols w:space="720"/>
        </w:sectPr>
      </w:pPr>
    </w:p>
    <w:p w14:paraId="73F7C8BD" w14:textId="77777777" w:rsidR="006B79D5" w:rsidRDefault="006B79D5">
      <w:pPr>
        <w:pStyle w:val="BodyText"/>
        <w:spacing w:before="4"/>
        <w:ind w:left="0"/>
        <w:rPr>
          <w:sz w:val="12"/>
        </w:rPr>
      </w:pPr>
    </w:p>
    <w:p w14:paraId="03DCED87" w14:textId="77777777" w:rsidR="006B79D5" w:rsidRDefault="001B44F0">
      <w:pPr>
        <w:ind w:left="1029"/>
        <w:rPr>
          <w:sz w:val="20"/>
        </w:rPr>
      </w:pPr>
      <w:r>
        <w:rPr>
          <w:noProof/>
          <w:sz w:val="20"/>
        </w:rPr>
        <mc:AlternateContent>
          <mc:Choice Requires="wpg">
            <w:drawing>
              <wp:inline distT="0" distB="0" distL="0" distR="0" wp14:anchorId="0078DDD3" wp14:editId="37E296DC">
                <wp:extent cx="2863850" cy="5219700"/>
                <wp:effectExtent l="5715" t="0" r="6985" b="0"/>
                <wp:docPr id="43"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63850" cy="5219700"/>
                          <a:chOff x="0" y="0"/>
                          <a:chExt cx="4510" cy="8220"/>
                        </a:xfrm>
                      </wpg:grpSpPr>
                      <wps:wsp>
                        <wps:cNvPr id="44" name="AutoShape 41"/>
                        <wps:cNvSpPr>
                          <a:spLocks/>
                        </wps:cNvSpPr>
                        <wps:spPr bwMode="auto">
                          <a:xfrm>
                            <a:off x="0" y="0"/>
                            <a:ext cx="3384" cy="1702"/>
                          </a:xfrm>
                          <a:custGeom>
                            <a:avLst/>
                            <a:gdLst>
                              <a:gd name="T0" fmla="*/ 144 w 3384"/>
                              <a:gd name="T1" fmla="*/ 1699 h 1702"/>
                              <a:gd name="T2" fmla="*/ 94 w 3384"/>
                              <a:gd name="T3" fmla="*/ 1682 h 1702"/>
                              <a:gd name="T4" fmla="*/ 41 w 3384"/>
                              <a:gd name="T5" fmla="*/ 1637 h 1702"/>
                              <a:gd name="T6" fmla="*/ 14 w 3384"/>
                              <a:gd name="T7" fmla="*/ 1594 h 1702"/>
                              <a:gd name="T8" fmla="*/ 0 w 3384"/>
                              <a:gd name="T9" fmla="*/ 1524 h 1702"/>
                              <a:gd name="T10" fmla="*/ 5 w 3384"/>
                              <a:gd name="T11" fmla="*/ 144 h 1702"/>
                              <a:gd name="T12" fmla="*/ 41 w 3384"/>
                              <a:gd name="T13" fmla="*/ 65 h 1702"/>
                              <a:gd name="T14" fmla="*/ 110 w 3384"/>
                              <a:gd name="T15" fmla="*/ 14 h 1702"/>
                              <a:gd name="T16" fmla="*/ 178 w 3384"/>
                              <a:gd name="T17" fmla="*/ 0 h 1702"/>
                              <a:gd name="T18" fmla="*/ 3242 w 3384"/>
                              <a:gd name="T19" fmla="*/ 5 h 1702"/>
                              <a:gd name="T20" fmla="*/ 163 w 3384"/>
                              <a:gd name="T21" fmla="*/ 22 h 1702"/>
                              <a:gd name="T22" fmla="*/ 108 w 3384"/>
                              <a:gd name="T23" fmla="*/ 38 h 1702"/>
                              <a:gd name="T24" fmla="*/ 77 w 3384"/>
                              <a:gd name="T25" fmla="*/ 58 h 1702"/>
                              <a:gd name="T26" fmla="*/ 55 w 3384"/>
                              <a:gd name="T27" fmla="*/ 79 h 1702"/>
                              <a:gd name="T28" fmla="*/ 38 w 3384"/>
                              <a:gd name="T29" fmla="*/ 103 h 1702"/>
                              <a:gd name="T30" fmla="*/ 29 w 3384"/>
                              <a:gd name="T31" fmla="*/ 132 h 1702"/>
                              <a:gd name="T32" fmla="*/ 22 w 3384"/>
                              <a:gd name="T33" fmla="*/ 163 h 1702"/>
                              <a:gd name="T34" fmla="*/ 25 w 3384"/>
                              <a:gd name="T35" fmla="*/ 1558 h 1702"/>
                              <a:gd name="T36" fmla="*/ 40 w 3384"/>
                              <a:gd name="T37" fmla="*/ 1598 h 1702"/>
                              <a:gd name="T38" fmla="*/ 58 w 3384"/>
                              <a:gd name="T39" fmla="*/ 1625 h 1702"/>
                              <a:gd name="T40" fmla="*/ 79 w 3384"/>
                              <a:gd name="T41" fmla="*/ 1646 h 1702"/>
                              <a:gd name="T42" fmla="*/ 103 w 3384"/>
                              <a:gd name="T43" fmla="*/ 1663 h 1702"/>
                              <a:gd name="T44" fmla="*/ 163 w 3384"/>
                              <a:gd name="T45" fmla="*/ 1682 h 1702"/>
                              <a:gd name="T46" fmla="*/ 3242 w 3384"/>
                              <a:gd name="T47" fmla="*/ 1699 h 1702"/>
                              <a:gd name="T48" fmla="*/ 3266 w 3384"/>
                              <a:gd name="T49" fmla="*/ 34 h 1702"/>
                              <a:gd name="T50" fmla="*/ 3254 w 3384"/>
                              <a:gd name="T51" fmla="*/ 29 h 1702"/>
                              <a:gd name="T52" fmla="*/ 3290 w 3384"/>
                              <a:gd name="T53" fmla="*/ 22 h 1702"/>
                              <a:gd name="T54" fmla="*/ 3281 w 3384"/>
                              <a:gd name="T55" fmla="*/ 41 h 1702"/>
                              <a:gd name="T56" fmla="*/ 108 w 3384"/>
                              <a:gd name="T57" fmla="*/ 38 h 1702"/>
                              <a:gd name="T58" fmla="*/ 3317 w 3384"/>
                              <a:gd name="T59" fmla="*/ 67 h 1702"/>
                              <a:gd name="T60" fmla="*/ 3281 w 3384"/>
                              <a:gd name="T61" fmla="*/ 38 h 1702"/>
                              <a:gd name="T62" fmla="*/ 3343 w 3384"/>
                              <a:gd name="T63" fmla="*/ 65 h 1702"/>
                              <a:gd name="T64" fmla="*/ 3329 w 3384"/>
                              <a:gd name="T65" fmla="*/ 79 h 1702"/>
                              <a:gd name="T66" fmla="*/ 58 w 3384"/>
                              <a:gd name="T67" fmla="*/ 77 h 1702"/>
                              <a:gd name="T68" fmla="*/ 3358 w 3384"/>
                              <a:gd name="T69" fmla="*/ 132 h 1702"/>
                              <a:gd name="T70" fmla="*/ 3336 w 3384"/>
                              <a:gd name="T71" fmla="*/ 91 h 1702"/>
                              <a:gd name="T72" fmla="*/ 3351 w 3384"/>
                              <a:gd name="T73" fmla="*/ 77 h 1702"/>
                              <a:gd name="T74" fmla="*/ 3382 w 3384"/>
                              <a:gd name="T75" fmla="*/ 144 h 1702"/>
                              <a:gd name="T76" fmla="*/ 3360 w 3384"/>
                              <a:gd name="T77" fmla="*/ 149 h 1702"/>
                              <a:gd name="T78" fmla="*/ 25 w 3384"/>
                              <a:gd name="T79" fmla="*/ 146 h 1702"/>
                              <a:gd name="T80" fmla="*/ 3360 w 3384"/>
                              <a:gd name="T81" fmla="*/ 1558 h 1702"/>
                              <a:gd name="T82" fmla="*/ 3360 w 3384"/>
                              <a:gd name="T83" fmla="*/ 146 h 1702"/>
                              <a:gd name="T84" fmla="*/ 3384 w 3384"/>
                              <a:gd name="T85" fmla="*/ 1543 h 1702"/>
                              <a:gd name="T86" fmla="*/ 24 w 3384"/>
                              <a:gd name="T87" fmla="*/ 1558 h 1702"/>
                              <a:gd name="T88" fmla="*/ 3367 w 3384"/>
                              <a:gd name="T89" fmla="*/ 1601 h 1702"/>
                              <a:gd name="T90" fmla="*/ 3358 w 3384"/>
                              <a:gd name="T91" fmla="*/ 1572 h 1702"/>
                              <a:gd name="T92" fmla="*/ 3382 w 3384"/>
                              <a:gd name="T93" fmla="*/ 1558 h 1702"/>
                              <a:gd name="T94" fmla="*/ 3367 w 3384"/>
                              <a:gd name="T95" fmla="*/ 1601 h 1702"/>
                              <a:gd name="T96" fmla="*/ 40 w 3384"/>
                              <a:gd name="T97" fmla="*/ 1598 h 1702"/>
                              <a:gd name="T98" fmla="*/ 3221 w 3384"/>
                              <a:gd name="T99" fmla="*/ 1682 h 1702"/>
                              <a:gd name="T100" fmla="*/ 3252 w 3384"/>
                              <a:gd name="T101" fmla="*/ 1675 h 1702"/>
                              <a:gd name="T102" fmla="*/ 3295 w 3384"/>
                              <a:gd name="T103" fmla="*/ 1656 h 1702"/>
                              <a:gd name="T104" fmla="*/ 3329 w 3384"/>
                              <a:gd name="T105" fmla="*/ 1625 h 1702"/>
                              <a:gd name="T106" fmla="*/ 3346 w 3384"/>
                              <a:gd name="T107" fmla="*/ 1598 h 1702"/>
                              <a:gd name="T108" fmla="*/ 3362 w 3384"/>
                              <a:gd name="T109" fmla="*/ 1610 h 1702"/>
                              <a:gd name="T110" fmla="*/ 3331 w 3384"/>
                              <a:gd name="T111" fmla="*/ 1651 h 17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3384" h="1702">
                                <a:moveTo>
                                  <a:pt x="3226" y="1702"/>
                                </a:moveTo>
                                <a:lnTo>
                                  <a:pt x="161" y="1702"/>
                                </a:lnTo>
                                <a:lnTo>
                                  <a:pt x="144" y="1699"/>
                                </a:lnTo>
                                <a:lnTo>
                                  <a:pt x="125" y="1694"/>
                                </a:lnTo>
                                <a:lnTo>
                                  <a:pt x="110" y="1690"/>
                                </a:lnTo>
                                <a:lnTo>
                                  <a:pt x="94" y="1682"/>
                                </a:lnTo>
                                <a:lnTo>
                                  <a:pt x="65" y="1663"/>
                                </a:lnTo>
                                <a:lnTo>
                                  <a:pt x="53" y="1651"/>
                                </a:lnTo>
                                <a:lnTo>
                                  <a:pt x="41" y="1637"/>
                                </a:lnTo>
                                <a:lnTo>
                                  <a:pt x="31" y="1625"/>
                                </a:lnTo>
                                <a:lnTo>
                                  <a:pt x="22" y="1610"/>
                                </a:lnTo>
                                <a:lnTo>
                                  <a:pt x="14" y="1594"/>
                                </a:lnTo>
                                <a:lnTo>
                                  <a:pt x="5" y="1560"/>
                                </a:lnTo>
                                <a:lnTo>
                                  <a:pt x="2" y="1543"/>
                                </a:lnTo>
                                <a:lnTo>
                                  <a:pt x="0" y="1524"/>
                                </a:lnTo>
                                <a:lnTo>
                                  <a:pt x="0" y="180"/>
                                </a:lnTo>
                                <a:lnTo>
                                  <a:pt x="2" y="161"/>
                                </a:lnTo>
                                <a:lnTo>
                                  <a:pt x="5" y="144"/>
                                </a:lnTo>
                                <a:lnTo>
                                  <a:pt x="14" y="110"/>
                                </a:lnTo>
                                <a:lnTo>
                                  <a:pt x="22" y="94"/>
                                </a:lnTo>
                                <a:lnTo>
                                  <a:pt x="41" y="65"/>
                                </a:lnTo>
                                <a:lnTo>
                                  <a:pt x="65" y="41"/>
                                </a:lnTo>
                                <a:lnTo>
                                  <a:pt x="94" y="22"/>
                                </a:lnTo>
                                <a:lnTo>
                                  <a:pt x="110" y="14"/>
                                </a:lnTo>
                                <a:lnTo>
                                  <a:pt x="125" y="10"/>
                                </a:lnTo>
                                <a:lnTo>
                                  <a:pt x="144" y="5"/>
                                </a:lnTo>
                                <a:lnTo>
                                  <a:pt x="178" y="0"/>
                                </a:lnTo>
                                <a:lnTo>
                                  <a:pt x="3206" y="0"/>
                                </a:lnTo>
                                <a:lnTo>
                                  <a:pt x="3226" y="2"/>
                                </a:lnTo>
                                <a:lnTo>
                                  <a:pt x="3242" y="5"/>
                                </a:lnTo>
                                <a:lnTo>
                                  <a:pt x="3276" y="14"/>
                                </a:lnTo>
                                <a:lnTo>
                                  <a:pt x="3290" y="22"/>
                                </a:lnTo>
                                <a:lnTo>
                                  <a:pt x="163" y="22"/>
                                </a:lnTo>
                                <a:lnTo>
                                  <a:pt x="146" y="24"/>
                                </a:lnTo>
                                <a:lnTo>
                                  <a:pt x="118" y="34"/>
                                </a:lnTo>
                                <a:lnTo>
                                  <a:pt x="108" y="38"/>
                                </a:lnTo>
                                <a:lnTo>
                                  <a:pt x="103" y="38"/>
                                </a:lnTo>
                                <a:lnTo>
                                  <a:pt x="91" y="48"/>
                                </a:lnTo>
                                <a:lnTo>
                                  <a:pt x="77" y="58"/>
                                </a:lnTo>
                                <a:lnTo>
                                  <a:pt x="79" y="58"/>
                                </a:lnTo>
                                <a:lnTo>
                                  <a:pt x="67" y="67"/>
                                </a:lnTo>
                                <a:lnTo>
                                  <a:pt x="55" y="79"/>
                                </a:lnTo>
                                <a:lnTo>
                                  <a:pt x="56" y="79"/>
                                </a:lnTo>
                                <a:lnTo>
                                  <a:pt x="48" y="91"/>
                                </a:lnTo>
                                <a:lnTo>
                                  <a:pt x="38" y="103"/>
                                </a:lnTo>
                                <a:lnTo>
                                  <a:pt x="41" y="103"/>
                                </a:lnTo>
                                <a:lnTo>
                                  <a:pt x="26" y="132"/>
                                </a:lnTo>
                                <a:lnTo>
                                  <a:pt x="29" y="132"/>
                                </a:lnTo>
                                <a:lnTo>
                                  <a:pt x="25" y="146"/>
                                </a:lnTo>
                                <a:lnTo>
                                  <a:pt x="24" y="146"/>
                                </a:lnTo>
                                <a:lnTo>
                                  <a:pt x="22" y="163"/>
                                </a:lnTo>
                                <a:lnTo>
                                  <a:pt x="22" y="1541"/>
                                </a:lnTo>
                                <a:lnTo>
                                  <a:pt x="24" y="1558"/>
                                </a:lnTo>
                                <a:lnTo>
                                  <a:pt x="25" y="1558"/>
                                </a:lnTo>
                                <a:lnTo>
                                  <a:pt x="29" y="1572"/>
                                </a:lnTo>
                                <a:lnTo>
                                  <a:pt x="26" y="1572"/>
                                </a:lnTo>
                                <a:lnTo>
                                  <a:pt x="40" y="1598"/>
                                </a:lnTo>
                                <a:lnTo>
                                  <a:pt x="38" y="1598"/>
                                </a:lnTo>
                                <a:lnTo>
                                  <a:pt x="48" y="1613"/>
                                </a:lnTo>
                                <a:lnTo>
                                  <a:pt x="58" y="1625"/>
                                </a:lnTo>
                                <a:lnTo>
                                  <a:pt x="55" y="1625"/>
                                </a:lnTo>
                                <a:lnTo>
                                  <a:pt x="67" y="1637"/>
                                </a:lnTo>
                                <a:lnTo>
                                  <a:pt x="79" y="1646"/>
                                </a:lnTo>
                                <a:lnTo>
                                  <a:pt x="77" y="1646"/>
                                </a:lnTo>
                                <a:lnTo>
                                  <a:pt x="91" y="1656"/>
                                </a:lnTo>
                                <a:lnTo>
                                  <a:pt x="103" y="1663"/>
                                </a:lnTo>
                                <a:lnTo>
                                  <a:pt x="118" y="1670"/>
                                </a:lnTo>
                                <a:lnTo>
                                  <a:pt x="146" y="1680"/>
                                </a:lnTo>
                                <a:lnTo>
                                  <a:pt x="163" y="1682"/>
                                </a:lnTo>
                                <a:lnTo>
                                  <a:pt x="3290" y="1682"/>
                                </a:lnTo>
                                <a:lnTo>
                                  <a:pt x="3276" y="1690"/>
                                </a:lnTo>
                                <a:lnTo>
                                  <a:pt x="3242" y="1699"/>
                                </a:lnTo>
                                <a:lnTo>
                                  <a:pt x="3226" y="1702"/>
                                </a:lnTo>
                                <a:close/>
                                <a:moveTo>
                                  <a:pt x="3281" y="41"/>
                                </a:moveTo>
                                <a:lnTo>
                                  <a:pt x="3266" y="34"/>
                                </a:lnTo>
                                <a:lnTo>
                                  <a:pt x="3269" y="34"/>
                                </a:lnTo>
                                <a:lnTo>
                                  <a:pt x="3252" y="29"/>
                                </a:lnTo>
                                <a:lnTo>
                                  <a:pt x="3254" y="29"/>
                                </a:lnTo>
                                <a:lnTo>
                                  <a:pt x="3238" y="24"/>
                                </a:lnTo>
                                <a:lnTo>
                                  <a:pt x="3221" y="22"/>
                                </a:lnTo>
                                <a:lnTo>
                                  <a:pt x="3290" y="22"/>
                                </a:lnTo>
                                <a:lnTo>
                                  <a:pt x="3316" y="38"/>
                                </a:lnTo>
                                <a:lnTo>
                                  <a:pt x="3281" y="38"/>
                                </a:lnTo>
                                <a:lnTo>
                                  <a:pt x="3281" y="41"/>
                                </a:lnTo>
                                <a:close/>
                                <a:moveTo>
                                  <a:pt x="103" y="41"/>
                                </a:moveTo>
                                <a:lnTo>
                                  <a:pt x="103" y="38"/>
                                </a:lnTo>
                                <a:lnTo>
                                  <a:pt x="108" y="38"/>
                                </a:lnTo>
                                <a:lnTo>
                                  <a:pt x="103" y="41"/>
                                </a:lnTo>
                                <a:close/>
                                <a:moveTo>
                                  <a:pt x="3329" y="79"/>
                                </a:moveTo>
                                <a:lnTo>
                                  <a:pt x="3317" y="67"/>
                                </a:lnTo>
                                <a:lnTo>
                                  <a:pt x="3319" y="67"/>
                                </a:lnTo>
                                <a:lnTo>
                                  <a:pt x="3295" y="48"/>
                                </a:lnTo>
                                <a:lnTo>
                                  <a:pt x="3281" y="38"/>
                                </a:lnTo>
                                <a:lnTo>
                                  <a:pt x="3316" y="38"/>
                                </a:lnTo>
                                <a:lnTo>
                                  <a:pt x="3319" y="41"/>
                                </a:lnTo>
                                <a:lnTo>
                                  <a:pt x="3343" y="65"/>
                                </a:lnTo>
                                <a:lnTo>
                                  <a:pt x="3351" y="77"/>
                                </a:lnTo>
                                <a:lnTo>
                                  <a:pt x="3329" y="77"/>
                                </a:lnTo>
                                <a:lnTo>
                                  <a:pt x="3329" y="79"/>
                                </a:lnTo>
                                <a:close/>
                                <a:moveTo>
                                  <a:pt x="56" y="79"/>
                                </a:moveTo>
                                <a:lnTo>
                                  <a:pt x="55" y="79"/>
                                </a:lnTo>
                                <a:lnTo>
                                  <a:pt x="58" y="77"/>
                                </a:lnTo>
                                <a:lnTo>
                                  <a:pt x="56" y="79"/>
                                </a:lnTo>
                                <a:close/>
                                <a:moveTo>
                                  <a:pt x="3360" y="149"/>
                                </a:moveTo>
                                <a:lnTo>
                                  <a:pt x="3358" y="132"/>
                                </a:lnTo>
                                <a:lnTo>
                                  <a:pt x="3353" y="118"/>
                                </a:lnTo>
                                <a:lnTo>
                                  <a:pt x="3346" y="103"/>
                                </a:lnTo>
                                <a:lnTo>
                                  <a:pt x="3336" y="91"/>
                                </a:lnTo>
                                <a:lnTo>
                                  <a:pt x="3338" y="91"/>
                                </a:lnTo>
                                <a:lnTo>
                                  <a:pt x="3329" y="77"/>
                                </a:lnTo>
                                <a:lnTo>
                                  <a:pt x="3351" y="77"/>
                                </a:lnTo>
                                <a:lnTo>
                                  <a:pt x="3362" y="94"/>
                                </a:lnTo>
                                <a:lnTo>
                                  <a:pt x="3377" y="127"/>
                                </a:lnTo>
                                <a:lnTo>
                                  <a:pt x="3382" y="144"/>
                                </a:lnTo>
                                <a:lnTo>
                                  <a:pt x="3382" y="146"/>
                                </a:lnTo>
                                <a:lnTo>
                                  <a:pt x="3360" y="146"/>
                                </a:lnTo>
                                <a:lnTo>
                                  <a:pt x="3360" y="149"/>
                                </a:lnTo>
                                <a:close/>
                                <a:moveTo>
                                  <a:pt x="24" y="149"/>
                                </a:moveTo>
                                <a:lnTo>
                                  <a:pt x="24" y="146"/>
                                </a:lnTo>
                                <a:lnTo>
                                  <a:pt x="25" y="146"/>
                                </a:lnTo>
                                <a:lnTo>
                                  <a:pt x="24" y="149"/>
                                </a:lnTo>
                                <a:close/>
                                <a:moveTo>
                                  <a:pt x="3382" y="1558"/>
                                </a:moveTo>
                                <a:lnTo>
                                  <a:pt x="3360" y="1558"/>
                                </a:lnTo>
                                <a:lnTo>
                                  <a:pt x="3365" y="1524"/>
                                </a:lnTo>
                                <a:lnTo>
                                  <a:pt x="3365" y="180"/>
                                </a:lnTo>
                                <a:lnTo>
                                  <a:pt x="3360" y="146"/>
                                </a:lnTo>
                                <a:lnTo>
                                  <a:pt x="3382" y="146"/>
                                </a:lnTo>
                                <a:lnTo>
                                  <a:pt x="3384" y="161"/>
                                </a:lnTo>
                                <a:lnTo>
                                  <a:pt x="3384" y="1543"/>
                                </a:lnTo>
                                <a:lnTo>
                                  <a:pt x="3382" y="1558"/>
                                </a:lnTo>
                                <a:close/>
                                <a:moveTo>
                                  <a:pt x="25" y="1558"/>
                                </a:moveTo>
                                <a:lnTo>
                                  <a:pt x="24" y="1558"/>
                                </a:lnTo>
                                <a:lnTo>
                                  <a:pt x="24" y="1555"/>
                                </a:lnTo>
                                <a:lnTo>
                                  <a:pt x="25" y="1558"/>
                                </a:lnTo>
                                <a:close/>
                                <a:moveTo>
                                  <a:pt x="3367" y="1601"/>
                                </a:moveTo>
                                <a:lnTo>
                                  <a:pt x="3346" y="1601"/>
                                </a:lnTo>
                                <a:lnTo>
                                  <a:pt x="3353" y="1586"/>
                                </a:lnTo>
                                <a:lnTo>
                                  <a:pt x="3358" y="1572"/>
                                </a:lnTo>
                                <a:lnTo>
                                  <a:pt x="3360" y="1555"/>
                                </a:lnTo>
                                <a:lnTo>
                                  <a:pt x="3360" y="1558"/>
                                </a:lnTo>
                                <a:lnTo>
                                  <a:pt x="3382" y="1558"/>
                                </a:lnTo>
                                <a:lnTo>
                                  <a:pt x="3382" y="1560"/>
                                </a:lnTo>
                                <a:lnTo>
                                  <a:pt x="3377" y="1577"/>
                                </a:lnTo>
                                <a:lnTo>
                                  <a:pt x="3367" y="1601"/>
                                </a:lnTo>
                                <a:close/>
                                <a:moveTo>
                                  <a:pt x="41" y="1601"/>
                                </a:moveTo>
                                <a:lnTo>
                                  <a:pt x="38" y="1598"/>
                                </a:lnTo>
                                <a:lnTo>
                                  <a:pt x="40" y="1598"/>
                                </a:lnTo>
                                <a:lnTo>
                                  <a:pt x="41" y="1601"/>
                                </a:lnTo>
                                <a:close/>
                                <a:moveTo>
                                  <a:pt x="3290" y="1682"/>
                                </a:moveTo>
                                <a:lnTo>
                                  <a:pt x="3221" y="1682"/>
                                </a:lnTo>
                                <a:lnTo>
                                  <a:pt x="3238" y="1680"/>
                                </a:lnTo>
                                <a:lnTo>
                                  <a:pt x="3254" y="1675"/>
                                </a:lnTo>
                                <a:lnTo>
                                  <a:pt x="3252" y="1675"/>
                                </a:lnTo>
                                <a:lnTo>
                                  <a:pt x="3269" y="1670"/>
                                </a:lnTo>
                                <a:lnTo>
                                  <a:pt x="3266" y="1670"/>
                                </a:lnTo>
                                <a:lnTo>
                                  <a:pt x="3295" y="1656"/>
                                </a:lnTo>
                                <a:lnTo>
                                  <a:pt x="3319" y="1637"/>
                                </a:lnTo>
                                <a:lnTo>
                                  <a:pt x="3317" y="1637"/>
                                </a:lnTo>
                                <a:lnTo>
                                  <a:pt x="3329" y="1625"/>
                                </a:lnTo>
                                <a:lnTo>
                                  <a:pt x="3338" y="1613"/>
                                </a:lnTo>
                                <a:lnTo>
                                  <a:pt x="3336" y="1613"/>
                                </a:lnTo>
                                <a:lnTo>
                                  <a:pt x="3346" y="1598"/>
                                </a:lnTo>
                                <a:lnTo>
                                  <a:pt x="3346" y="1601"/>
                                </a:lnTo>
                                <a:lnTo>
                                  <a:pt x="3367" y="1601"/>
                                </a:lnTo>
                                <a:lnTo>
                                  <a:pt x="3362" y="1610"/>
                                </a:lnTo>
                                <a:lnTo>
                                  <a:pt x="3353" y="1625"/>
                                </a:lnTo>
                                <a:lnTo>
                                  <a:pt x="3343" y="1637"/>
                                </a:lnTo>
                                <a:lnTo>
                                  <a:pt x="3331" y="1651"/>
                                </a:lnTo>
                                <a:lnTo>
                                  <a:pt x="3319" y="1663"/>
                                </a:lnTo>
                                <a:lnTo>
                                  <a:pt x="3290" y="1682"/>
                                </a:lnTo>
                                <a:close/>
                              </a:path>
                            </a:pathLst>
                          </a:custGeom>
                          <a:solidFill>
                            <a:srgbClr val="D6702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AutoShape 40"/>
                        <wps:cNvSpPr>
                          <a:spLocks/>
                        </wps:cNvSpPr>
                        <wps:spPr bwMode="auto">
                          <a:xfrm>
                            <a:off x="336" y="1692"/>
                            <a:ext cx="348" cy="1241"/>
                          </a:xfrm>
                          <a:custGeom>
                            <a:avLst/>
                            <a:gdLst>
                              <a:gd name="T0" fmla="+- 0 684 336"/>
                              <a:gd name="T1" fmla="*/ T0 w 348"/>
                              <a:gd name="T2" fmla="+- 0 2933 1692"/>
                              <a:gd name="T3" fmla="*/ 2933 h 1241"/>
                              <a:gd name="T4" fmla="+- 0 336 336"/>
                              <a:gd name="T5" fmla="*/ T4 w 348"/>
                              <a:gd name="T6" fmla="+- 0 2933 1692"/>
                              <a:gd name="T7" fmla="*/ 2933 h 1241"/>
                              <a:gd name="T8" fmla="+- 0 336 336"/>
                              <a:gd name="T9" fmla="*/ T8 w 348"/>
                              <a:gd name="T10" fmla="+- 0 1692 1692"/>
                              <a:gd name="T11" fmla="*/ 1692 h 1241"/>
                              <a:gd name="T12" fmla="+- 0 358 336"/>
                              <a:gd name="T13" fmla="*/ T12 w 348"/>
                              <a:gd name="T14" fmla="+- 0 1692 1692"/>
                              <a:gd name="T15" fmla="*/ 1692 h 1241"/>
                              <a:gd name="T16" fmla="+- 0 358 336"/>
                              <a:gd name="T17" fmla="*/ T16 w 348"/>
                              <a:gd name="T18" fmla="+- 0 2911 1692"/>
                              <a:gd name="T19" fmla="*/ 2911 h 1241"/>
                              <a:gd name="T20" fmla="+- 0 348 336"/>
                              <a:gd name="T21" fmla="*/ T20 w 348"/>
                              <a:gd name="T22" fmla="+- 0 2911 1692"/>
                              <a:gd name="T23" fmla="*/ 2911 h 1241"/>
                              <a:gd name="T24" fmla="+- 0 358 336"/>
                              <a:gd name="T25" fmla="*/ T24 w 348"/>
                              <a:gd name="T26" fmla="+- 0 2923 1692"/>
                              <a:gd name="T27" fmla="*/ 2923 h 1241"/>
                              <a:gd name="T28" fmla="+- 0 684 336"/>
                              <a:gd name="T29" fmla="*/ T28 w 348"/>
                              <a:gd name="T30" fmla="+- 0 2923 1692"/>
                              <a:gd name="T31" fmla="*/ 2923 h 1241"/>
                              <a:gd name="T32" fmla="+- 0 684 336"/>
                              <a:gd name="T33" fmla="*/ T32 w 348"/>
                              <a:gd name="T34" fmla="+- 0 2933 1692"/>
                              <a:gd name="T35" fmla="*/ 2933 h 1241"/>
                              <a:gd name="T36" fmla="+- 0 358 336"/>
                              <a:gd name="T37" fmla="*/ T36 w 348"/>
                              <a:gd name="T38" fmla="+- 0 2923 1692"/>
                              <a:gd name="T39" fmla="*/ 2923 h 1241"/>
                              <a:gd name="T40" fmla="+- 0 348 336"/>
                              <a:gd name="T41" fmla="*/ T40 w 348"/>
                              <a:gd name="T42" fmla="+- 0 2911 1692"/>
                              <a:gd name="T43" fmla="*/ 2911 h 1241"/>
                              <a:gd name="T44" fmla="+- 0 358 336"/>
                              <a:gd name="T45" fmla="*/ T44 w 348"/>
                              <a:gd name="T46" fmla="+- 0 2911 1692"/>
                              <a:gd name="T47" fmla="*/ 2911 h 1241"/>
                              <a:gd name="T48" fmla="+- 0 358 336"/>
                              <a:gd name="T49" fmla="*/ T48 w 348"/>
                              <a:gd name="T50" fmla="+- 0 2923 1692"/>
                              <a:gd name="T51" fmla="*/ 2923 h 1241"/>
                              <a:gd name="T52" fmla="+- 0 684 336"/>
                              <a:gd name="T53" fmla="*/ T52 w 348"/>
                              <a:gd name="T54" fmla="+- 0 2923 1692"/>
                              <a:gd name="T55" fmla="*/ 2923 h 1241"/>
                              <a:gd name="T56" fmla="+- 0 358 336"/>
                              <a:gd name="T57" fmla="*/ T56 w 348"/>
                              <a:gd name="T58" fmla="+- 0 2923 1692"/>
                              <a:gd name="T59" fmla="*/ 2923 h 1241"/>
                              <a:gd name="T60" fmla="+- 0 358 336"/>
                              <a:gd name="T61" fmla="*/ T60 w 348"/>
                              <a:gd name="T62" fmla="+- 0 2911 1692"/>
                              <a:gd name="T63" fmla="*/ 2911 h 1241"/>
                              <a:gd name="T64" fmla="+- 0 684 336"/>
                              <a:gd name="T65" fmla="*/ T64 w 348"/>
                              <a:gd name="T66" fmla="+- 0 2911 1692"/>
                              <a:gd name="T67" fmla="*/ 2911 h 1241"/>
                              <a:gd name="T68" fmla="+- 0 684 336"/>
                              <a:gd name="T69" fmla="*/ T68 w 348"/>
                              <a:gd name="T70" fmla="+- 0 2923 1692"/>
                              <a:gd name="T71" fmla="*/ 2923 h 12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348" h="1241">
                                <a:moveTo>
                                  <a:pt x="348" y="1241"/>
                                </a:moveTo>
                                <a:lnTo>
                                  <a:pt x="0" y="1241"/>
                                </a:lnTo>
                                <a:lnTo>
                                  <a:pt x="0" y="0"/>
                                </a:lnTo>
                                <a:lnTo>
                                  <a:pt x="22" y="0"/>
                                </a:lnTo>
                                <a:lnTo>
                                  <a:pt x="22" y="1219"/>
                                </a:lnTo>
                                <a:lnTo>
                                  <a:pt x="12" y="1219"/>
                                </a:lnTo>
                                <a:lnTo>
                                  <a:pt x="22" y="1231"/>
                                </a:lnTo>
                                <a:lnTo>
                                  <a:pt x="348" y="1231"/>
                                </a:lnTo>
                                <a:lnTo>
                                  <a:pt x="348" y="1241"/>
                                </a:lnTo>
                                <a:close/>
                                <a:moveTo>
                                  <a:pt x="22" y="1231"/>
                                </a:moveTo>
                                <a:lnTo>
                                  <a:pt x="12" y="1219"/>
                                </a:lnTo>
                                <a:lnTo>
                                  <a:pt x="22" y="1219"/>
                                </a:lnTo>
                                <a:lnTo>
                                  <a:pt x="22" y="1231"/>
                                </a:lnTo>
                                <a:close/>
                                <a:moveTo>
                                  <a:pt x="348" y="1231"/>
                                </a:moveTo>
                                <a:lnTo>
                                  <a:pt x="22" y="1231"/>
                                </a:lnTo>
                                <a:lnTo>
                                  <a:pt x="22" y="1219"/>
                                </a:lnTo>
                                <a:lnTo>
                                  <a:pt x="348" y="1219"/>
                                </a:lnTo>
                                <a:lnTo>
                                  <a:pt x="348" y="1231"/>
                                </a:lnTo>
                                <a:close/>
                              </a:path>
                            </a:pathLst>
                          </a:custGeom>
                          <a:solidFill>
                            <a:srgbClr val="BC61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6" name="Picture 39"/>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676" y="2073"/>
                            <a:ext cx="3826" cy="1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7" name="AutoShape 38"/>
                        <wps:cNvSpPr>
                          <a:spLocks/>
                        </wps:cNvSpPr>
                        <wps:spPr bwMode="auto">
                          <a:xfrm>
                            <a:off x="674" y="2071"/>
                            <a:ext cx="3836" cy="1702"/>
                          </a:xfrm>
                          <a:custGeom>
                            <a:avLst/>
                            <a:gdLst>
                              <a:gd name="T0" fmla="+- 0 799 674"/>
                              <a:gd name="T1" fmla="*/ T0 w 3836"/>
                              <a:gd name="T2" fmla="+- 0 3766 2071"/>
                              <a:gd name="T3" fmla="*/ 3766 h 1702"/>
                              <a:gd name="T4" fmla="+- 0 725 674"/>
                              <a:gd name="T5" fmla="*/ T4 w 3836"/>
                              <a:gd name="T6" fmla="+- 0 3722 2071"/>
                              <a:gd name="T7" fmla="*/ 3722 h 1702"/>
                              <a:gd name="T8" fmla="+- 0 686 674"/>
                              <a:gd name="T9" fmla="*/ T8 w 3836"/>
                              <a:gd name="T10" fmla="+- 0 3665 2071"/>
                              <a:gd name="T11" fmla="*/ 3665 h 1702"/>
                              <a:gd name="T12" fmla="+- 0 677 674"/>
                              <a:gd name="T13" fmla="*/ T12 w 3836"/>
                              <a:gd name="T14" fmla="+- 0 2213 2071"/>
                              <a:gd name="T15" fmla="*/ 2213 h 1702"/>
                              <a:gd name="T16" fmla="+- 0 725 674"/>
                              <a:gd name="T17" fmla="*/ T16 w 3836"/>
                              <a:gd name="T18" fmla="+- 0 2124 2071"/>
                              <a:gd name="T19" fmla="*/ 2124 h 1702"/>
                              <a:gd name="T20" fmla="+- 0 799 674"/>
                              <a:gd name="T21" fmla="*/ T20 w 3836"/>
                              <a:gd name="T22" fmla="+- 0 2078 2071"/>
                              <a:gd name="T23" fmla="*/ 2078 h 1702"/>
                              <a:gd name="T24" fmla="+- 0 4366 674"/>
                              <a:gd name="T25" fmla="*/ T24 w 3836"/>
                              <a:gd name="T26" fmla="+- 0 2076 2071"/>
                              <a:gd name="T27" fmla="*/ 2076 h 1702"/>
                              <a:gd name="T28" fmla="+- 0 852 674"/>
                              <a:gd name="T29" fmla="*/ T28 w 3836"/>
                              <a:gd name="T30" fmla="+- 0 2090 2071"/>
                              <a:gd name="T31" fmla="*/ 2090 h 1702"/>
                              <a:gd name="T32" fmla="+- 0 790 674"/>
                              <a:gd name="T33" fmla="*/ T32 w 3836"/>
                              <a:gd name="T34" fmla="+- 0 2105 2071"/>
                              <a:gd name="T35" fmla="*/ 2105 h 1702"/>
                              <a:gd name="T36" fmla="+- 0 754 674"/>
                              <a:gd name="T37" fmla="*/ T36 w 3836"/>
                              <a:gd name="T38" fmla="+- 0 2126 2071"/>
                              <a:gd name="T39" fmla="*/ 2126 h 1702"/>
                              <a:gd name="T40" fmla="+- 0 730 674"/>
                              <a:gd name="T41" fmla="*/ T40 w 3836"/>
                              <a:gd name="T42" fmla="+- 0 2148 2071"/>
                              <a:gd name="T43" fmla="*/ 2148 h 1702"/>
                              <a:gd name="T44" fmla="+- 0 696 674"/>
                              <a:gd name="T45" fmla="*/ T44 w 3836"/>
                              <a:gd name="T46" fmla="+- 0 2218 2071"/>
                              <a:gd name="T47" fmla="*/ 2218 h 1702"/>
                              <a:gd name="T48" fmla="+- 0 696 674"/>
                              <a:gd name="T49" fmla="*/ T48 w 3836"/>
                              <a:gd name="T50" fmla="+- 0 3629 2071"/>
                              <a:gd name="T51" fmla="*/ 3629 h 1702"/>
                              <a:gd name="T52" fmla="+- 0 706 674"/>
                              <a:gd name="T53" fmla="*/ T52 w 3836"/>
                              <a:gd name="T54" fmla="+- 0 3658 2071"/>
                              <a:gd name="T55" fmla="*/ 3658 h 1702"/>
                              <a:gd name="T56" fmla="+- 0 720 674"/>
                              <a:gd name="T57" fmla="*/ T56 w 3836"/>
                              <a:gd name="T58" fmla="+- 0 3684 2071"/>
                              <a:gd name="T59" fmla="*/ 3684 h 1702"/>
                              <a:gd name="T60" fmla="+- 0 763 674"/>
                              <a:gd name="T61" fmla="*/ T60 w 3836"/>
                              <a:gd name="T62" fmla="+- 0 3727 2071"/>
                              <a:gd name="T63" fmla="*/ 3727 h 1702"/>
                              <a:gd name="T64" fmla="+- 0 804 674"/>
                              <a:gd name="T65" fmla="*/ T64 w 3836"/>
                              <a:gd name="T66" fmla="+- 0 3746 2071"/>
                              <a:gd name="T67" fmla="*/ 3746 h 1702"/>
                              <a:gd name="T68" fmla="+- 0 4410 674"/>
                              <a:gd name="T69" fmla="*/ T68 w 3836"/>
                              <a:gd name="T70" fmla="+- 0 3754 2071"/>
                              <a:gd name="T71" fmla="*/ 3754 h 1702"/>
                              <a:gd name="T72" fmla="+- 0 4349 674"/>
                              <a:gd name="T73" fmla="*/ T72 w 3836"/>
                              <a:gd name="T74" fmla="+- 0 3773 2071"/>
                              <a:gd name="T75" fmla="*/ 3773 h 1702"/>
                              <a:gd name="T76" fmla="+- 0 4406 674"/>
                              <a:gd name="T77" fmla="*/ T76 w 3836"/>
                              <a:gd name="T78" fmla="+- 0 2110 2071"/>
                              <a:gd name="T79" fmla="*/ 2110 h 1702"/>
                              <a:gd name="T80" fmla="+- 0 4330 674"/>
                              <a:gd name="T81" fmla="*/ T80 w 3836"/>
                              <a:gd name="T82" fmla="+- 0 2090 2071"/>
                              <a:gd name="T83" fmla="*/ 2090 h 1702"/>
                              <a:gd name="T84" fmla="+- 0 4459 674"/>
                              <a:gd name="T85" fmla="*/ T84 w 3836"/>
                              <a:gd name="T86" fmla="+- 0 2126 2071"/>
                              <a:gd name="T87" fmla="*/ 2126 h 1702"/>
                              <a:gd name="T88" fmla="+- 0 751 674"/>
                              <a:gd name="T89" fmla="*/ T88 w 3836"/>
                              <a:gd name="T90" fmla="+- 0 2126 2071"/>
                              <a:gd name="T91" fmla="*/ 2126 h 1702"/>
                              <a:gd name="T92" fmla="+- 0 4454 674"/>
                              <a:gd name="T93" fmla="*/ T92 w 3836"/>
                              <a:gd name="T94" fmla="+- 0 2150 2071"/>
                              <a:gd name="T95" fmla="*/ 2150 h 1702"/>
                              <a:gd name="T96" fmla="+- 0 4478 674"/>
                              <a:gd name="T97" fmla="*/ T96 w 3836"/>
                              <a:gd name="T98" fmla="+- 0 2150 2071"/>
                              <a:gd name="T99" fmla="*/ 2150 h 1702"/>
                              <a:gd name="T100" fmla="+- 0 730 674"/>
                              <a:gd name="T101" fmla="*/ T100 w 3836"/>
                              <a:gd name="T102" fmla="+- 0 2150 2071"/>
                              <a:gd name="T103" fmla="*/ 2150 h 1702"/>
                              <a:gd name="T104" fmla="+- 0 4478 674"/>
                              <a:gd name="T105" fmla="*/ T104 w 3836"/>
                              <a:gd name="T106" fmla="+- 0 2150 2071"/>
                              <a:gd name="T107" fmla="*/ 2150 h 1702"/>
                              <a:gd name="T108" fmla="+- 0 720 674"/>
                              <a:gd name="T109" fmla="*/ T108 w 3836"/>
                              <a:gd name="T110" fmla="+- 0 2162 2071"/>
                              <a:gd name="T111" fmla="*/ 2162 h 1702"/>
                              <a:gd name="T112" fmla="+- 0 4488 674"/>
                              <a:gd name="T113" fmla="*/ T112 w 3836"/>
                              <a:gd name="T114" fmla="+- 0 2234 2071"/>
                              <a:gd name="T115" fmla="*/ 2234 h 1702"/>
                              <a:gd name="T116" fmla="+- 0 4469 674"/>
                              <a:gd name="T117" fmla="*/ T116 w 3836"/>
                              <a:gd name="T118" fmla="+- 0 2174 2071"/>
                              <a:gd name="T119" fmla="*/ 2174 h 1702"/>
                              <a:gd name="T120" fmla="+- 0 4488 674"/>
                              <a:gd name="T121" fmla="*/ T120 w 3836"/>
                              <a:gd name="T122" fmla="+- 0 2165 2071"/>
                              <a:gd name="T123" fmla="*/ 2165 h 1702"/>
                              <a:gd name="T124" fmla="+- 0 4488 674"/>
                              <a:gd name="T125" fmla="*/ T124 w 3836"/>
                              <a:gd name="T126" fmla="+- 0 2232 2071"/>
                              <a:gd name="T127" fmla="*/ 2232 h 1702"/>
                              <a:gd name="T128" fmla="+- 0 694 674"/>
                              <a:gd name="T129" fmla="*/ T128 w 3836"/>
                              <a:gd name="T130" fmla="+- 0 2232 2071"/>
                              <a:gd name="T131" fmla="*/ 2232 h 1702"/>
                              <a:gd name="T132" fmla="+- 0 4488 674"/>
                              <a:gd name="T133" fmla="*/ T132 w 3836"/>
                              <a:gd name="T134" fmla="+- 0 3612 2071"/>
                              <a:gd name="T135" fmla="*/ 3612 h 1702"/>
                              <a:gd name="T136" fmla="+- 0 4510 674"/>
                              <a:gd name="T137" fmla="*/ T136 w 3836"/>
                              <a:gd name="T138" fmla="+- 0 3595 2071"/>
                              <a:gd name="T139" fmla="*/ 3595 h 1702"/>
                              <a:gd name="T140" fmla="+- 0 696 674"/>
                              <a:gd name="T141" fmla="*/ T140 w 3836"/>
                              <a:gd name="T142" fmla="+- 0 3629 2071"/>
                              <a:gd name="T143" fmla="*/ 3629 h 1702"/>
                              <a:gd name="T144" fmla="+- 0 4486 674"/>
                              <a:gd name="T145" fmla="*/ T144 w 3836"/>
                              <a:gd name="T146" fmla="+- 0 3626 2071"/>
                              <a:gd name="T147" fmla="*/ 3626 h 1702"/>
                              <a:gd name="T148" fmla="+- 0 4502 674"/>
                              <a:gd name="T149" fmla="*/ T148 w 3836"/>
                              <a:gd name="T150" fmla="+- 0 3641 2071"/>
                              <a:gd name="T151" fmla="*/ 3641 h 1702"/>
                              <a:gd name="T152" fmla="+- 0 701 674"/>
                              <a:gd name="T153" fmla="*/ T152 w 3836"/>
                              <a:gd name="T154" fmla="+- 0 3643 2071"/>
                              <a:gd name="T155" fmla="*/ 3643 h 1702"/>
                              <a:gd name="T156" fmla="+- 0 4476 674"/>
                              <a:gd name="T157" fmla="*/ T156 w 3836"/>
                              <a:gd name="T158" fmla="+- 0 3658 2071"/>
                              <a:gd name="T159" fmla="*/ 3658 h 1702"/>
                              <a:gd name="T160" fmla="+- 0 707 674"/>
                              <a:gd name="T161" fmla="*/ T160 w 3836"/>
                              <a:gd name="T162" fmla="+- 0 3658 2071"/>
                              <a:gd name="T163" fmla="*/ 3658 h 1702"/>
                              <a:gd name="T164" fmla="+- 0 4469 674"/>
                              <a:gd name="T165" fmla="*/ T164 w 3836"/>
                              <a:gd name="T166" fmla="+- 0 3672 2071"/>
                              <a:gd name="T167" fmla="*/ 3672 h 1702"/>
                              <a:gd name="T168" fmla="+- 0 4495 674"/>
                              <a:gd name="T169" fmla="*/ T168 w 3836"/>
                              <a:gd name="T170" fmla="+- 0 3665 2071"/>
                              <a:gd name="T171" fmla="*/ 3665 h 1702"/>
                              <a:gd name="T172" fmla="+- 0 714 674"/>
                              <a:gd name="T173" fmla="*/ T172 w 3836"/>
                              <a:gd name="T174" fmla="+- 0 3672 2071"/>
                              <a:gd name="T175" fmla="*/ 3672 h 1702"/>
                              <a:gd name="T176" fmla="+- 0 4469 674"/>
                              <a:gd name="T177" fmla="*/ T176 w 3836"/>
                              <a:gd name="T178" fmla="+- 0 3708 2071"/>
                              <a:gd name="T179" fmla="*/ 3708 h 1702"/>
                              <a:gd name="T180" fmla="+- 0 4493 674"/>
                              <a:gd name="T181" fmla="*/ T180 w 3836"/>
                              <a:gd name="T182" fmla="+- 0 3670 2071"/>
                              <a:gd name="T183" fmla="*/ 3670 h 1702"/>
                              <a:gd name="T184" fmla="+- 0 742 674"/>
                              <a:gd name="T185" fmla="*/ T184 w 3836"/>
                              <a:gd name="T186" fmla="+- 0 3708 2071"/>
                              <a:gd name="T187" fmla="*/ 3708 h 1702"/>
                              <a:gd name="T188" fmla="+- 0 4410 674"/>
                              <a:gd name="T189" fmla="*/ T188 w 3836"/>
                              <a:gd name="T190" fmla="+- 0 3754 2071"/>
                              <a:gd name="T191" fmla="*/ 3754 h 1702"/>
                              <a:gd name="T192" fmla="+- 0 4421 674"/>
                              <a:gd name="T193" fmla="*/ T192 w 3836"/>
                              <a:gd name="T194" fmla="+- 0 3727 2071"/>
                              <a:gd name="T195" fmla="*/ 3727 h 1702"/>
                              <a:gd name="T196" fmla="+- 0 4442 674"/>
                              <a:gd name="T197" fmla="*/ T196 w 3836"/>
                              <a:gd name="T198" fmla="+- 0 3706 2071"/>
                              <a:gd name="T199" fmla="*/ 3706 h 1702"/>
                              <a:gd name="T200" fmla="+- 0 4445 674"/>
                              <a:gd name="T201" fmla="*/ T200 w 3836"/>
                              <a:gd name="T202" fmla="+- 0 3732 2071"/>
                              <a:gd name="T203" fmla="*/ 3732 h 17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Lst>
                            <a:rect l="0" t="0" r="r" b="b"/>
                            <a:pathLst>
                              <a:path w="3836" h="1702">
                                <a:moveTo>
                                  <a:pt x="3675" y="1702"/>
                                </a:moveTo>
                                <a:lnTo>
                                  <a:pt x="159" y="1702"/>
                                </a:lnTo>
                                <a:lnTo>
                                  <a:pt x="142" y="1699"/>
                                </a:lnTo>
                                <a:lnTo>
                                  <a:pt x="125" y="1695"/>
                                </a:lnTo>
                                <a:lnTo>
                                  <a:pt x="92" y="1680"/>
                                </a:lnTo>
                                <a:lnTo>
                                  <a:pt x="77" y="1673"/>
                                </a:lnTo>
                                <a:lnTo>
                                  <a:pt x="65" y="1661"/>
                                </a:lnTo>
                                <a:lnTo>
                                  <a:pt x="51" y="1651"/>
                                </a:lnTo>
                                <a:lnTo>
                                  <a:pt x="39" y="1637"/>
                                </a:lnTo>
                                <a:lnTo>
                                  <a:pt x="29" y="1625"/>
                                </a:lnTo>
                                <a:lnTo>
                                  <a:pt x="20" y="1608"/>
                                </a:lnTo>
                                <a:lnTo>
                                  <a:pt x="12" y="1594"/>
                                </a:lnTo>
                                <a:lnTo>
                                  <a:pt x="3" y="1560"/>
                                </a:lnTo>
                                <a:lnTo>
                                  <a:pt x="0" y="1543"/>
                                </a:lnTo>
                                <a:lnTo>
                                  <a:pt x="0" y="161"/>
                                </a:lnTo>
                                <a:lnTo>
                                  <a:pt x="3" y="142"/>
                                </a:lnTo>
                                <a:lnTo>
                                  <a:pt x="12" y="108"/>
                                </a:lnTo>
                                <a:lnTo>
                                  <a:pt x="20" y="94"/>
                                </a:lnTo>
                                <a:lnTo>
                                  <a:pt x="39" y="65"/>
                                </a:lnTo>
                                <a:lnTo>
                                  <a:pt x="51" y="53"/>
                                </a:lnTo>
                                <a:lnTo>
                                  <a:pt x="65" y="41"/>
                                </a:lnTo>
                                <a:lnTo>
                                  <a:pt x="77" y="31"/>
                                </a:lnTo>
                                <a:lnTo>
                                  <a:pt x="92" y="22"/>
                                </a:lnTo>
                                <a:lnTo>
                                  <a:pt x="125" y="7"/>
                                </a:lnTo>
                                <a:lnTo>
                                  <a:pt x="142" y="5"/>
                                </a:lnTo>
                                <a:lnTo>
                                  <a:pt x="159" y="0"/>
                                </a:lnTo>
                                <a:lnTo>
                                  <a:pt x="3675" y="0"/>
                                </a:lnTo>
                                <a:lnTo>
                                  <a:pt x="3692" y="5"/>
                                </a:lnTo>
                                <a:lnTo>
                                  <a:pt x="3711" y="7"/>
                                </a:lnTo>
                                <a:lnTo>
                                  <a:pt x="3725" y="15"/>
                                </a:lnTo>
                                <a:lnTo>
                                  <a:pt x="3736" y="19"/>
                                </a:lnTo>
                                <a:lnTo>
                                  <a:pt x="178" y="19"/>
                                </a:lnTo>
                                <a:lnTo>
                                  <a:pt x="144" y="24"/>
                                </a:lnTo>
                                <a:lnTo>
                                  <a:pt x="147" y="24"/>
                                </a:lnTo>
                                <a:lnTo>
                                  <a:pt x="130" y="27"/>
                                </a:lnTo>
                                <a:lnTo>
                                  <a:pt x="116" y="34"/>
                                </a:lnTo>
                                <a:lnTo>
                                  <a:pt x="101" y="39"/>
                                </a:lnTo>
                                <a:lnTo>
                                  <a:pt x="104" y="39"/>
                                </a:lnTo>
                                <a:lnTo>
                                  <a:pt x="89" y="48"/>
                                </a:lnTo>
                                <a:lnTo>
                                  <a:pt x="80" y="55"/>
                                </a:lnTo>
                                <a:lnTo>
                                  <a:pt x="77" y="55"/>
                                </a:lnTo>
                                <a:lnTo>
                                  <a:pt x="65" y="67"/>
                                </a:lnTo>
                                <a:lnTo>
                                  <a:pt x="58" y="77"/>
                                </a:lnTo>
                                <a:lnTo>
                                  <a:pt x="56" y="77"/>
                                </a:lnTo>
                                <a:lnTo>
                                  <a:pt x="48" y="89"/>
                                </a:lnTo>
                                <a:lnTo>
                                  <a:pt x="46" y="89"/>
                                </a:lnTo>
                                <a:lnTo>
                                  <a:pt x="32" y="118"/>
                                </a:lnTo>
                                <a:lnTo>
                                  <a:pt x="22" y="147"/>
                                </a:lnTo>
                                <a:lnTo>
                                  <a:pt x="20" y="161"/>
                                </a:lnTo>
                                <a:lnTo>
                                  <a:pt x="20" y="1541"/>
                                </a:lnTo>
                                <a:lnTo>
                                  <a:pt x="22" y="1558"/>
                                </a:lnTo>
                                <a:lnTo>
                                  <a:pt x="23" y="1558"/>
                                </a:lnTo>
                                <a:lnTo>
                                  <a:pt x="27" y="1572"/>
                                </a:lnTo>
                                <a:lnTo>
                                  <a:pt x="32" y="1587"/>
                                </a:lnTo>
                                <a:lnTo>
                                  <a:pt x="33" y="1587"/>
                                </a:lnTo>
                                <a:lnTo>
                                  <a:pt x="39" y="1601"/>
                                </a:lnTo>
                                <a:lnTo>
                                  <a:pt x="40" y="1601"/>
                                </a:lnTo>
                                <a:lnTo>
                                  <a:pt x="46" y="1613"/>
                                </a:lnTo>
                                <a:lnTo>
                                  <a:pt x="65" y="1637"/>
                                </a:lnTo>
                                <a:lnTo>
                                  <a:pt x="68" y="1637"/>
                                </a:lnTo>
                                <a:lnTo>
                                  <a:pt x="77" y="1647"/>
                                </a:lnTo>
                                <a:lnTo>
                                  <a:pt x="89" y="1656"/>
                                </a:lnTo>
                                <a:lnTo>
                                  <a:pt x="104" y="1663"/>
                                </a:lnTo>
                                <a:lnTo>
                                  <a:pt x="101" y="1663"/>
                                </a:lnTo>
                                <a:lnTo>
                                  <a:pt x="116" y="1671"/>
                                </a:lnTo>
                                <a:lnTo>
                                  <a:pt x="130" y="1675"/>
                                </a:lnTo>
                                <a:lnTo>
                                  <a:pt x="147" y="1680"/>
                                </a:lnTo>
                                <a:lnTo>
                                  <a:pt x="144" y="1680"/>
                                </a:lnTo>
                                <a:lnTo>
                                  <a:pt x="161" y="1683"/>
                                </a:lnTo>
                                <a:lnTo>
                                  <a:pt x="3736" y="1683"/>
                                </a:lnTo>
                                <a:lnTo>
                                  <a:pt x="3725" y="1687"/>
                                </a:lnTo>
                                <a:lnTo>
                                  <a:pt x="3711" y="1695"/>
                                </a:lnTo>
                                <a:lnTo>
                                  <a:pt x="3692" y="1699"/>
                                </a:lnTo>
                                <a:lnTo>
                                  <a:pt x="3675" y="1702"/>
                                </a:lnTo>
                                <a:close/>
                                <a:moveTo>
                                  <a:pt x="3759" y="58"/>
                                </a:moveTo>
                                <a:lnTo>
                                  <a:pt x="3744" y="48"/>
                                </a:lnTo>
                                <a:lnTo>
                                  <a:pt x="3747" y="48"/>
                                </a:lnTo>
                                <a:lnTo>
                                  <a:pt x="3732" y="39"/>
                                </a:lnTo>
                                <a:lnTo>
                                  <a:pt x="3718" y="34"/>
                                </a:lnTo>
                                <a:lnTo>
                                  <a:pt x="3704" y="27"/>
                                </a:lnTo>
                                <a:lnTo>
                                  <a:pt x="3689" y="24"/>
                                </a:lnTo>
                                <a:lnTo>
                                  <a:pt x="3656" y="19"/>
                                </a:lnTo>
                                <a:lnTo>
                                  <a:pt x="3736" y="19"/>
                                </a:lnTo>
                                <a:lnTo>
                                  <a:pt x="3742" y="22"/>
                                </a:lnTo>
                                <a:lnTo>
                                  <a:pt x="3771" y="41"/>
                                </a:lnTo>
                                <a:lnTo>
                                  <a:pt x="3785" y="55"/>
                                </a:lnTo>
                                <a:lnTo>
                                  <a:pt x="3756" y="55"/>
                                </a:lnTo>
                                <a:lnTo>
                                  <a:pt x="3759" y="58"/>
                                </a:lnTo>
                                <a:close/>
                                <a:moveTo>
                                  <a:pt x="77" y="58"/>
                                </a:moveTo>
                                <a:lnTo>
                                  <a:pt x="77" y="55"/>
                                </a:lnTo>
                                <a:lnTo>
                                  <a:pt x="80" y="55"/>
                                </a:lnTo>
                                <a:lnTo>
                                  <a:pt x="77" y="58"/>
                                </a:lnTo>
                                <a:close/>
                                <a:moveTo>
                                  <a:pt x="3804" y="79"/>
                                </a:moveTo>
                                <a:lnTo>
                                  <a:pt x="3780" y="79"/>
                                </a:lnTo>
                                <a:lnTo>
                                  <a:pt x="3756" y="55"/>
                                </a:lnTo>
                                <a:lnTo>
                                  <a:pt x="3785" y="55"/>
                                </a:lnTo>
                                <a:lnTo>
                                  <a:pt x="3795" y="65"/>
                                </a:lnTo>
                                <a:lnTo>
                                  <a:pt x="3804" y="79"/>
                                </a:lnTo>
                                <a:close/>
                                <a:moveTo>
                                  <a:pt x="56" y="79"/>
                                </a:moveTo>
                                <a:lnTo>
                                  <a:pt x="56" y="77"/>
                                </a:lnTo>
                                <a:lnTo>
                                  <a:pt x="58" y="77"/>
                                </a:lnTo>
                                <a:lnTo>
                                  <a:pt x="56" y="79"/>
                                </a:lnTo>
                                <a:close/>
                                <a:moveTo>
                                  <a:pt x="3788" y="91"/>
                                </a:moveTo>
                                <a:lnTo>
                                  <a:pt x="3778" y="77"/>
                                </a:lnTo>
                                <a:lnTo>
                                  <a:pt x="3780" y="79"/>
                                </a:lnTo>
                                <a:lnTo>
                                  <a:pt x="3804" y="79"/>
                                </a:lnTo>
                                <a:lnTo>
                                  <a:pt x="3811" y="89"/>
                                </a:lnTo>
                                <a:lnTo>
                                  <a:pt x="3788" y="89"/>
                                </a:lnTo>
                                <a:lnTo>
                                  <a:pt x="3788" y="91"/>
                                </a:lnTo>
                                <a:close/>
                                <a:moveTo>
                                  <a:pt x="46" y="91"/>
                                </a:moveTo>
                                <a:lnTo>
                                  <a:pt x="46" y="89"/>
                                </a:lnTo>
                                <a:lnTo>
                                  <a:pt x="48" y="89"/>
                                </a:lnTo>
                                <a:lnTo>
                                  <a:pt x="46" y="91"/>
                                </a:lnTo>
                                <a:close/>
                                <a:moveTo>
                                  <a:pt x="3814" y="163"/>
                                </a:moveTo>
                                <a:lnTo>
                                  <a:pt x="3812" y="147"/>
                                </a:lnTo>
                                <a:lnTo>
                                  <a:pt x="3807" y="132"/>
                                </a:lnTo>
                                <a:lnTo>
                                  <a:pt x="3809" y="132"/>
                                </a:lnTo>
                                <a:lnTo>
                                  <a:pt x="3795" y="103"/>
                                </a:lnTo>
                                <a:lnTo>
                                  <a:pt x="3797" y="103"/>
                                </a:lnTo>
                                <a:lnTo>
                                  <a:pt x="3788" y="89"/>
                                </a:lnTo>
                                <a:lnTo>
                                  <a:pt x="3811" y="89"/>
                                </a:lnTo>
                                <a:lnTo>
                                  <a:pt x="3814" y="94"/>
                                </a:lnTo>
                                <a:lnTo>
                                  <a:pt x="3821" y="108"/>
                                </a:lnTo>
                                <a:lnTo>
                                  <a:pt x="3831" y="142"/>
                                </a:lnTo>
                                <a:lnTo>
                                  <a:pt x="3833" y="161"/>
                                </a:lnTo>
                                <a:lnTo>
                                  <a:pt x="3814" y="161"/>
                                </a:lnTo>
                                <a:lnTo>
                                  <a:pt x="3814" y="163"/>
                                </a:lnTo>
                                <a:close/>
                                <a:moveTo>
                                  <a:pt x="20" y="163"/>
                                </a:moveTo>
                                <a:lnTo>
                                  <a:pt x="20" y="161"/>
                                </a:lnTo>
                                <a:lnTo>
                                  <a:pt x="20" y="163"/>
                                </a:lnTo>
                                <a:close/>
                                <a:moveTo>
                                  <a:pt x="3831" y="1558"/>
                                </a:moveTo>
                                <a:lnTo>
                                  <a:pt x="3812" y="1558"/>
                                </a:lnTo>
                                <a:lnTo>
                                  <a:pt x="3814" y="1541"/>
                                </a:lnTo>
                                <a:lnTo>
                                  <a:pt x="3814" y="161"/>
                                </a:lnTo>
                                <a:lnTo>
                                  <a:pt x="3833" y="161"/>
                                </a:lnTo>
                                <a:lnTo>
                                  <a:pt x="3836" y="178"/>
                                </a:lnTo>
                                <a:lnTo>
                                  <a:pt x="3836" y="1524"/>
                                </a:lnTo>
                                <a:lnTo>
                                  <a:pt x="3833" y="1543"/>
                                </a:lnTo>
                                <a:lnTo>
                                  <a:pt x="3831" y="1558"/>
                                </a:lnTo>
                                <a:close/>
                                <a:moveTo>
                                  <a:pt x="23" y="1558"/>
                                </a:moveTo>
                                <a:lnTo>
                                  <a:pt x="22" y="1558"/>
                                </a:lnTo>
                                <a:lnTo>
                                  <a:pt x="22" y="1555"/>
                                </a:lnTo>
                                <a:lnTo>
                                  <a:pt x="23" y="1558"/>
                                </a:lnTo>
                                <a:close/>
                                <a:moveTo>
                                  <a:pt x="3807" y="1572"/>
                                </a:moveTo>
                                <a:lnTo>
                                  <a:pt x="3812" y="1555"/>
                                </a:lnTo>
                                <a:lnTo>
                                  <a:pt x="3812" y="1558"/>
                                </a:lnTo>
                                <a:lnTo>
                                  <a:pt x="3831" y="1558"/>
                                </a:lnTo>
                                <a:lnTo>
                                  <a:pt x="3831" y="1560"/>
                                </a:lnTo>
                                <a:lnTo>
                                  <a:pt x="3828" y="1570"/>
                                </a:lnTo>
                                <a:lnTo>
                                  <a:pt x="3809" y="1570"/>
                                </a:lnTo>
                                <a:lnTo>
                                  <a:pt x="3807" y="1572"/>
                                </a:lnTo>
                                <a:close/>
                                <a:moveTo>
                                  <a:pt x="27" y="1572"/>
                                </a:moveTo>
                                <a:lnTo>
                                  <a:pt x="27" y="1572"/>
                                </a:lnTo>
                                <a:lnTo>
                                  <a:pt x="27" y="1570"/>
                                </a:lnTo>
                                <a:lnTo>
                                  <a:pt x="27" y="1572"/>
                                </a:lnTo>
                                <a:close/>
                                <a:moveTo>
                                  <a:pt x="3823" y="1587"/>
                                </a:moveTo>
                                <a:lnTo>
                                  <a:pt x="3802" y="1587"/>
                                </a:lnTo>
                                <a:lnTo>
                                  <a:pt x="3809" y="1570"/>
                                </a:lnTo>
                                <a:lnTo>
                                  <a:pt x="3828" y="1570"/>
                                </a:lnTo>
                                <a:lnTo>
                                  <a:pt x="3823" y="1587"/>
                                </a:lnTo>
                                <a:close/>
                                <a:moveTo>
                                  <a:pt x="33" y="1587"/>
                                </a:moveTo>
                                <a:lnTo>
                                  <a:pt x="32" y="1587"/>
                                </a:lnTo>
                                <a:lnTo>
                                  <a:pt x="32" y="1584"/>
                                </a:lnTo>
                                <a:lnTo>
                                  <a:pt x="33" y="1587"/>
                                </a:lnTo>
                                <a:close/>
                                <a:moveTo>
                                  <a:pt x="3795" y="1601"/>
                                </a:moveTo>
                                <a:lnTo>
                                  <a:pt x="3802" y="1584"/>
                                </a:lnTo>
                                <a:lnTo>
                                  <a:pt x="3802" y="1587"/>
                                </a:lnTo>
                                <a:lnTo>
                                  <a:pt x="3823" y="1587"/>
                                </a:lnTo>
                                <a:lnTo>
                                  <a:pt x="3821" y="1594"/>
                                </a:lnTo>
                                <a:lnTo>
                                  <a:pt x="3819" y="1599"/>
                                </a:lnTo>
                                <a:lnTo>
                                  <a:pt x="3797" y="1599"/>
                                </a:lnTo>
                                <a:lnTo>
                                  <a:pt x="3795" y="1601"/>
                                </a:lnTo>
                                <a:close/>
                                <a:moveTo>
                                  <a:pt x="40" y="1601"/>
                                </a:moveTo>
                                <a:lnTo>
                                  <a:pt x="39" y="1601"/>
                                </a:lnTo>
                                <a:lnTo>
                                  <a:pt x="39" y="1599"/>
                                </a:lnTo>
                                <a:lnTo>
                                  <a:pt x="40" y="1601"/>
                                </a:lnTo>
                                <a:close/>
                                <a:moveTo>
                                  <a:pt x="3795" y="1637"/>
                                </a:moveTo>
                                <a:lnTo>
                                  <a:pt x="3768" y="1637"/>
                                </a:lnTo>
                                <a:lnTo>
                                  <a:pt x="3788" y="1613"/>
                                </a:lnTo>
                                <a:lnTo>
                                  <a:pt x="3797" y="1599"/>
                                </a:lnTo>
                                <a:lnTo>
                                  <a:pt x="3819" y="1599"/>
                                </a:lnTo>
                                <a:lnTo>
                                  <a:pt x="3814" y="1608"/>
                                </a:lnTo>
                                <a:lnTo>
                                  <a:pt x="3804" y="1625"/>
                                </a:lnTo>
                                <a:lnTo>
                                  <a:pt x="3795" y="1637"/>
                                </a:lnTo>
                                <a:close/>
                                <a:moveTo>
                                  <a:pt x="68" y="1637"/>
                                </a:moveTo>
                                <a:lnTo>
                                  <a:pt x="65" y="1637"/>
                                </a:lnTo>
                                <a:lnTo>
                                  <a:pt x="65" y="1635"/>
                                </a:lnTo>
                                <a:lnTo>
                                  <a:pt x="68" y="1637"/>
                                </a:lnTo>
                                <a:close/>
                                <a:moveTo>
                                  <a:pt x="3736" y="1683"/>
                                </a:moveTo>
                                <a:lnTo>
                                  <a:pt x="3672" y="1683"/>
                                </a:lnTo>
                                <a:lnTo>
                                  <a:pt x="3689" y="1680"/>
                                </a:lnTo>
                                <a:lnTo>
                                  <a:pt x="3718" y="1671"/>
                                </a:lnTo>
                                <a:lnTo>
                                  <a:pt x="3747" y="1656"/>
                                </a:lnTo>
                                <a:lnTo>
                                  <a:pt x="3744" y="1656"/>
                                </a:lnTo>
                                <a:lnTo>
                                  <a:pt x="3759" y="1647"/>
                                </a:lnTo>
                                <a:lnTo>
                                  <a:pt x="3756" y="1647"/>
                                </a:lnTo>
                                <a:lnTo>
                                  <a:pt x="3768" y="1635"/>
                                </a:lnTo>
                                <a:lnTo>
                                  <a:pt x="3768" y="1637"/>
                                </a:lnTo>
                                <a:lnTo>
                                  <a:pt x="3795" y="1637"/>
                                </a:lnTo>
                                <a:lnTo>
                                  <a:pt x="3783" y="1651"/>
                                </a:lnTo>
                                <a:lnTo>
                                  <a:pt x="3771" y="1661"/>
                                </a:lnTo>
                                <a:lnTo>
                                  <a:pt x="3756" y="1673"/>
                                </a:lnTo>
                                <a:lnTo>
                                  <a:pt x="3742" y="1680"/>
                                </a:lnTo>
                                <a:lnTo>
                                  <a:pt x="3736" y="1683"/>
                                </a:lnTo>
                                <a:close/>
                              </a:path>
                            </a:pathLst>
                          </a:custGeom>
                          <a:solidFill>
                            <a:srgbClr val="EC7C3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Line 37"/>
                        <wps:cNvCnPr>
                          <a:cxnSpLocks noChangeShapeType="1"/>
                        </wps:cNvCnPr>
                        <wps:spPr bwMode="auto">
                          <a:xfrm>
                            <a:off x="2197" y="3444"/>
                            <a:ext cx="1880" cy="0"/>
                          </a:xfrm>
                          <a:prstGeom prst="line">
                            <a:avLst/>
                          </a:prstGeom>
                          <a:noFill/>
                          <a:ln w="821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 name="Line 36"/>
                        <wps:cNvCnPr>
                          <a:cxnSpLocks noChangeShapeType="1"/>
                        </wps:cNvCnPr>
                        <wps:spPr bwMode="auto">
                          <a:xfrm>
                            <a:off x="347" y="1692"/>
                            <a:ext cx="0" cy="3460"/>
                          </a:xfrm>
                          <a:prstGeom prst="line">
                            <a:avLst/>
                          </a:prstGeom>
                          <a:noFill/>
                          <a:ln w="13716">
                            <a:solidFill>
                              <a:srgbClr val="BC6124"/>
                            </a:solidFill>
                            <a:prstDash val="solid"/>
                            <a:round/>
                            <a:headEnd/>
                            <a:tailEnd/>
                          </a:ln>
                          <a:extLst>
                            <a:ext uri="{909E8E84-426E-40DD-AFC4-6F175D3DCCD1}">
                              <a14:hiddenFill xmlns:a14="http://schemas.microsoft.com/office/drawing/2010/main">
                                <a:noFill/>
                              </a14:hiddenFill>
                            </a:ext>
                          </a:extLst>
                        </wps:spPr>
                        <wps:bodyPr/>
                      </wps:wsp>
                      <wps:wsp>
                        <wps:cNvPr id="50" name="Rectangle 35"/>
                        <wps:cNvSpPr>
                          <a:spLocks noChangeArrowheads="1"/>
                        </wps:cNvSpPr>
                        <wps:spPr bwMode="auto">
                          <a:xfrm>
                            <a:off x="336" y="5152"/>
                            <a:ext cx="17" cy="10"/>
                          </a:xfrm>
                          <a:prstGeom prst="rect">
                            <a:avLst/>
                          </a:prstGeom>
                          <a:solidFill>
                            <a:srgbClr val="BC612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Line 34"/>
                        <wps:cNvCnPr>
                          <a:cxnSpLocks noChangeShapeType="1"/>
                        </wps:cNvCnPr>
                        <wps:spPr bwMode="auto">
                          <a:xfrm>
                            <a:off x="336" y="5167"/>
                            <a:ext cx="348" cy="0"/>
                          </a:xfrm>
                          <a:prstGeom prst="line">
                            <a:avLst/>
                          </a:prstGeom>
                          <a:noFill/>
                          <a:ln w="6350">
                            <a:solidFill>
                              <a:srgbClr val="BC6124"/>
                            </a:solidFill>
                            <a:prstDash val="solid"/>
                            <a:round/>
                            <a:headEnd/>
                            <a:tailEnd/>
                          </a:ln>
                          <a:extLst>
                            <a:ext uri="{909E8E84-426E-40DD-AFC4-6F175D3DCCD1}">
                              <a14:hiddenFill xmlns:a14="http://schemas.microsoft.com/office/drawing/2010/main">
                                <a:noFill/>
                              </a14:hiddenFill>
                            </a:ext>
                          </a:extLst>
                        </wps:spPr>
                        <wps:bodyPr/>
                      </wps:wsp>
                      <wps:wsp>
                        <wps:cNvPr id="52" name="Freeform 33"/>
                        <wps:cNvSpPr>
                          <a:spLocks/>
                        </wps:cNvSpPr>
                        <wps:spPr bwMode="auto">
                          <a:xfrm>
                            <a:off x="348" y="5152"/>
                            <a:ext cx="10" cy="10"/>
                          </a:xfrm>
                          <a:custGeom>
                            <a:avLst/>
                            <a:gdLst>
                              <a:gd name="T0" fmla="+- 0 358 348"/>
                              <a:gd name="T1" fmla="*/ T0 w 10"/>
                              <a:gd name="T2" fmla="+- 0 5162 5153"/>
                              <a:gd name="T3" fmla="*/ 5162 h 10"/>
                              <a:gd name="T4" fmla="+- 0 348 348"/>
                              <a:gd name="T5" fmla="*/ T4 w 10"/>
                              <a:gd name="T6" fmla="+- 0 5153 5153"/>
                              <a:gd name="T7" fmla="*/ 5153 h 10"/>
                              <a:gd name="T8" fmla="+- 0 358 348"/>
                              <a:gd name="T9" fmla="*/ T8 w 10"/>
                              <a:gd name="T10" fmla="+- 0 5153 5153"/>
                              <a:gd name="T11" fmla="*/ 5153 h 10"/>
                              <a:gd name="T12" fmla="+- 0 358 348"/>
                              <a:gd name="T13" fmla="*/ T12 w 10"/>
                              <a:gd name="T14" fmla="+- 0 5162 5153"/>
                              <a:gd name="T15" fmla="*/ 5162 h 10"/>
                            </a:gdLst>
                            <a:ahLst/>
                            <a:cxnLst>
                              <a:cxn ang="0">
                                <a:pos x="T1" y="T3"/>
                              </a:cxn>
                              <a:cxn ang="0">
                                <a:pos x="T5" y="T7"/>
                              </a:cxn>
                              <a:cxn ang="0">
                                <a:pos x="T9" y="T11"/>
                              </a:cxn>
                              <a:cxn ang="0">
                                <a:pos x="T13" y="T15"/>
                              </a:cxn>
                            </a:cxnLst>
                            <a:rect l="0" t="0" r="r" b="b"/>
                            <a:pathLst>
                              <a:path w="10" h="10">
                                <a:moveTo>
                                  <a:pt x="10" y="9"/>
                                </a:moveTo>
                                <a:lnTo>
                                  <a:pt x="0" y="0"/>
                                </a:lnTo>
                                <a:lnTo>
                                  <a:pt x="10" y="0"/>
                                </a:lnTo>
                                <a:lnTo>
                                  <a:pt x="10" y="9"/>
                                </a:lnTo>
                                <a:close/>
                              </a:path>
                            </a:pathLst>
                          </a:custGeom>
                          <a:solidFill>
                            <a:srgbClr val="BC61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Line 32"/>
                        <wps:cNvCnPr>
                          <a:cxnSpLocks noChangeShapeType="1"/>
                        </wps:cNvCnPr>
                        <wps:spPr bwMode="auto">
                          <a:xfrm>
                            <a:off x="358" y="5158"/>
                            <a:ext cx="326" cy="0"/>
                          </a:xfrm>
                          <a:prstGeom prst="line">
                            <a:avLst/>
                          </a:prstGeom>
                          <a:noFill/>
                          <a:ln w="6096">
                            <a:solidFill>
                              <a:srgbClr val="BC6124"/>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54" name="Picture 3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676" y="4209"/>
                            <a:ext cx="3677" cy="1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5" name="AutoShape 30"/>
                        <wps:cNvSpPr>
                          <a:spLocks/>
                        </wps:cNvSpPr>
                        <wps:spPr bwMode="auto">
                          <a:xfrm>
                            <a:off x="674" y="4204"/>
                            <a:ext cx="3689" cy="1913"/>
                          </a:xfrm>
                          <a:custGeom>
                            <a:avLst/>
                            <a:gdLst>
                              <a:gd name="T0" fmla="+- 0 814 674"/>
                              <a:gd name="T1" fmla="*/ T0 w 3689"/>
                              <a:gd name="T2" fmla="+- 0 6110 4205"/>
                              <a:gd name="T3" fmla="*/ 6110 h 1913"/>
                              <a:gd name="T4" fmla="+- 0 718 674"/>
                              <a:gd name="T5" fmla="*/ T4 w 3689"/>
                              <a:gd name="T6" fmla="+- 0 6046 4205"/>
                              <a:gd name="T7" fmla="*/ 6046 h 1913"/>
                              <a:gd name="T8" fmla="+- 0 677 674"/>
                              <a:gd name="T9" fmla="*/ T8 w 3689"/>
                              <a:gd name="T10" fmla="+- 0 5959 4205"/>
                              <a:gd name="T11" fmla="*/ 5959 h 1913"/>
                              <a:gd name="T12" fmla="+- 0 682 674"/>
                              <a:gd name="T13" fmla="*/ T12 w 3689"/>
                              <a:gd name="T14" fmla="+- 0 4346 4205"/>
                              <a:gd name="T15" fmla="*/ 4346 h 1913"/>
                              <a:gd name="T16" fmla="+- 0 746 674"/>
                              <a:gd name="T17" fmla="*/ T16 w 3689"/>
                              <a:gd name="T18" fmla="+- 0 4250 4205"/>
                              <a:gd name="T19" fmla="*/ 4250 h 1913"/>
                              <a:gd name="T20" fmla="+- 0 814 674"/>
                              <a:gd name="T21" fmla="*/ T20 w 3689"/>
                              <a:gd name="T22" fmla="+- 0 4214 4205"/>
                              <a:gd name="T23" fmla="*/ 4214 h 1913"/>
                              <a:gd name="T24" fmla="+- 0 4202 674"/>
                              <a:gd name="T25" fmla="*/ T24 w 3689"/>
                              <a:gd name="T26" fmla="+- 0 4210 4205"/>
                              <a:gd name="T27" fmla="*/ 4210 h 1913"/>
                              <a:gd name="T28" fmla="+- 0 854 674"/>
                              <a:gd name="T29" fmla="*/ T28 w 3689"/>
                              <a:gd name="T30" fmla="+- 0 4226 4205"/>
                              <a:gd name="T31" fmla="*/ 4226 h 1913"/>
                              <a:gd name="T32" fmla="+- 0 821 674"/>
                              <a:gd name="T33" fmla="*/ T32 w 3689"/>
                              <a:gd name="T34" fmla="+- 0 4234 4205"/>
                              <a:gd name="T35" fmla="*/ 4234 h 1913"/>
                              <a:gd name="T36" fmla="+- 0 787 674"/>
                              <a:gd name="T37" fmla="*/ T36 w 3689"/>
                              <a:gd name="T38" fmla="+- 0 4246 4205"/>
                              <a:gd name="T39" fmla="*/ 4246 h 1913"/>
                              <a:gd name="T40" fmla="+- 0 746 674"/>
                              <a:gd name="T41" fmla="*/ T40 w 3689"/>
                              <a:gd name="T42" fmla="+- 0 4277 4205"/>
                              <a:gd name="T43" fmla="*/ 4277 h 1913"/>
                              <a:gd name="T44" fmla="+- 0 717 674"/>
                              <a:gd name="T45" fmla="*/ T44 w 3689"/>
                              <a:gd name="T46" fmla="+- 0 4318 4205"/>
                              <a:gd name="T47" fmla="*/ 4318 h 1913"/>
                              <a:gd name="T48" fmla="+- 0 694 674"/>
                              <a:gd name="T49" fmla="*/ T48 w 3689"/>
                              <a:gd name="T50" fmla="+- 0 4385 4205"/>
                              <a:gd name="T51" fmla="*/ 4385 h 1913"/>
                              <a:gd name="T52" fmla="+- 0 697 674"/>
                              <a:gd name="T53" fmla="*/ T52 w 3689"/>
                              <a:gd name="T54" fmla="+- 0 5957 4205"/>
                              <a:gd name="T55" fmla="*/ 5957 h 1913"/>
                              <a:gd name="T56" fmla="+- 0 709 674"/>
                              <a:gd name="T57" fmla="*/ T56 w 3689"/>
                              <a:gd name="T58" fmla="+- 0 5990 4205"/>
                              <a:gd name="T59" fmla="*/ 5990 h 1913"/>
                              <a:gd name="T60" fmla="+- 0 787 674"/>
                              <a:gd name="T61" fmla="*/ T60 w 3689"/>
                              <a:gd name="T62" fmla="+- 0 6077 4205"/>
                              <a:gd name="T63" fmla="*/ 6077 h 1913"/>
                              <a:gd name="T64" fmla="+- 0 818 674"/>
                              <a:gd name="T65" fmla="*/ T64 w 3689"/>
                              <a:gd name="T66" fmla="+- 0 6091 4205"/>
                              <a:gd name="T67" fmla="*/ 6091 h 1913"/>
                              <a:gd name="T68" fmla="+- 0 4249 674"/>
                              <a:gd name="T69" fmla="*/ T68 w 3689"/>
                              <a:gd name="T70" fmla="+- 0 6098 4205"/>
                              <a:gd name="T71" fmla="*/ 6098 h 1913"/>
                              <a:gd name="T72" fmla="+- 0 4183 674"/>
                              <a:gd name="T73" fmla="*/ T72 w 3689"/>
                              <a:gd name="T74" fmla="+- 0 6118 4205"/>
                              <a:gd name="T75" fmla="*/ 6118 h 1913"/>
                              <a:gd name="T76" fmla="+- 0 4200 674"/>
                              <a:gd name="T77" fmla="*/ T76 w 3689"/>
                              <a:gd name="T78" fmla="+- 0 4229 4205"/>
                              <a:gd name="T79" fmla="*/ 4229 h 1913"/>
                              <a:gd name="T80" fmla="+- 0 4274 674"/>
                              <a:gd name="T81" fmla="*/ T80 w 3689"/>
                              <a:gd name="T82" fmla="+- 0 4238 4205"/>
                              <a:gd name="T83" fmla="*/ 4238 h 1913"/>
                              <a:gd name="T84" fmla="+- 0 804 674"/>
                              <a:gd name="T85" fmla="*/ T84 w 3689"/>
                              <a:gd name="T86" fmla="+- 0 4238 4205"/>
                              <a:gd name="T87" fmla="*/ 4238 h 1913"/>
                              <a:gd name="T88" fmla="+- 0 4231 674"/>
                              <a:gd name="T89" fmla="*/ T88 w 3689"/>
                              <a:gd name="T90" fmla="+- 0 4238 4205"/>
                              <a:gd name="T91" fmla="*/ 4238 h 1913"/>
                              <a:gd name="T92" fmla="+- 0 4248 674"/>
                              <a:gd name="T93" fmla="*/ T92 w 3689"/>
                              <a:gd name="T94" fmla="+- 0 4248 4205"/>
                              <a:gd name="T95" fmla="*/ 4248 h 1913"/>
                              <a:gd name="T96" fmla="+- 0 787 674"/>
                              <a:gd name="T97" fmla="*/ T96 w 3689"/>
                              <a:gd name="T98" fmla="+- 0 4248 4205"/>
                              <a:gd name="T99" fmla="*/ 4248 h 1913"/>
                              <a:gd name="T100" fmla="+- 0 4248 674"/>
                              <a:gd name="T101" fmla="*/ T100 w 3689"/>
                              <a:gd name="T102" fmla="+- 0 4246 4205"/>
                              <a:gd name="T103" fmla="*/ 4246 h 1913"/>
                              <a:gd name="T104" fmla="+- 0 4318 674"/>
                              <a:gd name="T105" fmla="*/ T104 w 3689"/>
                              <a:gd name="T106" fmla="+- 0 4277 4205"/>
                              <a:gd name="T107" fmla="*/ 4277 h 1913"/>
                              <a:gd name="T108" fmla="+- 0 746 674"/>
                              <a:gd name="T109" fmla="*/ T108 w 3689"/>
                              <a:gd name="T110" fmla="+- 0 4277 4205"/>
                              <a:gd name="T111" fmla="*/ 4277 h 1913"/>
                              <a:gd name="T112" fmla="+- 0 4313 674"/>
                              <a:gd name="T113" fmla="*/ T112 w 3689"/>
                              <a:gd name="T114" fmla="+- 0 4306 4205"/>
                              <a:gd name="T115" fmla="*/ 4306 h 1913"/>
                              <a:gd name="T116" fmla="+- 0 4336 674"/>
                              <a:gd name="T117" fmla="*/ T116 w 3689"/>
                              <a:gd name="T118" fmla="+- 0 4306 4205"/>
                              <a:gd name="T119" fmla="*/ 4306 h 1913"/>
                              <a:gd name="T120" fmla="+- 0 725 674"/>
                              <a:gd name="T121" fmla="*/ T120 w 3689"/>
                              <a:gd name="T122" fmla="+- 0 4306 4205"/>
                              <a:gd name="T123" fmla="*/ 4306 h 1913"/>
                              <a:gd name="T124" fmla="+- 0 4336 674"/>
                              <a:gd name="T125" fmla="*/ T124 w 3689"/>
                              <a:gd name="T126" fmla="+- 0 4306 4205"/>
                              <a:gd name="T127" fmla="*/ 4306 h 1913"/>
                              <a:gd name="T128" fmla="+- 0 4320 674"/>
                              <a:gd name="T129" fmla="*/ T128 w 3689"/>
                              <a:gd name="T130" fmla="+- 0 4320 4205"/>
                              <a:gd name="T131" fmla="*/ 4320 h 1913"/>
                              <a:gd name="T132" fmla="+- 0 715 674"/>
                              <a:gd name="T133" fmla="*/ T132 w 3689"/>
                              <a:gd name="T134" fmla="+- 0 4320 4205"/>
                              <a:gd name="T135" fmla="*/ 4320 h 1913"/>
                              <a:gd name="T136" fmla="+- 0 4320 674"/>
                              <a:gd name="T137" fmla="*/ T136 w 3689"/>
                              <a:gd name="T138" fmla="+- 0 4318 4205"/>
                              <a:gd name="T139" fmla="*/ 4318 h 1913"/>
                              <a:gd name="T140" fmla="+- 0 4358 674"/>
                              <a:gd name="T141" fmla="*/ T140 w 3689"/>
                              <a:gd name="T142" fmla="+- 0 4366 4205"/>
                              <a:gd name="T143" fmla="*/ 4366 h 1913"/>
                              <a:gd name="T144" fmla="+- 0 694 674"/>
                              <a:gd name="T145" fmla="*/ T144 w 3689"/>
                              <a:gd name="T146" fmla="+- 0 4387 4205"/>
                              <a:gd name="T147" fmla="*/ 4387 h 1913"/>
                              <a:gd name="T148" fmla="+- 0 4359 674"/>
                              <a:gd name="T149" fmla="*/ T148 w 3689"/>
                              <a:gd name="T150" fmla="+- 0 5957 4205"/>
                              <a:gd name="T151" fmla="*/ 5957 h 1913"/>
                              <a:gd name="T152" fmla="+- 0 4361 674"/>
                              <a:gd name="T153" fmla="*/ T152 w 3689"/>
                              <a:gd name="T154" fmla="+- 0 4385 4205"/>
                              <a:gd name="T155" fmla="*/ 4385 h 1913"/>
                              <a:gd name="T156" fmla="+- 0 4359 674"/>
                              <a:gd name="T157" fmla="*/ T156 w 3689"/>
                              <a:gd name="T158" fmla="+- 0 5957 4205"/>
                              <a:gd name="T159" fmla="*/ 5957 h 1913"/>
                              <a:gd name="T160" fmla="+- 0 697 674"/>
                              <a:gd name="T161" fmla="*/ T160 w 3689"/>
                              <a:gd name="T162" fmla="+- 0 5957 4205"/>
                              <a:gd name="T163" fmla="*/ 5957 h 1913"/>
                              <a:gd name="T164" fmla="+- 0 4339 674"/>
                              <a:gd name="T165" fmla="*/ T164 w 3689"/>
                              <a:gd name="T166" fmla="+- 0 5957 4205"/>
                              <a:gd name="T167" fmla="*/ 5957 h 1913"/>
                              <a:gd name="T168" fmla="+- 0 702 674"/>
                              <a:gd name="T169" fmla="*/ T168 w 3689"/>
                              <a:gd name="T170" fmla="+- 0 5974 4205"/>
                              <a:gd name="T171" fmla="*/ 5974 h 1913"/>
                              <a:gd name="T172" fmla="+- 0 4349 674"/>
                              <a:gd name="T173" fmla="*/ T172 w 3689"/>
                              <a:gd name="T174" fmla="+- 0 5990 4205"/>
                              <a:gd name="T175" fmla="*/ 5990 h 1913"/>
                              <a:gd name="T176" fmla="+- 0 4355 674"/>
                              <a:gd name="T177" fmla="*/ T176 w 3689"/>
                              <a:gd name="T178" fmla="+- 0 5974 4205"/>
                              <a:gd name="T179" fmla="*/ 5974 h 1913"/>
                              <a:gd name="T180" fmla="+- 0 708 674"/>
                              <a:gd name="T181" fmla="*/ T180 w 3689"/>
                              <a:gd name="T182" fmla="+- 0 5990 4205"/>
                              <a:gd name="T183" fmla="*/ 5990 h 1913"/>
                              <a:gd name="T184" fmla="+- 0 4181 674"/>
                              <a:gd name="T185" fmla="*/ T184 w 3689"/>
                              <a:gd name="T186" fmla="+- 0 6098 4205"/>
                              <a:gd name="T187" fmla="*/ 6098 h 1913"/>
                              <a:gd name="T188" fmla="+- 0 4234 674"/>
                              <a:gd name="T189" fmla="*/ T188 w 3689"/>
                              <a:gd name="T190" fmla="+- 0 6084 4205"/>
                              <a:gd name="T191" fmla="*/ 6084 h 1913"/>
                              <a:gd name="T192" fmla="+- 0 4301 674"/>
                              <a:gd name="T193" fmla="*/ T192 w 3689"/>
                              <a:gd name="T194" fmla="+- 0 6034 4205"/>
                              <a:gd name="T195" fmla="*/ 6034 h 1913"/>
                              <a:gd name="T196" fmla="+- 0 4327 674"/>
                              <a:gd name="T197" fmla="*/ T196 w 3689"/>
                              <a:gd name="T198" fmla="+- 0 5988 4205"/>
                              <a:gd name="T199" fmla="*/ 5988 h 1913"/>
                              <a:gd name="T200" fmla="+- 0 4339 674"/>
                              <a:gd name="T201" fmla="*/ T200 w 3689"/>
                              <a:gd name="T202" fmla="+- 0 6014 4205"/>
                              <a:gd name="T203" fmla="*/ 6014 h 1913"/>
                              <a:gd name="T204" fmla="+- 0 4274 674"/>
                              <a:gd name="T205" fmla="*/ T204 w 3689"/>
                              <a:gd name="T206" fmla="+- 0 6084 4205"/>
                              <a:gd name="T207" fmla="*/ 6084 h 19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3689" h="1913">
                                <a:moveTo>
                                  <a:pt x="3509" y="1913"/>
                                </a:moveTo>
                                <a:lnTo>
                                  <a:pt x="178" y="1913"/>
                                </a:lnTo>
                                <a:lnTo>
                                  <a:pt x="159" y="1910"/>
                                </a:lnTo>
                                <a:lnTo>
                                  <a:pt x="140" y="1905"/>
                                </a:lnTo>
                                <a:lnTo>
                                  <a:pt x="120" y="1898"/>
                                </a:lnTo>
                                <a:lnTo>
                                  <a:pt x="87" y="1879"/>
                                </a:lnTo>
                                <a:lnTo>
                                  <a:pt x="58" y="1855"/>
                                </a:lnTo>
                                <a:lnTo>
                                  <a:pt x="44" y="1841"/>
                                </a:lnTo>
                                <a:lnTo>
                                  <a:pt x="34" y="1826"/>
                                </a:lnTo>
                                <a:lnTo>
                                  <a:pt x="15" y="1793"/>
                                </a:lnTo>
                                <a:lnTo>
                                  <a:pt x="8" y="1773"/>
                                </a:lnTo>
                                <a:lnTo>
                                  <a:pt x="3" y="1754"/>
                                </a:lnTo>
                                <a:lnTo>
                                  <a:pt x="0" y="1735"/>
                                </a:lnTo>
                                <a:lnTo>
                                  <a:pt x="0" y="180"/>
                                </a:lnTo>
                                <a:lnTo>
                                  <a:pt x="3" y="161"/>
                                </a:lnTo>
                                <a:lnTo>
                                  <a:pt x="8" y="141"/>
                                </a:lnTo>
                                <a:lnTo>
                                  <a:pt x="15" y="122"/>
                                </a:lnTo>
                                <a:lnTo>
                                  <a:pt x="44" y="72"/>
                                </a:lnTo>
                                <a:lnTo>
                                  <a:pt x="58" y="60"/>
                                </a:lnTo>
                                <a:lnTo>
                                  <a:pt x="72" y="45"/>
                                </a:lnTo>
                                <a:lnTo>
                                  <a:pt x="87" y="33"/>
                                </a:lnTo>
                                <a:lnTo>
                                  <a:pt x="104" y="24"/>
                                </a:lnTo>
                                <a:lnTo>
                                  <a:pt x="120" y="17"/>
                                </a:lnTo>
                                <a:lnTo>
                                  <a:pt x="140" y="9"/>
                                </a:lnTo>
                                <a:lnTo>
                                  <a:pt x="159" y="5"/>
                                </a:lnTo>
                                <a:lnTo>
                                  <a:pt x="197" y="0"/>
                                </a:lnTo>
                                <a:lnTo>
                                  <a:pt x="3490" y="0"/>
                                </a:lnTo>
                                <a:lnTo>
                                  <a:pt x="3528" y="5"/>
                                </a:lnTo>
                                <a:lnTo>
                                  <a:pt x="3548" y="9"/>
                                </a:lnTo>
                                <a:lnTo>
                                  <a:pt x="3567" y="17"/>
                                </a:lnTo>
                                <a:lnTo>
                                  <a:pt x="3578" y="21"/>
                                </a:lnTo>
                                <a:lnTo>
                                  <a:pt x="180" y="21"/>
                                </a:lnTo>
                                <a:lnTo>
                                  <a:pt x="161" y="24"/>
                                </a:lnTo>
                                <a:lnTo>
                                  <a:pt x="164" y="24"/>
                                </a:lnTo>
                                <a:lnTo>
                                  <a:pt x="144" y="29"/>
                                </a:lnTo>
                                <a:lnTo>
                                  <a:pt x="147" y="29"/>
                                </a:lnTo>
                                <a:lnTo>
                                  <a:pt x="134" y="33"/>
                                </a:lnTo>
                                <a:lnTo>
                                  <a:pt x="130" y="33"/>
                                </a:lnTo>
                                <a:lnTo>
                                  <a:pt x="117" y="41"/>
                                </a:lnTo>
                                <a:lnTo>
                                  <a:pt x="113" y="41"/>
                                </a:lnTo>
                                <a:lnTo>
                                  <a:pt x="99" y="50"/>
                                </a:lnTo>
                                <a:lnTo>
                                  <a:pt x="84" y="62"/>
                                </a:lnTo>
                                <a:lnTo>
                                  <a:pt x="75" y="72"/>
                                </a:lnTo>
                                <a:lnTo>
                                  <a:pt x="72" y="72"/>
                                </a:lnTo>
                                <a:lnTo>
                                  <a:pt x="60" y="86"/>
                                </a:lnTo>
                                <a:lnTo>
                                  <a:pt x="52" y="98"/>
                                </a:lnTo>
                                <a:lnTo>
                                  <a:pt x="51" y="98"/>
                                </a:lnTo>
                                <a:lnTo>
                                  <a:pt x="43" y="113"/>
                                </a:lnTo>
                                <a:lnTo>
                                  <a:pt x="41" y="113"/>
                                </a:lnTo>
                                <a:lnTo>
                                  <a:pt x="27" y="146"/>
                                </a:lnTo>
                                <a:lnTo>
                                  <a:pt x="22" y="163"/>
                                </a:lnTo>
                                <a:lnTo>
                                  <a:pt x="20" y="180"/>
                                </a:lnTo>
                                <a:lnTo>
                                  <a:pt x="20" y="1733"/>
                                </a:lnTo>
                                <a:lnTo>
                                  <a:pt x="22" y="1752"/>
                                </a:lnTo>
                                <a:lnTo>
                                  <a:pt x="23" y="1752"/>
                                </a:lnTo>
                                <a:lnTo>
                                  <a:pt x="27" y="1769"/>
                                </a:lnTo>
                                <a:lnTo>
                                  <a:pt x="28" y="1769"/>
                                </a:lnTo>
                                <a:lnTo>
                                  <a:pt x="34" y="1785"/>
                                </a:lnTo>
                                <a:lnTo>
                                  <a:pt x="35" y="1785"/>
                                </a:lnTo>
                                <a:lnTo>
                                  <a:pt x="41" y="1800"/>
                                </a:lnTo>
                                <a:lnTo>
                                  <a:pt x="60" y="1829"/>
                                </a:lnTo>
                                <a:lnTo>
                                  <a:pt x="84" y="1853"/>
                                </a:lnTo>
                                <a:lnTo>
                                  <a:pt x="113" y="1872"/>
                                </a:lnTo>
                                <a:lnTo>
                                  <a:pt x="130" y="1879"/>
                                </a:lnTo>
                                <a:lnTo>
                                  <a:pt x="128" y="1879"/>
                                </a:lnTo>
                                <a:lnTo>
                                  <a:pt x="147" y="1886"/>
                                </a:lnTo>
                                <a:lnTo>
                                  <a:pt x="144" y="1886"/>
                                </a:lnTo>
                                <a:lnTo>
                                  <a:pt x="164" y="1889"/>
                                </a:lnTo>
                                <a:lnTo>
                                  <a:pt x="161" y="1889"/>
                                </a:lnTo>
                                <a:lnTo>
                                  <a:pt x="180" y="1893"/>
                                </a:lnTo>
                                <a:lnTo>
                                  <a:pt x="3575" y="1893"/>
                                </a:lnTo>
                                <a:lnTo>
                                  <a:pt x="3567" y="1898"/>
                                </a:lnTo>
                                <a:lnTo>
                                  <a:pt x="3548" y="1905"/>
                                </a:lnTo>
                                <a:lnTo>
                                  <a:pt x="3528" y="1910"/>
                                </a:lnTo>
                                <a:lnTo>
                                  <a:pt x="3509" y="1913"/>
                                </a:lnTo>
                                <a:close/>
                                <a:moveTo>
                                  <a:pt x="3560" y="36"/>
                                </a:moveTo>
                                <a:lnTo>
                                  <a:pt x="3543" y="29"/>
                                </a:lnTo>
                                <a:lnTo>
                                  <a:pt x="3524" y="24"/>
                                </a:lnTo>
                                <a:lnTo>
                                  <a:pt x="3526" y="24"/>
                                </a:lnTo>
                                <a:lnTo>
                                  <a:pt x="3507" y="21"/>
                                </a:lnTo>
                                <a:lnTo>
                                  <a:pt x="3578" y="21"/>
                                </a:lnTo>
                                <a:lnTo>
                                  <a:pt x="3584" y="24"/>
                                </a:lnTo>
                                <a:lnTo>
                                  <a:pt x="3600" y="33"/>
                                </a:lnTo>
                                <a:lnTo>
                                  <a:pt x="3557" y="33"/>
                                </a:lnTo>
                                <a:lnTo>
                                  <a:pt x="3560" y="36"/>
                                </a:lnTo>
                                <a:close/>
                                <a:moveTo>
                                  <a:pt x="128" y="36"/>
                                </a:moveTo>
                                <a:lnTo>
                                  <a:pt x="130" y="33"/>
                                </a:lnTo>
                                <a:lnTo>
                                  <a:pt x="134" y="33"/>
                                </a:lnTo>
                                <a:lnTo>
                                  <a:pt x="128" y="36"/>
                                </a:lnTo>
                                <a:close/>
                                <a:moveTo>
                                  <a:pt x="3574" y="43"/>
                                </a:moveTo>
                                <a:lnTo>
                                  <a:pt x="3557" y="33"/>
                                </a:lnTo>
                                <a:lnTo>
                                  <a:pt x="3600" y="33"/>
                                </a:lnTo>
                                <a:lnTo>
                                  <a:pt x="3609" y="41"/>
                                </a:lnTo>
                                <a:lnTo>
                                  <a:pt x="3574" y="41"/>
                                </a:lnTo>
                                <a:lnTo>
                                  <a:pt x="3574" y="43"/>
                                </a:lnTo>
                                <a:close/>
                                <a:moveTo>
                                  <a:pt x="113" y="43"/>
                                </a:moveTo>
                                <a:lnTo>
                                  <a:pt x="113" y="41"/>
                                </a:lnTo>
                                <a:lnTo>
                                  <a:pt x="117" y="41"/>
                                </a:lnTo>
                                <a:lnTo>
                                  <a:pt x="113" y="43"/>
                                </a:lnTo>
                                <a:close/>
                                <a:moveTo>
                                  <a:pt x="3615" y="74"/>
                                </a:moveTo>
                                <a:lnTo>
                                  <a:pt x="3603" y="62"/>
                                </a:lnTo>
                                <a:lnTo>
                                  <a:pt x="3588" y="50"/>
                                </a:lnTo>
                                <a:lnTo>
                                  <a:pt x="3574" y="41"/>
                                </a:lnTo>
                                <a:lnTo>
                                  <a:pt x="3609" y="41"/>
                                </a:lnTo>
                                <a:lnTo>
                                  <a:pt x="3615" y="45"/>
                                </a:lnTo>
                                <a:lnTo>
                                  <a:pt x="3629" y="60"/>
                                </a:lnTo>
                                <a:lnTo>
                                  <a:pt x="3644" y="72"/>
                                </a:lnTo>
                                <a:lnTo>
                                  <a:pt x="3615" y="72"/>
                                </a:lnTo>
                                <a:lnTo>
                                  <a:pt x="3615" y="74"/>
                                </a:lnTo>
                                <a:close/>
                                <a:moveTo>
                                  <a:pt x="72" y="74"/>
                                </a:moveTo>
                                <a:lnTo>
                                  <a:pt x="72" y="72"/>
                                </a:lnTo>
                                <a:lnTo>
                                  <a:pt x="75" y="72"/>
                                </a:lnTo>
                                <a:lnTo>
                                  <a:pt x="72" y="74"/>
                                </a:lnTo>
                                <a:close/>
                                <a:moveTo>
                                  <a:pt x="3662" y="101"/>
                                </a:moveTo>
                                <a:lnTo>
                                  <a:pt x="3639" y="101"/>
                                </a:lnTo>
                                <a:lnTo>
                                  <a:pt x="3615" y="72"/>
                                </a:lnTo>
                                <a:lnTo>
                                  <a:pt x="3644" y="72"/>
                                </a:lnTo>
                                <a:lnTo>
                                  <a:pt x="3653" y="89"/>
                                </a:lnTo>
                                <a:lnTo>
                                  <a:pt x="3662" y="101"/>
                                </a:lnTo>
                                <a:close/>
                                <a:moveTo>
                                  <a:pt x="51" y="101"/>
                                </a:moveTo>
                                <a:lnTo>
                                  <a:pt x="51" y="98"/>
                                </a:lnTo>
                                <a:lnTo>
                                  <a:pt x="52" y="98"/>
                                </a:lnTo>
                                <a:lnTo>
                                  <a:pt x="51" y="101"/>
                                </a:lnTo>
                                <a:close/>
                                <a:moveTo>
                                  <a:pt x="3646" y="115"/>
                                </a:moveTo>
                                <a:lnTo>
                                  <a:pt x="3636" y="98"/>
                                </a:lnTo>
                                <a:lnTo>
                                  <a:pt x="3639" y="101"/>
                                </a:lnTo>
                                <a:lnTo>
                                  <a:pt x="3662" y="101"/>
                                </a:lnTo>
                                <a:lnTo>
                                  <a:pt x="3665" y="105"/>
                                </a:lnTo>
                                <a:lnTo>
                                  <a:pt x="3668" y="113"/>
                                </a:lnTo>
                                <a:lnTo>
                                  <a:pt x="3646" y="113"/>
                                </a:lnTo>
                                <a:lnTo>
                                  <a:pt x="3646" y="115"/>
                                </a:lnTo>
                                <a:close/>
                                <a:moveTo>
                                  <a:pt x="41" y="115"/>
                                </a:moveTo>
                                <a:lnTo>
                                  <a:pt x="41" y="113"/>
                                </a:lnTo>
                                <a:lnTo>
                                  <a:pt x="43" y="113"/>
                                </a:lnTo>
                                <a:lnTo>
                                  <a:pt x="41" y="115"/>
                                </a:lnTo>
                                <a:close/>
                                <a:moveTo>
                                  <a:pt x="3668" y="182"/>
                                </a:moveTo>
                                <a:lnTo>
                                  <a:pt x="3665" y="163"/>
                                </a:lnTo>
                                <a:lnTo>
                                  <a:pt x="3660" y="146"/>
                                </a:lnTo>
                                <a:lnTo>
                                  <a:pt x="3646" y="113"/>
                                </a:lnTo>
                                <a:lnTo>
                                  <a:pt x="3668" y="113"/>
                                </a:lnTo>
                                <a:lnTo>
                                  <a:pt x="3672" y="122"/>
                                </a:lnTo>
                                <a:lnTo>
                                  <a:pt x="3680" y="141"/>
                                </a:lnTo>
                                <a:lnTo>
                                  <a:pt x="3684" y="161"/>
                                </a:lnTo>
                                <a:lnTo>
                                  <a:pt x="3687" y="180"/>
                                </a:lnTo>
                                <a:lnTo>
                                  <a:pt x="3668" y="180"/>
                                </a:lnTo>
                                <a:lnTo>
                                  <a:pt x="3668" y="182"/>
                                </a:lnTo>
                                <a:close/>
                                <a:moveTo>
                                  <a:pt x="20" y="182"/>
                                </a:moveTo>
                                <a:lnTo>
                                  <a:pt x="20" y="180"/>
                                </a:lnTo>
                                <a:lnTo>
                                  <a:pt x="20" y="182"/>
                                </a:lnTo>
                                <a:close/>
                                <a:moveTo>
                                  <a:pt x="3685" y="1752"/>
                                </a:moveTo>
                                <a:lnTo>
                                  <a:pt x="3665" y="1752"/>
                                </a:lnTo>
                                <a:lnTo>
                                  <a:pt x="3668" y="1733"/>
                                </a:lnTo>
                                <a:lnTo>
                                  <a:pt x="3668" y="180"/>
                                </a:lnTo>
                                <a:lnTo>
                                  <a:pt x="3687" y="180"/>
                                </a:lnTo>
                                <a:lnTo>
                                  <a:pt x="3689" y="199"/>
                                </a:lnTo>
                                <a:lnTo>
                                  <a:pt x="3689" y="1713"/>
                                </a:lnTo>
                                <a:lnTo>
                                  <a:pt x="3687" y="1735"/>
                                </a:lnTo>
                                <a:lnTo>
                                  <a:pt x="3685" y="1752"/>
                                </a:lnTo>
                                <a:close/>
                                <a:moveTo>
                                  <a:pt x="23" y="1752"/>
                                </a:moveTo>
                                <a:lnTo>
                                  <a:pt x="22" y="1752"/>
                                </a:lnTo>
                                <a:lnTo>
                                  <a:pt x="22" y="1749"/>
                                </a:lnTo>
                                <a:lnTo>
                                  <a:pt x="23" y="1752"/>
                                </a:lnTo>
                                <a:close/>
                                <a:moveTo>
                                  <a:pt x="3681" y="1769"/>
                                </a:moveTo>
                                <a:lnTo>
                                  <a:pt x="3660" y="1769"/>
                                </a:lnTo>
                                <a:lnTo>
                                  <a:pt x="3665" y="1749"/>
                                </a:lnTo>
                                <a:lnTo>
                                  <a:pt x="3665" y="1752"/>
                                </a:lnTo>
                                <a:lnTo>
                                  <a:pt x="3685" y="1752"/>
                                </a:lnTo>
                                <a:lnTo>
                                  <a:pt x="3684" y="1754"/>
                                </a:lnTo>
                                <a:lnTo>
                                  <a:pt x="3681" y="1769"/>
                                </a:lnTo>
                                <a:close/>
                                <a:moveTo>
                                  <a:pt x="28" y="1769"/>
                                </a:moveTo>
                                <a:lnTo>
                                  <a:pt x="27" y="1769"/>
                                </a:lnTo>
                                <a:lnTo>
                                  <a:pt x="27" y="1766"/>
                                </a:lnTo>
                                <a:lnTo>
                                  <a:pt x="28" y="1769"/>
                                </a:lnTo>
                                <a:close/>
                                <a:moveTo>
                                  <a:pt x="3675" y="1785"/>
                                </a:moveTo>
                                <a:lnTo>
                                  <a:pt x="3653" y="1785"/>
                                </a:lnTo>
                                <a:lnTo>
                                  <a:pt x="3660" y="1766"/>
                                </a:lnTo>
                                <a:lnTo>
                                  <a:pt x="3660" y="1769"/>
                                </a:lnTo>
                                <a:lnTo>
                                  <a:pt x="3681" y="1769"/>
                                </a:lnTo>
                                <a:lnTo>
                                  <a:pt x="3680" y="1773"/>
                                </a:lnTo>
                                <a:lnTo>
                                  <a:pt x="3675" y="1785"/>
                                </a:lnTo>
                                <a:close/>
                                <a:moveTo>
                                  <a:pt x="35" y="1785"/>
                                </a:moveTo>
                                <a:lnTo>
                                  <a:pt x="34" y="1785"/>
                                </a:lnTo>
                                <a:lnTo>
                                  <a:pt x="34" y="1783"/>
                                </a:lnTo>
                                <a:lnTo>
                                  <a:pt x="35" y="1785"/>
                                </a:lnTo>
                                <a:close/>
                                <a:moveTo>
                                  <a:pt x="3575" y="1893"/>
                                </a:moveTo>
                                <a:lnTo>
                                  <a:pt x="3507" y="1893"/>
                                </a:lnTo>
                                <a:lnTo>
                                  <a:pt x="3526" y="1889"/>
                                </a:lnTo>
                                <a:lnTo>
                                  <a:pt x="3524" y="1889"/>
                                </a:lnTo>
                                <a:lnTo>
                                  <a:pt x="3543" y="1886"/>
                                </a:lnTo>
                                <a:lnTo>
                                  <a:pt x="3560" y="1879"/>
                                </a:lnTo>
                                <a:lnTo>
                                  <a:pt x="3557" y="1879"/>
                                </a:lnTo>
                                <a:lnTo>
                                  <a:pt x="3574" y="1872"/>
                                </a:lnTo>
                                <a:lnTo>
                                  <a:pt x="3603" y="1853"/>
                                </a:lnTo>
                                <a:lnTo>
                                  <a:pt x="3627" y="1829"/>
                                </a:lnTo>
                                <a:lnTo>
                                  <a:pt x="3639" y="1814"/>
                                </a:lnTo>
                                <a:lnTo>
                                  <a:pt x="3636" y="1814"/>
                                </a:lnTo>
                                <a:lnTo>
                                  <a:pt x="3646" y="1800"/>
                                </a:lnTo>
                                <a:lnTo>
                                  <a:pt x="3653" y="1783"/>
                                </a:lnTo>
                                <a:lnTo>
                                  <a:pt x="3653" y="1785"/>
                                </a:lnTo>
                                <a:lnTo>
                                  <a:pt x="3675" y="1785"/>
                                </a:lnTo>
                                <a:lnTo>
                                  <a:pt x="3672" y="1793"/>
                                </a:lnTo>
                                <a:lnTo>
                                  <a:pt x="3665" y="1809"/>
                                </a:lnTo>
                                <a:lnTo>
                                  <a:pt x="3653" y="1826"/>
                                </a:lnTo>
                                <a:lnTo>
                                  <a:pt x="3644" y="1841"/>
                                </a:lnTo>
                                <a:lnTo>
                                  <a:pt x="3629" y="1855"/>
                                </a:lnTo>
                                <a:lnTo>
                                  <a:pt x="3600" y="1879"/>
                                </a:lnTo>
                                <a:lnTo>
                                  <a:pt x="3575" y="1893"/>
                                </a:lnTo>
                                <a:close/>
                              </a:path>
                            </a:pathLst>
                          </a:custGeom>
                          <a:solidFill>
                            <a:srgbClr val="EC7C3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Rectangle 29"/>
                        <wps:cNvSpPr>
                          <a:spLocks noChangeArrowheads="1"/>
                        </wps:cNvSpPr>
                        <wps:spPr bwMode="auto">
                          <a:xfrm>
                            <a:off x="4094" y="4737"/>
                            <a:ext cx="130"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28"/>
                        <wps:cNvCnPr>
                          <a:cxnSpLocks noChangeShapeType="1"/>
                        </wps:cNvCnPr>
                        <wps:spPr bwMode="auto">
                          <a:xfrm>
                            <a:off x="347" y="1692"/>
                            <a:ext cx="0" cy="5668"/>
                          </a:xfrm>
                          <a:prstGeom prst="line">
                            <a:avLst/>
                          </a:prstGeom>
                          <a:noFill/>
                          <a:ln w="13716">
                            <a:solidFill>
                              <a:srgbClr val="BC6124"/>
                            </a:solidFill>
                            <a:prstDash val="solid"/>
                            <a:round/>
                            <a:headEnd/>
                            <a:tailEnd/>
                          </a:ln>
                          <a:extLst>
                            <a:ext uri="{909E8E84-426E-40DD-AFC4-6F175D3DCCD1}">
                              <a14:hiddenFill xmlns:a14="http://schemas.microsoft.com/office/drawing/2010/main">
                                <a:noFill/>
                              </a14:hiddenFill>
                            </a:ext>
                          </a:extLst>
                        </wps:spPr>
                        <wps:bodyPr/>
                      </wps:wsp>
                      <wps:wsp>
                        <wps:cNvPr id="58" name="Rectangle 27"/>
                        <wps:cNvSpPr>
                          <a:spLocks noChangeArrowheads="1"/>
                        </wps:cNvSpPr>
                        <wps:spPr bwMode="auto">
                          <a:xfrm>
                            <a:off x="336" y="7360"/>
                            <a:ext cx="17" cy="10"/>
                          </a:xfrm>
                          <a:prstGeom prst="rect">
                            <a:avLst/>
                          </a:prstGeom>
                          <a:solidFill>
                            <a:srgbClr val="BC612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Line 26"/>
                        <wps:cNvCnPr>
                          <a:cxnSpLocks noChangeShapeType="1"/>
                        </wps:cNvCnPr>
                        <wps:spPr bwMode="auto">
                          <a:xfrm>
                            <a:off x="336" y="7375"/>
                            <a:ext cx="348" cy="0"/>
                          </a:xfrm>
                          <a:prstGeom prst="line">
                            <a:avLst/>
                          </a:prstGeom>
                          <a:noFill/>
                          <a:ln w="6350">
                            <a:solidFill>
                              <a:srgbClr val="BC6124"/>
                            </a:solidFill>
                            <a:prstDash val="solid"/>
                            <a:round/>
                            <a:headEnd/>
                            <a:tailEnd/>
                          </a:ln>
                          <a:extLst>
                            <a:ext uri="{909E8E84-426E-40DD-AFC4-6F175D3DCCD1}">
                              <a14:hiddenFill xmlns:a14="http://schemas.microsoft.com/office/drawing/2010/main">
                                <a:noFill/>
                              </a14:hiddenFill>
                            </a:ext>
                          </a:extLst>
                        </wps:spPr>
                        <wps:bodyPr/>
                      </wps:wsp>
                      <wps:wsp>
                        <wps:cNvPr id="60" name="Freeform 25"/>
                        <wps:cNvSpPr>
                          <a:spLocks/>
                        </wps:cNvSpPr>
                        <wps:spPr bwMode="auto">
                          <a:xfrm>
                            <a:off x="348" y="7360"/>
                            <a:ext cx="10" cy="10"/>
                          </a:xfrm>
                          <a:custGeom>
                            <a:avLst/>
                            <a:gdLst>
                              <a:gd name="T0" fmla="+- 0 358 348"/>
                              <a:gd name="T1" fmla="*/ T0 w 10"/>
                              <a:gd name="T2" fmla="+- 0 7370 7361"/>
                              <a:gd name="T3" fmla="*/ 7370 h 10"/>
                              <a:gd name="T4" fmla="+- 0 348 348"/>
                              <a:gd name="T5" fmla="*/ T4 w 10"/>
                              <a:gd name="T6" fmla="+- 0 7361 7361"/>
                              <a:gd name="T7" fmla="*/ 7361 h 10"/>
                              <a:gd name="T8" fmla="+- 0 358 348"/>
                              <a:gd name="T9" fmla="*/ T8 w 10"/>
                              <a:gd name="T10" fmla="+- 0 7361 7361"/>
                              <a:gd name="T11" fmla="*/ 7361 h 10"/>
                              <a:gd name="T12" fmla="+- 0 358 348"/>
                              <a:gd name="T13" fmla="*/ T12 w 10"/>
                              <a:gd name="T14" fmla="+- 0 7370 7361"/>
                              <a:gd name="T15" fmla="*/ 7370 h 10"/>
                            </a:gdLst>
                            <a:ahLst/>
                            <a:cxnLst>
                              <a:cxn ang="0">
                                <a:pos x="T1" y="T3"/>
                              </a:cxn>
                              <a:cxn ang="0">
                                <a:pos x="T5" y="T7"/>
                              </a:cxn>
                              <a:cxn ang="0">
                                <a:pos x="T9" y="T11"/>
                              </a:cxn>
                              <a:cxn ang="0">
                                <a:pos x="T13" y="T15"/>
                              </a:cxn>
                            </a:cxnLst>
                            <a:rect l="0" t="0" r="r" b="b"/>
                            <a:pathLst>
                              <a:path w="10" h="10">
                                <a:moveTo>
                                  <a:pt x="10" y="9"/>
                                </a:moveTo>
                                <a:lnTo>
                                  <a:pt x="0" y="0"/>
                                </a:lnTo>
                                <a:lnTo>
                                  <a:pt x="10" y="0"/>
                                </a:lnTo>
                                <a:lnTo>
                                  <a:pt x="10" y="9"/>
                                </a:lnTo>
                                <a:close/>
                              </a:path>
                            </a:pathLst>
                          </a:custGeom>
                          <a:solidFill>
                            <a:srgbClr val="BC61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Line 24"/>
                        <wps:cNvCnPr>
                          <a:cxnSpLocks noChangeShapeType="1"/>
                        </wps:cNvCnPr>
                        <wps:spPr bwMode="auto">
                          <a:xfrm>
                            <a:off x="358" y="7366"/>
                            <a:ext cx="326" cy="0"/>
                          </a:xfrm>
                          <a:prstGeom prst="line">
                            <a:avLst/>
                          </a:prstGeom>
                          <a:noFill/>
                          <a:ln w="6096">
                            <a:solidFill>
                              <a:srgbClr val="BC6124"/>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62" name="Picture 2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676" y="6523"/>
                            <a:ext cx="3768" cy="1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3" name="AutoShape 22"/>
                        <wps:cNvSpPr>
                          <a:spLocks/>
                        </wps:cNvSpPr>
                        <wps:spPr bwMode="auto">
                          <a:xfrm>
                            <a:off x="674" y="6518"/>
                            <a:ext cx="3776" cy="1702"/>
                          </a:xfrm>
                          <a:custGeom>
                            <a:avLst/>
                            <a:gdLst>
                              <a:gd name="T0" fmla="+- 0 799 674"/>
                              <a:gd name="T1" fmla="*/ T0 w 3776"/>
                              <a:gd name="T2" fmla="+- 0 8213 6518"/>
                              <a:gd name="T3" fmla="*/ 8213 h 1702"/>
                              <a:gd name="T4" fmla="+- 0 725 674"/>
                              <a:gd name="T5" fmla="*/ T4 w 3776"/>
                              <a:gd name="T6" fmla="+- 0 8170 6518"/>
                              <a:gd name="T7" fmla="*/ 8170 h 1702"/>
                              <a:gd name="T8" fmla="+- 0 686 674"/>
                              <a:gd name="T9" fmla="*/ T8 w 3776"/>
                              <a:gd name="T10" fmla="+- 0 8112 6518"/>
                              <a:gd name="T11" fmla="*/ 8112 h 1702"/>
                              <a:gd name="T12" fmla="+- 0 677 674"/>
                              <a:gd name="T13" fmla="*/ T12 w 3776"/>
                              <a:gd name="T14" fmla="+- 0 6660 6518"/>
                              <a:gd name="T15" fmla="*/ 6660 h 1702"/>
                              <a:gd name="T16" fmla="+- 0 725 674"/>
                              <a:gd name="T17" fmla="*/ T16 w 3776"/>
                              <a:gd name="T18" fmla="+- 0 6571 6518"/>
                              <a:gd name="T19" fmla="*/ 6571 h 1702"/>
                              <a:gd name="T20" fmla="+- 0 799 674"/>
                              <a:gd name="T21" fmla="*/ T20 w 3776"/>
                              <a:gd name="T22" fmla="+- 0 6526 6518"/>
                              <a:gd name="T23" fmla="*/ 6526 h 1702"/>
                              <a:gd name="T24" fmla="+- 0 4289 674"/>
                              <a:gd name="T25" fmla="*/ T24 w 3776"/>
                              <a:gd name="T26" fmla="+- 0 6521 6518"/>
                              <a:gd name="T27" fmla="*/ 6521 h 1702"/>
                              <a:gd name="T28" fmla="+- 0 4350 674"/>
                              <a:gd name="T29" fmla="*/ T28 w 3776"/>
                              <a:gd name="T30" fmla="+- 0 6538 6518"/>
                              <a:gd name="T31" fmla="*/ 6538 h 1702"/>
                              <a:gd name="T32" fmla="+- 0 804 674"/>
                              <a:gd name="T33" fmla="*/ T32 w 3776"/>
                              <a:gd name="T34" fmla="+- 0 6545 6518"/>
                              <a:gd name="T35" fmla="*/ 6545 h 1702"/>
                              <a:gd name="T36" fmla="+- 0 763 674"/>
                              <a:gd name="T37" fmla="*/ T36 w 3776"/>
                              <a:gd name="T38" fmla="+- 0 6566 6518"/>
                              <a:gd name="T39" fmla="*/ 6566 h 1702"/>
                              <a:gd name="T40" fmla="+- 0 732 674"/>
                              <a:gd name="T41" fmla="*/ T40 w 3776"/>
                              <a:gd name="T42" fmla="+- 0 6595 6518"/>
                              <a:gd name="T43" fmla="*/ 6595 h 1702"/>
                              <a:gd name="T44" fmla="+- 0 706 674"/>
                              <a:gd name="T45" fmla="*/ T44 w 3776"/>
                              <a:gd name="T46" fmla="+- 0 6636 6518"/>
                              <a:gd name="T47" fmla="*/ 6636 h 1702"/>
                              <a:gd name="T48" fmla="+- 0 694 674"/>
                              <a:gd name="T49" fmla="*/ T48 w 3776"/>
                              <a:gd name="T50" fmla="+- 0 8059 6518"/>
                              <a:gd name="T51" fmla="*/ 8059 h 1702"/>
                              <a:gd name="T52" fmla="+- 0 701 674"/>
                              <a:gd name="T53" fmla="*/ T52 w 3776"/>
                              <a:gd name="T54" fmla="+- 0 8090 6518"/>
                              <a:gd name="T55" fmla="*/ 8090 h 1702"/>
                              <a:gd name="T56" fmla="+- 0 714 674"/>
                              <a:gd name="T57" fmla="*/ T56 w 3776"/>
                              <a:gd name="T58" fmla="+- 0 8119 6518"/>
                              <a:gd name="T59" fmla="*/ 8119 h 1702"/>
                              <a:gd name="T60" fmla="+- 0 778 674"/>
                              <a:gd name="T61" fmla="*/ T60 w 3776"/>
                              <a:gd name="T62" fmla="+- 0 8182 6518"/>
                              <a:gd name="T63" fmla="*/ 8182 h 1702"/>
                              <a:gd name="T64" fmla="+- 0 821 674"/>
                              <a:gd name="T65" fmla="*/ T64 w 3776"/>
                              <a:gd name="T66" fmla="+- 0 8198 6518"/>
                              <a:gd name="T67" fmla="*/ 8198 h 1702"/>
                              <a:gd name="T68" fmla="+- 0 4339 674"/>
                              <a:gd name="T69" fmla="*/ T68 w 3776"/>
                              <a:gd name="T70" fmla="+- 0 8206 6518"/>
                              <a:gd name="T71" fmla="*/ 8206 h 1702"/>
                              <a:gd name="T72" fmla="+- 0 4373 674"/>
                              <a:gd name="T73" fmla="*/ T72 w 3776"/>
                              <a:gd name="T74" fmla="+- 0 6576 6518"/>
                              <a:gd name="T75" fmla="*/ 6576 h 1702"/>
                              <a:gd name="T76" fmla="+- 0 4332 674"/>
                              <a:gd name="T77" fmla="*/ T76 w 3776"/>
                              <a:gd name="T78" fmla="+- 0 6552 6518"/>
                              <a:gd name="T79" fmla="*/ 6552 h 1702"/>
                              <a:gd name="T80" fmla="+- 0 4289 674"/>
                              <a:gd name="T81" fmla="*/ T80 w 3776"/>
                              <a:gd name="T82" fmla="+- 0 6540 6518"/>
                              <a:gd name="T83" fmla="*/ 6540 h 1702"/>
                              <a:gd name="T84" fmla="+- 0 4385 674"/>
                              <a:gd name="T85" fmla="*/ T84 w 3776"/>
                              <a:gd name="T86" fmla="+- 0 6559 6518"/>
                              <a:gd name="T87" fmla="*/ 6559 h 1702"/>
                              <a:gd name="T88" fmla="+- 0 751 674"/>
                              <a:gd name="T89" fmla="*/ T88 w 3776"/>
                              <a:gd name="T90" fmla="+- 0 6576 6518"/>
                              <a:gd name="T91" fmla="*/ 6576 h 1702"/>
                              <a:gd name="T92" fmla="+- 0 4418 674"/>
                              <a:gd name="T93" fmla="*/ T92 w 3776"/>
                              <a:gd name="T94" fmla="+- 0 6598 6518"/>
                              <a:gd name="T95" fmla="*/ 6598 h 1702"/>
                              <a:gd name="T96" fmla="+- 0 4409 674"/>
                              <a:gd name="T97" fmla="*/ T96 w 3776"/>
                              <a:gd name="T98" fmla="+- 0 6583 6518"/>
                              <a:gd name="T99" fmla="*/ 6583 h 1702"/>
                              <a:gd name="T100" fmla="+- 0 732 674"/>
                              <a:gd name="T101" fmla="*/ T100 w 3776"/>
                              <a:gd name="T102" fmla="+- 0 6595 6518"/>
                              <a:gd name="T103" fmla="*/ 6595 h 1702"/>
                              <a:gd name="T104" fmla="+- 0 4394 674"/>
                              <a:gd name="T105" fmla="*/ T104 w 3776"/>
                              <a:gd name="T106" fmla="+- 0 6598 6518"/>
                              <a:gd name="T107" fmla="*/ 6598 h 1702"/>
                              <a:gd name="T108" fmla="+- 0 4402 674"/>
                              <a:gd name="T109" fmla="*/ T108 w 3776"/>
                              <a:gd name="T110" fmla="+- 0 6610 6518"/>
                              <a:gd name="T111" fmla="*/ 6610 h 1702"/>
                              <a:gd name="T112" fmla="+- 0 720 674"/>
                              <a:gd name="T113" fmla="*/ T112 w 3776"/>
                              <a:gd name="T114" fmla="+- 0 6610 6518"/>
                              <a:gd name="T115" fmla="*/ 6610 h 1702"/>
                              <a:gd name="T116" fmla="+- 0 4423 674"/>
                              <a:gd name="T117" fmla="*/ T116 w 3776"/>
                              <a:gd name="T118" fmla="+- 0 6650 6518"/>
                              <a:gd name="T119" fmla="*/ 6650 h 1702"/>
                              <a:gd name="T120" fmla="+- 0 4425 674"/>
                              <a:gd name="T121" fmla="*/ T120 w 3776"/>
                              <a:gd name="T122" fmla="+- 0 6607 6518"/>
                              <a:gd name="T123" fmla="*/ 6607 h 1702"/>
                              <a:gd name="T124" fmla="+- 0 4445 674"/>
                              <a:gd name="T125" fmla="*/ T124 w 3776"/>
                              <a:gd name="T126" fmla="+- 0 6660 6518"/>
                              <a:gd name="T127" fmla="*/ 6660 h 1702"/>
                              <a:gd name="T128" fmla="+- 0 694 674"/>
                              <a:gd name="T129" fmla="*/ T128 w 3776"/>
                              <a:gd name="T130" fmla="+- 0 6682 6518"/>
                              <a:gd name="T131" fmla="*/ 6682 h 1702"/>
                              <a:gd name="T132" fmla="+- 0 4445 674"/>
                              <a:gd name="T133" fmla="*/ T132 w 3776"/>
                              <a:gd name="T134" fmla="+- 0 8076 6518"/>
                              <a:gd name="T135" fmla="*/ 8076 h 1702"/>
                              <a:gd name="T136" fmla="+- 0 4447 674"/>
                              <a:gd name="T137" fmla="*/ T136 w 3776"/>
                              <a:gd name="T138" fmla="+- 0 6679 6518"/>
                              <a:gd name="T139" fmla="*/ 6679 h 1702"/>
                              <a:gd name="T140" fmla="+- 0 4445 674"/>
                              <a:gd name="T141" fmla="*/ T140 w 3776"/>
                              <a:gd name="T142" fmla="+- 0 8076 6518"/>
                              <a:gd name="T143" fmla="*/ 8076 h 1702"/>
                              <a:gd name="T144" fmla="+- 0 697 674"/>
                              <a:gd name="T145" fmla="*/ T144 w 3776"/>
                              <a:gd name="T146" fmla="+- 0 8076 6518"/>
                              <a:gd name="T147" fmla="*/ 8076 h 1702"/>
                              <a:gd name="T148" fmla="+- 0 4445 674"/>
                              <a:gd name="T149" fmla="*/ T148 w 3776"/>
                              <a:gd name="T150" fmla="+- 0 8076 6518"/>
                              <a:gd name="T151" fmla="*/ 8076 h 1702"/>
                              <a:gd name="T152" fmla="+- 0 701 674"/>
                              <a:gd name="T153" fmla="*/ T152 w 3776"/>
                              <a:gd name="T154" fmla="+- 0 8090 6518"/>
                              <a:gd name="T155" fmla="*/ 8090 h 1702"/>
                              <a:gd name="T156" fmla="+- 0 4438 674"/>
                              <a:gd name="T157" fmla="*/ T156 w 3776"/>
                              <a:gd name="T158" fmla="+- 0 8105 6518"/>
                              <a:gd name="T159" fmla="*/ 8105 h 1702"/>
                              <a:gd name="T160" fmla="+- 0 4442 674"/>
                              <a:gd name="T161" fmla="*/ T160 w 3776"/>
                              <a:gd name="T162" fmla="+- 0 8095 6518"/>
                              <a:gd name="T163" fmla="*/ 8095 h 1702"/>
                              <a:gd name="T164" fmla="+- 0 706 674"/>
                              <a:gd name="T165" fmla="*/ T164 w 3776"/>
                              <a:gd name="T166" fmla="+- 0 8102 6518"/>
                              <a:gd name="T167" fmla="*/ 8102 h 1702"/>
                              <a:gd name="T168" fmla="+- 0 4416 674"/>
                              <a:gd name="T169" fmla="*/ T168 w 3776"/>
                              <a:gd name="T170" fmla="+- 0 8105 6518"/>
                              <a:gd name="T171" fmla="*/ 8105 h 1702"/>
                              <a:gd name="T172" fmla="+- 0 4411 674"/>
                              <a:gd name="T173" fmla="*/ T172 w 3776"/>
                              <a:gd name="T174" fmla="+- 0 8117 6518"/>
                              <a:gd name="T175" fmla="*/ 8117 h 1702"/>
                              <a:gd name="T176" fmla="+- 0 713 674"/>
                              <a:gd name="T177" fmla="*/ T176 w 3776"/>
                              <a:gd name="T178" fmla="+- 0 8117 6518"/>
                              <a:gd name="T179" fmla="*/ 8117 h 1702"/>
                              <a:gd name="T180" fmla="+- 0 4303 674"/>
                              <a:gd name="T181" fmla="*/ T180 w 3776"/>
                              <a:gd name="T182" fmla="+- 0 8198 6518"/>
                              <a:gd name="T183" fmla="*/ 8198 h 1702"/>
                              <a:gd name="T184" fmla="+- 0 4373 674"/>
                              <a:gd name="T185" fmla="*/ T184 w 3776"/>
                              <a:gd name="T186" fmla="+- 0 8165 6518"/>
                              <a:gd name="T187" fmla="*/ 8165 h 1702"/>
                              <a:gd name="T188" fmla="+- 0 4392 674"/>
                              <a:gd name="T189" fmla="*/ T188 w 3776"/>
                              <a:gd name="T190" fmla="+- 0 8143 6518"/>
                              <a:gd name="T191" fmla="*/ 8143 h 1702"/>
                              <a:gd name="T192" fmla="+- 0 4428 674"/>
                              <a:gd name="T193" fmla="*/ T192 w 3776"/>
                              <a:gd name="T194" fmla="+- 0 8126 6518"/>
                              <a:gd name="T195" fmla="*/ 8126 h 1702"/>
                              <a:gd name="T196" fmla="+- 0 4385 674"/>
                              <a:gd name="T197" fmla="*/ T196 w 3776"/>
                              <a:gd name="T198" fmla="+- 0 8179 6518"/>
                              <a:gd name="T199" fmla="*/ 8179 h 17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3776" h="1702">
                                <a:moveTo>
                                  <a:pt x="3615" y="1702"/>
                                </a:moveTo>
                                <a:lnTo>
                                  <a:pt x="159" y="1702"/>
                                </a:lnTo>
                                <a:lnTo>
                                  <a:pt x="142" y="1700"/>
                                </a:lnTo>
                                <a:lnTo>
                                  <a:pt x="125" y="1695"/>
                                </a:lnTo>
                                <a:lnTo>
                                  <a:pt x="92" y="1680"/>
                                </a:lnTo>
                                <a:lnTo>
                                  <a:pt x="77" y="1673"/>
                                </a:lnTo>
                                <a:lnTo>
                                  <a:pt x="65" y="1661"/>
                                </a:lnTo>
                                <a:lnTo>
                                  <a:pt x="51" y="1652"/>
                                </a:lnTo>
                                <a:lnTo>
                                  <a:pt x="39" y="1637"/>
                                </a:lnTo>
                                <a:lnTo>
                                  <a:pt x="29" y="1625"/>
                                </a:lnTo>
                                <a:lnTo>
                                  <a:pt x="20" y="1608"/>
                                </a:lnTo>
                                <a:lnTo>
                                  <a:pt x="12" y="1594"/>
                                </a:lnTo>
                                <a:lnTo>
                                  <a:pt x="3" y="1560"/>
                                </a:lnTo>
                                <a:lnTo>
                                  <a:pt x="0" y="1544"/>
                                </a:lnTo>
                                <a:lnTo>
                                  <a:pt x="0" y="161"/>
                                </a:lnTo>
                                <a:lnTo>
                                  <a:pt x="3" y="142"/>
                                </a:lnTo>
                                <a:lnTo>
                                  <a:pt x="12" y="108"/>
                                </a:lnTo>
                                <a:lnTo>
                                  <a:pt x="20" y="94"/>
                                </a:lnTo>
                                <a:lnTo>
                                  <a:pt x="39" y="65"/>
                                </a:lnTo>
                                <a:lnTo>
                                  <a:pt x="51" y="53"/>
                                </a:lnTo>
                                <a:lnTo>
                                  <a:pt x="65" y="41"/>
                                </a:lnTo>
                                <a:lnTo>
                                  <a:pt x="77" y="32"/>
                                </a:lnTo>
                                <a:lnTo>
                                  <a:pt x="92" y="22"/>
                                </a:lnTo>
                                <a:lnTo>
                                  <a:pt x="125" y="8"/>
                                </a:lnTo>
                                <a:lnTo>
                                  <a:pt x="159" y="3"/>
                                </a:lnTo>
                                <a:lnTo>
                                  <a:pt x="178" y="0"/>
                                </a:lnTo>
                                <a:lnTo>
                                  <a:pt x="3598" y="0"/>
                                </a:lnTo>
                                <a:lnTo>
                                  <a:pt x="3615" y="3"/>
                                </a:lnTo>
                                <a:lnTo>
                                  <a:pt x="3634" y="5"/>
                                </a:lnTo>
                                <a:lnTo>
                                  <a:pt x="3651" y="8"/>
                                </a:lnTo>
                                <a:lnTo>
                                  <a:pt x="3665" y="15"/>
                                </a:lnTo>
                                <a:lnTo>
                                  <a:pt x="3676" y="20"/>
                                </a:lnTo>
                                <a:lnTo>
                                  <a:pt x="178" y="20"/>
                                </a:lnTo>
                                <a:lnTo>
                                  <a:pt x="144" y="24"/>
                                </a:lnTo>
                                <a:lnTo>
                                  <a:pt x="147" y="24"/>
                                </a:lnTo>
                                <a:lnTo>
                                  <a:pt x="130" y="27"/>
                                </a:lnTo>
                                <a:lnTo>
                                  <a:pt x="116" y="34"/>
                                </a:lnTo>
                                <a:lnTo>
                                  <a:pt x="101" y="39"/>
                                </a:lnTo>
                                <a:lnTo>
                                  <a:pt x="104" y="39"/>
                                </a:lnTo>
                                <a:lnTo>
                                  <a:pt x="89" y="48"/>
                                </a:lnTo>
                                <a:lnTo>
                                  <a:pt x="80" y="56"/>
                                </a:lnTo>
                                <a:lnTo>
                                  <a:pt x="77" y="56"/>
                                </a:lnTo>
                                <a:lnTo>
                                  <a:pt x="65" y="68"/>
                                </a:lnTo>
                                <a:lnTo>
                                  <a:pt x="58" y="77"/>
                                </a:lnTo>
                                <a:lnTo>
                                  <a:pt x="56" y="77"/>
                                </a:lnTo>
                                <a:lnTo>
                                  <a:pt x="48" y="89"/>
                                </a:lnTo>
                                <a:lnTo>
                                  <a:pt x="46" y="89"/>
                                </a:lnTo>
                                <a:lnTo>
                                  <a:pt x="32" y="118"/>
                                </a:lnTo>
                                <a:lnTo>
                                  <a:pt x="22" y="147"/>
                                </a:lnTo>
                                <a:lnTo>
                                  <a:pt x="20" y="161"/>
                                </a:lnTo>
                                <a:lnTo>
                                  <a:pt x="20" y="1541"/>
                                </a:lnTo>
                                <a:lnTo>
                                  <a:pt x="22" y="1558"/>
                                </a:lnTo>
                                <a:lnTo>
                                  <a:pt x="23" y="1558"/>
                                </a:lnTo>
                                <a:lnTo>
                                  <a:pt x="27" y="1572"/>
                                </a:lnTo>
                                <a:lnTo>
                                  <a:pt x="32" y="1587"/>
                                </a:lnTo>
                                <a:lnTo>
                                  <a:pt x="33" y="1587"/>
                                </a:lnTo>
                                <a:lnTo>
                                  <a:pt x="39" y="1601"/>
                                </a:lnTo>
                                <a:lnTo>
                                  <a:pt x="40" y="1601"/>
                                </a:lnTo>
                                <a:lnTo>
                                  <a:pt x="46" y="1613"/>
                                </a:lnTo>
                                <a:lnTo>
                                  <a:pt x="65" y="1637"/>
                                </a:lnTo>
                                <a:lnTo>
                                  <a:pt x="89" y="1656"/>
                                </a:lnTo>
                                <a:lnTo>
                                  <a:pt x="104" y="1664"/>
                                </a:lnTo>
                                <a:lnTo>
                                  <a:pt x="101" y="1664"/>
                                </a:lnTo>
                                <a:lnTo>
                                  <a:pt x="116" y="1671"/>
                                </a:lnTo>
                                <a:lnTo>
                                  <a:pt x="130" y="1676"/>
                                </a:lnTo>
                                <a:lnTo>
                                  <a:pt x="147" y="1680"/>
                                </a:lnTo>
                                <a:lnTo>
                                  <a:pt x="144" y="1680"/>
                                </a:lnTo>
                                <a:lnTo>
                                  <a:pt x="161" y="1683"/>
                                </a:lnTo>
                                <a:lnTo>
                                  <a:pt x="3676" y="1683"/>
                                </a:lnTo>
                                <a:lnTo>
                                  <a:pt x="3665" y="1688"/>
                                </a:lnTo>
                                <a:lnTo>
                                  <a:pt x="3651" y="1695"/>
                                </a:lnTo>
                                <a:lnTo>
                                  <a:pt x="3634" y="1700"/>
                                </a:lnTo>
                                <a:lnTo>
                                  <a:pt x="3615" y="1702"/>
                                </a:lnTo>
                                <a:close/>
                                <a:moveTo>
                                  <a:pt x="3699" y="58"/>
                                </a:moveTo>
                                <a:lnTo>
                                  <a:pt x="3684" y="48"/>
                                </a:lnTo>
                                <a:lnTo>
                                  <a:pt x="3687" y="48"/>
                                </a:lnTo>
                                <a:lnTo>
                                  <a:pt x="3672" y="39"/>
                                </a:lnTo>
                                <a:lnTo>
                                  <a:pt x="3658" y="34"/>
                                </a:lnTo>
                                <a:lnTo>
                                  <a:pt x="3644" y="27"/>
                                </a:lnTo>
                                <a:lnTo>
                                  <a:pt x="3629" y="24"/>
                                </a:lnTo>
                                <a:lnTo>
                                  <a:pt x="3612" y="22"/>
                                </a:lnTo>
                                <a:lnTo>
                                  <a:pt x="3615" y="22"/>
                                </a:lnTo>
                                <a:lnTo>
                                  <a:pt x="3596" y="20"/>
                                </a:lnTo>
                                <a:lnTo>
                                  <a:pt x="3676" y="20"/>
                                </a:lnTo>
                                <a:lnTo>
                                  <a:pt x="3682" y="22"/>
                                </a:lnTo>
                                <a:lnTo>
                                  <a:pt x="3711" y="41"/>
                                </a:lnTo>
                                <a:lnTo>
                                  <a:pt x="3725" y="56"/>
                                </a:lnTo>
                                <a:lnTo>
                                  <a:pt x="3696" y="56"/>
                                </a:lnTo>
                                <a:lnTo>
                                  <a:pt x="3699" y="58"/>
                                </a:lnTo>
                                <a:close/>
                                <a:moveTo>
                                  <a:pt x="77" y="58"/>
                                </a:moveTo>
                                <a:lnTo>
                                  <a:pt x="77" y="56"/>
                                </a:lnTo>
                                <a:lnTo>
                                  <a:pt x="80" y="56"/>
                                </a:lnTo>
                                <a:lnTo>
                                  <a:pt x="77" y="58"/>
                                </a:lnTo>
                                <a:close/>
                                <a:moveTo>
                                  <a:pt x="3744" y="80"/>
                                </a:moveTo>
                                <a:lnTo>
                                  <a:pt x="3720" y="80"/>
                                </a:lnTo>
                                <a:lnTo>
                                  <a:pt x="3696" y="56"/>
                                </a:lnTo>
                                <a:lnTo>
                                  <a:pt x="3725" y="56"/>
                                </a:lnTo>
                                <a:lnTo>
                                  <a:pt x="3735" y="65"/>
                                </a:lnTo>
                                <a:lnTo>
                                  <a:pt x="3744" y="80"/>
                                </a:lnTo>
                                <a:close/>
                                <a:moveTo>
                                  <a:pt x="56" y="80"/>
                                </a:moveTo>
                                <a:lnTo>
                                  <a:pt x="56" y="77"/>
                                </a:lnTo>
                                <a:lnTo>
                                  <a:pt x="58" y="77"/>
                                </a:lnTo>
                                <a:lnTo>
                                  <a:pt x="56" y="80"/>
                                </a:lnTo>
                                <a:close/>
                                <a:moveTo>
                                  <a:pt x="3728" y="92"/>
                                </a:moveTo>
                                <a:lnTo>
                                  <a:pt x="3718" y="77"/>
                                </a:lnTo>
                                <a:lnTo>
                                  <a:pt x="3720" y="80"/>
                                </a:lnTo>
                                <a:lnTo>
                                  <a:pt x="3744" y="80"/>
                                </a:lnTo>
                                <a:lnTo>
                                  <a:pt x="3751" y="89"/>
                                </a:lnTo>
                                <a:lnTo>
                                  <a:pt x="3728" y="89"/>
                                </a:lnTo>
                                <a:lnTo>
                                  <a:pt x="3728" y="92"/>
                                </a:lnTo>
                                <a:close/>
                                <a:moveTo>
                                  <a:pt x="46" y="92"/>
                                </a:moveTo>
                                <a:lnTo>
                                  <a:pt x="46" y="89"/>
                                </a:lnTo>
                                <a:lnTo>
                                  <a:pt x="48" y="89"/>
                                </a:lnTo>
                                <a:lnTo>
                                  <a:pt x="46" y="92"/>
                                </a:lnTo>
                                <a:close/>
                                <a:moveTo>
                                  <a:pt x="3754" y="164"/>
                                </a:moveTo>
                                <a:lnTo>
                                  <a:pt x="3752" y="147"/>
                                </a:lnTo>
                                <a:lnTo>
                                  <a:pt x="3747" y="132"/>
                                </a:lnTo>
                                <a:lnTo>
                                  <a:pt x="3749" y="132"/>
                                </a:lnTo>
                                <a:lnTo>
                                  <a:pt x="3735" y="104"/>
                                </a:lnTo>
                                <a:lnTo>
                                  <a:pt x="3737" y="104"/>
                                </a:lnTo>
                                <a:lnTo>
                                  <a:pt x="3728" y="89"/>
                                </a:lnTo>
                                <a:lnTo>
                                  <a:pt x="3751" y="89"/>
                                </a:lnTo>
                                <a:lnTo>
                                  <a:pt x="3754" y="94"/>
                                </a:lnTo>
                                <a:lnTo>
                                  <a:pt x="3761" y="108"/>
                                </a:lnTo>
                                <a:lnTo>
                                  <a:pt x="3768" y="125"/>
                                </a:lnTo>
                                <a:lnTo>
                                  <a:pt x="3771" y="142"/>
                                </a:lnTo>
                                <a:lnTo>
                                  <a:pt x="3773" y="161"/>
                                </a:lnTo>
                                <a:lnTo>
                                  <a:pt x="3754" y="161"/>
                                </a:lnTo>
                                <a:lnTo>
                                  <a:pt x="3754" y="164"/>
                                </a:lnTo>
                                <a:close/>
                                <a:moveTo>
                                  <a:pt x="20" y="164"/>
                                </a:moveTo>
                                <a:lnTo>
                                  <a:pt x="20" y="161"/>
                                </a:lnTo>
                                <a:lnTo>
                                  <a:pt x="20" y="164"/>
                                </a:lnTo>
                                <a:close/>
                                <a:moveTo>
                                  <a:pt x="3771" y="1558"/>
                                </a:moveTo>
                                <a:lnTo>
                                  <a:pt x="3752" y="1558"/>
                                </a:lnTo>
                                <a:lnTo>
                                  <a:pt x="3754" y="1541"/>
                                </a:lnTo>
                                <a:lnTo>
                                  <a:pt x="3754" y="161"/>
                                </a:lnTo>
                                <a:lnTo>
                                  <a:pt x="3773" y="161"/>
                                </a:lnTo>
                                <a:lnTo>
                                  <a:pt x="3776" y="178"/>
                                </a:lnTo>
                                <a:lnTo>
                                  <a:pt x="3776" y="1524"/>
                                </a:lnTo>
                                <a:lnTo>
                                  <a:pt x="3773" y="1544"/>
                                </a:lnTo>
                                <a:lnTo>
                                  <a:pt x="3771" y="1558"/>
                                </a:lnTo>
                                <a:close/>
                                <a:moveTo>
                                  <a:pt x="23" y="1558"/>
                                </a:moveTo>
                                <a:lnTo>
                                  <a:pt x="22" y="1558"/>
                                </a:lnTo>
                                <a:lnTo>
                                  <a:pt x="22" y="1556"/>
                                </a:lnTo>
                                <a:lnTo>
                                  <a:pt x="23" y="1558"/>
                                </a:lnTo>
                                <a:close/>
                                <a:moveTo>
                                  <a:pt x="3747" y="1572"/>
                                </a:moveTo>
                                <a:lnTo>
                                  <a:pt x="3752" y="1556"/>
                                </a:lnTo>
                                <a:lnTo>
                                  <a:pt x="3752" y="1558"/>
                                </a:lnTo>
                                <a:lnTo>
                                  <a:pt x="3771" y="1558"/>
                                </a:lnTo>
                                <a:lnTo>
                                  <a:pt x="3769" y="1570"/>
                                </a:lnTo>
                                <a:lnTo>
                                  <a:pt x="3749" y="1570"/>
                                </a:lnTo>
                                <a:lnTo>
                                  <a:pt x="3747" y="1572"/>
                                </a:lnTo>
                                <a:close/>
                                <a:moveTo>
                                  <a:pt x="27" y="1572"/>
                                </a:moveTo>
                                <a:lnTo>
                                  <a:pt x="27" y="1572"/>
                                </a:lnTo>
                                <a:lnTo>
                                  <a:pt x="27" y="1570"/>
                                </a:lnTo>
                                <a:lnTo>
                                  <a:pt x="27" y="1572"/>
                                </a:lnTo>
                                <a:close/>
                                <a:moveTo>
                                  <a:pt x="3764" y="1587"/>
                                </a:moveTo>
                                <a:lnTo>
                                  <a:pt x="3742" y="1587"/>
                                </a:lnTo>
                                <a:lnTo>
                                  <a:pt x="3749" y="1570"/>
                                </a:lnTo>
                                <a:lnTo>
                                  <a:pt x="3769" y="1570"/>
                                </a:lnTo>
                                <a:lnTo>
                                  <a:pt x="3768" y="1577"/>
                                </a:lnTo>
                                <a:lnTo>
                                  <a:pt x="3764" y="1587"/>
                                </a:lnTo>
                                <a:close/>
                                <a:moveTo>
                                  <a:pt x="33" y="1587"/>
                                </a:moveTo>
                                <a:lnTo>
                                  <a:pt x="32" y="1587"/>
                                </a:lnTo>
                                <a:lnTo>
                                  <a:pt x="32" y="1584"/>
                                </a:lnTo>
                                <a:lnTo>
                                  <a:pt x="33" y="1587"/>
                                </a:lnTo>
                                <a:close/>
                                <a:moveTo>
                                  <a:pt x="3735" y="1601"/>
                                </a:moveTo>
                                <a:lnTo>
                                  <a:pt x="3742" y="1584"/>
                                </a:lnTo>
                                <a:lnTo>
                                  <a:pt x="3742" y="1587"/>
                                </a:lnTo>
                                <a:lnTo>
                                  <a:pt x="3764" y="1587"/>
                                </a:lnTo>
                                <a:lnTo>
                                  <a:pt x="3761" y="1594"/>
                                </a:lnTo>
                                <a:lnTo>
                                  <a:pt x="3759" y="1599"/>
                                </a:lnTo>
                                <a:lnTo>
                                  <a:pt x="3737" y="1599"/>
                                </a:lnTo>
                                <a:lnTo>
                                  <a:pt x="3735" y="1601"/>
                                </a:lnTo>
                                <a:close/>
                                <a:moveTo>
                                  <a:pt x="40" y="1601"/>
                                </a:moveTo>
                                <a:lnTo>
                                  <a:pt x="39" y="1601"/>
                                </a:lnTo>
                                <a:lnTo>
                                  <a:pt x="39" y="1599"/>
                                </a:lnTo>
                                <a:lnTo>
                                  <a:pt x="40" y="1601"/>
                                </a:lnTo>
                                <a:close/>
                                <a:moveTo>
                                  <a:pt x="3676" y="1683"/>
                                </a:moveTo>
                                <a:lnTo>
                                  <a:pt x="3612" y="1683"/>
                                </a:lnTo>
                                <a:lnTo>
                                  <a:pt x="3629" y="1680"/>
                                </a:lnTo>
                                <a:lnTo>
                                  <a:pt x="3658" y="1671"/>
                                </a:lnTo>
                                <a:lnTo>
                                  <a:pt x="3687" y="1656"/>
                                </a:lnTo>
                                <a:lnTo>
                                  <a:pt x="3684" y="1656"/>
                                </a:lnTo>
                                <a:lnTo>
                                  <a:pt x="3699" y="1647"/>
                                </a:lnTo>
                                <a:lnTo>
                                  <a:pt x="3696" y="1647"/>
                                </a:lnTo>
                                <a:lnTo>
                                  <a:pt x="3708" y="1637"/>
                                </a:lnTo>
                                <a:lnTo>
                                  <a:pt x="3720" y="1625"/>
                                </a:lnTo>
                                <a:lnTo>
                                  <a:pt x="3718" y="1625"/>
                                </a:lnTo>
                                <a:lnTo>
                                  <a:pt x="3728" y="1613"/>
                                </a:lnTo>
                                <a:lnTo>
                                  <a:pt x="3737" y="1599"/>
                                </a:lnTo>
                                <a:lnTo>
                                  <a:pt x="3759" y="1599"/>
                                </a:lnTo>
                                <a:lnTo>
                                  <a:pt x="3754" y="1608"/>
                                </a:lnTo>
                                <a:lnTo>
                                  <a:pt x="3744" y="1625"/>
                                </a:lnTo>
                                <a:lnTo>
                                  <a:pt x="3735" y="1637"/>
                                </a:lnTo>
                                <a:lnTo>
                                  <a:pt x="3723" y="1652"/>
                                </a:lnTo>
                                <a:lnTo>
                                  <a:pt x="3711" y="1661"/>
                                </a:lnTo>
                                <a:lnTo>
                                  <a:pt x="3696" y="1673"/>
                                </a:lnTo>
                                <a:lnTo>
                                  <a:pt x="3682" y="1680"/>
                                </a:lnTo>
                                <a:lnTo>
                                  <a:pt x="3676" y="1683"/>
                                </a:lnTo>
                                <a:close/>
                              </a:path>
                            </a:pathLst>
                          </a:custGeom>
                          <a:solidFill>
                            <a:srgbClr val="EC7C3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Text Box 21"/>
                        <wps:cNvSpPr txBox="1">
                          <a:spLocks noChangeArrowheads="1"/>
                        </wps:cNvSpPr>
                        <wps:spPr bwMode="auto">
                          <a:xfrm>
                            <a:off x="134" y="343"/>
                            <a:ext cx="3134" cy="10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C3D9E1" w14:textId="77777777" w:rsidR="006B79D5" w:rsidRDefault="00EE4DE8">
                              <w:pPr>
                                <w:spacing w:line="230" w:lineRule="exact"/>
                                <w:ind w:left="65" w:right="82"/>
                                <w:jc w:val="center"/>
                                <w:rPr>
                                  <w:sz w:val="24"/>
                                </w:rPr>
                              </w:pPr>
                              <w:r>
                                <w:rPr>
                                  <w:sz w:val="24"/>
                                </w:rPr>
                                <w:t>Vehicle or equipment incident</w:t>
                              </w:r>
                            </w:p>
                            <w:p w14:paraId="208A49A8" w14:textId="77777777" w:rsidR="006B79D5" w:rsidRDefault="00EE4DE8">
                              <w:pPr>
                                <w:spacing w:before="8" w:line="216" w:lineRule="auto"/>
                                <w:ind w:right="18" w:hanging="1"/>
                                <w:jc w:val="center"/>
                                <w:rPr>
                                  <w:sz w:val="24"/>
                                </w:rPr>
                              </w:pPr>
                              <w:r>
                                <w:rPr>
                                  <w:sz w:val="24"/>
                                </w:rPr>
                                <w:t>on public road and the employee is required to</w:t>
                              </w:r>
                              <w:r>
                                <w:rPr>
                                  <w:spacing w:val="-24"/>
                                  <w:sz w:val="24"/>
                                </w:rPr>
                                <w:t xml:space="preserve"> </w:t>
                              </w:r>
                              <w:r>
                                <w:rPr>
                                  <w:sz w:val="24"/>
                                </w:rPr>
                                <w:t>possess a</w:t>
                              </w:r>
                              <w:r>
                                <w:rPr>
                                  <w:spacing w:val="1"/>
                                  <w:sz w:val="24"/>
                                </w:rPr>
                                <w:t xml:space="preserve"> </w:t>
                              </w:r>
                              <w:r>
                                <w:rPr>
                                  <w:sz w:val="24"/>
                                </w:rPr>
                                <w:t>CDL</w:t>
                              </w:r>
                            </w:p>
                          </w:txbxContent>
                        </wps:txbx>
                        <wps:bodyPr rot="0" vert="horz" wrap="square" lIns="0" tIns="0" rIns="0" bIns="0" anchor="t" anchorCtr="0" upright="1">
                          <a:noAutofit/>
                        </wps:bodyPr>
                      </wps:wsp>
                      <wps:wsp>
                        <wps:cNvPr id="65" name="Text Box 20"/>
                        <wps:cNvSpPr txBox="1">
                          <a:spLocks noChangeArrowheads="1"/>
                        </wps:cNvSpPr>
                        <wps:spPr bwMode="auto">
                          <a:xfrm>
                            <a:off x="830" y="2387"/>
                            <a:ext cx="3540" cy="10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7AB148" w14:textId="77777777" w:rsidR="006B79D5" w:rsidRDefault="00EE4DE8">
                              <w:pPr>
                                <w:spacing w:line="191" w:lineRule="exact"/>
                                <w:ind w:left="-1" w:right="18"/>
                                <w:jc w:val="center"/>
                                <w:rPr>
                                  <w:sz w:val="20"/>
                                </w:rPr>
                              </w:pPr>
                              <w:r>
                                <w:rPr>
                                  <w:sz w:val="20"/>
                                </w:rPr>
                                <w:t xml:space="preserve">If </w:t>
                              </w:r>
                              <w:r>
                                <w:rPr>
                                  <w:b/>
                                  <w:sz w:val="20"/>
                                  <w:u w:val="single"/>
                                </w:rPr>
                                <w:t>during normal business hours</w:t>
                              </w:r>
                              <w:r>
                                <w:rPr>
                                  <w:sz w:val="20"/>
                                </w:rPr>
                                <w:t>, M-F,</w:t>
                              </w:r>
                              <w:r>
                                <w:rPr>
                                  <w:spacing w:val="-20"/>
                                  <w:sz w:val="20"/>
                                </w:rPr>
                                <w:t xml:space="preserve"> </w:t>
                              </w:r>
                              <w:r>
                                <w:rPr>
                                  <w:sz w:val="20"/>
                                </w:rPr>
                                <w:t>from</w:t>
                              </w:r>
                            </w:p>
                            <w:p w14:paraId="1BEFEE4D" w14:textId="77777777" w:rsidR="006B79D5" w:rsidRDefault="00EE4DE8">
                              <w:pPr>
                                <w:spacing w:before="7" w:line="216" w:lineRule="auto"/>
                                <w:ind w:left="88" w:right="158" w:firstLine="52"/>
                                <w:jc w:val="center"/>
                                <w:rPr>
                                  <w:b/>
                                  <w:sz w:val="20"/>
                                </w:rPr>
                              </w:pPr>
                              <w:r>
                                <w:rPr>
                                  <w:sz w:val="20"/>
                                </w:rPr>
                                <w:t>(</w:t>
                              </w:r>
                              <w:proofErr w:type="gramStart"/>
                              <w:r>
                                <w:rPr>
                                  <w:sz w:val="20"/>
                                </w:rPr>
                                <w:t>enter</w:t>
                              </w:r>
                              <w:proofErr w:type="gramEnd"/>
                              <w:r>
                                <w:rPr>
                                  <w:sz w:val="20"/>
                                </w:rPr>
                                <w:t xml:space="preserve"> normal business hours) the driver/operator shall be transported by </w:t>
                              </w:r>
                              <w:r>
                                <w:rPr>
                                  <w:b/>
                                  <w:spacing w:val="-97"/>
                                  <w:sz w:val="20"/>
                                  <w:u w:val="single"/>
                                </w:rPr>
                                <w:t>a</w:t>
                              </w:r>
                              <w:r>
                                <w:rPr>
                                  <w:b/>
                                  <w:spacing w:val="-44"/>
                                  <w:sz w:val="20"/>
                                </w:rPr>
                                <w:t xml:space="preserve"> </w:t>
                              </w:r>
                              <w:r>
                                <w:rPr>
                                  <w:b/>
                                  <w:sz w:val="20"/>
                                  <w:u w:val="single"/>
                                </w:rPr>
                                <w:t>supervisor(s) or other management</w:t>
                              </w:r>
                            </w:p>
                            <w:p w14:paraId="5E95BCF6" w14:textId="77777777" w:rsidR="006B79D5" w:rsidRDefault="00EE4DE8">
                              <w:pPr>
                                <w:spacing w:line="220" w:lineRule="exact"/>
                                <w:ind w:left="252" w:right="2198"/>
                                <w:jc w:val="center"/>
                                <w:rPr>
                                  <w:sz w:val="20"/>
                                </w:rPr>
                              </w:pPr>
                              <w:r>
                                <w:rPr>
                                  <w:b/>
                                  <w:sz w:val="20"/>
                                  <w:u w:val="single"/>
                                </w:rPr>
                                <w:t>personnel</w:t>
                              </w:r>
                              <w:r>
                                <w:rPr>
                                  <w:b/>
                                  <w:sz w:val="20"/>
                                </w:rPr>
                                <w:t xml:space="preserve"> </w:t>
                              </w:r>
                              <w:r>
                                <w:rPr>
                                  <w:sz w:val="20"/>
                                </w:rPr>
                                <w:t>to</w:t>
                              </w:r>
                            </w:p>
                          </w:txbxContent>
                        </wps:txbx>
                        <wps:bodyPr rot="0" vert="horz" wrap="square" lIns="0" tIns="0" rIns="0" bIns="0" anchor="t" anchorCtr="0" upright="1">
                          <a:noAutofit/>
                        </wps:bodyPr>
                      </wps:wsp>
                      <wps:wsp>
                        <wps:cNvPr id="66" name="Text Box 19"/>
                        <wps:cNvSpPr txBox="1">
                          <a:spLocks noChangeArrowheads="1"/>
                        </wps:cNvSpPr>
                        <wps:spPr bwMode="auto">
                          <a:xfrm>
                            <a:off x="801" y="4383"/>
                            <a:ext cx="3457" cy="15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95E147" w14:textId="77777777" w:rsidR="006B79D5" w:rsidRDefault="00EE4DE8">
                              <w:pPr>
                                <w:spacing w:line="173" w:lineRule="exact"/>
                                <w:ind w:right="19"/>
                                <w:jc w:val="center"/>
                                <w:rPr>
                                  <w:sz w:val="18"/>
                                </w:rPr>
                              </w:pPr>
                              <w:r>
                                <w:rPr>
                                  <w:sz w:val="18"/>
                                </w:rPr>
                                <w:t>Post-incident drug (within 32 hours) and</w:t>
                              </w:r>
                            </w:p>
                            <w:p w14:paraId="11F05E9A" w14:textId="77777777" w:rsidR="006B79D5" w:rsidRDefault="00EE4DE8">
                              <w:pPr>
                                <w:spacing w:line="198" w:lineRule="exact"/>
                                <w:ind w:right="19"/>
                                <w:jc w:val="center"/>
                                <w:rPr>
                                  <w:b/>
                                  <w:sz w:val="18"/>
                                </w:rPr>
                              </w:pPr>
                              <w:r>
                                <w:rPr>
                                  <w:sz w:val="18"/>
                                </w:rPr>
                                <w:t xml:space="preserve">alcohol (within 8 hours) testing will be done </w:t>
                              </w:r>
                              <w:proofErr w:type="gramStart"/>
                              <w:r>
                                <w:rPr>
                                  <w:b/>
                                  <w:sz w:val="18"/>
                                </w:rPr>
                                <w:t>IF</w:t>
                              </w:r>
                              <w:proofErr w:type="gramEnd"/>
                            </w:p>
                            <w:p w14:paraId="4D69EC85" w14:textId="77777777" w:rsidR="006B79D5" w:rsidRDefault="00EE4DE8">
                              <w:pPr>
                                <w:spacing w:before="5" w:line="216" w:lineRule="auto"/>
                                <w:ind w:right="18"/>
                                <w:jc w:val="center"/>
                                <w:rPr>
                                  <w:sz w:val="18"/>
                                </w:rPr>
                              </w:pPr>
                              <w:r>
                                <w:rPr>
                                  <w:rFonts w:ascii="Times New Roman"/>
                                  <w:spacing w:val="-46"/>
                                  <w:sz w:val="18"/>
                                  <w:u w:val="single"/>
                                </w:rPr>
                                <w:t xml:space="preserve"> </w:t>
                              </w:r>
                              <w:r>
                                <w:rPr>
                                  <w:b/>
                                  <w:sz w:val="18"/>
                                  <w:u w:val="single"/>
                                </w:rPr>
                                <w:t xml:space="preserve">any of the following apply; </w:t>
                              </w:r>
                              <w:r>
                                <w:rPr>
                                  <w:sz w:val="18"/>
                                </w:rPr>
                                <w:t>(a)</w:t>
                              </w:r>
                              <w:r>
                                <w:rPr>
                                  <w:sz w:val="18"/>
                                  <w:u w:val="single"/>
                                </w:rPr>
                                <w:t xml:space="preserve"> Human</w:t>
                              </w:r>
                              <w:r>
                                <w:rPr>
                                  <w:spacing w:val="-21"/>
                                  <w:sz w:val="18"/>
                                  <w:u w:val="single"/>
                                </w:rPr>
                                <w:t xml:space="preserve"> </w:t>
                              </w:r>
                              <w:r>
                                <w:rPr>
                                  <w:sz w:val="18"/>
                                  <w:u w:val="single"/>
                                </w:rPr>
                                <w:t>Fatality</w:t>
                              </w:r>
                              <w:r>
                                <w:rPr>
                                  <w:sz w:val="18"/>
                                </w:rPr>
                                <w:t>; or (b)</w:t>
                              </w:r>
                              <w:r>
                                <w:rPr>
                                  <w:sz w:val="18"/>
                                  <w:u w:val="single"/>
                                </w:rPr>
                                <w:t xml:space="preserve"> bodily injury with immediate</w:t>
                              </w:r>
                              <w:r>
                                <w:rPr>
                                  <w:spacing w:val="-2"/>
                                  <w:sz w:val="18"/>
                                  <w:u w:val="single"/>
                                </w:rPr>
                                <w:t xml:space="preserve"> </w:t>
                              </w:r>
                              <w:proofErr w:type="gramStart"/>
                              <w:r>
                                <w:rPr>
                                  <w:sz w:val="18"/>
                                  <w:u w:val="single"/>
                                </w:rPr>
                                <w:t>medica</w:t>
                              </w:r>
                              <w:r>
                                <w:rPr>
                                  <w:sz w:val="18"/>
                                </w:rPr>
                                <w:t>l</w:t>
                              </w:r>
                              <w:proofErr w:type="gramEnd"/>
                            </w:p>
                            <w:p w14:paraId="73A39B75" w14:textId="77777777" w:rsidR="006B79D5" w:rsidRDefault="00EE4DE8">
                              <w:pPr>
                                <w:spacing w:line="192" w:lineRule="exact"/>
                                <w:ind w:right="19"/>
                                <w:jc w:val="center"/>
                                <w:rPr>
                                  <w:sz w:val="18"/>
                                </w:rPr>
                              </w:pPr>
                              <w:r>
                                <w:rPr>
                                  <w:rFonts w:ascii="Times New Roman"/>
                                  <w:spacing w:val="-46"/>
                                  <w:sz w:val="18"/>
                                  <w:u w:val="single"/>
                                </w:rPr>
                                <w:t xml:space="preserve"> </w:t>
                              </w:r>
                              <w:r>
                                <w:rPr>
                                  <w:sz w:val="18"/>
                                  <w:u w:val="single"/>
                                </w:rPr>
                                <w:t>attention away from the incident scene</w:t>
                              </w:r>
                              <w:r>
                                <w:rPr>
                                  <w:sz w:val="18"/>
                                </w:rPr>
                                <w:t>; or</w:t>
                              </w:r>
                              <w:r>
                                <w:rPr>
                                  <w:spacing w:val="-10"/>
                                  <w:sz w:val="18"/>
                                </w:rPr>
                                <w:t xml:space="preserve"> </w:t>
                              </w:r>
                              <w:r>
                                <w:rPr>
                                  <w:sz w:val="18"/>
                                </w:rPr>
                                <w:t>(c)</w:t>
                              </w:r>
                            </w:p>
                            <w:p w14:paraId="668FBBFB" w14:textId="77777777" w:rsidR="006B79D5" w:rsidRDefault="00EE4DE8">
                              <w:pPr>
                                <w:spacing w:line="198" w:lineRule="exact"/>
                                <w:ind w:right="16"/>
                                <w:jc w:val="center"/>
                                <w:rPr>
                                  <w:sz w:val="18"/>
                                </w:rPr>
                              </w:pPr>
                              <w:r>
                                <w:rPr>
                                  <w:rFonts w:ascii="Times New Roman"/>
                                  <w:spacing w:val="-46"/>
                                  <w:sz w:val="18"/>
                                  <w:u w:val="single"/>
                                </w:rPr>
                                <w:t xml:space="preserve"> </w:t>
                              </w:r>
                              <w:r>
                                <w:rPr>
                                  <w:sz w:val="18"/>
                                  <w:u w:val="single"/>
                                </w:rPr>
                                <w:t>Police officer at the scene determines there</w:t>
                              </w:r>
                              <w:r>
                                <w:rPr>
                                  <w:spacing w:val="-10"/>
                                  <w:sz w:val="18"/>
                                  <w:u w:val="single"/>
                                </w:rPr>
                                <w:t xml:space="preserve"> </w:t>
                              </w:r>
                              <w:proofErr w:type="gramStart"/>
                              <w:r>
                                <w:rPr>
                                  <w:sz w:val="18"/>
                                  <w:u w:val="single"/>
                                </w:rPr>
                                <w:t>is</w:t>
                              </w:r>
                              <w:proofErr w:type="gramEnd"/>
                            </w:p>
                            <w:p w14:paraId="332B7C5A" w14:textId="77777777" w:rsidR="006B79D5" w:rsidRDefault="00EE4DE8">
                              <w:pPr>
                                <w:spacing w:before="7" w:line="216" w:lineRule="auto"/>
                                <w:ind w:left="304" w:right="322"/>
                                <w:jc w:val="center"/>
                                <w:rPr>
                                  <w:sz w:val="18"/>
                                </w:rPr>
                              </w:pPr>
                              <w:r>
                                <w:rPr>
                                  <w:rFonts w:ascii="Times New Roman"/>
                                  <w:spacing w:val="-46"/>
                                  <w:sz w:val="18"/>
                                  <w:u w:val="single"/>
                                </w:rPr>
                                <w:t xml:space="preserve"> </w:t>
                              </w:r>
                              <w:r>
                                <w:rPr>
                                  <w:sz w:val="18"/>
                                  <w:u w:val="single"/>
                                </w:rPr>
                                <w:t xml:space="preserve">disabling damage to any motor </w:t>
                              </w:r>
                              <w:r>
                                <w:rPr>
                                  <w:spacing w:val="-3"/>
                                  <w:sz w:val="18"/>
                                  <w:u w:val="single"/>
                                </w:rPr>
                                <w:t>vehicle</w:t>
                              </w:r>
                              <w:r>
                                <w:rPr>
                                  <w:spacing w:val="-3"/>
                                  <w:sz w:val="18"/>
                                </w:rPr>
                                <w:t xml:space="preserve"> </w:t>
                              </w:r>
                              <w:r>
                                <w:rPr>
                                  <w:spacing w:val="-63"/>
                                  <w:sz w:val="18"/>
                                  <w:u w:val="single"/>
                                </w:rPr>
                                <w:t>r</w:t>
                              </w:r>
                              <w:r>
                                <w:rPr>
                                  <w:spacing w:val="20"/>
                                  <w:sz w:val="18"/>
                                  <w:u w:val="single"/>
                                </w:rPr>
                                <w:t xml:space="preserve"> </w:t>
                              </w:r>
                              <w:proofErr w:type="spellStart"/>
                              <w:r>
                                <w:rPr>
                                  <w:sz w:val="18"/>
                                  <w:u w:val="single"/>
                                </w:rPr>
                                <w:t>equiring</w:t>
                              </w:r>
                              <w:proofErr w:type="spellEnd"/>
                              <w:r>
                                <w:rPr>
                                  <w:sz w:val="18"/>
                                  <w:u w:val="single"/>
                                </w:rPr>
                                <w:t xml:space="preserve"> a</w:t>
                              </w:r>
                              <w:r>
                                <w:rPr>
                                  <w:spacing w:val="4"/>
                                  <w:sz w:val="18"/>
                                  <w:u w:val="single"/>
                                </w:rPr>
                                <w:t xml:space="preserve"> </w:t>
                              </w:r>
                              <w:r>
                                <w:rPr>
                                  <w:sz w:val="18"/>
                                  <w:u w:val="single"/>
                                </w:rPr>
                                <w:t>tow.</w:t>
                              </w:r>
                            </w:p>
                          </w:txbxContent>
                        </wps:txbx>
                        <wps:bodyPr rot="0" vert="horz" wrap="square" lIns="0" tIns="0" rIns="0" bIns="0" anchor="t" anchorCtr="0" upright="1">
                          <a:noAutofit/>
                        </wps:bodyPr>
                      </wps:wsp>
                      <wps:wsp>
                        <wps:cNvPr id="67" name="Text Box 18"/>
                        <wps:cNvSpPr txBox="1">
                          <a:spLocks noChangeArrowheads="1"/>
                        </wps:cNvSpPr>
                        <wps:spPr bwMode="auto">
                          <a:xfrm>
                            <a:off x="849" y="6944"/>
                            <a:ext cx="3437" cy="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AB5901" w14:textId="77777777" w:rsidR="006B79D5" w:rsidRDefault="00EE4DE8">
                              <w:pPr>
                                <w:spacing w:line="191" w:lineRule="exact"/>
                                <w:ind w:right="11"/>
                                <w:jc w:val="center"/>
                                <w:rPr>
                                  <w:b/>
                                  <w:sz w:val="20"/>
                                </w:rPr>
                              </w:pPr>
                              <w:r>
                                <w:rPr>
                                  <w:b/>
                                  <w:sz w:val="20"/>
                                </w:rPr>
                                <w:t xml:space="preserve">The driver is </w:t>
                              </w:r>
                              <w:r>
                                <w:rPr>
                                  <w:b/>
                                  <w:sz w:val="20"/>
                                  <w:u w:val="single"/>
                                </w:rPr>
                                <w:t xml:space="preserve">not permitted to </w:t>
                              </w:r>
                              <w:proofErr w:type="gramStart"/>
                              <w:r>
                                <w:rPr>
                                  <w:b/>
                                  <w:sz w:val="20"/>
                                  <w:u w:val="single"/>
                                </w:rPr>
                                <w:t>drive</w:t>
                              </w:r>
                              <w:proofErr w:type="gramEnd"/>
                            </w:p>
                            <w:p w14:paraId="73824624" w14:textId="77777777" w:rsidR="006B79D5" w:rsidRDefault="00EE4DE8">
                              <w:pPr>
                                <w:spacing w:before="7" w:line="216" w:lineRule="auto"/>
                                <w:ind w:right="18"/>
                                <w:jc w:val="center"/>
                                <w:rPr>
                                  <w:b/>
                                  <w:sz w:val="20"/>
                                </w:rPr>
                              </w:pPr>
                              <w:r>
                                <w:rPr>
                                  <w:b/>
                                  <w:sz w:val="20"/>
                                  <w:u w:val="single"/>
                                </w:rPr>
                                <w:t>themselves</w:t>
                              </w:r>
                              <w:r>
                                <w:rPr>
                                  <w:b/>
                                  <w:sz w:val="20"/>
                                </w:rPr>
                                <w:t xml:space="preserve"> to the post-incident drug and alcohol testing site/facility (enter facility name here).</w:t>
                              </w:r>
                            </w:p>
                          </w:txbxContent>
                        </wps:txbx>
                        <wps:bodyPr rot="0" vert="horz" wrap="square" lIns="0" tIns="0" rIns="0" bIns="0" anchor="t" anchorCtr="0" upright="1">
                          <a:noAutofit/>
                        </wps:bodyPr>
                      </wps:wsp>
                    </wpg:wgp>
                  </a:graphicData>
                </a:graphic>
              </wp:inline>
            </w:drawing>
          </mc:Choice>
          <mc:Fallback>
            <w:pict>
              <v:group w14:anchorId="0078DDD3" id="Group 17" o:spid="_x0000_s1091" style="width:225.5pt;height:411pt;mso-position-horizontal-relative:char;mso-position-vertical-relative:line" coordsize="4510,82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">
                <v:shape id="AutoShape 41" o:spid="_x0000_s1092" style="position:absolute;width:3384;height:1702;visibility:visible;mso-wrap-style:square;v-text-anchor:top" coordsize="3384,1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" path="m3226,1702r-3065,l144,1699r-19,-5l110,1690r-16,-8l65,1663,53,1651,41,1637,31,1625r-9,-15l14,1594,5,1560,2,1543,,1524,,180,2,161,5,144r9,-34l22,94,41,65,65,41,94,22r16,-8l125,10,144,5,178,,3206,r20,2l3242,5r34,9l3290,22,163,22r-17,2l118,34r-10,4l103,38,91,48,77,58r2,l67,67,55,79r1,l48,91,38,103r3,l26,132r3,l25,146r-1,l22,163r,1378l24,1558r1,l29,1572r-3,l40,1598r-2,l48,1613r10,12l55,1625r12,12l79,1646r-2,l91,1656r12,7l118,1670r28,10l163,1682r3127,l3276,1690r-34,9l3226,1702xm3281,41r-15,-7l3269,34r-17,-5l3254,29r-16,-5l3221,22r69,l3316,38r-35,l3281,41xm103,41r,-3l108,38r-5,3xm3329,79l3317,67r2,l3295,48,3281,38r35,l3319,41r24,24l3351,77r-22,l3329,79xm56,79r-1,l58,77r-2,2xm3360,149r-2,-17l3353,118r-7,-15l3336,91r2,l3329,77r22,l3362,94r15,33l3382,144r,2l3360,146r,3xm24,149r,-3l25,146r-1,3xm3382,1558r-22,l3365,1524r,-1344l3360,146r22,l3384,161r,1382l3382,1558xm25,1558r-1,l24,1555r1,3xm3367,1601r-21,l3353,1586r5,-14l3360,1555r,3l3382,1558r,2l3377,1577r-10,24xm41,1601r-3,-3l40,1598r1,3xm3290,1682r-69,l3238,1680r16,-5l3252,1675r17,-5l3266,1670r29,-14l3319,1637r-2,l3329,1625r9,-12l3336,1613r10,-15l3346,1601r21,l3362,1610r-9,15l3343,1637r-12,14l3319,1663r-29,19xe" fillcolor="#d6702b" stroked="f">
                  <v:path arrowok="t" o:connecttype="custom" o:connectlocs="144,1699;94,1682;41,1637;14,1594;0,1524;5,144;41,65;110,14;178,0;3242,5;163,22;108,38;77,58;55,79;38,103;29,132;22,163;25,1558;40,1598;58,1625;79,1646;103,1663;163,1682;3242,1699;3266,34;3254,29;3290,22;3281,41;108,38;3317,67;3281,38;3343,65;3329,79;58,77;3358,132;3336,91;3351,77;3382,144;3360,149;25,146;3360,1558;3360,146;3384,1543;24,1558;3367,1601;3358,1572;3382,1558;3367,1601;40,1598;3221,1682;3252,1675;3295,1656;3329,1625;3346,1598;3362,1610;3331,1651" o:connectangles="0,0,0,0,0,0,0,0,0,0,0,0,0,0,0,0,0,0,0,0,0,0,0,0,0,0,0,0,0,0,0,0,0,0,0,0,0,0,0,0,0,0,0,0,0,0,0,0,0,0,0,0,0,0,0,0"/>
                </v:shape>
                <v:shape id="AutoShape 40" o:spid="_x0000_s1093" style="position:absolute;left:336;top:1692;width:348;height:1241;visibility:visible;mso-wrap-style:square;v-text-anchor:top" coordsize="348,1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" path="m348,1241l,1241,,,22,r,1219l12,1219r10,12l348,1231r,10xm22,1231l12,1219r10,l22,1231xm348,1231r-326,l22,1219r326,l348,1231xe" fillcolor="#bc6124" stroked="f">
                  <v:path arrowok="t" o:connecttype="custom" o:connectlocs="348,2933;0,2933;0,1692;22,1692;22,2911;12,2911;22,2923;348,2923;348,2933;22,2923;12,2911;22,2911;22,2923;348,2923;22,2923;22,2911;348,2911;348,2923" o:connectangles="0,0,0,0,0,0,0,0,0,0,0,0,0,0,0,0,0,0"/>
                </v:shape>
                <v:shape id="Picture 39" o:spid="_x0000_s1094" type="#_x0000_t75" style="position:absolute;left:676;top:2073;width:3826;height:16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">
                  <v:imagedata r:id="rId46" o:title=""/>
                </v:shape>
                <v:shape id="AutoShape 38" o:spid="_x0000_s1095" style="position:absolute;left:674;top:2071;width:3836;height:1702;visibility:visible;mso-wrap-style:square;v-text-anchor:top" coordsize="3836,1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" path="m3675,1702r-3516,l142,1699r-17,-4l92,1680r-15,-7l65,1661,51,1651,39,1637,29,1625r-9,-17l12,1594,3,1560,,1543,,161,3,142r9,-34l20,94,39,65,51,53,65,41,77,31,92,22,125,7,142,5,159,,3675,r17,5l3711,7r14,8l3736,19,178,19r-34,5l147,24r-17,3l116,34r-15,5l104,39,89,48r-9,7l77,55,65,67,58,77r-2,l48,89r-2,l32,118,22,147r-2,14l20,1541r2,17l23,1558r4,14l32,1587r1,l39,1601r1,l46,1613r19,24l68,1637r9,10l89,1656r15,7l101,1663r15,8l130,1675r17,5l144,1680r17,3l3736,1683r-11,4l3711,1695r-19,4l3675,1702xm3759,58l3744,48r3,l3732,39r-14,-5l3704,27r-15,-3l3656,19r80,l3742,22r29,19l3785,55r-29,l3759,58xm77,58r,-3l80,55r-3,3xm3804,79r-24,l3756,55r29,l3795,65r9,14xm56,79r,-2l58,77r-2,2xm3788,91l3778,77r2,2l3804,79r7,10l3788,89r,2xm46,91r,-2l48,89r-2,2xm3814,163r-2,-16l3807,132r2,l3795,103r2,l3788,89r23,l3814,94r7,14l3831,142r2,19l3814,161r,2xm20,163r,-2l20,163xm3831,1558r-19,l3814,1541r,-1380l3833,161r3,17l3836,1524r-3,19l3831,1558xm23,1558r-1,l22,1555r1,3xm3807,1572r5,-17l3812,1558r19,l3831,1560r-3,10l3809,1570r-2,2xm27,1572r,l27,1570r,2xm3823,1587r-21,l3809,1570r19,l3823,1587xm33,1587r-1,l32,1584r1,3xm3795,1601r7,-17l3802,1587r21,l3821,1594r-2,5l3797,1599r-2,2xm40,1601r-1,l39,1599r1,2xm3795,1637r-27,l3788,1613r9,-14l3819,1599r-5,9l3804,1625r-9,12xm68,1637r-3,l65,1635r3,2xm3736,1683r-64,l3689,1680r29,-9l3747,1656r-3,l3759,1647r-3,l3768,1635r,2l3795,1637r-12,14l3771,1661r-15,12l3742,1680r-6,3xe" fillcolor="#ec7c30" stroked="f">
                  <v:path arrowok="t" o:connecttype="custom" o:connectlocs="125,3766;51,3722;12,3665;3,2213;51,2124;125,2078;3692,2076;178,2090;116,2105;80,2126;56,2148;22,2218;22,3629;32,3658;46,3684;89,3727;130,3746;3736,3754;3675,3773;3732,2110;3656,2090;3785,2126;77,2126;3780,2150;3804,2150;56,2150;3804,2150;46,2162;3814,2234;3795,2174;3814,2165;3814,2232;20,2232;3814,3612;3836,3595;22,3629;3812,3626;3828,3641;27,3643;3802,3658;33,3658;3795,3672;3821,3665;40,3672;3795,3708;3819,3670;68,3708;3736,3754;3747,3727;3768,3706;3771,3732" o:connectangles="0,0,0,0,0,0,0,0,0,0,0,0,0,0,0,0,0,0,0,0,0,0,0,0,0,0,0,0,0,0,0,0,0,0,0,0,0,0,0,0,0,0,0,0,0,0,0,0,0,0,0"/>
                </v:shape>
                <v:line id="Line 37" o:spid="_x0000_s1096" style="position:absolute;visibility:visible;mso-wrap-style:square" from="2197,3444" to="4077,3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" strokeweight=".22819mm"/>
                <v:line id="Line 36" o:spid="_x0000_s1097" style="position:absolute;visibility:visible;mso-wrap-style:square" from="347,1692" to="347,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" strokecolor="#bc6124" strokeweight="1.08pt"/>
                <v:rect id="Rectangle 35" o:spid="_x0000_s1098" style="position:absolute;left:336;top:5152;width:17;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" fillcolor="#bc6124" stroked="f"/>
                <v:line id="Line 34" o:spid="_x0000_s1099" style="position:absolute;visibility:visible;mso-wrap-style:square" from="336,5167" to="684,51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" strokecolor="#bc6124" strokeweight=".5pt"/>
                <v:shape id="Freeform 33" o:spid="_x0000_s1100" style="position:absolute;left:348;top:5152;width:10;height:10;visibility:visible;mso-wrap-style:square;v-text-anchor:top" coordsize="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" path="m10,9l,,10,r,9xe" fillcolor="#bc6124" stroked="f">
                  <v:path arrowok="t" o:connecttype="custom" o:connectlocs="10,5162;0,5153;10,5153;10,5162" o:connectangles="0,0,0,0"/>
                </v:shape>
                <v:line id="Line 32" o:spid="_x0000_s1101" style="position:absolute;visibility:visible;mso-wrap-style:square" from="358,5158" to="684,51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" strokecolor="#bc6124" strokeweight=".48pt"/>
                <v:shape id="Picture 31" o:spid="_x0000_s1102" type="#_x0000_t75" style="position:absolute;left:676;top:4209;width:3677;height:1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">
                  <v:imagedata r:id="rId47" o:title=""/>
                </v:shape>
                <v:shape id="AutoShape 30" o:spid="_x0000_s1103" style="position:absolute;left:674;top:4204;width:3689;height:1913;visibility:visible;mso-wrap-style:square;v-text-anchor:top" coordsize="3689,1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" path="m3509,1913r-3331,l159,1910r-19,-5l120,1898,87,1879,58,1855,44,1841,34,1826,15,1793,8,1773,3,1754,,1735,,180,3,161,8,141r7,-19l44,72,58,60,72,45,87,33r17,-9l120,17,140,9,159,5,197,,3490,r38,5l3548,9r19,8l3578,21,180,21r-19,3l164,24r-20,5l147,29r-13,4l130,33r-13,8l113,41,99,50,84,62,75,72r-3,l60,86,52,98r-1,l43,113r-2,l27,146r-5,17l20,180r,1553l22,1752r1,l27,1769r1,l34,1785r1,l41,1800r19,29l84,1853r29,19l130,1879r-2,l147,1886r-3,l164,1889r-3,l180,1893r3395,l3567,1898r-19,7l3528,1910r-19,3xm3560,36r-17,-7l3524,24r2,l3507,21r71,l3584,24r16,9l3557,33r3,3xm128,36r2,-3l134,33r-6,3xm3574,43l3557,33r43,l3609,41r-35,l3574,43xm113,43r,-2l117,41r-4,2xm3615,74l3603,62,3588,50r-14,-9l3609,41r6,4l3629,60r15,12l3615,72r,2xm72,74r,-2l75,72r-3,2xm3662,101r-23,l3615,72r29,l3653,89r9,12xm51,101r,-3l52,98r-1,3xm3646,115l3636,98r3,3l3662,101r3,4l3668,113r-22,l3646,115xm41,115r,-2l43,113r-2,2xm3668,182r-3,-19l3660,146r-14,-33l3668,113r4,9l3680,141r4,20l3687,180r-19,l3668,182xm20,182r,-2l20,182xm3685,1752r-20,l3668,1733r,-1553l3687,180r2,19l3689,1713r-2,22l3685,1752xm23,1752r-1,l22,1749r1,3xm3681,1769r-21,l3665,1749r,3l3685,1752r-1,2l3681,1769xm28,1769r-1,l27,1766r1,3xm3675,1785r-22,l3660,1766r,3l3681,1769r-1,4l3675,1785xm35,1785r-1,l34,1783r1,2xm3575,1893r-68,l3526,1889r-2,l3543,1886r17,-7l3557,1879r17,-7l3603,1853r24,-24l3639,1814r-3,l3646,1800r7,-17l3653,1785r22,l3672,1793r-7,16l3653,1826r-9,15l3629,1855r-29,24l3575,1893xe" fillcolor="#ec7c30" stroked="f">
                  <v:path arrowok="t" o:connecttype="custom" o:connectlocs="140,6110;44,6046;3,5959;8,4346;72,4250;140,4214;3528,4210;180,4226;147,4234;113,4246;72,4277;43,4318;20,4385;23,5957;35,5990;113,6077;144,6091;3575,6098;3509,6118;3526,4229;3600,4238;130,4238;3557,4238;3574,4248;113,4248;3574,4246;3644,4277;72,4277;3639,4306;3662,4306;51,4306;3662,4306;3646,4320;41,4320;3646,4318;3684,4366;20,4387;3685,5957;3687,4385;3685,5957;23,5957;3665,5957;28,5974;3675,5990;3681,5974;34,5990;3507,6098;3560,6084;3627,6034;3653,5988;3665,6014;3600,6084" o:connectangles="0,0,0,0,0,0,0,0,0,0,0,0,0,0,0,0,0,0,0,0,0,0,0,0,0,0,0,0,0,0,0,0,0,0,0,0,0,0,0,0,0,0,0,0,0,0,0,0,0,0,0,0"/>
                </v:shape>
                <v:rect id="Rectangle 29" o:spid="_x0000_s1104" style="position:absolute;left:4094;top:4737;width:130;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" fillcolor="black" stroked="f"/>
                <v:line id="Line 28" o:spid="_x0000_s1105" style="position:absolute;visibility:visible;mso-wrap-style:square" from="347,1692" to="347,7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" strokecolor="#bc6124" strokeweight="1.08pt"/>
                <v:rect id="Rectangle 27" o:spid="_x0000_s1106" style="position:absolute;left:336;top:7360;width:17;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" fillcolor="#bc6124" stroked="f"/>
                <v:line id="Line 26" o:spid="_x0000_s1107" style="position:absolute;visibility:visible;mso-wrap-style:square" from="336,7375" to="684,7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" strokecolor="#bc6124" strokeweight=".5pt"/>
                <v:shape id="Freeform 25" o:spid="_x0000_s1108" style="position:absolute;left:348;top:7360;width:10;height:10;visibility:visible;mso-wrap-style:square;v-text-anchor:top" coordsize="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" path="m10,9l,,10,r,9xe" fillcolor="#bc6124" stroked="f">
                  <v:path arrowok="t" o:connecttype="custom" o:connectlocs="10,7370;0,7361;10,7361;10,7370" o:connectangles="0,0,0,0"/>
                </v:shape>
                <v:line id="Line 24" o:spid="_x0000_s1109" style="position:absolute;visibility:visible;mso-wrap-style:square" from="358,7366" to="684,7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" strokecolor="#bc6124" strokeweight=".48pt"/>
                <v:shape id="Picture 23" o:spid="_x0000_s1110" type="#_x0000_t75" style="position:absolute;left:676;top:6523;width:3768;height:16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">
                  <v:imagedata r:id="rId48" o:title=""/>
                </v:shape>
                <v:shape id="AutoShape 22" o:spid="_x0000_s1111" style="position:absolute;left:674;top:6518;width:3776;height:1702;visibility:visible;mso-wrap-style:square;v-text-anchor:top" coordsize="3776,1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" path="m3615,1702r-3456,l142,1700r-17,-5l92,1680r-15,-7l65,1661r-14,-9l39,1637,29,1625r-9,-17l12,1594,3,1560,,1544,,161,3,142r9,-34l20,94,39,65,51,53,65,41,77,32,92,22,125,8,159,3,178,,3598,r17,3l3634,5r17,3l3665,15r11,5l178,20r-34,4l147,24r-17,3l116,34r-15,5l104,39,89,48r-9,8l77,56,65,68r-7,9l56,77,48,89r-2,l32,118,22,147r-2,14l20,1541r2,17l23,1558r4,14l32,1587r1,l39,1601r1,l46,1613r19,24l89,1656r15,8l101,1664r15,7l130,1676r17,4l144,1680r17,3l3676,1683r-11,5l3651,1695r-17,5l3615,1702xm3699,58l3684,48r3,l3672,39r-14,-5l3644,27r-15,-3l3612,22r3,l3596,20r80,l3682,22r29,19l3725,56r-29,l3699,58xm77,58r,-2l80,56r-3,2xm3744,80r-24,l3696,56r29,l3735,65r9,15xm56,80r,-3l58,77r-2,3xm3728,92l3718,77r2,3l3744,80r7,9l3728,89r,3xm46,92r,-3l48,89r-2,3xm3754,164r-2,-17l3747,132r2,l3735,104r2,l3728,89r23,l3754,94r7,14l3768,125r3,17l3773,161r-19,l3754,164xm20,164r,-3l20,164xm3771,1558r-19,l3754,1541r,-1380l3773,161r3,17l3776,1524r-3,20l3771,1558xm23,1558r-1,l22,1556r1,2xm3747,1572r5,-16l3752,1558r19,l3769,1570r-20,l3747,1572xm27,1572r,l27,1570r,2xm3764,1587r-22,l3749,1570r20,l3768,1577r-4,10xm33,1587r-1,l32,1584r1,3xm3735,1601r7,-17l3742,1587r22,l3761,1594r-2,5l3737,1599r-2,2xm40,1601r-1,l39,1599r1,2xm3676,1683r-64,l3629,1680r29,-9l3687,1656r-3,l3699,1647r-3,l3708,1637r12,-12l3718,1625r10,-12l3737,1599r22,l3754,1608r-10,17l3735,1637r-12,15l3711,1661r-15,12l3682,1680r-6,3xe" fillcolor="#ec7c30" stroked="f">
                  <v:path arrowok="t" o:connecttype="custom" o:connectlocs="125,8213;51,8170;12,8112;3,6660;51,6571;125,6526;3615,6521;3676,6538;130,6545;89,6566;58,6595;32,6636;20,8059;27,8090;40,8119;104,8182;147,8198;3665,8206;3699,6576;3658,6552;3615,6540;3711,6559;77,6576;3744,6598;3735,6583;58,6595;3720,6598;3728,6610;46,6610;3749,6650;3751,6607;3771,6660;20,6682;3771,8076;3773,6679;3771,8076;23,8076;3771,8076;27,8090;3764,8105;3768,8095;32,8102;3742,8105;3737,8117;39,8117;3629,8198;3699,8165;3718,8143;3754,8126;3711,8179" o:connectangles="0,0,0,0,0,0,0,0,0,0,0,0,0,0,0,0,0,0,0,0,0,0,0,0,0,0,0,0,0,0,0,0,0,0,0,0,0,0,0,0,0,0,0,0,0,0,0,0,0,0"/>
                </v:shape>
                <v:shape id="Text Box 21" o:spid="_x0000_s1112" type="#_x0000_t202" style="position:absolute;left:134;top:343;width:3134;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NfJxAAAANsAAAAPAAAAZHJzL2Rvd25yZXYueG1sRI9Ba8JA&#10;FITvBf/D8oTe6sZS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DIE18nEAAAA2wAAAA8A&#10;AAAAAAAAAAAAAAAABwIAAGRycy9kb3ducmV2LnhtbFBLBQYAAAAAAwADALcAAAD4AgAAAAA=&#10;" filled="f" stroked="f">
                  <v:textbox inset="0,0,0,0">
                    <w:txbxContent>
                      <w:p w14:paraId="1CC3D9E1" w14:textId="77777777" w:rsidR="006B79D5" w:rsidRDefault="00EE4DE8">
                        <w:pPr>
                          <w:spacing w:line="230" w:lineRule="exact"/>
                          <w:ind w:left="65" w:right="82"/>
                          <w:jc w:val="center"/>
                          <w:rPr>
                            <w:sz w:val="24"/>
                          </w:rPr>
                        </w:pPr>
                        <w:r>
                          <w:rPr>
                            <w:sz w:val="24"/>
                          </w:rPr>
                          <w:t>Vehicle or equipment incident</w:t>
                        </w:r>
                      </w:p>
                      <w:p w14:paraId="208A49A8" w14:textId="77777777" w:rsidR="006B79D5" w:rsidRDefault="00EE4DE8">
                        <w:pPr>
                          <w:spacing w:before="8" w:line="216" w:lineRule="auto"/>
                          <w:ind w:right="18" w:hanging="1"/>
                          <w:jc w:val="center"/>
                          <w:rPr>
                            <w:sz w:val="24"/>
                          </w:rPr>
                        </w:pPr>
                        <w:r>
                          <w:rPr>
                            <w:sz w:val="24"/>
                          </w:rPr>
                          <w:t>on public road and the employee is required to</w:t>
                        </w:r>
                        <w:r>
                          <w:rPr>
                            <w:spacing w:val="-24"/>
                            <w:sz w:val="24"/>
                          </w:rPr>
                          <w:t xml:space="preserve"> </w:t>
                        </w:r>
                        <w:r>
                          <w:rPr>
                            <w:sz w:val="24"/>
                          </w:rPr>
                          <w:t>possess a</w:t>
                        </w:r>
                        <w:r>
                          <w:rPr>
                            <w:spacing w:val="1"/>
                            <w:sz w:val="24"/>
                          </w:rPr>
                          <w:t xml:space="preserve"> </w:t>
                        </w:r>
                        <w:r>
                          <w:rPr>
                            <w:sz w:val="24"/>
                          </w:rPr>
                          <w:t>CDL</w:t>
                        </w:r>
                      </w:p>
                    </w:txbxContent>
                  </v:textbox>
                </v:shape>
                <v:shape id="Text Box 20" o:spid="_x0000_s1113" type="#_x0000_t202" style="position:absolute;left:830;top:2387;width:3540;height:10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JSxAAAANsAAAAPAAAAZHJzL2Rvd25yZXYueG1sRI9Ba8JA&#10;FITvBf/D8oTe6sZCQx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F1IclLEAAAA2wAAAA8A&#10;AAAAAAAAAAAAAAAABwIAAGRycy9kb3ducmV2LnhtbFBLBQYAAAAAAwADALcAAAD4AgAAAAA=&#10;" filled="f" stroked="f">
                  <v:textbox inset="0,0,0,0">
                    <w:txbxContent>
                      <w:p w14:paraId="367AB148" w14:textId="77777777" w:rsidR="006B79D5" w:rsidRDefault="00EE4DE8">
                        <w:pPr>
                          <w:spacing w:line="191" w:lineRule="exact"/>
                          <w:ind w:left="-1" w:right="18"/>
                          <w:jc w:val="center"/>
                          <w:rPr>
                            <w:sz w:val="20"/>
                          </w:rPr>
                        </w:pPr>
                        <w:r>
                          <w:rPr>
                            <w:sz w:val="20"/>
                          </w:rPr>
                          <w:t xml:space="preserve">If </w:t>
                        </w:r>
                        <w:r>
                          <w:rPr>
                            <w:b/>
                            <w:sz w:val="20"/>
                            <w:u w:val="single"/>
                          </w:rPr>
                          <w:t>during normal business hours</w:t>
                        </w:r>
                        <w:r>
                          <w:rPr>
                            <w:sz w:val="20"/>
                          </w:rPr>
                          <w:t>, M-F,</w:t>
                        </w:r>
                        <w:r>
                          <w:rPr>
                            <w:spacing w:val="-20"/>
                            <w:sz w:val="20"/>
                          </w:rPr>
                          <w:t xml:space="preserve"> </w:t>
                        </w:r>
                        <w:r>
                          <w:rPr>
                            <w:sz w:val="20"/>
                          </w:rPr>
                          <w:t>from</w:t>
                        </w:r>
                      </w:p>
                      <w:p w14:paraId="1BEFEE4D" w14:textId="77777777" w:rsidR="006B79D5" w:rsidRDefault="00EE4DE8">
                        <w:pPr>
                          <w:spacing w:before="7" w:line="216" w:lineRule="auto"/>
                          <w:ind w:left="88" w:right="158" w:firstLine="52"/>
                          <w:jc w:val="center"/>
                          <w:rPr>
                            <w:b/>
                            <w:sz w:val="20"/>
                          </w:rPr>
                        </w:pPr>
                        <w:r>
                          <w:rPr>
                            <w:sz w:val="20"/>
                          </w:rPr>
                          <w:t>(</w:t>
                        </w:r>
                        <w:proofErr w:type="gramStart"/>
                        <w:r>
                          <w:rPr>
                            <w:sz w:val="20"/>
                          </w:rPr>
                          <w:t>enter</w:t>
                        </w:r>
                        <w:proofErr w:type="gramEnd"/>
                        <w:r>
                          <w:rPr>
                            <w:sz w:val="20"/>
                          </w:rPr>
                          <w:t xml:space="preserve"> normal business hours) the driver/operator shall be transported by </w:t>
                        </w:r>
                        <w:r>
                          <w:rPr>
                            <w:b/>
                            <w:spacing w:val="-97"/>
                            <w:sz w:val="20"/>
                            <w:u w:val="single"/>
                          </w:rPr>
                          <w:t>a</w:t>
                        </w:r>
                        <w:r>
                          <w:rPr>
                            <w:b/>
                            <w:spacing w:val="-44"/>
                            <w:sz w:val="20"/>
                          </w:rPr>
                          <w:t xml:space="preserve"> </w:t>
                        </w:r>
                        <w:r>
                          <w:rPr>
                            <w:b/>
                            <w:sz w:val="20"/>
                            <w:u w:val="single"/>
                          </w:rPr>
                          <w:t>supervisor(s) or other management</w:t>
                        </w:r>
                      </w:p>
                      <w:p w14:paraId="5E95BCF6" w14:textId="77777777" w:rsidR="006B79D5" w:rsidRDefault="00EE4DE8">
                        <w:pPr>
                          <w:spacing w:line="220" w:lineRule="exact"/>
                          <w:ind w:left="252" w:right="2198"/>
                          <w:jc w:val="center"/>
                          <w:rPr>
                            <w:sz w:val="20"/>
                          </w:rPr>
                        </w:pPr>
                        <w:r>
                          <w:rPr>
                            <w:b/>
                            <w:sz w:val="20"/>
                            <w:u w:val="single"/>
                          </w:rPr>
                          <w:t>personnel</w:t>
                        </w:r>
                        <w:r>
                          <w:rPr>
                            <w:b/>
                            <w:sz w:val="20"/>
                          </w:rPr>
                          <w:t xml:space="preserve"> </w:t>
                        </w:r>
                        <w:r>
                          <w:rPr>
                            <w:sz w:val="20"/>
                          </w:rPr>
                          <w:t>to</w:t>
                        </w:r>
                      </w:p>
                    </w:txbxContent>
                  </v:textbox>
                </v:shape>
                <v:shape id="Text Box 19" o:spid="_x0000_s1114" type="#_x0000_t202" style="position:absolute;left:801;top:4383;width:3457;height:1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" filled="f" stroked="f">
                  <v:textbox inset="0,0,0,0">
                    <w:txbxContent>
                      <w:p w14:paraId="7595E147" w14:textId="77777777" w:rsidR="006B79D5" w:rsidRDefault="00EE4DE8">
                        <w:pPr>
                          <w:spacing w:line="173" w:lineRule="exact"/>
                          <w:ind w:right="19"/>
                          <w:jc w:val="center"/>
                          <w:rPr>
                            <w:sz w:val="18"/>
                          </w:rPr>
                        </w:pPr>
                        <w:r>
                          <w:rPr>
                            <w:sz w:val="18"/>
                          </w:rPr>
                          <w:t>Post-incident drug (within 32 hours) and</w:t>
                        </w:r>
                      </w:p>
                      <w:p w14:paraId="11F05E9A" w14:textId="77777777" w:rsidR="006B79D5" w:rsidRDefault="00EE4DE8">
                        <w:pPr>
                          <w:spacing w:line="198" w:lineRule="exact"/>
                          <w:ind w:right="19"/>
                          <w:jc w:val="center"/>
                          <w:rPr>
                            <w:b/>
                            <w:sz w:val="18"/>
                          </w:rPr>
                        </w:pPr>
                        <w:r>
                          <w:rPr>
                            <w:sz w:val="18"/>
                          </w:rPr>
                          <w:t xml:space="preserve">alcohol (within 8 hours) testing will be done </w:t>
                        </w:r>
                        <w:proofErr w:type="gramStart"/>
                        <w:r>
                          <w:rPr>
                            <w:b/>
                            <w:sz w:val="18"/>
                          </w:rPr>
                          <w:t>IF</w:t>
                        </w:r>
                        <w:proofErr w:type="gramEnd"/>
                      </w:p>
                      <w:p w14:paraId="4D69EC85" w14:textId="77777777" w:rsidR="006B79D5" w:rsidRDefault="00EE4DE8">
                        <w:pPr>
                          <w:spacing w:before="5" w:line="216" w:lineRule="auto"/>
                          <w:ind w:right="18"/>
                          <w:jc w:val="center"/>
                          <w:rPr>
                            <w:sz w:val="18"/>
                          </w:rPr>
                        </w:pPr>
                        <w:r>
                          <w:rPr>
                            <w:rFonts w:ascii="Times New Roman"/>
                            <w:spacing w:val="-46"/>
                            <w:sz w:val="18"/>
                            <w:u w:val="single"/>
                          </w:rPr>
                          <w:t xml:space="preserve"> </w:t>
                        </w:r>
                        <w:r>
                          <w:rPr>
                            <w:b/>
                            <w:sz w:val="18"/>
                            <w:u w:val="single"/>
                          </w:rPr>
                          <w:t xml:space="preserve">any of the following apply; </w:t>
                        </w:r>
                        <w:r>
                          <w:rPr>
                            <w:sz w:val="18"/>
                          </w:rPr>
                          <w:t>(a)</w:t>
                        </w:r>
                        <w:r>
                          <w:rPr>
                            <w:sz w:val="18"/>
                            <w:u w:val="single"/>
                          </w:rPr>
                          <w:t xml:space="preserve"> Human</w:t>
                        </w:r>
                        <w:r>
                          <w:rPr>
                            <w:spacing w:val="-21"/>
                            <w:sz w:val="18"/>
                            <w:u w:val="single"/>
                          </w:rPr>
                          <w:t xml:space="preserve"> </w:t>
                        </w:r>
                        <w:r>
                          <w:rPr>
                            <w:sz w:val="18"/>
                            <w:u w:val="single"/>
                          </w:rPr>
                          <w:t>Fatality</w:t>
                        </w:r>
                        <w:r>
                          <w:rPr>
                            <w:sz w:val="18"/>
                          </w:rPr>
                          <w:t>; or (b)</w:t>
                        </w:r>
                        <w:r>
                          <w:rPr>
                            <w:sz w:val="18"/>
                            <w:u w:val="single"/>
                          </w:rPr>
                          <w:t xml:space="preserve"> bodily injury with immediate</w:t>
                        </w:r>
                        <w:r>
                          <w:rPr>
                            <w:spacing w:val="-2"/>
                            <w:sz w:val="18"/>
                            <w:u w:val="single"/>
                          </w:rPr>
                          <w:t xml:space="preserve"> </w:t>
                        </w:r>
                        <w:proofErr w:type="gramStart"/>
                        <w:r>
                          <w:rPr>
                            <w:sz w:val="18"/>
                            <w:u w:val="single"/>
                          </w:rPr>
                          <w:t>medica</w:t>
                        </w:r>
                        <w:r>
                          <w:rPr>
                            <w:sz w:val="18"/>
                          </w:rPr>
                          <w:t>l</w:t>
                        </w:r>
                        <w:proofErr w:type="gramEnd"/>
                      </w:p>
                      <w:p w14:paraId="73A39B75" w14:textId="77777777" w:rsidR="006B79D5" w:rsidRDefault="00EE4DE8">
                        <w:pPr>
                          <w:spacing w:line="192" w:lineRule="exact"/>
                          <w:ind w:right="19"/>
                          <w:jc w:val="center"/>
                          <w:rPr>
                            <w:sz w:val="18"/>
                          </w:rPr>
                        </w:pPr>
                        <w:r>
                          <w:rPr>
                            <w:rFonts w:ascii="Times New Roman"/>
                            <w:spacing w:val="-46"/>
                            <w:sz w:val="18"/>
                            <w:u w:val="single"/>
                          </w:rPr>
                          <w:t xml:space="preserve"> </w:t>
                        </w:r>
                        <w:r>
                          <w:rPr>
                            <w:sz w:val="18"/>
                            <w:u w:val="single"/>
                          </w:rPr>
                          <w:t>attention away from the incident scene</w:t>
                        </w:r>
                        <w:r>
                          <w:rPr>
                            <w:sz w:val="18"/>
                          </w:rPr>
                          <w:t>; or</w:t>
                        </w:r>
                        <w:r>
                          <w:rPr>
                            <w:spacing w:val="-10"/>
                            <w:sz w:val="18"/>
                          </w:rPr>
                          <w:t xml:space="preserve"> </w:t>
                        </w:r>
                        <w:r>
                          <w:rPr>
                            <w:sz w:val="18"/>
                          </w:rPr>
                          <w:t>(c)</w:t>
                        </w:r>
                      </w:p>
                      <w:p w14:paraId="668FBBFB" w14:textId="77777777" w:rsidR="006B79D5" w:rsidRDefault="00EE4DE8">
                        <w:pPr>
                          <w:spacing w:line="198" w:lineRule="exact"/>
                          <w:ind w:right="16"/>
                          <w:jc w:val="center"/>
                          <w:rPr>
                            <w:sz w:val="18"/>
                          </w:rPr>
                        </w:pPr>
                        <w:r>
                          <w:rPr>
                            <w:rFonts w:ascii="Times New Roman"/>
                            <w:spacing w:val="-46"/>
                            <w:sz w:val="18"/>
                            <w:u w:val="single"/>
                          </w:rPr>
                          <w:t xml:space="preserve"> </w:t>
                        </w:r>
                        <w:r>
                          <w:rPr>
                            <w:sz w:val="18"/>
                            <w:u w:val="single"/>
                          </w:rPr>
                          <w:t>Police officer at the scene determines there</w:t>
                        </w:r>
                        <w:r>
                          <w:rPr>
                            <w:spacing w:val="-10"/>
                            <w:sz w:val="18"/>
                            <w:u w:val="single"/>
                          </w:rPr>
                          <w:t xml:space="preserve"> </w:t>
                        </w:r>
                        <w:proofErr w:type="gramStart"/>
                        <w:r>
                          <w:rPr>
                            <w:sz w:val="18"/>
                            <w:u w:val="single"/>
                          </w:rPr>
                          <w:t>is</w:t>
                        </w:r>
                        <w:proofErr w:type="gramEnd"/>
                      </w:p>
                      <w:p w14:paraId="332B7C5A" w14:textId="77777777" w:rsidR="006B79D5" w:rsidRDefault="00EE4DE8">
                        <w:pPr>
                          <w:spacing w:before="7" w:line="216" w:lineRule="auto"/>
                          <w:ind w:left="304" w:right="322"/>
                          <w:jc w:val="center"/>
                          <w:rPr>
                            <w:sz w:val="18"/>
                          </w:rPr>
                        </w:pPr>
                        <w:r>
                          <w:rPr>
                            <w:rFonts w:ascii="Times New Roman"/>
                            <w:spacing w:val="-46"/>
                            <w:sz w:val="18"/>
                            <w:u w:val="single"/>
                          </w:rPr>
                          <w:t xml:space="preserve"> </w:t>
                        </w:r>
                        <w:r>
                          <w:rPr>
                            <w:sz w:val="18"/>
                            <w:u w:val="single"/>
                          </w:rPr>
                          <w:t xml:space="preserve">disabling damage to any motor </w:t>
                        </w:r>
                        <w:r>
                          <w:rPr>
                            <w:spacing w:val="-3"/>
                            <w:sz w:val="18"/>
                            <w:u w:val="single"/>
                          </w:rPr>
                          <w:t>vehicle</w:t>
                        </w:r>
                        <w:r>
                          <w:rPr>
                            <w:spacing w:val="-3"/>
                            <w:sz w:val="18"/>
                          </w:rPr>
                          <w:t xml:space="preserve"> </w:t>
                        </w:r>
                        <w:r>
                          <w:rPr>
                            <w:spacing w:val="-63"/>
                            <w:sz w:val="18"/>
                            <w:u w:val="single"/>
                          </w:rPr>
                          <w:t>r</w:t>
                        </w:r>
                        <w:r>
                          <w:rPr>
                            <w:spacing w:val="20"/>
                            <w:sz w:val="18"/>
                            <w:u w:val="single"/>
                          </w:rPr>
                          <w:t xml:space="preserve"> </w:t>
                        </w:r>
                        <w:proofErr w:type="spellStart"/>
                        <w:r>
                          <w:rPr>
                            <w:sz w:val="18"/>
                            <w:u w:val="single"/>
                          </w:rPr>
                          <w:t>equiring</w:t>
                        </w:r>
                        <w:proofErr w:type="spellEnd"/>
                        <w:r>
                          <w:rPr>
                            <w:sz w:val="18"/>
                            <w:u w:val="single"/>
                          </w:rPr>
                          <w:t xml:space="preserve"> a</w:t>
                        </w:r>
                        <w:r>
                          <w:rPr>
                            <w:spacing w:val="4"/>
                            <w:sz w:val="18"/>
                            <w:u w:val="single"/>
                          </w:rPr>
                          <w:t xml:space="preserve"> </w:t>
                        </w:r>
                        <w:r>
                          <w:rPr>
                            <w:sz w:val="18"/>
                            <w:u w:val="single"/>
                          </w:rPr>
                          <w:t>tow.</w:t>
                        </w:r>
                      </w:p>
                    </w:txbxContent>
                  </v:textbox>
                </v:shape>
                <v:shape id="_x0000_s1115" type="#_x0000_t202" style="position:absolute;left:849;top:6944;width:3437;height: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" filled="f" stroked="f">
                  <v:textbox inset="0,0,0,0">
                    <w:txbxContent>
                      <w:p w14:paraId="27AB5901" w14:textId="77777777" w:rsidR="006B79D5" w:rsidRDefault="00EE4DE8">
                        <w:pPr>
                          <w:spacing w:line="191" w:lineRule="exact"/>
                          <w:ind w:right="11"/>
                          <w:jc w:val="center"/>
                          <w:rPr>
                            <w:b/>
                            <w:sz w:val="20"/>
                          </w:rPr>
                        </w:pPr>
                        <w:r>
                          <w:rPr>
                            <w:b/>
                            <w:sz w:val="20"/>
                          </w:rPr>
                          <w:t xml:space="preserve">The driver is </w:t>
                        </w:r>
                        <w:r>
                          <w:rPr>
                            <w:b/>
                            <w:sz w:val="20"/>
                            <w:u w:val="single"/>
                          </w:rPr>
                          <w:t xml:space="preserve">not permitted to </w:t>
                        </w:r>
                        <w:proofErr w:type="gramStart"/>
                        <w:r>
                          <w:rPr>
                            <w:b/>
                            <w:sz w:val="20"/>
                            <w:u w:val="single"/>
                          </w:rPr>
                          <w:t>drive</w:t>
                        </w:r>
                        <w:proofErr w:type="gramEnd"/>
                      </w:p>
                      <w:p w14:paraId="73824624" w14:textId="77777777" w:rsidR="006B79D5" w:rsidRDefault="00EE4DE8">
                        <w:pPr>
                          <w:spacing w:before="7" w:line="216" w:lineRule="auto"/>
                          <w:ind w:right="18"/>
                          <w:jc w:val="center"/>
                          <w:rPr>
                            <w:b/>
                            <w:sz w:val="20"/>
                          </w:rPr>
                        </w:pPr>
                        <w:r>
                          <w:rPr>
                            <w:b/>
                            <w:sz w:val="20"/>
                            <w:u w:val="single"/>
                          </w:rPr>
                          <w:t>themselves</w:t>
                        </w:r>
                        <w:r>
                          <w:rPr>
                            <w:b/>
                            <w:sz w:val="20"/>
                          </w:rPr>
                          <w:t xml:space="preserve"> to the post-incident drug and alcohol testing site/facility (enter facility name here).</w:t>
                        </w:r>
                      </w:p>
                    </w:txbxContent>
                  </v:textbox>
                </v:shape>
                <w10:anchorlock/>
              </v:group>
            </w:pict>
          </mc:Fallback>
        </mc:AlternateContent>
      </w:r>
      <w:r w:rsidR="00EE4DE8">
        <w:rPr>
          <w:rFonts w:ascii="Times New Roman"/>
          <w:spacing w:val="92"/>
          <w:sz w:val="20"/>
        </w:rPr>
        <w:t xml:space="preserve"> </w:t>
      </w:r>
      <w:r>
        <w:rPr>
          <w:noProof/>
          <w:spacing w:val="92"/>
          <w:position w:val="126"/>
          <w:sz w:val="20"/>
        </w:rPr>
        <mc:AlternateContent>
          <mc:Choice Requires="wpg">
            <w:drawing>
              <wp:inline distT="0" distB="0" distL="0" distR="0" wp14:anchorId="0AC23A09" wp14:editId="58392E7B">
                <wp:extent cx="2994660" cy="4422775"/>
                <wp:effectExtent l="635" t="0" r="5080" b="6350"/>
                <wp:docPr id="2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94660" cy="4422775"/>
                          <a:chOff x="0" y="0"/>
                          <a:chExt cx="4716" cy="6965"/>
                        </a:xfrm>
                      </wpg:grpSpPr>
                      <wps:wsp>
                        <wps:cNvPr id="29" name="AutoShape 16"/>
                        <wps:cNvSpPr>
                          <a:spLocks/>
                        </wps:cNvSpPr>
                        <wps:spPr bwMode="auto">
                          <a:xfrm>
                            <a:off x="0" y="0"/>
                            <a:ext cx="3384" cy="1702"/>
                          </a:xfrm>
                          <a:custGeom>
                            <a:avLst/>
                            <a:gdLst>
                              <a:gd name="T0" fmla="*/ 144 w 3384"/>
                              <a:gd name="T1" fmla="*/ 1699 h 1702"/>
                              <a:gd name="T2" fmla="*/ 65 w 3384"/>
                              <a:gd name="T3" fmla="*/ 1663 h 1702"/>
                              <a:gd name="T4" fmla="*/ 31 w 3384"/>
                              <a:gd name="T5" fmla="*/ 1625 h 1702"/>
                              <a:gd name="T6" fmla="*/ 5 w 3384"/>
                              <a:gd name="T7" fmla="*/ 1560 h 1702"/>
                              <a:gd name="T8" fmla="*/ 0 w 3384"/>
                              <a:gd name="T9" fmla="*/ 180 h 1702"/>
                              <a:gd name="T10" fmla="*/ 14 w 3384"/>
                              <a:gd name="T11" fmla="*/ 110 h 1702"/>
                              <a:gd name="T12" fmla="*/ 65 w 3384"/>
                              <a:gd name="T13" fmla="*/ 41 h 1702"/>
                              <a:gd name="T14" fmla="*/ 144 w 3384"/>
                              <a:gd name="T15" fmla="*/ 5 h 1702"/>
                              <a:gd name="T16" fmla="*/ 3206 w 3384"/>
                              <a:gd name="T17" fmla="*/ 0 h 1702"/>
                              <a:gd name="T18" fmla="*/ 3276 w 3384"/>
                              <a:gd name="T19" fmla="*/ 14 h 1702"/>
                              <a:gd name="T20" fmla="*/ 146 w 3384"/>
                              <a:gd name="T21" fmla="*/ 24 h 1702"/>
                              <a:gd name="T22" fmla="*/ 118 w 3384"/>
                              <a:gd name="T23" fmla="*/ 34 h 1702"/>
                              <a:gd name="T24" fmla="*/ 91 w 3384"/>
                              <a:gd name="T25" fmla="*/ 48 h 1702"/>
                              <a:gd name="T26" fmla="*/ 58 w 3384"/>
                              <a:gd name="T27" fmla="*/ 77 h 1702"/>
                              <a:gd name="T28" fmla="*/ 34 w 3384"/>
                              <a:gd name="T29" fmla="*/ 118 h 1702"/>
                              <a:gd name="T30" fmla="*/ 24 w 3384"/>
                              <a:gd name="T31" fmla="*/ 146 h 1702"/>
                              <a:gd name="T32" fmla="*/ 24 w 3384"/>
                              <a:gd name="T33" fmla="*/ 1558 h 1702"/>
                              <a:gd name="T34" fmla="*/ 34 w 3384"/>
                              <a:gd name="T35" fmla="*/ 1586 h 1702"/>
                              <a:gd name="T36" fmla="*/ 48 w 3384"/>
                              <a:gd name="T37" fmla="*/ 1613 h 1702"/>
                              <a:gd name="T38" fmla="*/ 103 w 3384"/>
                              <a:gd name="T39" fmla="*/ 1663 h 1702"/>
                              <a:gd name="T40" fmla="*/ 149 w 3384"/>
                              <a:gd name="T41" fmla="*/ 1680 h 1702"/>
                              <a:gd name="T42" fmla="*/ 3290 w 3384"/>
                              <a:gd name="T43" fmla="*/ 1682 h 1702"/>
                              <a:gd name="T44" fmla="*/ 3226 w 3384"/>
                              <a:gd name="T45" fmla="*/ 1702 h 1702"/>
                              <a:gd name="T46" fmla="*/ 3254 w 3384"/>
                              <a:gd name="T47" fmla="*/ 29 h 1702"/>
                              <a:gd name="T48" fmla="*/ 3223 w 3384"/>
                              <a:gd name="T49" fmla="*/ 22 h 1702"/>
                              <a:gd name="T50" fmla="*/ 3316 w 3384"/>
                              <a:gd name="T51" fmla="*/ 38 h 1702"/>
                              <a:gd name="T52" fmla="*/ 103 w 3384"/>
                              <a:gd name="T53" fmla="*/ 41 h 1702"/>
                              <a:gd name="T54" fmla="*/ 103 w 3384"/>
                              <a:gd name="T55" fmla="*/ 41 h 1702"/>
                              <a:gd name="T56" fmla="*/ 3295 w 3384"/>
                              <a:gd name="T57" fmla="*/ 48 h 1702"/>
                              <a:gd name="T58" fmla="*/ 3319 w 3384"/>
                              <a:gd name="T59" fmla="*/ 41 h 1702"/>
                              <a:gd name="T60" fmla="*/ 3353 w 3384"/>
                              <a:gd name="T61" fmla="*/ 77 h 1702"/>
                              <a:gd name="T62" fmla="*/ 58 w 3384"/>
                              <a:gd name="T63" fmla="*/ 79 h 1702"/>
                              <a:gd name="T64" fmla="*/ 58 w 3384"/>
                              <a:gd name="T65" fmla="*/ 79 h 1702"/>
                              <a:gd name="T66" fmla="*/ 3353 w 3384"/>
                              <a:gd name="T67" fmla="*/ 118 h 1702"/>
                              <a:gd name="T68" fmla="*/ 3329 w 3384"/>
                              <a:gd name="T69" fmla="*/ 77 h 1702"/>
                              <a:gd name="T70" fmla="*/ 3362 w 3384"/>
                              <a:gd name="T71" fmla="*/ 94 h 1702"/>
                              <a:gd name="T72" fmla="*/ 3382 w 3384"/>
                              <a:gd name="T73" fmla="*/ 146 h 1702"/>
                              <a:gd name="T74" fmla="*/ 24 w 3384"/>
                              <a:gd name="T75" fmla="*/ 149 h 1702"/>
                              <a:gd name="T76" fmla="*/ 24 w 3384"/>
                              <a:gd name="T77" fmla="*/ 149 h 1702"/>
                              <a:gd name="T78" fmla="*/ 3365 w 3384"/>
                              <a:gd name="T79" fmla="*/ 1541 h 1702"/>
                              <a:gd name="T80" fmla="*/ 3382 w 3384"/>
                              <a:gd name="T81" fmla="*/ 146 h 1702"/>
                              <a:gd name="T82" fmla="*/ 3382 w 3384"/>
                              <a:gd name="T83" fmla="*/ 1558 h 1702"/>
                              <a:gd name="T84" fmla="*/ 24 w 3384"/>
                              <a:gd name="T85" fmla="*/ 1555 h 1702"/>
                              <a:gd name="T86" fmla="*/ 3346 w 3384"/>
                              <a:gd name="T87" fmla="*/ 1601 h 1702"/>
                              <a:gd name="T88" fmla="*/ 3362 w 3384"/>
                              <a:gd name="T89" fmla="*/ 1555 h 1702"/>
                              <a:gd name="T90" fmla="*/ 3382 w 3384"/>
                              <a:gd name="T91" fmla="*/ 1560 h 1702"/>
                              <a:gd name="T92" fmla="*/ 42 w 3384"/>
                              <a:gd name="T93" fmla="*/ 1601 h 1702"/>
                              <a:gd name="T94" fmla="*/ 42 w 3384"/>
                              <a:gd name="T95" fmla="*/ 1601 h 1702"/>
                              <a:gd name="T96" fmla="*/ 3240 w 3384"/>
                              <a:gd name="T97" fmla="*/ 1680 h 1702"/>
                              <a:gd name="T98" fmla="*/ 3269 w 3384"/>
                              <a:gd name="T99" fmla="*/ 1670 h 1702"/>
                              <a:gd name="T100" fmla="*/ 3295 w 3384"/>
                              <a:gd name="T101" fmla="*/ 1656 h 1702"/>
                              <a:gd name="T102" fmla="*/ 3346 w 3384"/>
                              <a:gd name="T103" fmla="*/ 1598 h 1702"/>
                              <a:gd name="T104" fmla="*/ 3362 w 3384"/>
                              <a:gd name="T105" fmla="*/ 1610 h 1702"/>
                              <a:gd name="T106" fmla="*/ 3334 w 3384"/>
                              <a:gd name="T107" fmla="*/ 1651 h 1702"/>
                              <a:gd name="T108" fmla="*/ 3290 w 3384"/>
                              <a:gd name="T109" fmla="*/ 1682 h 17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384" h="1702">
                                <a:moveTo>
                                  <a:pt x="3226" y="1702"/>
                                </a:moveTo>
                                <a:lnTo>
                                  <a:pt x="161" y="1702"/>
                                </a:lnTo>
                                <a:lnTo>
                                  <a:pt x="144" y="1699"/>
                                </a:lnTo>
                                <a:lnTo>
                                  <a:pt x="110" y="1690"/>
                                </a:lnTo>
                                <a:lnTo>
                                  <a:pt x="94" y="1682"/>
                                </a:lnTo>
                                <a:lnTo>
                                  <a:pt x="65" y="1663"/>
                                </a:lnTo>
                                <a:lnTo>
                                  <a:pt x="53" y="1651"/>
                                </a:lnTo>
                                <a:lnTo>
                                  <a:pt x="41" y="1637"/>
                                </a:lnTo>
                                <a:lnTo>
                                  <a:pt x="31" y="1625"/>
                                </a:lnTo>
                                <a:lnTo>
                                  <a:pt x="22" y="1610"/>
                                </a:lnTo>
                                <a:lnTo>
                                  <a:pt x="14" y="1594"/>
                                </a:lnTo>
                                <a:lnTo>
                                  <a:pt x="5" y="1560"/>
                                </a:lnTo>
                                <a:lnTo>
                                  <a:pt x="2" y="1543"/>
                                </a:lnTo>
                                <a:lnTo>
                                  <a:pt x="0" y="1524"/>
                                </a:lnTo>
                                <a:lnTo>
                                  <a:pt x="0" y="180"/>
                                </a:lnTo>
                                <a:lnTo>
                                  <a:pt x="2" y="161"/>
                                </a:lnTo>
                                <a:lnTo>
                                  <a:pt x="5" y="144"/>
                                </a:lnTo>
                                <a:lnTo>
                                  <a:pt x="14" y="110"/>
                                </a:lnTo>
                                <a:lnTo>
                                  <a:pt x="22" y="94"/>
                                </a:lnTo>
                                <a:lnTo>
                                  <a:pt x="41" y="65"/>
                                </a:lnTo>
                                <a:lnTo>
                                  <a:pt x="65" y="41"/>
                                </a:lnTo>
                                <a:lnTo>
                                  <a:pt x="94" y="22"/>
                                </a:lnTo>
                                <a:lnTo>
                                  <a:pt x="110" y="14"/>
                                </a:lnTo>
                                <a:lnTo>
                                  <a:pt x="144" y="5"/>
                                </a:lnTo>
                                <a:lnTo>
                                  <a:pt x="161" y="2"/>
                                </a:lnTo>
                                <a:lnTo>
                                  <a:pt x="180" y="0"/>
                                </a:lnTo>
                                <a:lnTo>
                                  <a:pt x="3206" y="0"/>
                                </a:lnTo>
                                <a:lnTo>
                                  <a:pt x="3226" y="2"/>
                                </a:lnTo>
                                <a:lnTo>
                                  <a:pt x="3242" y="5"/>
                                </a:lnTo>
                                <a:lnTo>
                                  <a:pt x="3276" y="14"/>
                                </a:lnTo>
                                <a:lnTo>
                                  <a:pt x="3293" y="22"/>
                                </a:lnTo>
                                <a:lnTo>
                                  <a:pt x="163" y="22"/>
                                </a:lnTo>
                                <a:lnTo>
                                  <a:pt x="146" y="24"/>
                                </a:lnTo>
                                <a:lnTo>
                                  <a:pt x="149" y="24"/>
                                </a:lnTo>
                                <a:lnTo>
                                  <a:pt x="132" y="29"/>
                                </a:lnTo>
                                <a:lnTo>
                                  <a:pt x="118" y="34"/>
                                </a:lnTo>
                                <a:lnTo>
                                  <a:pt x="108" y="38"/>
                                </a:lnTo>
                                <a:lnTo>
                                  <a:pt x="106" y="38"/>
                                </a:lnTo>
                                <a:lnTo>
                                  <a:pt x="91" y="48"/>
                                </a:lnTo>
                                <a:lnTo>
                                  <a:pt x="67" y="67"/>
                                </a:lnTo>
                                <a:lnTo>
                                  <a:pt x="60" y="77"/>
                                </a:lnTo>
                                <a:lnTo>
                                  <a:pt x="58" y="77"/>
                                </a:lnTo>
                                <a:lnTo>
                                  <a:pt x="48" y="91"/>
                                </a:lnTo>
                                <a:lnTo>
                                  <a:pt x="41" y="103"/>
                                </a:lnTo>
                                <a:lnTo>
                                  <a:pt x="34" y="118"/>
                                </a:lnTo>
                                <a:lnTo>
                                  <a:pt x="29" y="132"/>
                                </a:lnTo>
                                <a:lnTo>
                                  <a:pt x="25" y="146"/>
                                </a:lnTo>
                                <a:lnTo>
                                  <a:pt x="24" y="146"/>
                                </a:lnTo>
                                <a:lnTo>
                                  <a:pt x="22" y="163"/>
                                </a:lnTo>
                                <a:lnTo>
                                  <a:pt x="22" y="1541"/>
                                </a:lnTo>
                                <a:lnTo>
                                  <a:pt x="24" y="1558"/>
                                </a:lnTo>
                                <a:lnTo>
                                  <a:pt x="25" y="1558"/>
                                </a:lnTo>
                                <a:lnTo>
                                  <a:pt x="29" y="1572"/>
                                </a:lnTo>
                                <a:lnTo>
                                  <a:pt x="34" y="1586"/>
                                </a:lnTo>
                                <a:lnTo>
                                  <a:pt x="41" y="1601"/>
                                </a:lnTo>
                                <a:lnTo>
                                  <a:pt x="42" y="1601"/>
                                </a:lnTo>
                                <a:lnTo>
                                  <a:pt x="48" y="1613"/>
                                </a:lnTo>
                                <a:lnTo>
                                  <a:pt x="67" y="1637"/>
                                </a:lnTo>
                                <a:lnTo>
                                  <a:pt x="91" y="1656"/>
                                </a:lnTo>
                                <a:lnTo>
                                  <a:pt x="103" y="1663"/>
                                </a:lnTo>
                                <a:lnTo>
                                  <a:pt x="118" y="1670"/>
                                </a:lnTo>
                                <a:lnTo>
                                  <a:pt x="132" y="1675"/>
                                </a:lnTo>
                                <a:lnTo>
                                  <a:pt x="149" y="1680"/>
                                </a:lnTo>
                                <a:lnTo>
                                  <a:pt x="146" y="1680"/>
                                </a:lnTo>
                                <a:lnTo>
                                  <a:pt x="163" y="1682"/>
                                </a:lnTo>
                                <a:lnTo>
                                  <a:pt x="3290" y="1682"/>
                                </a:lnTo>
                                <a:lnTo>
                                  <a:pt x="3276" y="1690"/>
                                </a:lnTo>
                                <a:lnTo>
                                  <a:pt x="3242" y="1699"/>
                                </a:lnTo>
                                <a:lnTo>
                                  <a:pt x="3226" y="1702"/>
                                </a:lnTo>
                                <a:close/>
                                <a:moveTo>
                                  <a:pt x="3283" y="41"/>
                                </a:moveTo>
                                <a:lnTo>
                                  <a:pt x="3269" y="34"/>
                                </a:lnTo>
                                <a:lnTo>
                                  <a:pt x="3254" y="29"/>
                                </a:lnTo>
                                <a:lnTo>
                                  <a:pt x="3238" y="24"/>
                                </a:lnTo>
                                <a:lnTo>
                                  <a:pt x="3240" y="24"/>
                                </a:lnTo>
                                <a:lnTo>
                                  <a:pt x="3223" y="22"/>
                                </a:lnTo>
                                <a:lnTo>
                                  <a:pt x="3293" y="22"/>
                                </a:lnTo>
                                <a:lnTo>
                                  <a:pt x="3307" y="31"/>
                                </a:lnTo>
                                <a:lnTo>
                                  <a:pt x="3316" y="38"/>
                                </a:lnTo>
                                <a:lnTo>
                                  <a:pt x="3281" y="38"/>
                                </a:lnTo>
                                <a:lnTo>
                                  <a:pt x="3283" y="41"/>
                                </a:lnTo>
                                <a:close/>
                                <a:moveTo>
                                  <a:pt x="103" y="41"/>
                                </a:moveTo>
                                <a:lnTo>
                                  <a:pt x="106" y="38"/>
                                </a:lnTo>
                                <a:lnTo>
                                  <a:pt x="108" y="38"/>
                                </a:lnTo>
                                <a:lnTo>
                                  <a:pt x="103" y="41"/>
                                </a:lnTo>
                                <a:close/>
                                <a:moveTo>
                                  <a:pt x="3329" y="79"/>
                                </a:moveTo>
                                <a:lnTo>
                                  <a:pt x="3319" y="67"/>
                                </a:lnTo>
                                <a:lnTo>
                                  <a:pt x="3295" y="48"/>
                                </a:lnTo>
                                <a:lnTo>
                                  <a:pt x="3281" y="38"/>
                                </a:lnTo>
                                <a:lnTo>
                                  <a:pt x="3316" y="38"/>
                                </a:lnTo>
                                <a:lnTo>
                                  <a:pt x="3319" y="41"/>
                                </a:lnTo>
                                <a:lnTo>
                                  <a:pt x="3334" y="53"/>
                                </a:lnTo>
                                <a:lnTo>
                                  <a:pt x="3343" y="65"/>
                                </a:lnTo>
                                <a:lnTo>
                                  <a:pt x="3353" y="77"/>
                                </a:lnTo>
                                <a:lnTo>
                                  <a:pt x="3329" y="77"/>
                                </a:lnTo>
                                <a:lnTo>
                                  <a:pt x="3329" y="79"/>
                                </a:lnTo>
                                <a:close/>
                                <a:moveTo>
                                  <a:pt x="58" y="79"/>
                                </a:moveTo>
                                <a:lnTo>
                                  <a:pt x="58" y="77"/>
                                </a:lnTo>
                                <a:lnTo>
                                  <a:pt x="60" y="77"/>
                                </a:lnTo>
                                <a:lnTo>
                                  <a:pt x="58" y="79"/>
                                </a:lnTo>
                                <a:close/>
                                <a:moveTo>
                                  <a:pt x="3362" y="149"/>
                                </a:moveTo>
                                <a:lnTo>
                                  <a:pt x="3358" y="132"/>
                                </a:lnTo>
                                <a:lnTo>
                                  <a:pt x="3353" y="118"/>
                                </a:lnTo>
                                <a:lnTo>
                                  <a:pt x="3346" y="103"/>
                                </a:lnTo>
                                <a:lnTo>
                                  <a:pt x="3338" y="91"/>
                                </a:lnTo>
                                <a:lnTo>
                                  <a:pt x="3329" y="77"/>
                                </a:lnTo>
                                <a:lnTo>
                                  <a:pt x="3353" y="77"/>
                                </a:lnTo>
                                <a:lnTo>
                                  <a:pt x="3355" y="79"/>
                                </a:lnTo>
                                <a:lnTo>
                                  <a:pt x="3362" y="94"/>
                                </a:lnTo>
                                <a:lnTo>
                                  <a:pt x="3372" y="110"/>
                                </a:lnTo>
                                <a:lnTo>
                                  <a:pt x="3382" y="144"/>
                                </a:lnTo>
                                <a:lnTo>
                                  <a:pt x="3382" y="146"/>
                                </a:lnTo>
                                <a:lnTo>
                                  <a:pt x="3362" y="146"/>
                                </a:lnTo>
                                <a:lnTo>
                                  <a:pt x="3362" y="149"/>
                                </a:lnTo>
                                <a:close/>
                                <a:moveTo>
                                  <a:pt x="24" y="149"/>
                                </a:moveTo>
                                <a:lnTo>
                                  <a:pt x="24" y="146"/>
                                </a:lnTo>
                                <a:lnTo>
                                  <a:pt x="25" y="146"/>
                                </a:lnTo>
                                <a:lnTo>
                                  <a:pt x="24" y="149"/>
                                </a:lnTo>
                                <a:close/>
                                <a:moveTo>
                                  <a:pt x="3382" y="1558"/>
                                </a:moveTo>
                                <a:lnTo>
                                  <a:pt x="3362" y="1558"/>
                                </a:lnTo>
                                <a:lnTo>
                                  <a:pt x="3365" y="1541"/>
                                </a:lnTo>
                                <a:lnTo>
                                  <a:pt x="3365" y="163"/>
                                </a:lnTo>
                                <a:lnTo>
                                  <a:pt x="3362" y="146"/>
                                </a:lnTo>
                                <a:lnTo>
                                  <a:pt x="3382" y="146"/>
                                </a:lnTo>
                                <a:lnTo>
                                  <a:pt x="3384" y="161"/>
                                </a:lnTo>
                                <a:lnTo>
                                  <a:pt x="3384" y="1543"/>
                                </a:lnTo>
                                <a:lnTo>
                                  <a:pt x="3382" y="1558"/>
                                </a:lnTo>
                                <a:close/>
                                <a:moveTo>
                                  <a:pt x="25" y="1558"/>
                                </a:moveTo>
                                <a:lnTo>
                                  <a:pt x="24" y="1558"/>
                                </a:lnTo>
                                <a:lnTo>
                                  <a:pt x="24" y="1555"/>
                                </a:lnTo>
                                <a:lnTo>
                                  <a:pt x="25" y="1558"/>
                                </a:lnTo>
                                <a:close/>
                                <a:moveTo>
                                  <a:pt x="3368" y="1601"/>
                                </a:moveTo>
                                <a:lnTo>
                                  <a:pt x="3346" y="1601"/>
                                </a:lnTo>
                                <a:lnTo>
                                  <a:pt x="3353" y="1586"/>
                                </a:lnTo>
                                <a:lnTo>
                                  <a:pt x="3358" y="1572"/>
                                </a:lnTo>
                                <a:lnTo>
                                  <a:pt x="3362" y="1555"/>
                                </a:lnTo>
                                <a:lnTo>
                                  <a:pt x="3362" y="1558"/>
                                </a:lnTo>
                                <a:lnTo>
                                  <a:pt x="3382" y="1558"/>
                                </a:lnTo>
                                <a:lnTo>
                                  <a:pt x="3382" y="1560"/>
                                </a:lnTo>
                                <a:lnTo>
                                  <a:pt x="3372" y="1594"/>
                                </a:lnTo>
                                <a:lnTo>
                                  <a:pt x="3368" y="1601"/>
                                </a:lnTo>
                                <a:close/>
                                <a:moveTo>
                                  <a:pt x="42" y="1601"/>
                                </a:moveTo>
                                <a:lnTo>
                                  <a:pt x="41" y="1601"/>
                                </a:lnTo>
                                <a:lnTo>
                                  <a:pt x="41" y="1598"/>
                                </a:lnTo>
                                <a:lnTo>
                                  <a:pt x="42" y="1601"/>
                                </a:lnTo>
                                <a:close/>
                                <a:moveTo>
                                  <a:pt x="3290" y="1682"/>
                                </a:moveTo>
                                <a:lnTo>
                                  <a:pt x="3223" y="1682"/>
                                </a:lnTo>
                                <a:lnTo>
                                  <a:pt x="3240" y="1680"/>
                                </a:lnTo>
                                <a:lnTo>
                                  <a:pt x="3238" y="1680"/>
                                </a:lnTo>
                                <a:lnTo>
                                  <a:pt x="3254" y="1675"/>
                                </a:lnTo>
                                <a:lnTo>
                                  <a:pt x="3269" y="1670"/>
                                </a:lnTo>
                                <a:lnTo>
                                  <a:pt x="3283" y="1663"/>
                                </a:lnTo>
                                <a:lnTo>
                                  <a:pt x="3281" y="1663"/>
                                </a:lnTo>
                                <a:lnTo>
                                  <a:pt x="3295" y="1656"/>
                                </a:lnTo>
                                <a:lnTo>
                                  <a:pt x="3319" y="1637"/>
                                </a:lnTo>
                                <a:lnTo>
                                  <a:pt x="3338" y="1613"/>
                                </a:lnTo>
                                <a:lnTo>
                                  <a:pt x="3346" y="1598"/>
                                </a:lnTo>
                                <a:lnTo>
                                  <a:pt x="3346" y="1601"/>
                                </a:lnTo>
                                <a:lnTo>
                                  <a:pt x="3368" y="1601"/>
                                </a:lnTo>
                                <a:lnTo>
                                  <a:pt x="3362" y="1610"/>
                                </a:lnTo>
                                <a:lnTo>
                                  <a:pt x="3355" y="1625"/>
                                </a:lnTo>
                                <a:lnTo>
                                  <a:pt x="3343" y="1637"/>
                                </a:lnTo>
                                <a:lnTo>
                                  <a:pt x="3334" y="1651"/>
                                </a:lnTo>
                                <a:lnTo>
                                  <a:pt x="3319" y="1663"/>
                                </a:lnTo>
                                <a:lnTo>
                                  <a:pt x="3307" y="1673"/>
                                </a:lnTo>
                                <a:lnTo>
                                  <a:pt x="3290" y="1682"/>
                                </a:lnTo>
                                <a:close/>
                              </a:path>
                            </a:pathLst>
                          </a:custGeom>
                          <a:solidFill>
                            <a:srgbClr val="D6702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Line 15"/>
                        <wps:cNvCnPr>
                          <a:cxnSpLocks noChangeShapeType="1"/>
                        </wps:cNvCnPr>
                        <wps:spPr bwMode="auto">
                          <a:xfrm>
                            <a:off x="348" y="1692"/>
                            <a:ext cx="0" cy="1558"/>
                          </a:xfrm>
                          <a:prstGeom prst="line">
                            <a:avLst/>
                          </a:prstGeom>
                          <a:noFill/>
                          <a:ln w="12192">
                            <a:solidFill>
                              <a:srgbClr val="BC6124"/>
                            </a:solidFill>
                            <a:prstDash val="solid"/>
                            <a:round/>
                            <a:headEnd/>
                            <a:tailEnd/>
                          </a:ln>
                          <a:extLst>
                            <a:ext uri="{909E8E84-426E-40DD-AFC4-6F175D3DCCD1}">
                              <a14:hiddenFill xmlns:a14="http://schemas.microsoft.com/office/drawing/2010/main">
                                <a:noFill/>
                              </a14:hiddenFill>
                            </a:ext>
                          </a:extLst>
                        </wps:spPr>
                        <wps:bodyPr/>
                      </wps:wsp>
                      <wps:wsp>
                        <wps:cNvPr id="31" name="Rectangle 14"/>
                        <wps:cNvSpPr>
                          <a:spLocks noChangeArrowheads="1"/>
                        </wps:cNvSpPr>
                        <wps:spPr bwMode="auto">
                          <a:xfrm>
                            <a:off x="338" y="3250"/>
                            <a:ext cx="15" cy="10"/>
                          </a:xfrm>
                          <a:prstGeom prst="rect">
                            <a:avLst/>
                          </a:prstGeom>
                          <a:solidFill>
                            <a:srgbClr val="BC612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13"/>
                        <wps:cNvCnPr>
                          <a:cxnSpLocks noChangeShapeType="1"/>
                        </wps:cNvCnPr>
                        <wps:spPr bwMode="auto">
                          <a:xfrm>
                            <a:off x="338" y="3264"/>
                            <a:ext cx="346" cy="0"/>
                          </a:xfrm>
                          <a:prstGeom prst="line">
                            <a:avLst/>
                          </a:prstGeom>
                          <a:noFill/>
                          <a:ln w="5080">
                            <a:solidFill>
                              <a:srgbClr val="BC6124"/>
                            </a:solidFill>
                            <a:prstDash val="solid"/>
                            <a:round/>
                            <a:headEnd/>
                            <a:tailEnd/>
                          </a:ln>
                          <a:extLst>
                            <a:ext uri="{909E8E84-426E-40DD-AFC4-6F175D3DCCD1}">
                              <a14:hiddenFill xmlns:a14="http://schemas.microsoft.com/office/drawing/2010/main">
                                <a:noFill/>
                              </a14:hiddenFill>
                            </a:ext>
                          </a:extLst>
                        </wps:spPr>
                        <wps:bodyPr/>
                      </wps:wsp>
                      <wps:wsp>
                        <wps:cNvPr id="33" name="Freeform 12"/>
                        <wps:cNvSpPr>
                          <a:spLocks/>
                        </wps:cNvSpPr>
                        <wps:spPr bwMode="auto">
                          <a:xfrm>
                            <a:off x="348" y="3249"/>
                            <a:ext cx="10" cy="10"/>
                          </a:xfrm>
                          <a:custGeom>
                            <a:avLst/>
                            <a:gdLst>
                              <a:gd name="T0" fmla="+- 0 358 348"/>
                              <a:gd name="T1" fmla="*/ T0 w 10"/>
                              <a:gd name="T2" fmla="+- 0 3259 3250"/>
                              <a:gd name="T3" fmla="*/ 3259 h 10"/>
                              <a:gd name="T4" fmla="+- 0 348 348"/>
                              <a:gd name="T5" fmla="*/ T4 w 10"/>
                              <a:gd name="T6" fmla="+- 0 3250 3250"/>
                              <a:gd name="T7" fmla="*/ 3250 h 10"/>
                              <a:gd name="T8" fmla="+- 0 358 348"/>
                              <a:gd name="T9" fmla="*/ T8 w 10"/>
                              <a:gd name="T10" fmla="+- 0 3250 3250"/>
                              <a:gd name="T11" fmla="*/ 3250 h 10"/>
                              <a:gd name="T12" fmla="+- 0 358 348"/>
                              <a:gd name="T13" fmla="*/ T12 w 10"/>
                              <a:gd name="T14" fmla="+- 0 3259 3250"/>
                              <a:gd name="T15" fmla="*/ 3259 h 10"/>
                            </a:gdLst>
                            <a:ahLst/>
                            <a:cxnLst>
                              <a:cxn ang="0">
                                <a:pos x="T1" y="T3"/>
                              </a:cxn>
                              <a:cxn ang="0">
                                <a:pos x="T5" y="T7"/>
                              </a:cxn>
                              <a:cxn ang="0">
                                <a:pos x="T9" y="T11"/>
                              </a:cxn>
                              <a:cxn ang="0">
                                <a:pos x="T13" y="T15"/>
                              </a:cxn>
                            </a:cxnLst>
                            <a:rect l="0" t="0" r="r" b="b"/>
                            <a:pathLst>
                              <a:path w="10" h="10">
                                <a:moveTo>
                                  <a:pt x="10" y="9"/>
                                </a:moveTo>
                                <a:lnTo>
                                  <a:pt x="0" y="0"/>
                                </a:lnTo>
                                <a:lnTo>
                                  <a:pt x="10" y="0"/>
                                </a:lnTo>
                                <a:lnTo>
                                  <a:pt x="10" y="9"/>
                                </a:lnTo>
                                <a:close/>
                              </a:path>
                            </a:pathLst>
                          </a:custGeom>
                          <a:solidFill>
                            <a:srgbClr val="BC61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Line 11"/>
                        <wps:cNvCnPr>
                          <a:cxnSpLocks noChangeShapeType="1"/>
                        </wps:cNvCnPr>
                        <wps:spPr bwMode="auto">
                          <a:xfrm>
                            <a:off x="358" y="3254"/>
                            <a:ext cx="326" cy="0"/>
                          </a:xfrm>
                          <a:prstGeom prst="line">
                            <a:avLst/>
                          </a:prstGeom>
                          <a:noFill/>
                          <a:ln w="6096">
                            <a:solidFill>
                              <a:srgbClr val="BC6124"/>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5" name="Picture 10"/>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676" y="2107"/>
                            <a:ext cx="3759" cy="23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6" name="AutoShape 9"/>
                        <wps:cNvSpPr>
                          <a:spLocks/>
                        </wps:cNvSpPr>
                        <wps:spPr bwMode="auto">
                          <a:xfrm>
                            <a:off x="674" y="2102"/>
                            <a:ext cx="3766" cy="2314"/>
                          </a:xfrm>
                          <a:custGeom>
                            <a:avLst/>
                            <a:gdLst>
                              <a:gd name="T0" fmla="+- 0 821 674"/>
                              <a:gd name="T1" fmla="*/ T0 w 3766"/>
                              <a:gd name="T2" fmla="+- 0 4397 2102"/>
                              <a:gd name="T3" fmla="*/ 4397 h 2314"/>
                              <a:gd name="T4" fmla="+- 0 744 674"/>
                              <a:gd name="T5" fmla="*/ T4 w 3766"/>
                              <a:gd name="T6" fmla="+- 0 4346 2102"/>
                              <a:gd name="T7" fmla="*/ 4346 h 2314"/>
                              <a:gd name="T8" fmla="+- 0 684 674"/>
                              <a:gd name="T9" fmla="*/ T8 w 3766"/>
                              <a:gd name="T10" fmla="+- 0 4248 2102"/>
                              <a:gd name="T11" fmla="*/ 4248 h 2314"/>
                              <a:gd name="T12" fmla="+- 0 703 674"/>
                              <a:gd name="T13" fmla="*/ T12 w 3766"/>
                              <a:gd name="T14" fmla="+- 0 2227 2102"/>
                              <a:gd name="T15" fmla="*/ 2227 h 2314"/>
                              <a:gd name="T16" fmla="+- 0 780 674"/>
                              <a:gd name="T17" fmla="*/ T16 w 3766"/>
                              <a:gd name="T18" fmla="+- 0 2143 2102"/>
                              <a:gd name="T19" fmla="*/ 2143 h 2314"/>
                              <a:gd name="T20" fmla="+- 0 912 674"/>
                              <a:gd name="T21" fmla="*/ T20 w 3766"/>
                              <a:gd name="T22" fmla="+- 0 2102 2102"/>
                              <a:gd name="T23" fmla="*/ 2102 h 2314"/>
                              <a:gd name="T24" fmla="+- 0 4272 674"/>
                              <a:gd name="T25" fmla="*/ T24 w 3766"/>
                              <a:gd name="T26" fmla="+- 0 2114 2102"/>
                              <a:gd name="T27" fmla="*/ 2114 h 2314"/>
                              <a:gd name="T28" fmla="+- 0 880 674"/>
                              <a:gd name="T29" fmla="*/ T28 w 3766"/>
                              <a:gd name="T30" fmla="+- 0 2126 2102"/>
                              <a:gd name="T31" fmla="*/ 2126 h 2314"/>
                              <a:gd name="T32" fmla="+- 0 828 674"/>
                              <a:gd name="T33" fmla="*/ T32 w 3766"/>
                              <a:gd name="T34" fmla="+- 0 2141 2102"/>
                              <a:gd name="T35" fmla="*/ 2141 h 2314"/>
                              <a:gd name="T36" fmla="+- 0 775 674"/>
                              <a:gd name="T37" fmla="*/ T36 w 3766"/>
                              <a:gd name="T38" fmla="+- 0 2172 2102"/>
                              <a:gd name="T39" fmla="*/ 2172 h 2314"/>
                              <a:gd name="T40" fmla="+- 0 732 674"/>
                              <a:gd name="T41" fmla="*/ T40 w 3766"/>
                              <a:gd name="T42" fmla="+- 0 2220 2102"/>
                              <a:gd name="T43" fmla="*/ 2220 h 2314"/>
                              <a:gd name="T44" fmla="+- 0 710 674"/>
                              <a:gd name="T45" fmla="*/ T44 w 3766"/>
                              <a:gd name="T46" fmla="+- 0 2256 2102"/>
                              <a:gd name="T47" fmla="*/ 2256 h 2314"/>
                              <a:gd name="T48" fmla="+- 0 696 674"/>
                              <a:gd name="T49" fmla="*/ T48 w 3766"/>
                              <a:gd name="T50" fmla="+- 0 2318 2102"/>
                              <a:gd name="T51" fmla="*/ 2318 h 2314"/>
                              <a:gd name="T52" fmla="+- 0 696 674"/>
                              <a:gd name="T53" fmla="*/ T52 w 3766"/>
                              <a:gd name="T54" fmla="+- 0 4200 2102"/>
                              <a:gd name="T55" fmla="*/ 4200 h 2314"/>
                              <a:gd name="T56" fmla="+- 0 703 674"/>
                              <a:gd name="T57" fmla="*/ T56 w 3766"/>
                              <a:gd name="T58" fmla="+- 0 4243 2102"/>
                              <a:gd name="T59" fmla="*/ 4243 h 2314"/>
                              <a:gd name="T60" fmla="+- 0 744 674"/>
                              <a:gd name="T61" fmla="*/ T60 w 3766"/>
                              <a:gd name="T62" fmla="+- 0 4315 2102"/>
                              <a:gd name="T63" fmla="*/ 4315 h 2314"/>
                              <a:gd name="T64" fmla="+- 0 792 674"/>
                              <a:gd name="T65" fmla="*/ T64 w 3766"/>
                              <a:gd name="T66" fmla="+- 0 4358 2102"/>
                              <a:gd name="T67" fmla="*/ 4358 h 2314"/>
                              <a:gd name="T68" fmla="+- 0 828 674"/>
                              <a:gd name="T69" fmla="*/ T68 w 3766"/>
                              <a:gd name="T70" fmla="+- 0 4378 2102"/>
                              <a:gd name="T71" fmla="*/ 4378 h 2314"/>
                              <a:gd name="T72" fmla="+- 0 890 674"/>
                              <a:gd name="T73" fmla="*/ T72 w 3766"/>
                              <a:gd name="T74" fmla="+- 0 4394 2102"/>
                              <a:gd name="T75" fmla="*/ 4394 h 2314"/>
                              <a:gd name="T76" fmla="+- 0 4248 674"/>
                              <a:gd name="T77" fmla="*/ T76 w 3766"/>
                              <a:gd name="T78" fmla="+- 0 4411 2102"/>
                              <a:gd name="T79" fmla="*/ 4411 h 2314"/>
                              <a:gd name="T80" fmla="+- 0 4222 674"/>
                              <a:gd name="T81" fmla="*/ T80 w 3766"/>
                              <a:gd name="T82" fmla="+- 0 2124 2102"/>
                              <a:gd name="T83" fmla="*/ 2124 h 2314"/>
                              <a:gd name="T84" fmla="+- 0 4246 674"/>
                              <a:gd name="T85" fmla="*/ T84 w 3766"/>
                              <a:gd name="T86" fmla="+- 0 2129 2102"/>
                              <a:gd name="T87" fmla="*/ 2129 h 2314"/>
                              <a:gd name="T88" fmla="+- 0 869 674"/>
                              <a:gd name="T89" fmla="*/ T88 w 3766"/>
                              <a:gd name="T90" fmla="+- 0 2129 2102"/>
                              <a:gd name="T91" fmla="*/ 2129 h 2314"/>
                              <a:gd name="T92" fmla="+- 0 4286 674"/>
                              <a:gd name="T93" fmla="*/ T92 w 3766"/>
                              <a:gd name="T94" fmla="+- 0 2141 2102"/>
                              <a:gd name="T95" fmla="*/ 2141 h 2314"/>
                              <a:gd name="T96" fmla="+- 0 4304 674"/>
                              <a:gd name="T97" fmla="*/ T96 w 3766"/>
                              <a:gd name="T98" fmla="+- 0 2126 2102"/>
                              <a:gd name="T99" fmla="*/ 2126 h 2314"/>
                              <a:gd name="T100" fmla="+- 0 4368 674"/>
                              <a:gd name="T101" fmla="*/ T100 w 3766"/>
                              <a:gd name="T102" fmla="+- 0 2172 2102"/>
                              <a:gd name="T103" fmla="*/ 2172 h 2314"/>
                              <a:gd name="T104" fmla="+- 0 775 674"/>
                              <a:gd name="T105" fmla="*/ T104 w 3766"/>
                              <a:gd name="T106" fmla="+- 0 2172 2102"/>
                              <a:gd name="T107" fmla="*/ 2172 h 2314"/>
                              <a:gd name="T108" fmla="+- 0 4339 674"/>
                              <a:gd name="T109" fmla="*/ T108 w 3766"/>
                              <a:gd name="T110" fmla="+- 0 2172 2102"/>
                              <a:gd name="T111" fmla="*/ 2172 h 2314"/>
                              <a:gd name="T112" fmla="+- 0 4356 674"/>
                              <a:gd name="T113" fmla="*/ T112 w 3766"/>
                              <a:gd name="T114" fmla="+- 0 2186 2102"/>
                              <a:gd name="T115" fmla="*/ 2186 h 2314"/>
                              <a:gd name="T116" fmla="+- 0 761 674"/>
                              <a:gd name="T117" fmla="*/ T116 w 3766"/>
                              <a:gd name="T118" fmla="+- 0 2186 2102"/>
                              <a:gd name="T119" fmla="*/ 2186 h 2314"/>
                              <a:gd name="T120" fmla="+- 0 4370 674"/>
                              <a:gd name="T121" fmla="*/ T120 w 3766"/>
                              <a:gd name="T122" fmla="+- 0 2203 2102"/>
                              <a:gd name="T123" fmla="*/ 2203 h 2314"/>
                              <a:gd name="T124" fmla="+- 0 4411 674"/>
                              <a:gd name="T125" fmla="*/ T124 w 3766"/>
                              <a:gd name="T126" fmla="+- 0 2227 2102"/>
                              <a:gd name="T127" fmla="*/ 2227 h 2314"/>
                              <a:gd name="T128" fmla="+- 0 720 674"/>
                              <a:gd name="T129" fmla="*/ T128 w 3766"/>
                              <a:gd name="T130" fmla="+- 0 2239 2102"/>
                              <a:gd name="T131" fmla="*/ 2239 h 2314"/>
                              <a:gd name="T132" fmla="+- 0 4425 674"/>
                              <a:gd name="T133" fmla="*/ T132 w 3766"/>
                              <a:gd name="T134" fmla="+- 0 2258 2102"/>
                              <a:gd name="T135" fmla="*/ 2258 h 2314"/>
                              <a:gd name="T136" fmla="+- 0 4425 674"/>
                              <a:gd name="T137" fmla="*/ T136 w 3766"/>
                              <a:gd name="T138" fmla="+- 0 2258 2102"/>
                              <a:gd name="T139" fmla="*/ 2258 h 2314"/>
                              <a:gd name="T140" fmla="+- 0 710 674"/>
                              <a:gd name="T141" fmla="*/ T140 w 3766"/>
                              <a:gd name="T142" fmla="+- 0 2258 2102"/>
                              <a:gd name="T143" fmla="*/ 2258 h 2314"/>
                              <a:gd name="T144" fmla="+- 0 4404 674"/>
                              <a:gd name="T145" fmla="*/ T144 w 3766"/>
                              <a:gd name="T146" fmla="+- 0 2258 2102"/>
                              <a:gd name="T147" fmla="*/ 2258 h 2314"/>
                              <a:gd name="T148" fmla="+- 0 4416 674"/>
                              <a:gd name="T149" fmla="*/ T148 w 3766"/>
                              <a:gd name="T150" fmla="+- 0 2297 2102"/>
                              <a:gd name="T151" fmla="*/ 2297 h 2314"/>
                              <a:gd name="T152" fmla="+- 0 699 674"/>
                              <a:gd name="T153" fmla="*/ T152 w 3766"/>
                              <a:gd name="T154" fmla="+- 0 2297 2102"/>
                              <a:gd name="T155" fmla="*/ 2297 h 2314"/>
                              <a:gd name="T156" fmla="+- 0 4436 674"/>
                              <a:gd name="T157" fmla="*/ T156 w 3766"/>
                              <a:gd name="T158" fmla="+- 0 2297 2102"/>
                              <a:gd name="T159" fmla="*/ 2297 h 2314"/>
                              <a:gd name="T160" fmla="+- 0 696 674"/>
                              <a:gd name="T161" fmla="*/ T160 w 3766"/>
                              <a:gd name="T162" fmla="+- 0 2321 2102"/>
                              <a:gd name="T163" fmla="*/ 2321 h 2314"/>
                              <a:gd name="T164" fmla="+- 0 4440 674"/>
                              <a:gd name="T165" fmla="*/ T164 w 3766"/>
                              <a:gd name="T166" fmla="+- 0 4200 2102"/>
                              <a:gd name="T167" fmla="*/ 4200 h 2314"/>
                              <a:gd name="T168" fmla="+- 0 4418 674"/>
                              <a:gd name="T169" fmla="*/ T168 w 3766"/>
                              <a:gd name="T170" fmla="+- 0 2318 2102"/>
                              <a:gd name="T171" fmla="*/ 2318 h 2314"/>
                              <a:gd name="T172" fmla="+- 0 696 674"/>
                              <a:gd name="T173" fmla="*/ T172 w 3766"/>
                              <a:gd name="T174" fmla="+- 0 4200 2102"/>
                              <a:gd name="T175" fmla="*/ 4200 h 2314"/>
                              <a:gd name="T176" fmla="+- 0 4416 674"/>
                              <a:gd name="T177" fmla="*/ T176 w 3766"/>
                              <a:gd name="T178" fmla="+- 0 4222 2102"/>
                              <a:gd name="T179" fmla="*/ 4222 h 2314"/>
                              <a:gd name="T180" fmla="+- 0 4436 674"/>
                              <a:gd name="T181" fmla="*/ T180 w 3766"/>
                              <a:gd name="T182" fmla="+- 0 4222 2102"/>
                              <a:gd name="T183" fmla="*/ 4222 h 2314"/>
                              <a:gd name="T184" fmla="+- 0 699 674"/>
                              <a:gd name="T185" fmla="*/ T184 w 3766"/>
                              <a:gd name="T186" fmla="+- 0 4222 2102"/>
                              <a:gd name="T187" fmla="*/ 4222 h 2314"/>
                              <a:gd name="T188" fmla="+- 0 4416 674"/>
                              <a:gd name="T189" fmla="*/ T188 w 3766"/>
                              <a:gd name="T190" fmla="+- 0 4222 2102"/>
                              <a:gd name="T191" fmla="*/ 4222 h 2314"/>
                              <a:gd name="T192" fmla="+- 0 703 674"/>
                              <a:gd name="T193" fmla="*/ T192 w 3766"/>
                              <a:gd name="T194" fmla="+- 0 4243 2102"/>
                              <a:gd name="T195" fmla="*/ 4243 h 2314"/>
                              <a:gd name="T196" fmla="+- 0 4306 674"/>
                              <a:gd name="T197" fmla="*/ T196 w 3766"/>
                              <a:gd name="T198" fmla="+- 0 4370 2102"/>
                              <a:gd name="T199" fmla="*/ 4370 h 2314"/>
                              <a:gd name="T200" fmla="+- 0 4339 674"/>
                              <a:gd name="T201" fmla="*/ T200 w 3766"/>
                              <a:gd name="T202" fmla="+- 0 4346 2102"/>
                              <a:gd name="T203" fmla="*/ 4346 h 2314"/>
                              <a:gd name="T204" fmla="+- 0 4404 674"/>
                              <a:gd name="T205" fmla="*/ T204 w 3766"/>
                              <a:gd name="T206" fmla="+- 0 4262 2102"/>
                              <a:gd name="T207" fmla="*/ 4262 h 2314"/>
                              <a:gd name="T208" fmla="+- 0 4431 674"/>
                              <a:gd name="T209" fmla="*/ T208 w 3766"/>
                              <a:gd name="T210" fmla="+- 0 4243 2102"/>
                              <a:gd name="T211" fmla="*/ 4243 h 2314"/>
                              <a:gd name="T212" fmla="+- 0 4385 674"/>
                              <a:gd name="T213" fmla="*/ T212 w 3766"/>
                              <a:gd name="T214" fmla="+- 0 4330 2102"/>
                              <a:gd name="T215" fmla="*/ 4330 h 2314"/>
                              <a:gd name="T216" fmla="+- 0 814 674"/>
                              <a:gd name="T217" fmla="*/ T216 w 3766"/>
                              <a:gd name="T218" fmla="+- 0 4370 2102"/>
                              <a:gd name="T219" fmla="*/ 4370 h 2314"/>
                              <a:gd name="T220" fmla="+- 0 4294 674"/>
                              <a:gd name="T221" fmla="*/ T220 w 3766"/>
                              <a:gd name="T222" fmla="+- 0 4397 2102"/>
                              <a:gd name="T223" fmla="*/ 4397 h 2314"/>
                              <a:gd name="T224" fmla="+- 0 4246 674"/>
                              <a:gd name="T225" fmla="*/ T224 w 3766"/>
                              <a:gd name="T226" fmla="+- 0 4392 2102"/>
                              <a:gd name="T227" fmla="*/ 4392 h 2314"/>
                              <a:gd name="T228" fmla="+- 0 4306 674"/>
                              <a:gd name="T229" fmla="*/ T228 w 3766"/>
                              <a:gd name="T230" fmla="+- 0 4368 2102"/>
                              <a:gd name="T231" fmla="*/ 4368 h 2314"/>
                              <a:gd name="T232" fmla="+- 0 4315 674"/>
                              <a:gd name="T233" fmla="*/ T232 w 3766"/>
                              <a:gd name="T234" fmla="+- 0 4387 2102"/>
                              <a:gd name="T235" fmla="*/ 4387 h 23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3766" h="2314">
                                <a:moveTo>
                                  <a:pt x="3526" y="2314"/>
                                </a:moveTo>
                                <a:lnTo>
                                  <a:pt x="238" y="2314"/>
                                </a:lnTo>
                                <a:lnTo>
                                  <a:pt x="190" y="2309"/>
                                </a:lnTo>
                                <a:lnTo>
                                  <a:pt x="147" y="2295"/>
                                </a:lnTo>
                                <a:lnTo>
                                  <a:pt x="125" y="2285"/>
                                </a:lnTo>
                                <a:lnTo>
                                  <a:pt x="106" y="2273"/>
                                </a:lnTo>
                                <a:lnTo>
                                  <a:pt x="87" y="2259"/>
                                </a:lnTo>
                                <a:lnTo>
                                  <a:pt x="70" y="2244"/>
                                </a:lnTo>
                                <a:lnTo>
                                  <a:pt x="56" y="2228"/>
                                </a:lnTo>
                                <a:lnTo>
                                  <a:pt x="41" y="2208"/>
                                </a:lnTo>
                                <a:lnTo>
                                  <a:pt x="29" y="2189"/>
                                </a:lnTo>
                                <a:lnTo>
                                  <a:pt x="10" y="2146"/>
                                </a:lnTo>
                                <a:lnTo>
                                  <a:pt x="0" y="2098"/>
                                </a:lnTo>
                                <a:lnTo>
                                  <a:pt x="0" y="216"/>
                                </a:lnTo>
                                <a:lnTo>
                                  <a:pt x="10" y="168"/>
                                </a:lnTo>
                                <a:lnTo>
                                  <a:pt x="29" y="125"/>
                                </a:lnTo>
                                <a:lnTo>
                                  <a:pt x="41" y="106"/>
                                </a:lnTo>
                                <a:lnTo>
                                  <a:pt x="70" y="72"/>
                                </a:lnTo>
                                <a:lnTo>
                                  <a:pt x="87" y="56"/>
                                </a:lnTo>
                                <a:lnTo>
                                  <a:pt x="106" y="41"/>
                                </a:lnTo>
                                <a:lnTo>
                                  <a:pt x="125" y="29"/>
                                </a:lnTo>
                                <a:lnTo>
                                  <a:pt x="147" y="20"/>
                                </a:lnTo>
                                <a:lnTo>
                                  <a:pt x="190" y="5"/>
                                </a:lnTo>
                                <a:lnTo>
                                  <a:pt x="238" y="0"/>
                                </a:lnTo>
                                <a:lnTo>
                                  <a:pt x="3526" y="0"/>
                                </a:lnTo>
                                <a:lnTo>
                                  <a:pt x="3552" y="3"/>
                                </a:lnTo>
                                <a:lnTo>
                                  <a:pt x="3574" y="5"/>
                                </a:lnTo>
                                <a:lnTo>
                                  <a:pt x="3598" y="12"/>
                                </a:lnTo>
                                <a:lnTo>
                                  <a:pt x="3620" y="20"/>
                                </a:lnTo>
                                <a:lnTo>
                                  <a:pt x="3625" y="22"/>
                                </a:lnTo>
                                <a:lnTo>
                                  <a:pt x="216" y="22"/>
                                </a:lnTo>
                                <a:lnTo>
                                  <a:pt x="206" y="24"/>
                                </a:lnTo>
                                <a:lnTo>
                                  <a:pt x="195" y="24"/>
                                </a:lnTo>
                                <a:lnTo>
                                  <a:pt x="173" y="32"/>
                                </a:lnTo>
                                <a:lnTo>
                                  <a:pt x="176" y="32"/>
                                </a:lnTo>
                                <a:lnTo>
                                  <a:pt x="154" y="39"/>
                                </a:lnTo>
                                <a:lnTo>
                                  <a:pt x="116" y="58"/>
                                </a:lnTo>
                                <a:lnTo>
                                  <a:pt x="118" y="58"/>
                                </a:lnTo>
                                <a:lnTo>
                                  <a:pt x="102" y="70"/>
                                </a:lnTo>
                                <a:lnTo>
                                  <a:pt x="101" y="70"/>
                                </a:lnTo>
                                <a:lnTo>
                                  <a:pt x="87" y="84"/>
                                </a:lnTo>
                                <a:lnTo>
                                  <a:pt x="84" y="84"/>
                                </a:lnTo>
                                <a:lnTo>
                                  <a:pt x="70" y="101"/>
                                </a:lnTo>
                                <a:lnTo>
                                  <a:pt x="58" y="118"/>
                                </a:lnTo>
                                <a:lnTo>
                                  <a:pt x="47" y="135"/>
                                </a:lnTo>
                                <a:lnTo>
                                  <a:pt x="46" y="135"/>
                                </a:lnTo>
                                <a:lnTo>
                                  <a:pt x="37" y="154"/>
                                </a:lnTo>
                                <a:lnTo>
                                  <a:pt x="36" y="154"/>
                                </a:lnTo>
                                <a:lnTo>
                                  <a:pt x="29" y="176"/>
                                </a:lnTo>
                                <a:lnTo>
                                  <a:pt x="25" y="195"/>
                                </a:lnTo>
                                <a:lnTo>
                                  <a:pt x="24" y="195"/>
                                </a:lnTo>
                                <a:lnTo>
                                  <a:pt x="22" y="216"/>
                                </a:lnTo>
                                <a:lnTo>
                                  <a:pt x="20" y="240"/>
                                </a:lnTo>
                                <a:lnTo>
                                  <a:pt x="20" y="2074"/>
                                </a:lnTo>
                                <a:lnTo>
                                  <a:pt x="22" y="2098"/>
                                </a:lnTo>
                                <a:lnTo>
                                  <a:pt x="24" y="2120"/>
                                </a:lnTo>
                                <a:lnTo>
                                  <a:pt x="25" y="2120"/>
                                </a:lnTo>
                                <a:lnTo>
                                  <a:pt x="29" y="2141"/>
                                </a:lnTo>
                                <a:lnTo>
                                  <a:pt x="30" y="2141"/>
                                </a:lnTo>
                                <a:lnTo>
                                  <a:pt x="36" y="2160"/>
                                </a:lnTo>
                                <a:lnTo>
                                  <a:pt x="46" y="2180"/>
                                </a:lnTo>
                                <a:lnTo>
                                  <a:pt x="70" y="2213"/>
                                </a:lnTo>
                                <a:lnTo>
                                  <a:pt x="84" y="2230"/>
                                </a:lnTo>
                                <a:lnTo>
                                  <a:pt x="101" y="2244"/>
                                </a:lnTo>
                                <a:lnTo>
                                  <a:pt x="99" y="2244"/>
                                </a:lnTo>
                                <a:lnTo>
                                  <a:pt x="118" y="2256"/>
                                </a:lnTo>
                                <a:lnTo>
                                  <a:pt x="116" y="2256"/>
                                </a:lnTo>
                                <a:lnTo>
                                  <a:pt x="135" y="2268"/>
                                </a:lnTo>
                                <a:lnTo>
                                  <a:pt x="140" y="2268"/>
                                </a:lnTo>
                                <a:lnTo>
                                  <a:pt x="154" y="2276"/>
                                </a:lnTo>
                                <a:lnTo>
                                  <a:pt x="176" y="2283"/>
                                </a:lnTo>
                                <a:lnTo>
                                  <a:pt x="173" y="2283"/>
                                </a:lnTo>
                                <a:lnTo>
                                  <a:pt x="195" y="2290"/>
                                </a:lnTo>
                                <a:lnTo>
                                  <a:pt x="216" y="2292"/>
                                </a:lnTo>
                                <a:lnTo>
                                  <a:pt x="240" y="2295"/>
                                </a:lnTo>
                                <a:lnTo>
                                  <a:pt x="3620" y="2295"/>
                                </a:lnTo>
                                <a:lnTo>
                                  <a:pt x="3598" y="2302"/>
                                </a:lnTo>
                                <a:lnTo>
                                  <a:pt x="3574" y="2309"/>
                                </a:lnTo>
                                <a:lnTo>
                                  <a:pt x="3552" y="2312"/>
                                </a:lnTo>
                                <a:lnTo>
                                  <a:pt x="3526" y="2314"/>
                                </a:lnTo>
                                <a:close/>
                                <a:moveTo>
                                  <a:pt x="3572" y="27"/>
                                </a:moveTo>
                                <a:lnTo>
                                  <a:pt x="3548" y="22"/>
                                </a:lnTo>
                                <a:lnTo>
                                  <a:pt x="3625" y="22"/>
                                </a:lnTo>
                                <a:lnTo>
                                  <a:pt x="3630" y="24"/>
                                </a:lnTo>
                                <a:lnTo>
                                  <a:pt x="3572" y="24"/>
                                </a:lnTo>
                                <a:lnTo>
                                  <a:pt x="3572" y="27"/>
                                </a:lnTo>
                                <a:close/>
                                <a:moveTo>
                                  <a:pt x="195" y="27"/>
                                </a:moveTo>
                                <a:lnTo>
                                  <a:pt x="195" y="24"/>
                                </a:lnTo>
                                <a:lnTo>
                                  <a:pt x="206" y="24"/>
                                </a:lnTo>
                                <a:lnTo>
                                  <a:pt x="195" y="27"/>
                                </a:lnTo>
                                <a:close/>
                                <a:moveTo>
                                  <a:pt x="3668" y="72"/>
                                </a:moveTo>
                                <a:lnTo>
                                  <a:pt x="3648" y="58"/>
                                </a:lnTo>
                                <a:lnTo>
                                  <a:pt x="3651" y="58"/>
                                </a:lnTo>
                                <a:lnTo>
                                  <a:pt x="3612" y="39"/>
                                </a:lnTo>
                                <a:lnTo>
                                  <a:pt x="3591" y="32"/>
                                </a:lnTo>
                                <a:lnTo>
                                  <a:pt x="3593" y="32"/>
                                </a:lnTo>
                                <a:lnTo>
                                  <a:pt x="3572" y="24"/>
                                </a:lnTo>
                                <a:lnTo>
                                  <a:pt x="3630" y="24"/>
                                </a:lnTo>
                                <a:lnTo>
                                  <a:pt x="3641" y="29"/>
                                </a:lnTo>
                                <a:lnTo>
                                  <a:pt x="3660" y="41"/>
                                </a:lnTo>
                                <a:lnTo>
                                  <a:pt x="3680" y="56"/>
                                </a:lnTo>
                                <a:lnTo>
                                  <a:pt x="3694" y="70"/>
                                </a:lnTo>
                                <a:lnTo>
                                  <a:pt x="3665" y="70"/>
                                </a:lnTo>
                                <a:lnTo>
                                  <a:pt x="3668" y="72"/>
                                </a:lnTo>
                                <a:close/>
                                <a:moveTo>
                                  <a:pt x="99" y="72"/>
                                </a:moveTo>
                                <a:lnTo>
                                  <a:pt x="101" y="70"/>
                                </a:lnTo>
                                <a:lnTo>
                                  <a:pt x="102" y="70"/>
                                </a:lnTo>
                                <a:lnTo>
                                  <a:pt x="99" y="72"/>
                                </a:lnTo>
                                <a:close/>
                                <a:moveTo>
                                  <a:pt x="3682" y="87"/>
                                </a:moveTo>
                                <a:lnTo>
                                  <a:pt x="3665" y="70"/>
                                </a:lnTo>
                                <a:lnTo>
                                  <a:pt x="3694" y="70"/>
                                </a:lnTo>
                                <a:lnTo>
                                  <a:pt x="3696" y="72"/>
                                </a:lnTo>
                                <a:lnTo>
                                  <a:pt x="3707" y="84"/>
                                </a:lnTo>
                                <a:lnTo>
                                  <a:pt x="3682" y="84"/>
                                </a:lnTo>
                                <a:lnTo>
                                  <a:pt x="3682" y="87"/>
                                </a:lnTo>
                                <a:close/>
                                <a:moveTo>
                                  <a:pt x="84" y="87"/>
                                </a:moveTo>
                                <a:lnTo>
                                  <a:pt x="84" y="84"/>
                                </a:lnTo>
                                <a:lnTo>
                                  <a:pt x="87" y="84"/>
                                </a:lnTo>
                                <a:lnTo>
                                  <a:pt x="84" y="87"/>
                                </a:lnTo>
                                <a:close/>
                                <a:moveTo>
                                  <a:pt x="3720" y="137"/>
                                </a:moveTo>
                                <a:lnTo>
                                  <a:pt x="3708" y="118"/>
                                </a:lnTo>
                                <a:lnTo>
                                  <a:pt x="3696" y="101"/>
                                </a:lnTo>
                                <a:lnTo>
                                  <a:pt x="3682" y="84"/>
                                </a:lnTo>
                                <a:lnTo>
                                  <a:pt x="3707" y="84"/>
                                </a:lnTo>
                                <a:lnTo>
                                  <a:pt x="3725" y="106"/>
                                </a:lnTo>
                                <a:lnTo>
                                  <a:pt x="3737" y="125"/>
                                </a:lnTo>
                                <a:lnTo>
                                  <a:pt x="3741" y="135"/>
                                </a:lnTo>
                                <a:lnTo>
                                  <a:pt x="3720" y="135"/>
                                </a:lnTo>
                                <a:lnTo>
                                  <a:pt x="3720" y="137"/>
                                </a:lnTo>
                                <a:close/>
                                <a:moveTo>
                                  <a:pt x="46" y="137"/>
                                </a:moveTo>
                                <a:lnTo>
                                  <a:pt x="46" y="135"/>
                                </a:lnTo>
                                <a:lnTo>
                                  <a:pt x="47" y="135"/>
                                </a:lnTo>
                                <a:lnTo>
                                  <a:pt x="46" y="137"/>
                                </a:lnTo>
                                <a:close/>
                                <a:moveTo>
                                  <a:pt x="3751" y="156"/>
                                </a:moveTo>
                                <a:lnTo>
                                  <a:pt x="3730" y="156"/>
                                </a:lnTo>
                                <a:lnTo>
                                  <a:pt x="3720" y="135"/>
                                </a:lnTo>
                                <a:lnTo>
                                  <a:pt x="3741" y="135"/>
                                </a:lnTo>
                                <a:lnTo>
                                  <a:pt x="3751" y="156"/>
                                </a:lnTo>
                                <a:close/>
                                <a:moveTo>
                                  <a:pt x="36" y="156"/>
                                </a:moveTo>
                                <a:lnTo>
                                  <a:pt x="36" y="154"/>
                                </a:lnTo>
                                <a:lnTo>
                                  <a:pt x="37" y="154"/>
                                </a:lnTo>
                                <a:lnTo>
                                  <a:pt x="36" y="156"/>
                                </a:lnTo>
                                <a:close/>
                                <a:moveTo>
                                  <a:pt x="3742" y="197"/>
                                </a:moveTo>
                                <a:lnTo>
                                  <a:pt x="3737" y="176"/>
                                </a:lnTo>
                                <a:lnTo>
                                  <a:pt x="3728" y="154"/>
                                </a:lnTo>
                                <a:lnTo>
                                  <a:pt x="3730" y="156"/>
                                </a:lnTo>
                                <a:lnTo>
                                  <a:pt x="3751" y="156"/>
                                </a:lnTo>
                                <a:lnTo>
                                  <a:pt x="3756" y="168"/>
                                </a:lnTo>
                                <a:lnTo>
                                  <a:pt x="3762" y="195"/>
                                </a:lnTo>
                                <a:lnTo>
                                  <a:pt x="3742" y="195"/>
                                </a:lnTo>
                                <a:lnTo>
                                  <a:pt x="3742" y="197"/>
                                </a:lnTo>
                                <a:close/>
                                <a:moveTo>
                                  <a:pt x="24" y="197"/>
                                </a:moveTo>
                                <a:lnTo>
                                  <a:pt x="24" y="195"/>
                                </a:lnTo>
                                <a:lnTo>
                                  <a:pt x="25" y="195"/>
                                </a:lnTo>
                                <a:lnTo>
                                  <a:pt x="24" y="197"/>
                                </a:lnTo>
                                <a:close/>
                                <a:moveTo>
                                  <a:pt x="3744" y="219"/>
                                </a:moveTo>
                                <a:lnTo>
                                  <a:pt x="3742" y="195"/>
                                </a:lnTo>
                                <a:lnTo>
                                  <a:pt x="3762" y="195"/>
                                </a:lnTo>
                                <a:lnTo>
                                  <a:pt x="3766" y="216"/>
                                </a:lnTo>
                                <a:lnTo>
                                  <a:pt x="3744" y="216"/>
                                </a:lnTo>
                                <a:lnTo>
                                  <a:pt x="3744" y="219"/>
                                </a:lnTo>
                                <a:close/>
                                <a:moveTo>
                                  <a:pt x="22" y="219"/>
                                </a:moveTo>
                                <a:lnTo>
                                  <a:pt x="22" y="216"/>
                                </a:lnTo>
                                <a:lnTo>
                                  <a:pt x="22" y="219"/>
                                </a:lnTo>
                                <a:close/>
                                <a:moveTo>
                                  <a:pt x="3766" y="2098"/>
                                </a:moveTo>
                                <a:lnTo>
                                  <a:pt x="3744" y="2098"/>
                                </a:lnTo>
                                <a:lnTo>
                                  <a:pt x="3747" y="2074"/>
                                </a:lnTo>
                                <a:lnTo>
                                  <a:pt x="3747" y="240"/>
                                </a:lnTo>
                                <a:lnTo>
                                  <a:pt x="3744" y="216"/>
                                </a:lnTo>
                                <a:lnTo>
                                  <a:pt x="3766" y="216"/>
                                </a:lnTo>
                                <a:lnTo>
                                  <a:pt x="3766" y="2098"/>
                                </a:lnTo>
                                <a:close/>
                                <a:moveTo>
                                  <a:pt x="22" y="2098"/>
                                </a:moveTo>
                                <a:lnTo>
                                  <a:pt x="22" y="2098"/>
                                </a:lnTo>
                                <a:lnTo>
                                  <a:pt x="22" y="2096"/>
                                </a:lnTo>
                                <a:lnTo>
                                  <a:pt x="22" y="2098"/>
                                </a:lnTo>
                                <a:close/>
                                <a:moveTo>
                                  <a:pt x="3762" y="2120"/>
                                </a:moveTo>
                                <a:lnTo>
                                  <a:pt x="3742" y="2120"/>
                                </a:lnTo>
                                <a:lnTo>
                                  <a:pt x="3744" y="2096"/>
                                </a:lnTo>
                                <a:lnTo>
                                  <a:pt x="3744" y="2098"/>
                                </a:lnTo>
                                <a:lnTo>
                                  <a:pt x="3766" y="2098"/>
                                </a:lnTo>
                                <a:lnTo>
                                  <a:pt x="3762" y="2120"/>
                                </a:lnTo>
                                <a:close/>
                                <a:moveTo>
                                  <a:pt x="25" y="2120"/>
                                </a:moveTo>
                                <a:lnTo>
                                  <a:pt x="24" y="2120"/>
                                </a:lnTo>
                                <a:lnTo>
                                  <a:pt x="24" y="2117"/>
                                </a:lnTo>
                                <a:lnTo>
                                  <a:pt x="25" y="2120"/>
                                </a:lnTo>
                                <a:close/>
                                <a:moveTo>
                                  <a:pt x="3757" y="2141"/>
                                </a:moveTo>
                                <a:lnTo>
                                  <a:pt x="3737" y="2141"/>
                                </a:lnTo>
                                <a:lnTo>
                                  <a:pt x="3742" y="2117"/>
                                </a:lnTo>
                                <a:lnTo>
                                  <a:pt x="3742" y="2120"/>
                                </a:lnTo>
                                <a:lnTo>
                                  <a:pt x="3762" y="2120"/>
                                </a:lnTo>
                                <a:lnTo>
                                  <a:pt x="3757" y="2141"/>
                                </a:lnTo>
                                <a:close/>
                                <a:moveTo>
                                  <a:pt x="30" y="2141"/>
                                </a:moveTo>
                                <a:lnTo>
                                  <a:pt x="29" y="2141"/>
                                </a:lnTo>
                                <a:lnTo>
                                  <a:pt x="29" y="2139"/>
                                </a:lnTo>
                                <a:lnTo>
                                  <a:pt x="30" y="2141"/>
                                </a:lnTo>
                                <a:close/>
                                <a:moveTo>
                                  <a:pt x="3667" y="2268"/>
                                </a:moveTo>
                                <a:lnTo>
                                  <a:pt x="3632" y="2268"/>
                                </a:lnTo>
                                <a:lnTo>
                                  <a:pt x="3651" y="2256"/>
                                </a:lnTo>
                                <a:lnTo>
                                  <a:pt x="3648" y="2256"/>
                                </a:lnTo>
                                <a:lnTo>
                                  <a:pt x="3668" y="2244"/>
                                </a:lnTo>
                                <a:lnTo>
                                  <a:pt x="3665" y="2244"/>
                                </a:lnTo>
                                <a:lnTo>
                                  <a:pt x="3682" y="2230"/>
                                </a:lnTo>
                                <a:lnTo>
                                  <a:pt x="3696" y="2213"/>
                                </a:lnTo>
                                <a:lnTo>
                                  <a:pt x="3720" y="2180"/>
                                </a:lnTo>
                                <a:lnTo>
                                  <a:pt x="3730" y="2160"/>
                                </a:lnTo>
                                <a:lnTo>
                                  <a:pt x="3728" y="2160"/>
                                </a:lnTo>
                                <a:lnTo>
                                  <a:pt x="3737" y="2139"/>
                                </a:lnTo>
                                <a:lnTo>
                                  <a:pt x="3737" y="2141"/>
                                </a:lnTo>
                                <a:lnTo>
                                  <a:pt x="3757" y="2141"/>
                                </a:lnTo>
                                <a:lnTo>
                                  <a:pt x="3756" y="2146"/>
                                </a:lnTo>
                                <a:lnTo>
                                  <a:pt x="3737" y="2189"/>
                                </a:lnTo>
                                <a:lnTo>
                                  <a:pt x="3725" y="2208"/>
                                </a:lnTo>
                                <a:lnTo>
                                  <a:pt x="3711" y="2228"/>
                                </a:lnTo>
                                <a:lnTo>
                                  <a:pt x="3696" y="2244"/>
                                </a:lnTo>
                                <a:lnTo>
                                  <a:pt x="3680" y="2259"/>
                                </a:lnTo>
                                <a:lnTo>
                                  <a:pt x="3667" y="2268"/>
                                </a:lnTo>
                                <a:close/>
                                <a:moveTo>
                                  <a:pt x="140" y="2268"/>
                                </a:moveTo>
                                <a:lnTo>
                                  <a:pt x="135" y="2268"/>
                                </a:lnTo>
                                <a:lnTo>
                                  <a:pt x="135" y="2266"/>
                                </a:lnTo>
                                <a:lnTo>
                                  <a:pt x="140" y="2268"/>
                                </a:lnTo>
                                <a:close/>
                                <a:moveTo>
                                  <a:pt x="3620" y="2295"/>
                                </a:moveTo>
                                <a:lnTo>
                                  <a:pt x="3526" y="2295"/>
                                </a:lnTo>
                                <a:lnTo>
                                  <a:pt x="3550" y="2292"/>
                                </a:lnTo>
                                <a:lnTo>
                                  <a:pt x="3548" y="2292"/>
                                </a:lnTo>
                                <a:lnTo>
                                  <a:pt x="3572" y="2290"/>
                                </a:lnTo>
                                <a:lnTo>
                                  <a:pt x="3593" y="2283"/>
                                </a:lnTo>
                                <a:lnTo>
                                  <a:pt x="3591" y="2283"/>
                                </a:lnTo>
                                <a:lnTo>
                                  <a:pt x="3612" y="2276"/>
                                </a:lnTo>
                                <a:lnTo>
                                  <a:pt x="3632" y="2266"/>
                                </a:lnTo>
                                <a:lnTo>
                                  <a:pt x="3632" y="2268"/>
                                </a:lnTo>
                                <a:lnTo>
                                  <a:pt x="3667" y="2268"/>
                                </a:lnTo>
                                <a:lnTo>
                                  <a:pt x="3660" y="2273"/>
                                </a:lnTo>
                                <a:lnTo>
                                  <a:pt x="3641" y="2285"/>
                                </a:lnTo>
                                <a:lnTo>
                                  <a:pt x="3620" y="2295"/>
                                </a:lnTo>
                                <a:close/>
                              </a:path>
                            </a:pathLst>
                          </a:custGeom>
                          <a:solidFill>
                            <a:srgbClr val="EC7C3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AutoShape 8"/>
                        <wps:cNvSpPr>
                          <a:spLocks/>
                        </wps:cNvSpPr>
                        <wps:spPr bwMode="auto">
                          <a:xfrm>
                            <a:off x="338" y="1692"/>
                            <a:ext cx="346" cy="4210"/>
                          </a:xfrm>
                          <a:custGeom>
                            <a:avLst/>
                            <a:gdLst>
                              <a:gd name="T0" fmla="+- 0 684 338"/>
                              <a:gd name="T1" fmla="*/ T0 w 346"/>
                              <a:gd name="T2" fmla="+- 0 5902 1692"/>
                              <a:gd name="T3" fmla="*/ 5902 h 4210"/>
                              <a:gd name="T4" fmla="+- 0 338 338"/>
                              <a:gd name="T5" fmla="*/ T4 w 346"/>
                              <a:gd name="T6" fmla="+- 0 5902 1692"/>
                              <a:gd name="T7" fmla="*/ 5902 h 4210"/>
                              <a:gd name="T8" fmla="+- 0 338 338"/>
                              <a:gd name="T9" fmla="*/ T8 w 346"/>
                              <a:gd name="T10" fmla="+- 0 1692 1692"/>
                              <a:gd name="T11" fmla="*/ 1692 h 4210"/>
                              <a:gd name="T12" fmla="+- 0 358 338"/>
                              <a:gd name="T13" fmla="*/ T12 w 346"/>
                              <a:gd name="T14" fmla="+- 0 1692 1692"/>
                              <a:gd name="T15" fmla="*/ 1692 h 4210"/>
                              <a:gd name="T16" fmla="+- 0 358 338"/>
                              <a:gd name="T17" fmla="*/ T16 w 346"/>
                              <a:gd name="T18" fmla="+- 0 5880 1692"/>
                              <a:gd name="T19" fmla="*/ 5880 h 4210"/>
                              <a:gd name="T20" fmla="+- 0 348 338"/>
                              <a:gd name="T21" fmla="*/ T20 w 346"/>
                              <a:gd name="T22" fmla="+- 0 5880 1692"/>
                              <a:gd name="T23" fmla="*/ 5880 h 4210"/>
                              <a:gd name="T24" fmla="+- 0 358 338"/>
                              <a:gd name="T25" fmla="*/ T24 w 346"/>
                              <a:gd name="T26" fmla="+- 0 5892 1692"/>
                              <a:gd name="T27" fmla="*/ 5892 h 4210"/>
                              <a:gd name="T28" fmla="+- 0 684 338"/>
                              <a:gd name="T29" fmla="*/ T28 w 346"/>
                              <a:gd name="T30" fmla="+- 0 5892 1692"/>
                              <a:gd name="T31" fmla="*/ 5892 h 4210"/>
                              <a:gd name="T32" fmla="+- 0 684 338"/>
                              <a:gd name="T33" fmla="*/ T32 w 346"/>
                              <a:gd name="T34" fmla="+- 0 5902 1692"/>
                              <a:gd name="T35" fmla="*/ 5902 h 4210"/>
                              <a:gd name="T36" fmla="+- 0 358 338"/>
                              <a:gd name="T37" fmla="*/ T36 w 346"/>
                              <a:gd name="T38" fmla="+- 0 5892 1692"/>
                              <a:gd name="T39" fmla="*/ 5892 h 4210"/>
                              <a:gd name="T40" fmla="+- 0 348 338"/>
                              <a:gd name="T41" fmla="*/ T40 w 346"/>
                              <a:gd name="T42" fmla="+- 0 5880 1692"/>
                              <a:gd name="T43" fmla="*/ 5880 h 4210"/>
                              <a:gd name="T44" fmla="+- 0 358 338"/>
                              <a:gd name="T45" fmla="*/ T44 w 346"/>
                              <a:gd name="T46" fmla="+- 0 5880 1692"/>
                              <a:gd name="T47" fmla="*/ 5880 h 4210"/>
                              <a:gd name="T48" fmla="+- 0 358 338"/>
                              <a:gd name="T49" fmla="*/ T48 w 346"/>
                              <a:gd name="T50" fmla="+- 0 5892 1692"/>
                              <a:gd name="T51" fmla="*/ 5892 h 4210"/>
                              <a:gd name="T52" fmla="+- 0 684 338"/>
                              <a:gd name="T53" fmla="*/ T52 w 346"/>
                              <a:gd name="T54" fmla="+- 0 5892 1692"/>
                              <a:gd name="T55" fmla="*/ 5892 h 4210"/>
                              <a:gd name="T56" fmla="+- 0 358 338"/>
                              <a:gd name="T57" fmla="*/ T56 w 346"/>
                              <a:gd name="T58" fmla="+- 0 5892 1692"/>
                              <a:gd name="T59" fmla="*/ 5892 h 4210"/>
                              <a:gd name="T60" fmla="+- 0 358 338"/>
                              <a:gd name="T61" fmla="*/ T60 w 346"/>
                              <a:gd name="T62" fmla="+- 0 5880 1692"/>
                              <a:gd name="T63" fmla="*/ 5880 h 4210"/>
                              <a:gd name="T64" fmla="+- 0 684 338"/>
                              <a:gd name="T65" fmla="*/ T64 w 346"/>
                              <a:gd name="T66" fmla="+- 0 5880 1692"/>
                              <a:gd name="T67" fmla="*/ 5880 h 4210"/>
                              <a:gd name="T68" fmla="+- 0 684 338"/>
                              <a:gd name="T69" fmla="*/ T68 w 346"/>
                              <a:gd name="T70" fmla="+- 0 5892 1692"/>
                              <a:gd name="T71" fmla="*/ 5892 h 42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346" h="4210">
                                <a:moveTo>
                                  <a:pt x="346" y="4210"/>
                                </a:moveTo>
                                <a:lnTo>
                                  <a:pt x="0" y="4210"/>
                                </a:lnTo>
                                <a:lnTo>
                                  <a:pt x="0" y="0"/>
                                </a:lnTo>
                                <a:lnTo>
                                  <a:pt x="20" y="0"/>
                                </a:lnTo>
                                <a:lnTo>
                                  <a:pt x="20" y="4188"/>
                                </a:lnTo>
                                <a:lnTo>
                                  <a:pt x="10" y="4188"/>
                                </a:lnTo>
                                <a:lnTo>
                                  <a:pt x="20" y="4200"/>
                                </a:lnTo>
                                <a:lnTo>
                                  <a:pt x="346" y="4200"/>
                                </a:lnTo>
                                <a:lnTo>
                                  <a:pt x="346" y="4210"/>
                                </a:lnTo>
                                <a:close/>
                                <a:moveTo>
                                  <a:pt x="20" y="4200"/>
                                </a:moveTo>
                                <a:lnTo>
                                  <a:pt x="10" y="4188"/>
                                </a:lnTo>
                                <a:lnTo>
                                  <a:pt x="20" y="4188"/>
                                </a:lnTo>
                                <a:lnTo>
                                  <a:pt x="20" y="4200"/>
                                </a:lnTo>
                                <a:close/>
                                <a:moveTo>
                                  <a:pt x="346" y="4200"/>
                                </a:moveTo>
                                <a:lnTo>
                                  <a:pt x="20" y="4200"/>
                                </a:lnTo>
                                <a:lnTo>
                                  <a:pt x="20" y="4188"/>
                                </a:lnTo>
                                <a:lnTo>
                                  <a:pt x="346" y="4188"/>
                                </a:lnTo>
                                <a:lnTo>
                                  <a:pt x="346" y="4200"/>
                                </a:lnTo>
                                <a:close/>
                              </a:path>
                            </a:pathLst>
                          </a:custGeom>
                          <a:solidFill>
                            <a:srgbClr val="BC61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8" name="Picture 7"/>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676" y="4819"/>
                            <a:ext cx="4032" cy="2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9" name="AutoShape 6"/>
                        <wps:cNvSpPr>
                          <a:spLocks/>
                        </wps:cNvSpPr>
                        <wps:spPr bwMode="auto">
                          <a:xfrm>
                            <a:off x="674" y="4816"/>
                            <a:ext cx="4042" cy="2148"/>
                          </a:xfrm>
                          <a:custGeom>
                            <a:avLst/>
                            <a:gdLst>
                              <a:gd name="T0" fmla="+- 0 811 674"/>
                              <a:gd name="T1" fmla="*/ T0 w 4042"/>
                              <a:gd name="T2" fmla="+- 0 6948 4817"/>
                              <a:gd name="T3" fmla="*/ 6948 h 2148"/>
                              <a:gd name="T4" fmla="+- 0 725 674"/>
                              <a:gd name="T5" fmla="*/ T4 w 4042"/>
                              <a:gd name="T6" fmla="+- 0 6886 4817"/>
                              <a:gd name="T7" fmla="*/ 6886 h 2148"/>
                              <a:gd name="T8" fmla="+- 0 684 674"/>
                              <a:gd name="T9" fmla="*/ T8 w 4042"/>
                              <a:gd name="T10" fmla="+- 0 6809 4817"/>
                              <a:gd name="T11" fmla="*/ 6809 h 2148"/>
                              <a:gd name="T12" fmla="+- 0 691 674"/>
                              <a:gd name="T13" fmla="*/ T12 w 4042"/>
                              <a:gd name="T14" fmla="+- 0 4951 4817"/>
                              <a:gd name="T15" fmla="*/ 4951 h 2148"/>
                              <a:gd name="T16" fmla="+- 0 756 674"/>
                              <a:gd name="T17" fmla="*/ T16 w 4042"/>
                              <a:gd name="T18" fmla="+- 0 4867 4817"/>
                              <a:gd name="T19" fmla="*/ 4867 h 2148"/>
                              <a:gd name="T20" fmla="+- 0 874 674"/>
                              <a:gd name="T21" fmla="*/ T20 w 4042"/>
                              <a:gd name="T22" fmla="+- 0 4817 4817"/>
                              <a:gd name="T23" fmla="*/ 4817 h 2148"/>
                              <a:gd name="T24" fmla="+- 0 4586 674"/>
                              <a:gd name="T25" fmla="*/ T24 w 4042"/>
                              <a:gd name="T26" fmla="+- 0 4836 4817"/>
                              <a:gd name="T27" fmla="*/ 4836 h 2148"/>
                              <a:gd name="T28" fmla="+- 0 835 674"/>
                              <a:gd name="T29" fmla="*/ T28 w 4042"/>
                              <a:gd name="T30" fmla="+- 0 4846 4817"/>
                              <a:gd name="T31" fmla="*/ 4846 h 2148"/>
                              <a:gd name="T32" fmla="+- 0 786 674"/>
                              <a:gd name="T33" fmla="*/ T32 w 4042"/>
                              <a:gd name="T34" fmla="+- 0 4870 4817"/>
                              <a:gd name="T35" fmla="*/ 4870 h 2148"/>
                              <a:gd name="T36" fmla="+- 0 742 674"/>
                              <a:gd name="T37" fmla="*/ T36 w 4042"/>
                              <a:gd name="T38" fmla="+- 0 4910 4817"/>
                              <a:gd name="T39" fmla="*/ 4910 h 2148"/>
                              <a:gd name="T40" fmla="+- 0 718 674"/>
                              <a:gd name="T41" fmla="*/ T40 w 4042"/>
                              <a:gd name="T42" fmla="+- 0 4942 4817"/>
                              <a:gd name="T43" fmla="*/ 4942 h 2148"/>
                              <a:gd name="T44" fmla="+- 0 698 674"/>
                              <a:gd name="T45" fmla="*/ T44 w 4042"/>
                              <a:gd name="T46" fmla="+- 0 4997 4817"/>
                              <a:gd name="T47" fmla="*/ 4997 h 2148"/>
                              <a:gd name="T48" fmla="+- 0 699 674"/>
                              <a:gd name="T49" fmla="*/ T48 w 4042"/>
                              <a:gd name="T50" fmla="+- 0 6785 4817"/>
                              <a:gd name="T51" fmla="*/ 6785 h 2148"/>
                              <a:gd name="T52" fmla="+- 0 711 674"/>
                              <a:gd name="T53" fmla="*/ T52 w 4042"/>
                              <a:gd name="T54" fmla="+- 0 6823 4817"/>
                              <a:gd name="T55" fmla="*/ 6823 h 2148"/>
                              <a:gd name="T56" fmla="+- 0 742 674"/>
                              <a:gd name="T57" fmla="*/ T56 w 4042"/>
                              <a:gd name="T58" fmla="+- 0 6871 4817"/>
                              <a:gd name="T59" fmla="*/ 6871 h 2148"/>
                              <a:gd name="T60" fmla="+- 0 786 674"/>
                              <a:gd name="T61" fmla="*/ T60 w 4042"/>
                              <a:gd name="T62" fmla="+- 0 6912 4817"/>
                              <a:gd name="T63" fmla="*/ 6912 h 2148"/>
                              <a:gd name="T64" fmla="+- 0 835 674"/>
                              <a:gd name="T65" fmla="*/ T64 w 4042"/>
                              <a:gd name="T66" fmla="+- 0 6936 4817"/>
                              <a:gd name="T67" fmla="*/ 6936 h 2148"/>
                              <a:gd name="T68" fmla="+- 0 4586 674"/>
                              <a:gd name="T69" fmla="*/ T68 w 4042"/>
                              <a:gd name="T70" fmla="+- 0 6946 4817"/>
                              <a:gd name="T71" fmla="*/ 6946 h 2148"/>
                              <a:gd name="T72" fmla="+- 0 876 674"/>
                              <a:gd name="T73" fmla="*/ T72 w 4042"/>
                              <a:gd name="T74" fmla="+- 0 4838 4817"/>
                              <a:gd name="T75" fmla="*/ 4838 h 2148"/>
                              <a:gd name="T76" fmla="+- 0 4514 674"/>
                              <a:gd name="T77" fmla="*/ T76 w 4042"/>
                              <a:gd name="T78" fmla="+- 0 4838 4817"/>
                              <a:gd name="T79" fmla="*/ 4838 h 2148"/>
                              <a:gd name="T80" fmla="+- 0 4608 674"/>
                              <a:gd name="T81" fmla="*/ T80 w 4042"/>
                              <a:gd name="T82" fmla="+- 0 4872 4817"/>
                              <a:gd name="T83" fmla="*/ 4872 h 2148"/>
                              <a:gd name="T84" fmla="+- 0 4555 674"/>
                              <a:gd name="T85" fmla="*/ T84 w 4042"/>
                              <a:gd name="T86" fmla="+- 0 4846 4817"/>
                              <a:gd name="T87" fmla="*/ 4846 h 2148"/>
                              <a:gd name="T88" fmla="+- 0 4586 674"/>
                              <a:gd name="T89" fmla="*/ T88 w 4042"/>
                              <a:gd name="T90" fmla="+- 0 4836 4817"/>
                              <a:gd name="T91" fmla="*/ 4836 h 2148"/>
                              <a:gd name="T92" fmla="+- 0 4606 674"/>
                              <a:gd name="T93" fmla="*/ T92 w 4042"/>
                              <a:gd name="T94" fmla="+- 0 4870 4817"/>
                              <a:gd name="T95" fmla="*/ 4870 h 2148"/>
                              <a:gd name="T96" fmla="+- 0 786 674"/>
                              <a:gd name="T97" fmla="*/ T96 w 4042"/>
                              <a:gd name="T98" fmla="+- 0 4870 4817"/>
                              <a:gd name="T99" fmla="*/ 4870 h 2148"/>
                              <a:gd name="T100" fmla="+- 0 4649 674"/>
                              <a:gd name="T101" fmla="*/ T100 w 4042"/>
                              <a:gd name="T102" fmla="+- 0 4910 4817"/>
                              <a:gd name="T103" fmla="*/ 4910 h 2148"/>
                              <a:gd name="T104" fmla="+- 0 4637 674"/>
                              <a:gd name="T105" fmla="*/ T104 w 4042"/>
                              <a:gd name="T106" fmla="+- 0 4870 4817"/>
                              <a:gd name="T107" fmla="*/ 4870 h 2148"/>
                              <a:gd name="T108" fmla="+- 0 728 674"/>
                              <a:gd name="T109" fmla="*/ T108 w 4042"/>
                              <a:gd name="T110" fmla="+- 0 4927 4817"/>
                              <a:gd name="T111" fmla="*/ 4927 h 2148"/>
                              <a:gd name="T112" fmla="+- 0 4673 674"/>
                              <a:gd name="T113" fmla="*/ T112 w 4042"/>
                              <a:gd name="T114" fmla="+- 0 4944 4817"/>
                              <a:gd name="T115" fmla="*/ 4944 h 2148"/>
                              <a:gd name="T116" fmla="+- 0 4690 674"/>
                              <a:gd name="T117" fmla="*/ T116 w 4042"/>
                              <a:gd name="T118" fmla="+- 0 4932 4817"/>
                              <a:gd name="T119" fmla="*/ 4932 h 2148"/>
                              <a:gd name="T120" fmla="+- 0 718 674"/>
                              <a:gd name="T121" fmla="*/ T120 w 4042"/>
                              <a:gd name="T122" fmla="+- 0 4944 4817"/>
                              <a:gd name="T123" fmla="*/ 4944 h 2148"/>
                              <a:gd name="T124" fmla="+- 0 4687 674"/>
                              <a:gd name="T125" fmla="*/ T124 w 4042"/>
                              <a:gd name="T126" fmla="+- 0 4980 4817"/>
                              <a:gd name="T127" fmla="*/ 4980 h 2148"/>
                              <a:gd name="T128" fmla="+- 0 4706 674"/>
                              <a:gd name="T129" fmla="*/ T128 w 4042"/>
                              <a:gd name="T130" fmla="+- 0 4973 4817"/>
                              <a:gd name="T131" fmla="*/ 4973 h 2148"/>
                              <a:gd name="T132" fmla="+- 0 703 674"/>
                              <a:gd name="T133" fmla="*/ T132 w 4042"/>
                              <a:gd name="T134" fmla="+- 0 4980 4817"/>
                              <a:gd name="T135" fmla="*/ 4980 h 2148"/>
                              <a:gd name="T136" fmla="+- 0 4692 674"/>
                              <a:gd name="T137" fmla="*/ T136 w 4042"/>
                              <a:gd name="T138" fmla="+- 0 4999 4817"/>
                              <a:gd name="T139" fmla="*/ 4999 h 2148"/>
                              <a:gd name="T140" fmla="+- 0 4692 674"/>
                              <a:gd name="T141" fmla="*/ T140 w 4042"/>
                              <a:gd name="T142" fmla="+- 0 4997 4817"/>
                              <a:gd name="T143" fmla="*/ 4997 h 2148"/>
                              <a:gd name="T144" fmla="+- 0 699 674"/>
                              <a:gd name="T145" fmla="*/ T144 w 4042"/>
                              <a:gd name="T146" fmla="+- 0 4997 4817"/>
                              <a:gd name="T147" fmla="*/ 4997 h 2148"/>
                              <a:gd name="T148" fmla="+- 0 4697 674"/>
                              <a:gd name="T149" fmla="*/ T148 w 4042"/>
                              <a:gd name="T150" fmla="+- 0 6763 4817"/>
                              <a:gd name="T151" fmla="*/ 6763 h 2148"/>
                              <a:gd name="T152" fmla="+- 0 4694 674"/>
                              <a:gd name="T153" fmla="*/ T152 w 4042"/>
                              <a:gd name="T154" fmla="+- 0 5018 4817"/>
                              <a:gd name="T155" fmla="*/ 5018 h 2148"/>
                              <a:gd name="T156" fmla="+- 0 4716 674"/>
                              <a:gd name="T157" fmla="*/ T156 w 4042"/>
                              <a:gd name="T158" fmla="+- 0 5016 4817"/>
                              <a:gd name="T159" fmla="*/ 5016 h 2148"/>
                              <a:gd name="T160" fmla="+- 0 698 674"/>
                              <a:gd name="T161" fmla="*/ T160 w 4042"/>
                              <a:gd name="T162" fmla="+- 0 6785 4817"/>
                              <a:gd name="T163" fmla="*/ 6785 h 2148"/>
                              <a:gd name="T164" fmla="+- 0 4687 674"/>
                              <a:gd name="T165" fmla="*/ T164 w 4042"/>
                              <a:gd name="T166" fmla="+- 0 6804 4817"/>
                              <a:gd name="T167" fmla="*/ 6804 h 2148"/>
                              <a:gd name="T168" fmla="+- 0 4707 674"/>
                              <a:gd name="T169" fmla="*/ T168 w 4042"/>
                              <a:gd name="T170" fmla="+- 0 6804 4817"/>
                              <a:gd name="T171" fmla="*/ 6804 h 2148"/>
                              <a:gd name="T172" fmla="+- 0 704 674"/>
                              <a:gd name="T173" fmla="*/ T172 w 4042"/>
                              <a:gd name="T174" fmla="+- 0 6804 4817"/>
                              <a:gd name="T175" fmla="*/ 6804 h 2148"/>
                              <a:gd name="T176" fmla="+- 0 4687 674"/>
                              <a:gd name="T177" fmla="*/ T176 w 4042"/>
                              <a:gd name="T178" fmla="+- 0 6804 4817"/>
                              <a:gd name="T179" fmla="*/ 6804 h 2148"/>
                              <a:gd name="T180" fmla="+- 0 711 674"/>
                              <a:gd name="T181" fmla="*/ T180 w 4042"/>
                              <a:gd name="T182" fmla="+- 0 6823 4817"/>
                              <a:gd name="T183" fmla="*/ 6823 h 2148"/>
                              <a:gd name="T184" fmla="+- 0 4637 674"/>
                              <a:gd name="T185" fmla="*/ T184 w 4042"/>
                              <a:gd name="T186" fmla="+- 0 6912 4817"/>
                              <a:gd name="T187" fmla="*/ 6912 h 2148"/>
                              <a:gd name="T188" fmla="+- 0 4649 674"/>
                              <a:gd name="T189" fmla="*/ T188 w 4042"/>
                              <a:gd name="T190" fmla="+- 0 6871 4817"/>
                              <a:gd name="T191" fmla="*/ 6871 h 2148"/>
                              <a:gd name="T192" fmla="+- 0 4680 674"/>
                              <a:gd name="T193" fmla="*/ T192 w 4042"/>
                              <a:gd name="T194" fmla="+- 0 6821 4817"/>
                              <a:gd name="T195" fmla="*/ 6821 h 2148"/>
                              <a:gd name="T196" fmla="+- 0 4690 674"/>
                              <a:gd name="T197" fmla="*/ T196 w 4042"/>
                              <a:gd name="T198" fmla="+- 0 6850 4817"/>
                              <a:gd name="T199" fmla="*/ 6850 h 2148"/>
                              <a:gd name="T200" fmla="+- 0 4637 674"/>
                              <a:gd name="T201" fmla="*/ T200 w 4042"/>
                              <a:gd name="T202" fmla="+- 0 6912 4817"/>
                              <a:gd name="T203" fmla="*/ 6912 h 2148"/>
                              <a:gd name="T204" fmla="+- 0 786 674"/>
                              <a:gd name="T205" fmla="*/ T204 w 4042"/>
                              <a:gd name="T206" fmla="+- 0 6912 4817"/>
                              <a:gd name="T207" fmla="*/ 6912 h 2148"/>
                              <a:gd name="T208" fmla="+- 0 4534 674"/>
                              <a:gd name="T209" fmla="*/ T208 w 4042"/>
                              <a:gd name="T210" fmla="+- 0 6941 4817"/>
                              <a:gd name="T211" fmla="*/ 6941 h 2148"/>
                              <a:gd name="T212" fmla="+- 0 4589 674"/>
                              <a:gd name="T213" fmla="*/ T212 w 4042"/>
                              <a:gd name="T214" fmla="+- 0 6922 4817"/>
                              <a:gd name="T215" fmla="*/ 6922 h 2148"/>
                              <a:gd name="T216" fmla="+- 0 4634 674"/>
                              <a:gd name="T217" fmla="*/ T216 w 4042"/>
                              <a:gd name="T218" fmla="+- 0 6914 4817"/>
                              <a:gd name="T219" fmla="*/ 6914 h 21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4042" h="2148">
                                <a:moveTo>
                                  <a:pt x="3843" y="2148"/>
                                </a:moveTo>
                                <a:lnTo>
                                  <a:pt x="200" y="2148"/>
                                </a:lnTo>
                                <a:lnTo>
                                  <a:pt x="156" y="2138"/>
                                </a:lnTo>
                                <a:lnTo>
                                  <a:pt x="137" y="2131"/>
                                </a:lnTo>
                                <a:lnTo>
                                  <a:pt x="116" y="2121"/>
                                </a:lnTo>
                                <a:lnTo>
                                  <a:pt x="82" y="2097"/>
                                </a:lnTo>
                                <a:lnTo>
                                  <a:pt x="65" y="2083"/>
                                </a:lnTo>
                                <a:lnTo>
                                  <a:pt x="51" y="2069"/>
                                </a:lnTo>
                                <a:lnTo>
                                  <a:pt x="39" y="2049"/>
                                </a:lnTo>
                                <a:lnTo>
                                  <a:pt x="27" y="2033"/>
                                </a:lnTo>
                                <a:lnTo>
                                  <a:pt x="17" y="2013"/>
                                </a:lnTo>
                                <a:lnTo>
                                  <a:pt x="10" y="1992"/>
                                </a:lnTo>
                                <a:lnTo>
                                  <a:pt x="0" y="1949"/>
                                </a:lnTo>
                                <a:lnTo>
                                  <a:pt x="0" y="199"/>
                                </a:lnTo>
                                <a:lnTo>
                                  <a:pt x="10" y="156"/>
                                </a:lnTo>
                                <a:lnTo>
                                  <a:pt x="17" y="134"/>
                                </a:lnTo>
                                <a:lnTo>
                                  <a:pt x="27" y="115"/>
                                </a:lnTo>
                                <a:lnTo>
                                  <a:pt x="51" y="81"/>
                                </a:lnTo>
                                <a:lnTo>
                                  <a:pt x="65" y="65"/>
                                </a:lnTo>
                                <a:lnTo>
                                  <a:pt x="82" y="50"/>
                                </a:lnTo>
                                <a:lnTo>
                                  <a:pt x="116" y="26"/>
                                </a:lnTo>
                                <a:lnTo>
                                  <a:pt x="137" y="17"/>
                                </a:lnTo>
                                <a:lnTo>
                                  <a:pt x="156" y="9"/>
                                </a:lnTo>
                                <a:lnTo>
                                  <a:pt x="200" y="0"/>
                                </a:lnTo>
                                <a:lnTo>
                                  <a:pt x="3843" y="0"/>
                                </a:lnTo>
                                <a:lnTo>
                                  <a:pt x="3886" y="9"/>
                                </a:lnTo>
                                <a:lnTo>
                                  <a:pt x="3908" y="17"/>
                                </a:lnTo>
                                <a:lnTo>
                                  <a:pt x="3912" y="19"/>
                                </a:lnTo>
                                <a:lnTo>
                                  <a:pt x="202" y="19"/>
                                </a:lnTo>
                                <a:lnTo>
                                  <a:pt x="180" y="24"/>
                                </a:lnTo>
                                <a:lnTo>
                                  <a:pt x="183" y="24"/>
                                </a:lnTo>
                                <a:lnTo>
                                  <a:pt x="161" y="29"/>
                                </a:lnTo>
                                <a:lnTo>
                                  <a:pt x="164" y="29"/>
                                </a:lnTo>
                                <a:lnTo>
                                  <a:pt x="125" y="43"/>
                                </a:lnTo>
                                <a:lnTo>
                                  <a:pt x="128" y="43"/>
                                </a:lnTo>
                                <a:lnTo>
                                  <a:pt x="112" y="53"/>
                                </a:lnTo>
                                <a:lnTo>
                                  <a:pt x="111" y="53"/>
                                </a:lnTo>
                                <a:lnTo>
                                  <a:pt x="94" y="65"/>
                                </a:lnTo>
                                <a:lnTo>
                                  <a:pt x="65" y="93"/>
                                </a:lnTo>
                                <a:lnTo>
                                  <a:pt x="68" y="93"/>
                                </a:lnTo>
                                <a:lnTo>
                                  <a:pt x="53" y="110"/>
                                </a:lnTo>
                                <a:lnTo>
                                  <a:pt x="54" y="110"/>
                                </a:lnTo>
                                <a:lnTo>
                                  <a:pt x="45" y="125"/>
                                </a:lnTo>
                                <a:lnTo>
                                  <a:pt x="44" y="125"/>
                                </a:lnTo>
                                <a:lnTo>
                                  <a:pt x="30" y="161"/>
                                </a:lnTo>
                                <a:lnTo>
                                  <a:pt x="29" y="161"/>
                                </a:lnTo>
                                <a:lnTo>
                                  <a:pt x="25" y="180"/>
                                </a:lnTo>
                                <a:lnTo>
                                  <a:pt x="24" y="180"/>
                                </a:lnTo>
                                <a:lnTo>
                                  <a:pt x="20" y="223"/>
                                </a:lnTo>
                                <a:lnTo>
                                  <a:pt x="20" y="1925"/>
                                </a:lnTo>
                                <a:lnTo>
                                  <a:pt x="24" y="1968"/>
                                </a:lnTo>
                                <a:lnTo>
                                  <a:pt x="25" y="1968"/>
                                </a:lnTo>
                                <a:lnTo>
                                  <a:pt x="29" y="1987"/>
                                </a:lnTo>
                                <a:lnTo>
                                  <a:pt x="30" y="1987"/>
                                </a:lnTo>
                                <a:lnTo>
                                  <a:pt x="36" y="2006"/>
                                </a:lnTo>
                                <a:lnTo>
                                  <a:pt x="37" y="2006"/>
                                </a:lnTo>
                                <a:lnTo>
                                  <a:pt x="44" y="2023"/>
                                </a:lnTo>
                                <a:lnTo>
                                  <a:pt x="56" y="2040"/>
                                </a:lnTo>
                                <a:lnTo>
                                  <a:pt x="53" y="2040"/>
                                </a:lnTo>
                                <a:lnTo>
                                  <a:pt x="68" y="2054"/>
                                </a:lnTo>
                                <a:lnTo>
                                  <a:pt x="65" y="2054"/>
                                </a:lnTo>
                                <a:lnTo>
                                  <a:pt x="94" y="2083"/>
                                </a:lnTo>
                                <a:lnTo>
                                  <a:pt x="111" y="2095"/>
                                </a:lnTo>
                                <a:lnTo>
                                  <a:pt x="112" y="2095"/>
                                </a:lnTo>
                                <a:lnTo>
                                  <a:pt x="128" y="2105"/>
                                </a:lnTo>
                                <a:lnTo>
                                  <a:pt x="125" y="2105"/>
                                </a:lnTo>
                                <a:lnTo>
                                  <a:pt x="164" y="2119"/>
                                </a:lnTo>
                                <a:lnTo>
                                  <a:pt x="161" y="2119"/>
                                </a:lnTo>
                                <a:lnTo>
                                  <a:pt x="183" y="2124"/>
                                </a:lnTo>
                                <a:lnTo>
                                  <a:pt x="180" y="2124"/>
                                </a:lnTo>
                                <a:lnTo>
                                  <a:pt x="202" y="2129"/>
                                </a:lnTo>
                                <a:lnTo>
                                  <a:pt x="3912" y="2129"/>
                                </a:lnTo>
                                <a:lnTo>
                                  <a:pt x="3908" y="2131"/>
                                </a:lnTo>
                                <a:lnTo>
                                  <a:pt x="3886" y="2138"/>
                                </a:lnTo>
                                <a:lnTo>
                                  <a:pt x="3843" y="2148"/>
                                </a:lnTo>
                                <a:close/>
                                <a:moveTo>
                                  <a:pt x="202" y="21"/>
                                </a:moveTo>
                                <a:lnTo>
                                  <a:pt x="202" y="19"/>
                                </a:lnTo>
                                <a:lnTo>
                                  <a:pt x="224" y="19"/>
                                </a:lnTo>
                                <a:lnTo>
                                  <a:pt x="202" y="21"/>
                                </a:lnTo>
                                <a:close/>
                                <a:moveTo>
                                  <a:pt x="3840" y="21"/>
                                </a:moveTo>
                                <a:lnTo>
                                  <a:pt x="3819" y="19"/>
                                </a:lnTo>
                                <a:lnTo>
                                  <a:pt x="3840" y="19"/>
                                </a:lnTo>
                                <a:lnTo>
                                  <a:pt x="3840" y="21"/>
                                </a:lnTo>
                                <a:close/>
                                <a:moveTo>
                                  <a:pt x="3934" y="55"/>
                                </a:moveTo>
                                <a:lnTo>
                                  <a:pt x="3915" y="43"/>
                                </a:lnTo>
                                <a:lnTo>
                                  <a:pt x="3917" y="43"/>
                                </a:lnTo>
                                <a:lnTo>
                                  <a:pt x="3879" y="29"/>
                                </a:lnTo>
                                <a:lnTo>
                                  <a:pt x="3881" y="29"/>
                                </a:lnTo>
                                <a:lnTo>
                                  <a:pt x="3860" y="24"/>
                                </a:lnTo>
                                <a:lnTo>
                                  <a:pt x="3862" y="24"/>
                                </a:lnTo>
                                <a:lnTo>
                                  <a:pt x="3840" y="19"/>
                                </a:lnTo>
                                <a:lnTo>
                                  <a:pt x="3912" y="19"/>
                                </a:lnTo>
                                <a:lnTo>
                                  <a:pt x="3927" y="26"/>
                                </a:lnTo>
                                <a:lnTo>
                                  <a:pt x="3960" y="50"/>
                                </a:lnTo>
                                <a:lnTo>
                                  <a:pt x="3963" y="53"/>
                                </a:lnTo>
                                <a:lnTo>
                                  <a:pt x="3932" y="53"/>
                                </a:lnTo>
                                <a:lnTo>
                                  <a:pt x="3934" y="55"/>
                                </a:lnTo>
                                <a:close/>
                                <a:moveTo>
                                  <a:pt x="108" y="55"/>
                                </a:moveTo>
                                <a:lnTo>
                                  <a:pt x="111" y="53"/>
                                </a:lnTo>
                                <a:lnTo>
                                  <a:pt x="112" y="53"/>
                                </a:lnTo>
                                <a:lnTo>
                                  <a:pt x="108" y="55"/>
                                </a:lnTo>
                                <a:close/>
                                <a:moveTo>
                                  <a:pt x="4012" y="110"/>
                                </a:moveTo>
                                <a:lnTo>
                                  <a:pt x="3989" y="110"/>
                                </a:lnTo>
                                <a:lnTo>
                                  <a:pt x="3975" y="93"/>
                                </a:lnTo>
                                <a:lnTo>
                                  <a:pt x="3977" y="93"/>
                                </a:lnTo>
                                <a:lnTo>
                                  <a:pt x="3948" y="65"/>
                                </a:lnTo>
                                <a:lnTo>
                                  <a:pt x="3932" y="53"/>
                                </a:lnTo>
                                <a:lnTo>
                                  <a:pt x="3963" y="53"/>
                                </a:lnTo>
                                <a:lnTo>
                                  <a:pt x="3977" y="65"/>
                                </a:lnTo>
                                <a:lnTo>
                                  <a:pt x="3992" y="81"/>
                                </a:lnTo>
                                <a:lnTo>
                                  <a:pt x="4012" y="110"/>
                                </a:lnTo>
                                <a:close/>
                                <a:moveTo>
                                  <a:pt x="54" y="110"/>
                                </a:moveTo>
                                <a:lnTo>
                                  <a:pt x="53" y="110"/>
                                </a:lnTo>
                                <a:lnTo>
                                  <a:pt x="56" y="108"/>
                                </a:lnTo>
                                <a:lnTo>
                                  <a:pt x="54" y="110"/>
                                </a:lnTo>
                                <a:close/>
                                <a:moveTo>
                                  <a:pt x="3999" y="127"/>
                                </a:moveTo>
                                <a:lnTo>
                                  <a:pt x="3987" y="108"/>
                                </a:lnTo>
                                <a:lnTo>
                                  <a:pt x="3989" y="110"/>
                                </a:lnTo>
                                <a:lnTo>
                                  <a:pt x="4012" y="110"/>
                                </a:lnTo>
                                <a:lnTo>
                                  <a:pt x="4016" y="115"/>
                                </a:lnTo>
                                <a:lnTo>
                                  <a:pt x="4020" y="125"/>
                                </a:lnTo>
                                <a:lnTo>
                                  <a:pt x="3999" y="125"/>
                                </a:lnTo>
                                <a:lnTo>
                                  <a:pt x="3999" y="127"/>
                                </a:lnTo>
                                <a:close/>
                                <a:moveTo>
                                  <a:pt x="44" y="127"/>
                                </a:moveTo>
                                <a:lnTo>
                                  <a:pt x="44" y="125"/>
                                </a:lnTo>
                                <a:lnTo>
                                  <a:pt x="45" y="125"/>
                                </a:lnTo>
                                <a:lnTo>
                                  <a:pt x="44" y="127"/>
                                </a:lnTo>
                                <a:close/>
                                <a:moveTo>
                                  <a:pt x="4013" y="163"/>
                                </a:moveTo>
                                <a:lnTo>
                                  <a:pt x="3999" y="125"/>
                                </a:lnTo>
                                <a:lnTo>
                                  <a:pt x="4020" y="125"/>
                                </a:lnTo>
                                <a:lnTo>
                                  <a:pt x="4025" y="134"/>
                                </a:lnTo>
                                <a:lnTo>
                                  <a:pt x="4032" y="156"/>
                                </a:lnTo>
                                <a:lnTo>
                                  <a:pt x="4033" y="161"/>
                                </a:lnTo>
                                <a:lnTo>
                                  <a:pt x="4013" y="161"/>
                                </a:lnTo>
                                <a:lnTo>
                                  <a:pt x="4013" y="163"/>
                                </a:lnTo>
                                <a:close/>
                                <a:moveTo>
                                  <a:pt x="29" y="163"/>
                                </a:moveTo>
                                <a:lnTo>
                                  <a:pt x="29" y="161"/>
                                </a:lnTo>
                                <a:lnTo>
                                  <a:pt x="30" y="161"/>
                                </a:lnTo>
                                <a:lnTo>
                                  <a:pt x="29" y="163"/>
                                </a:lnTo>
                                <a:close/>
                                <a:moveTo>
                                  <a:pt x="4018" y="182"/>
                                </a:moveTo>
                                <a:lnTo>
                                  <a:pt x="4013" y="161"/>
                                </a:lnTo>
                                <a:lnTo>
                                  <a:pt x="4033" y="161"/>
                                </a:lnTo>
                                <a:lnTo>
                                  <a:pt x="4038" y="180"/>
                                </a:lnTo>
                                <a:lnTo>
                                  <a:pt x="4018" y="180"/>
                                </a:lnTo>
                                <a:lnTo>
                                  <a:pt x="4018" y="182"/>
                                </a:lnTo>
                                <a:close/>
                                <a:moveTo>
                                  <a:pt x="24" y="182"/>
                                </a:moveTo>
                                <a:lnTo>
                                  <a:pt x="24" y="180"/>
                                </a:lnTo>
                                <a:lnTo>
                                  <a:pt x="25" y="180"/>
                                </a:lnTo>
                                <a:lnTo>
                                  <a:pt x="24" y="182"/>
                                </a:lnTo>
                                <a:close/>
                                <a:moveTo>
                                  <a:pt x="4038" y="1968"/>
                                </a:moveTo>
                                <a:lnTo>
                                  <a:pt x="4018" y="1968"/>
                                </a:lnTo>
                                <a:lnTo>
                                  <a:pt x="4023" y="1946"/>
                                </a:lnTo>
                                <a:lnTo>
                                  <a:pt x="4020" y="1946"/>
                                </a:lnTo>
                                <a:lnTo>
                                  <a:pt x="4023" y="1925"/>
                                </a:lnTo>
                                <a:lnTo>
                                  <a:pt x="4023" y="223"/>
                                </a:lnTo>
                                <a:lnTo>
                                  <a:pt x="4020" y="201"/>
                                </a:lnTo>
                                <a:lnTo>
                                  <a:pt x="4023" y="201"/>
                                </a:lnTo>
                                <a:lnTo>
                                  <a:pt x="4018" y="180"/>
                                </a:lnTo>
                                <a:lnTo>
                                  <a:pt x="4038" y="180"/>
                                </a:lnTo>
                                <a:lnTo>
                                  <a:pt x="4042" y="199"/>
                                </a:lnTo>
                                <a:lnTo>
                                  <a:pt x="4042" y="1949"/>
                                </a:lnTo>
                                <a:lnTo>
                                  <a:pt x="4038" y="1968"/>
                                </a:lnTo>
                                <a:close/>
                                <a:moveTo>
                                  <a:pt x="25" y="1968"/>
                                </a:moveTo>
                                <a:lnTo>
                                  <a:pt x="24" y="1968"/>
                                </a:lnTo>
                                <a:lnTo>
                                  <a:pt x="24" y="1965"/>
                                </a:lnTo>
                                <a:lnTo>
                                  <a:pt x="25" y="1968"/>
                                </a:lnTo>
                                <a:close/>
                                <a:moveTo>
                                  <a:pt x="4033" y="1987"/>
                                </a:moveTo>
                                <a:lnTo>
                                  <a:pt x="4013" y="1987"/>
                                </a:lnTo>
                                <a:lnTo>
                                  <a:pt x="4018" y="1965"/>
                                </a:lnTo>
                                <a:lnTo>
                                  <a:pt x="4018" y="1968"/>
                                </a:lnTo>
                                <a:lnTo>
                                  <a:pt x="4038" y="1968"/>
                                </a:lnTo>
                                <a:lnTo>
                                  <a:pt x="4033" y="1987"/>
                                </a:lnTo>
                                <a:close/>
                                <a:moveTo>
                                  <a:pt x="30" y="1987"/>
                                </a:moveTo>
                                <a:lnTo>
                                  <a:pt x="29" y="1987"/>
                                </a:lnTo>
                                <a:lnTo>
                                  <a:pt x="29" y="1985"/>
                                </a:lnTo>
                                <a:lnTo>
                                  <a:pt x="30" y="1987"/>
                                </a:lnTo>
                                <a:close/>
                                <a:moveTo>
                                  <a:pt x="4028" y="2006"/>
                                </a:moveTo>
                                <a:lnTo>
                                  <a:pt x="4006" y="2006"/>
                                </a:lnTo>
                                <a:lnTo>
                                  <a:pt x="4013" y="1985"/>
                                </a:lnTo>
                                <a:lnTo>
                                  <a:pt x="4013" y="1987"/>
                                </a:lnTo>
                                <a:lnTo>
                                  <a:pt x="4033" y="1987"/>
                                </a:lnTo>
                                <a:lnTo>
                                  <a:pt x="4032" y="1992"/>
                                </a:lnTo>
                                <a:lnTo>
                                  <a:pt x="4028" y="2006"/>
                                </a:lnTo>
                                <a:close/>
                                <a:moveTo>
                                  <a:pt x="37" y="2006"/>
                                </a:moveTo>
                                <a:lnTo>
                                  <a:pt x="36" y="2006"/>
                                </a:lnTo>
                                <a:lnTo>
                                  <a:pt x="36" y="2004"/>
                                </a:lnTo>
                                <a:lnTo>
                                  <a:pt x="37" y="2006"/>
                                </a:lnTo>
                                <a:close/>
                                <a:moveTo>
                                  <a:pt x="3963" y="2095"/>
                                </a:moveTo>
                                <a:lnTo>
                                  <a:pt x="3932" y="2095"/>
                                </a:lnTo>
                                <a:lnTo>
                                  <a:pt x="3948" y="2083"/>
                                </a:lnTo>
                                <a:lnTo>
                                  <a:pt x="3977" y="2054"/>
                                </a:lnTo>
                                <a:lnTo>
                                  <a:pt x="3975" y="2054"/>
                                </a:lnTo>
                                <a:lnTo>
                                  <a:pt x="3989" y="2040"/>
                                </a:lnTo>
                                <a:lnTo>
                                  <a:pt x="3987" y="2040"/>
                                </a:lnTo>
                                <a:lnTo>
                                  <a:pt x="3999" y="2023"/>
                                </a:lnTo>
                                <a:lnTo>
                                  <a:pt x="4006" y="2004"/>
                                </a:lnTo>
                                <a:lnTo>
                                  <a:pt x="4006" y="2006"/>
                                </a:lnTo>
                                <a:lnTo>
                                  <a:pt x="4028" y="2006"/>
                                </a:lnTo>
                                <a:lnTo>
                                  <a:pt x="4025" y="2013"/>
                                </a:lnTo>
                                <a:lnTo>
                                  <a:pt x="4016" y="2033"/>
                                </a:lnTo>
                                <a:lnTo>
                                  <a:pt x="4004" y="2049"/>
                                </a:lnTo>
                                <a:lnTo>
                                  <a:pt x="3992" y="2069"/>
                                </a:lnTo>
                                <a:lnTo>
                                  <a:pt x="3977" y="2083"/>
                                </a:lnTo>
                                <a:lnTo>
                                  <a:pt x="3963" y="2095"/>
                                </a:lnTo>
                                <a:close/>
                                <a:moveTo>
                                  <a:pt x="112" y="2095"/>
                                </a:moveTo>
                                <a:lnTo>
                                  <a:pt x="111" y="2095"/>
                                </a:lnTo>
                                <a:lnTo>
                                  <a:pt x="108" y="2093"/>
                                </a:lnTo>
                                <a:lnTo>
                                  <a:pt x="112" y="2095"/>
                                </a:lnTo>
                                <a:close/>
                                <a:moveTo>
                                  <a:pt x="3912" y="2129"/>
                                </a:moveTo>
                                <a:lnTo>
                                  <a:pt x="3840" y="2129"/>
                                </a:lnTo>
                                <a:lnTo>
                                  <a:pt x="3862" y="2124"/>
                                </a:lnTo>
                                <a:lnTo>
                                  <a:pt x="3860" y="2124"/>
                                </a:lnTo>
                                <a:lnTo>
                                  <a:pt x="3881" y="2119"/>
                                </a:lnTo>
                                <a:lnTo>
                                  <a:pt x="3879" y="2119"/>
                                </a:lnTo>
                                <a:lnTo>
                                  <a:pt x="3917" y="2105"/>
                                </a:lnTo>
                                <a:lnTo>
                                  <a:pt x="3915" y="2105"/>
                                </a:lnTo>
                                <a:lnTo>
                                  <a:pt x="3934" y="2093"/>
                                </a:lnTo>
                                <a:lnTo>
                                  <a:pt x="3932" y="2095"/>
                                </a:lnTo>
                                <a:lnTo>
                                  <a:pt x="3963" y="2095"/>
                                </a:lnTo>
                                <a:lnTo>
                                  <a:pt x="3960" y="2097"/>
                                </a:lnTo>
                                <a:lnTo>
                                  <a:pt x="3927" y="2121"/>
                                </a:lnTo>
                                <a:lnTo>
                                  <a:pt x="3912" y="2129"/>
                                </a:lnTo>
                                <a:close/>
                              </a:path>
                            </a:pathLst>
                          </a:custGeom>
                          <a:solidFill>
                            <a:srgbClr val="EC7C3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Text Box 5"/>
                        <wps:cNvSpPr txBox="1">
                          <a:spLocks noChangeArrowheads="1"/>
                        </wps:cNvSpPr>
                        <wps:spPr bwMode="auto">
                          <a:xfrm>
                            <a:off x="136" y="441"/>
                            <a:ext cx="3131" cy="8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3B2C1" w14:textId="77777777" w:rsidR="006B79D5" w:rsidRDefault="00EE4DE8">
                              <w:pPr>
                                <w:spacing w:before="8" w:line="216" w:lineRule="auto"/>
                                <w:ind w:left="2" w:right="18" w:hanging="3"/>
                                <w:rPr>
                                  <w:b/>
                                  <w:sz w:val="24"/>
                                </w:rPr>
                              </w:pPr>
                              <w:r>
                                <w:rPr>
                                  <w:sz w:val="24"/>
                                </w:rPr>
                                <w:t>If the CDL driver incident</w:t>
                              </w:r>
                              <w:r>
                                <w:rPr>
                                  <w:spacing w:val="-13"/>
                                  <w:sz w:val="24"/>
                                  <w:u w:val="single"/>
                                </w:rPr>
                                <w:t xml:space="preserve"> </w:t>
                              </w:r>
                              <w:r>
                                <w:rPr>
                                  <w:b/>
                                  <w:sz w:val="24"/>
                                  <w:u w:val="single"/>
                                </w:rPr>
                                <w:t>occurs</w:t>
                              </w:r>
                              <w:r>
                                <w:rPr>
                                  <w:b/>
                                  <w:sz w:val="24"/>
                                </w:rPr>
                                <w:t xml:space="preserve"> </w:t>
                              </w:r>
                              <w:r>
                                <w:rPr>
                                  <w:b/>
                                  <w:spacing w:val="-129"/>
                                  <w:sz w:val="24"/>
                                  <w:u w:val="single"/>
                                </w:rPr>
                                <w:t>o</w:t>
                              </w:r>
                              <w:r>
                                <w:rPr>
                                  <w:b/>
                                  <w:spacing w:val="74"/>
                                  <w:sz w:val="24"/>
                                </w:rPr>
                                <w:t xml:space="preserve"> </w:t>
                              </w:r>
                              <w:proofErr w:type="spellStart"/>
                              <w:r>
                                <w:rPr>
                                  <w:b/>
                                  <w:sz w:val="24"/>
                                  <w:u w:val="single"/>
                                </w:rPr>
                                <w:t>utside</w:t>
                              </w:r>
                              <w:proofErr w:type="spellEnd"/>
                              <w:r>
                                <w:rPr>
                                  <w:b/>
                                  <w:sz w:val="24"/>
                                  <w:u w:val="single"/>
                                </w:rPr>
                                <w:t xml:space="preserve"> normal business</w:t>
                              </w:r>
                              <w:r>
                                <w:rPr>
                                  <w:b/>
                                  <w:spacing w:val="-10"/>
                                  <w:sz w:val="24"/>
                                  <w:u w:val="single"/>
                                </w:rPr>
                                <w:t xml:space="preserve"> </w:t>
                              </w:r>
                              <w:r>
                                <w:rPr>
                                  <w:b/>
                                  <w:sz w:val="24"/>
                                  <w:u w:val="single"/>
                                </w:rPr>
                                <w:t>hours,</w:t>
                              </w:r>
                            </w:p>
                            <w:p w14:paraId="7D3D6CBA" w14:textId="77777777" w:rsidR="006B79D5" w:rsidRDefault="00EE4DE8">
                              <w:pPr>
                                <w:spacing w:line="266" w:lineRule="exact"/>
                                <w:ind w:left="86"/>
                                <w:rPr>
                                  <w:b/>
                                  <w:sz w:val="24"/>
                                </w:rPr>
                              </w:pPr>
                              <w:r>
                                <w:rPr>
                                  <w:rFonts w:ascii="Times New Roman"/>
                                  <w:spacing w:val="-60"/>
                                  <w:sz w:val="24"/>
                                  <w:u w:val="single"/>
                                </w:rPr>
                                <w:t xml:space="preserve"> </w:t>
                              </w:r>
                              <w:r>
                                <w:rPr>
                                  <w:b/>
                                  <w:sz w:val="24"/>
                                  <w:u w:val="single"/>
                                </w:rPr>
                                <w:t>nights, weekends, or holidays</w:t>
                              </w:r>
                            </w:p>
                          </w:txbxContent>
                        </wps:txbx>
                        <wps:bodyPr rot="0" vert="horz" wrap="square" lIns="0" tIns="0" rIns="0" bIns="0" anchor="t" anchorCtr="0" upright="1">
                          <a:noAutofit/>
                        </wps:bodyPr>
                      </wps:wsp>
                      <wps:wsp>
                        <wps:cNvPr id="41" name="Text Box 4"/>
                        <wps:cNvSpPr txBox="1">
                          <a:spLocks noChangeArrowheads="1"/>
                        </wps:cNvSpPr>
                        <wps:spPr bwMode="auto">
                          <a:xfrm>
                            <a:off x="806" y="2916"/>
                            <a:ext cx="3517" cy="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0CE3A" w14:textId="77777777" w:rsidR="006B79D5" w:rsidRDefault="00EE4DE8">
                              <w:pPr>
                                <w:tabs>
                                  <w:tab w:val="left" w:pos="3306"/>
                                </w:tabs>
                                <w:spacing w:before="6" w:line="216" w:lineRule="auto"/>
                                <w:ind w:left="-1" w:right="18" w:firstLine="1"/>
                                <w:jc w:val="center"/>
                                <w:rPr>
                                  <w:sz w:val="20"/>
                                </w:rPr>
                              </w:pPr>
                              <w:r>
                                <w:rPr>
                                  <w:sz w:val="20"/>
                                </w:rPr>
                                <w:t>Contact</w:t>
                              </w:r>
                              <w:r>
                                <w:rPr>
                                  <w:sz w:val="20"/>
                                  <w:u w:val="single"/>
                                </w:rPr>
                                <w:t xml:space="preserve"> </w:t>
                              </w:r>
                              <w:r>
                                <w:rPr>
                                  <w:sz w:val="20"/>
                                  <w:u w:val="single"/>
                                </w:rPr>
                                <w:tab/>
                              </w:r>
                              <w:r>
                                <w:rPr>
                                  <w:sz w:val="20"/>
                                </w:rPr>
                                <w:t>to arrange for the required post incident</w:t>
                              </w:r>
                              <w:r>
                                <w:rPr>
                                  <w:spacing w:val="-19"/>
                                  <w:sz w:val="20"/>
                                </w:rPr>
                                <w:t xml:space="preserve"> </w:t>
                              </w:r>
                              <w:r>
                                <w:rPr>
                                  <w:sz w:val="20"/>
                                </w:rPr>
                                <w:t>drug and alcohol</w:t>
                              </w:r>
                              <w:r>
                                <w:rPr>
                                  <w:spacing w:val="-2"/>
                                  <w:sz w:val="20"/>
                                </w:rPr>
                                <w:t xml:space="preserve"> </w:t>
                              </w:r>
                              <w:r>
                                <w:rPr>
                                  <w:sz w:val="20"/>
                                </w:rPr>
                                <w:t>test.</w:t>
                              </w:r>
                            </w:p>
                          </w:txbxContent>
                        </wps:txbx>
                        <wps:bodyPr rot="0" vert="horz" wrap="square" lIns="0" tIns="0" rIns="0" bIns="0" anchor="t" anchorCtr="0" upright="1">
                          <a:noAutofit/>
                        </wps:bodyPr>
                      </wps:wsp>
                      <wps:wsp>
                        <wps:cNvPr id="42" name="Text Box 3"/>
                        <wps:cNvSpPr txBox="1">
                          <a:spLocks noChangeArrowheads="1"/>
                        </wps:cNvSpPr>
                        <wps:spPr bwMode="auto">
                          <a:xfrm>
                            <a:off x="983" y="5548"/>
                            <a:ext cx="3437" cy="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A1DED" w14:textId="77777777" w:rsidR="006B79D5" w:rsidRDefault="00EE4DE8">
                              <w:pPr>
                                <w:spacing w:line="220" w:lineRule="exact"/>
                                <w:ind w:right="14"/>
                                <w:jc w:val="center"/>
                                <w:rPr>
                                  <w:b/>
                                  <w:sz w:val="20"/>
                                </w:rPr>
                              </w:pPr>
                              <w:r>
                                <w:rPr>
                                  <w:b/>
                                  <w:sz w:val="20"/>
                                </w:rPr>
                                <w:t>The driver is</w:t>
                              </w:r>
                              <w:r>
                                <w:rPr>
                                  <w:b/>
                                  <w:sz w:val="20"/>
                                  <w:u w:val="single"/>
                                </w:rPr>
                                <w:t xml:space="preserve"> not permitted to </w:t>
                              </w:r>
                              <w:proofErr w:type="gramStart"/>
                              <w:r>
                                <w:rPr>
                                  <w:b/>
                                  <w:sz w:val="20"/>
                                  <w:u w:val="single"/>
                                </w:rPr>
                                <w:t>drive</w:t>
                              </w:r>
                              <w:proofErr w:type="gramEnd"/>
                            </w:p>
                            <w:p w14:paraId="536ADD32" w14:textId="77777777" w:rsidR="006B79D5" w:rsidRDefault="00EE4DE8">
                              <w:pPr>
                                <w:spacing w:before="9" w:line="213" w:lineRule="auto"/>
                                <w:ind w:right="18"/>
                                <w:jc w:val="center"/>
                                <w:rPr>
                                  <w:b/>
                                  <w:sz w:val="20"/>
                                </w:rPr>
                              </w:pPr>
                              <w:r>
                                <w:rPr>
                                  <w:b/>
                                  <w:spacing w:val="-69"/>
                                  <w:sz w:val="20"/>
                                  <w:u w:val="single"/>
                                </w:rPr>
                                <w:t>t</w:t>
                              </w:r>
                              <w:r>
                                <w:rPr>
                                  <w:b/>
                                  <w:spacing w:val="21"/>
                                  <w:sz w:val="20"/>
                                </w:rPr>
                                <w:t xml:space="preserve"> </w:t>
                              </w:r>
                              <w:proofErr w:type="spellStart"/>
                              <w:r>
                                <w:rPr>
                                  <w:b/>
                                  <w:sz w:val="20"/>
                                  <w:u w:val="single"/>
                                </w:rPr>
                                <w:t>hemselves</w:t>
                              </w:r>
                              <w:proofErr w:type="spellEnd"/>
                              <w:r>
                                <w:rPr>
                                  <w:b/>
                                  <w:sz w:val="20"/>
                                </w:rPr>
                                <w:t xml:space="preserve"> to the post-incident drug and alcohol testing site/facility.</w:t>
                              </w:r>
                            </w:p>
                          </w:txbxContent>
                        </wps:txbx>
                        <wps:bodyPr rot="0" vert="horz" wrap="square" lIns="0" tIns="0" rIns="0" bIns="0" anchor="t" anchorCtr="0" upright="1">
                          <a:noAutofit/>
                        </wps:bodyPr>
                      </wps:wsp>
                    </wpg:wgp>
                  </a:graphicData>
                </a:graphic>
              </wp:inline>
            </w:drawing>
          </mc:Choice>
          <mc:Fallback>
            <w:pict>
              <v:group w14:anchorId="0AC23A09" id="Group 2" o:spid="_x0000_s1116" style="width:235.8pt;height:348.25pt;mso-position-horizontal-relative:char;mso-position-vertical-relative:line" coordsize="4716,69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">
                <v:shape id="AutoShape 16" o:spid="_x0000_s1117" style="position:absolute;width:3384;height:1702;visibility:visible;mso-wrap-style:square;v-text-anchor:top" coordsize="3384,1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" path="m3226,1702r-3065,l144,1699r-34,-9l94,1682,65,1663,53,1651,41,1637,31,1625r-9,-15l14,1594,5,1560,2,1543,,1524,,180,2,161,5,144r9,-34l22,94,41,65,65,41,94,22r16,-8l144,5,161,2,180,,3206,r20,2l3242,5r34,9l3293,22,163,22r-17,2l149,24r-17,5l118,34r-10,4l106,38,91,48,67,67,60,77r-2,l48,91r-7,12l34,118r-5,14l25,146r-1,l22,163r,1378l24,1558r1,l29,1572r5,14l41,1601r1,l48,1613r19,24l91,1656r12,7l118,1670r14,5l149,1680r-3,l163,1682r3127,l3276,1690r-34,9l3226,1702xm3283,41r-14,-7l3254,29r-16,-5l3240,24r-17,-2l3293,22r14,9l3316,38r-35,l3283,41xm103,41r3,-3l108,38r-5,3xm3329,79l3319,67,3295,48,3281,38r35,l3319,41r15,12l3343,65r10,12l3329,77r,2xm58,79r,-2l60,77r-2,2xm3362,149r-4,-17l3353,118r-7,-15l3338,91r-9,-14l3353,77r2,2l3362,94r10,16l3382,144r,2l3362,146r,3xm24,149r,-3l25,146r-1,3xm3382,1558r-20,l3365,1541r,-1378l3362,146r20,l3384,161r,1382l3382,1558xm25,1558r-1,l24,1555r1,3xm3368,1601r-22,l3353,1586r5,-14l3362,1555r,3l3382,1558r,2l3372,1594r-4,7xm42,1601r-1,l41,1598r1,3xm3290,1682r-67,l3240,1680r-2,l3254,1675r15,-5l3283,1663r-2,l3295,1656r24,-19l3338,1613r8,-15l3346,1601r22,l3362,1610r-7,15l3343,1637r-9,14l3319,1663r-12,10l3290,1682xe" fillcolor="#d6702b" stroked="f">
                  <v:path arrowok="t" o:connecttype="custom" o:connectlocs="144,1699;65,1663;31,1625;5,1560;0,180;14,110;65,41;144,5;3206,0;3276,14;146,24;118,34;91,48;58,77;34,118;24,146;24,1558;34,1586;48,1613;103,1663;149,1680;3290,1682;3226,1702;3254,29;3223,22;3316,38;103,41;103,41;3295,48;3319,41;3353,77;58,79;58,79;3353,118;3329,77;3362,94;3382,146;24,149;24,149;3365,1541;3382,146;3382,1558;24,1555;3346,1601;3362,1555;3382,1560;42,1601;42,1601;3240,1680;3269,1670;3295,1656;3346,1598;3362,1610;3334,1651;3290,1682" o:connectangles="0,0,0,0,0,0,0,0,0,0,0,0,0,0,0,0,0,0,0,0,0,0,0,0,0,0,0,0,0,0,0,0,0,0,0,0,0,0,0,0,0,0,0,0,0,0,0,0,0,0,0,0,0,0,0"/>
                </v:shape>
                <v:line id="Line 15" o:spid="_x0000_s1118" style="position:absolute;visibility:visible;mso-wrap-style:square" from="348,1692" to="348,3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" strokecolor="#bc6124" strokeweight=".96pt"/>
                <v:rect id="Rectangle 14" o:spid="_x0000_s1119" style="position:absolute;left:338;top:3250;width:15;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" fillcolor="#bc6124" stroked="f"/>
                <v:line id="Line 13" o:spid="_x0000_s1120" style="position:absolute;visibility:visible;mso-wrap-style:square" from="338,3264" to="684,3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" strokecolor="#bc6124" strokeweight=".4pt"/>
                <v:shape id="Freeform 12" o:spid="_x0000_s1121" style="position:absolute;left:348;top:3249;width:10;height:10;visibility:visible;mso-wrap-style:square;v-text-anchor:top" coordsize="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" path="m10,9l,,10,r,9xe" fillcolor="#bc6124" stroked="f">
                  <v:path arrowok="t" o:connecttype="custom" o:connectlocs="10,3259;0,3250;10,3250;10,3259" o:connectangles="0,0,0,0"/>
                </v:shape>
                <v:line id="Line 11" o:spid="_x0000_s1122" style="position:absolute;visibility:visible;mso-wrap-style:square" from="358,3254" to="684,3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" strokecolor="#bc6124" strokeweight=".48pt"/>
                <v:shape id="Picture 10" o:spid="_x0000_s1123" type="#_x0000_t75" style="position:absolute;left:676;top:2107;width:3759;height:23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">
                  <v:imagedata r:id="rId51" o:title=""/>
                </v:shape>
                <v:shape id="AutoShape 9" o:spid="_x0000_s1124" style="position:absolute;left:674;top:2102;width:3766;height:2314;visibility:visible;mso-wrap-style:square;v-text-anchor:top" coordsize="3766,2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" path="m3526,2314r-3288,l190,2309r-43,-14l125,2285r-19,-12l87,2259,70,2244,56,2228,41,2208,29,2189,10,2146,,2098,,216,10,168,29,125,41,106,70,72,87,56,106,41,125,29r22,-9l190,5,238,,3526,r26,3l3574,5r24,7l3620,20r5,2l216,22r-10,2l195,24r-22,8l176,32r-22,7l116,58r2,l102,70r-1,l87,84r-3,l70,101,58,118,47,135r-1,l37,154r-1,l29,176r-4,19l24,195r-2,21l20,240r,1834l22,2098r2,22l25,2120r4,21l30,2141r6,19l46,2180r24,33l84,2230r17,14l99,2244r19,12l116,2256r19,12l140,2268r14,8l176,2283r-3,l195,2290r21,2l240,2295r3380,l3598,2302r-24,7l3552,2312r-26,2xm3572,27r-24,-5l3625,22r5,2l3572,24r,3xm195,27r,-3l206,24r-11,3xm3668,72l3648,58r3,l3612,39r-21,-7l3593,32r-21,-8l3630,24r11,5l3660,41r20,15l3694,70r-29,l3668,72xm99,72r2,-2l102,70r-3,2xm3682,87l3665,70r29,l3696,72r11,12l3682,84r,3xm84,87r,-3l87,84r-3,3xm3720,137r-12,-19l3696,101,3682,84r25,l3725,106r12,19l3741,135r-21,l3720,137xm46,137r,-2l47,135r-1,2xm3751,156r-21,l3720,135r21,l3751,156xm36,156r,-2l37,154r-1,2xm3742,197r-5,-21l3728,154r2,2l3751,156r5,12l3762,195r-20,l3742,197xm24,197r,-2l25,195r-1,2xm3744,219r-2,-24l3762,195r4,21l3744,216r,3xm22,219r,-3l22,219xm3766,2098r-22,l3747,2074r,-1834l3744,216r22,l3766,2098xm22,2098r,l22,2096r,2xm3762,2120r-20,l3744,2096r,2l3766,2098r-4,22xm25,2120r-1,l24,2117r1,3xm3757,2141r-20,l3742,2117r,3l3762,2120r-5,21xm30,2141r-1,l29,2139r1,2xm3667,2268r-35,l3651,2256r-3,l3668,2244r-3,l3682,2230r14,-17l3720,2180r10,-20l3728,2160r9,-21l3737,2141r20,l3756,2146r-19,43l3725,2208r-14,20l3696,2244r-16,15l3667,2268xm140,2268r-5,l135,2266r5,2xm3620,2295r-94,l3550,2292r-2,l3572,2290r21,-7l3591,2283r21,-7l3632,2266r,2l3667,2268r-7,5l3641,2285r-21,10xe" fillcolor="#ec7c30" stroked="f">
                  <v:path arrowok="t" o:connecttype="custom" o:connectlocs="147,4397;70,4346;10,4248;29,2227;106,2143;238,2102;3598,2114;206,2126;154,2141;101,2172;58,2220;36,2256;22,2318;22,4200;29,4243;70,4315;118,4358;154,4378;216,4394;3574,4411;3548,2124;3572,2129;195,2129;3612,2141;3630,2126;3694,2172;101,2172;3665,2172;3682,2186;87,2186;3696,2203;3737,2227;46,2239;3751,2258;3751,2258;36,2258;3730,2258;3742,2297;25,2297;3762,2297;22,2321;3766,4200;3744,2318;22,4200;3742,4222;3762,4222;25,4222;3742,4222;29,4243;3632,4370;3665,4346;3730,4262;3757,4243;3711,4330;140,4370;3620,4397;3572,4392;3632,4368;3641,4387" o:connectangles="0,0,0,0,0,0,0,0,0,0,0,0,0,0,0,0,0,0,0,0,0,0,0,0,0,0,0,0,0,0,0,0,0,0,0,0,0,0,0,0,0,0,0,0,0,0,0,0,0,0,0,0,0,0,0,0,0,0,0"/>
                </v:shape>
                <v:shape id="AutoShape 8" o:spid="_x0000_s1125" style="position:absolute;left:338;top:1692;width:346;height:4210;visibility:visible;mso-wrap-style:square;v-text-anchor:top" coordsize="346,4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" path="m346,4210l,4210,,,20,r,4188l10,4188r10,12l346,4200r,10xm20,4200l10,4188r10,l20,4200xm346,4200r-326,l20,4188r326,l346,4200xe" fillcolor="#bc6124" stroked="f">
                  <v:path arrowok="t" o:connecttype="custom" o:connectlocs="346,5902;0,5902;0,1692;20,1692;20,5880;10,5880;20,5892;346,5892;346,5902;20,5892;10,5880;20,5880;20,5892;346,5892;20,5892;20,5880;346,5880;346,5892" o:connectangles="0,0,0,0,0,0,0,0,0,0,0,0,0,0,0,0,0,0"/>
                </v:shape>
                <v:shape id="Picture 7" o:spid="_x0000_s1126" type="#_x0000_t75" style="position:absolute;left:676;top:4819;width:4032;height:21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">
                  <v:imagedata r:id="rId52" o:title=""/>
                </v:shape>
                <v:shape id="AutoShape 6" o:spid="_x0000_s1127" style="position:absolute;left:674;top:4816;width:4042;height:2148;visibility:visible;mso-wrap-style:square;v-text-anchor:top" coordsize="4042,2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" path="m3843,2148r-3643,l156,2138r-19,-7l116,2121,82,2097,65,2083,51,2069,39,2049,27,2033,17,2013r-7,-21l,1949,,199,10,156r7,-22l27,115,51,81,65,65,82,50,116,26r21,-9l156,9,200,,3843,r43,9l3908,17r4,2l202,19r-22,5l183,24r-22,5l164,29,125,43r3,l112,53r-1,l94,65,65,93r3,l53,110r1,l45,125r-1,l30,161r-1,l25,180r-1,l20,223r,1702l24,1968r1,l29,1987r1,l36,2006r1,l44,2023r12,17l53,2040r15,14l65,2054r29,29l111,2095r1,l128,2105r-3,l164,2119r-3,l183,2124r-3,l202,2129r3710,l3908,2131r-22,7l3843,2148xm202,21r,-2l224,19r-22,2xm3840,21r-21,-2l3840,19r,2xm3934,55l3915,43r2,l3879,29r2,l3860,24r2,l3840,19r72,l3927,26r33,24l3963,53r-31,l3934,55xm108,55r3,-2l112,53r-4,2xm4012,110r-23,l3975,93r2,l3948,65,3932,53r31,l3977,65r15,16l4012,110xm54,110r-1,l56,108r-2,2xm3999,127r-12,-19l3989,110r23,l4016,115r4,10l3999,125r,2xm44,127r,-2l45,125r-1,2xm4013,163r-14,-38l4020,125r5,9l4032,156r1,5l4013,161r,2xm29,163r,-2l30,161r-1,2xm4018,182r-5,-21l4033,161r5,19l4018,180r,2xm24,182r,-2l25,180r-1,2xm4038,1968r-20,l4023,1946r-3,l4023,1925r,-1702l4020,201r3,l4018,180r20,l4042,199r,1750l4038,1968xm25,1968r-1,l24,1965r1,3xm4033,1987r-20,l4018,1965r,3l4038,1968r-5,19xm30,1987r-1,l29,1985r1,2xm4028,2006r-22,l4013,1985r,2l4033,1987r-1,5l4028,2006xm37,2006r-1,l36,2004r1,2xm3963,2095r-31,l3948,2083r29,-29l3975,2054r14,-14l3987,2040r12,-17l4006,2004r,2l4028,2006r-3,7l4016,2033r-12,16l3992,2069r-15,14l3963,2095xm112,2095r-1,l108,2093r4,2xm3912,2129r-72,l3862,2124r-2,l3881,2119r-2,l3917,2105r-2,l3934,2093r-2,2l3963,2095r-3,2l3927,2121r-15,8xe" fillcolor="#ec7c30" stroked="f">
                  <v:path arrowok="t" o:connecttype="custom" o:connectlocs="137,6948;51,6886;10,6809;17,4951;82,4867;200,4817;3912,4836;161,4846;112,4870;68,4910;44,4942;24,4997;25,6785;37,6823;68,6871;112,6912;161,6936;3912,6946;202,4838;3840,4838;3934,4872;3881,4846;3912,4836;3932,4870;112,4870;3975,4910;3963,4870;54,4927;3999,4944;4016,4932;44,4944;4013,4980;4032,4973;29,4980;4018,4999;4018,4997;25,4997;4023,6763;4020,5018;4042,5016;24,6785;4013,6804;4033,6804;30,6804;4013,6804;37,6823;3963,6912;3975,6871;4006,6821;4016,6850;3963,6912;112,6912;3860,6941;3915,6922;3960,6914" o:connectangles="0,0,0,0,0,0,0,0,0,0,0,0,0,0,0,0,0,0,0,0,0,0,0,0,0,0,0,0,0,0,0,0,0,0,0,0,0,0,0,0,0,0,0,0,0,0,0,0,0,0,0,0,0,0,0"/>
                </v:shape>
                <v:shape id="_x0000_s1128" type="#_x0000_t202" style="position:absolute;left:136;top:441;width:3131;height:8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4093B2C1" w14:textId="77777777" w:rsidR="006B79D5" w:rsidRDefault="00EE4DE8">
                        <w:pPr>
                          <w:spacing w:before="8" w:line="216" w:lineRule="auto"/>
                          <w:ind w:left="2" w:right="18" w:hanging="3"/>
                          <w:rPr>
                            <w:b/>
                            <w:sz w:val="24"/>
                          </w:rPr>
                        </w:pPr>
                        <w:r>
                          <w:rPr>
                            <w:sz w:val="24"/>
                          </w:rPr>
                          <w:t>If the CDL driver incident</w:t>
                        </w:r>
                        <w:r>
                          <w:rPr>
                            <w:spacing w:val="-13"/>
                            <w:sz w:val="24"/>
                            <w:u w:val="single"/>
                          </w:rPr>
                          <w:t xml:space="preserve"> </w:t>
                        </w:r>
                        <w:r>
                          <w:rPr>
                            <w:b/>
                            <w:sz w:val="24"/>
                            <w:u w:val="single"/>
                          </w:rPr>
                          <w:t>occurs</w:t>
                        </w:r>
                        <w:r>
                          <w:rPr>
                            <w:b/>
                            <w:sz w:val="24"/>
                          </w:rPr>
                          <w:t xml:space="preserve"> </w:t>
                        </w:r>
                        <w:r>
                          <w:rPr>
                            <w:b/>
                            <w:spacing w:val="-129"/>
                            <w:sz w:val="24"/>
                            <w:u w:val="single"/>
                          </w:rPr>
                          <w:t>o</w:t>
                        </w:r>
                        <w:r>
                          <w:rPr>
                            <w:b/>
                            <w:spacing w:val="74"/>
                            <w:sz w:val="24"/>
                          </w:rPr>
                          <w:t xml:space="preserve"> </w:t>
                        </w:r>
                        <w:proofErr w:type="spellStart"/>
                        <w:r>
                          <w:rPr>
                            <w:b/>
                            <w:sz w:val="24"/>
                            <w:u w:val="single"/>
                          </w:rPr>
                          <w:t>utside</w:t>
                        </w:r>
                        <w:proofErr w:type="spellEnd"/>
                        <w:r>
                          <w:rPr>
                            <w:b/>
                            <w:sz w:val="24"/>
                            <w:u w:val="single"/>
                          </w:rPr>
                          <w:t xml:space="preserve"> normal business</w:t>
                        </w:r>
                        <w:r>
                          <w:rPr>
                            <w:b/>
                            <w:spacing w:val="-10"/>
                            <w:sz w:val="24"/>
                            <w:u w:val="single"/>
                          </w:rPr>
                          <w:t xml:space="preserve"> </w:t>
                        </w:r>
                        <w:r>
                          <w:rPr>
                            <w:b/>
                            <w:sz w:val="24"/>
                            <w:u w:val="single"/>
                          </w:rPr>
                          <w:t>hours,</w:t>
                        </w:r>
                      </w:p>
                      <w:p w14:paraId="7D3D6CBA" w14:textId="77777777" w:rsidR="006B79D5" w:rsidRDefault="00EE4DE8">
                        <w:pPr>
                          <w:spacing w:line="266" w:lineRule="exact"/>
                          <w:ind w:left="86"/>
                          <w:rPr>
                            <w:b/>
                            <w:sz w:val="24"/>
                          </w:rPr>
                        </w:pPr>
                        <w:r>
                          <w:rPr>
                            <w:rFonts w:ascii="Times New Roman"/>
                            <w:spacing w:val="-60"/>
                            <w:sz w:val="24"/>
                            <w:u w:val="single"/>
                          </w:rPr>
                          <w:t xml:space="preserve"> </w:t>
                        </w:r>
                        <w:r>
                          <w:rPr>
                            <w:b/>
                            <w:sz w:val="24"/>
                            <w:u w:val="single"/>
                          </w:rPr>
                          <w:t>nights, weekends, or holidays</w:t>
                        </w:r>
                      </w:p>
                    </w:txbxContent>
                  </v:textbox>
                </v:shape>
                <v:shape id="_x0000_s1129" type="#_x0000_t202" style="position:absolute;left:806;top:2916;width:3517;height: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4BF0CE3A" w14:textId="77777777" w:rsidR="006B79D5" w:rsidRDefault="00EE4DE8">
                        <w:pPr>
                          <w:tabs>
                            <w:tab w:val="left" w:pos="3306"/>
                          </w:tabs>
                          <w:spacing w:before="6" w:line="216" w:lineRule="auto"/>
                          <w:ind w:left="-1" w:right="18" w:firstLine="1"/>
                          <w:jc w:val="center"/>
                          <w:rPr>
                            <w:sz w:val="20"/>
                          </w:rPr>
                        </w:pPr>
                        <w:r>
                          <w:rPr>
                            <w:sz w:val="20"/>
                          </w:rPr>
                          <w:t>Contact</w:t>
                        </w:r>
                        <w:r>
                          <w:rPr>
                            <w:sz w:val="20"/>
                            <w:u w:val="single"/>
                          </w:rPr>
                          <w:t xml:space="preserve"> </w:t>
                        </w:r>
                        <w:r>
                          <w:rPr>
                            <w:sz w:val="20"/>
                            <w:u w:val="single"/>
                          </w:rPr>
                          <w:tab/>
                        </w:r>
                        <w:r>
                          <w:rPr>
                            <w:sz w:val="20"/>
                          </w:rPr>
                          <w:t>to arrange for the required post incident</w:t>
                        </w:r>
                        <w:r>
                          <w:rPr>
                            <w:spacing w:val="-19"/>
                            <w:sz w:val="20"/>
                          </w:rPr>
                          <w:t xml:space="preserve"> </w:t>
                        </w:r>
                        <w:r>
                          <w:rPr>
                            <w:sz w:val="20"/>
                          </w:rPr>
                          <w:t>drug and alcohol</w:t>
                        </w:r>
                        <w:r>
                          <w:rPr>
                            <w:spacing w:val="-2"/>
                            <w:sz w:val="20"/>
                          </w:rPr>
                          <w:t xml:space="preserve"> </w:t>
                        </w:r>
                        <w:r>
                          <w:rPr>
                            <w:sz w:val="20"/>
                          </w:rPr>
                          <w:t>test.</w:t>
                        </w:r>
                      </w:p>
                    </w:txbxContent>
                  </v:textbox>
                </v:shape>
                <v:shape id="Text Box 3" o:spid="_x0000_s1130" type="#_x0000_t202" style="position:absolute;left:983;top:5548;width:3437;height: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14A1DED" w14:textId="77777777" w:rsidR="006B79D5" w:rsidRDefault="00EE4DE8">
                        <w:pPr>
                          <w:spacing w:line="220" w:lineRule="exact"/>
                          <w:ind w:right="14"/>
                          <w:jc w:val="center"/>
                          <w:rPr>
                            <w:b/>
                            <w:sz w:val="20"/>
                          </w:rPr>
                        </w:pPr>
                        <w:r>
                          <w:rPr>
                            <w:b/>
                            <w:sz w:val="20"/>
                          </w:rPr>
                          <w:t>The driver is</w:t>
                        </w:r>
                        <w:r>
                          <w:rPr>
                            <w:b/>
                            <w:sz w:val="20"/>
                            <w:u w:val="single"/>
                          </w:rPr>
                          <w:t xml:space="preserve"> not permitted to </w:t>
                        </w:r>
                        <w:proofErr w:type="gramStart"/>
                        <w:r>
                          <w:rPr>
                            <w:b/>
                            <w:sz w:val="20"/>
                            <w:u w:val="single"/>
                          </w:rPr>
                          <w:t>drive</w:t>
                        </w:r>
                        <w:proofErr w:type="gramEnd"/>
                      </w:p>
                      <w:p w14:paraId="536ADD32" w14:textId="77777777" w:rsidR="006B79D5" w:rsidRDefault="00EE4DE8">
                        <w:pPr>
                          <w:spacing w:before="9" w:line="213" w:lineRule="auto"/>
                          <w:ind w:right="18"/>
                          <w:jc w:val="center"/>
                          <w:rPr>
                            <w:b/>
                            <w:sz w:val="20"/>
                          </w:rPr>
                        </w:pPr>
                        <w:r>
                          <w:rPr>
                            <w:b/>
                            <w:spacing w:val="-69"/>
                            <w:sz w:val="20"/>
                            <w:u w:val="single"/>
                          </w:rPr>
                          <w:t>t</w:t>
                        </w:r>
                        <w:r>
                          <w:rPr>
                            <w:b/>
                            <w:spacing w:val="21"/>
                            <w:sz w:val="20"/>
                          </w:rPr>
                          <w:t xml:space="preserve"> </w:t>
                        </w:r>
                        <w:proofErr w:type="spellStart"/>
                        <w:r>
                          <w:rPr>
                            <w:b/>
                            <w:sz w:val="20"/>
                            <w:u w:val="single"/>
                          </w:rPr>
                          <w:t>hemselves</w:t>
                        </w:r>
                        <w:proofErr w:type="spellEnd"/>
                        <w:r>
                          <w:rPr>
                            <w:b/>
                            <w:sz w:val="20"/>
                          </w:rPr>
                          <w:t xml:space="preserve"> to the post-incident drug and alcohol testing site/facility.</w:t>
                        </w:r>
                      </w:p>
                    </w:txbxContent>
                  </v:textbox>
                </v:shape>
                <w10:anchorlock/>
              </v:group>
            </w:pict>
          </mc:Fallback>
        </mc:AlternateContent>
      </w:r>
    </w:p>
    <w:p w14:paraId="4D91190D" w14:textId="77777777" w:rsidR="006B79D5" w:rsidRDefault="006B79D5">
      <w:pPr>
        <w:pStyle w:val="BodyText"/>
        <w:spacing w:before="1"/>
        <w:ind w:left="0"/>
        <w:rPr>
          <w:sz w:val="28"/>
        </w:rPr>
      </w:pPr>
    </w:p>
    <w:p w14:paraId="527AECBA" w14:textId="77777777" w:rsidR="006B79D5" w:rsidRDefault="00EE4DE8">
      <w:pPr>
        <w:pStyle w:val="BodyText"/>
        <w:spacing w:before="56"/>
        <w:ind w:left="1020" w:right="841"/>
        <w:jc w:val="both"/>
      </w:pPr>
      <w:r>
        <w:rPr>
          <w:b/>
        </w:rPr>
        <w:t xml:space="preserve">Follow the below steps ONLY AFTER </w:t>
      </w:r>
      <w:r>
        <w:t>emergency needs are met, injured employees or members of the public have been transported for medical treatment, incident and/or injury site has been secured, and employees have been transported to (enter facility here) or other identified location for mandated post- incident drug and alcohol testing for CDL licensed drivers/equipment operators.</w:t>
      </w:r>
    </w:p>
    <w:p w14:paraId="50D86FB7" w14:textId="77777777" w:rsidR="006B79D5" w:rsidRDefault="006B79D5">
      <w:pPr>
        <w:pStyle w:val="BodyText"/>
        <w:ind w:left="0"/>
      </w:pPr>
    </w:p>
    <w:p w14:paraId="1A4298A6" w14:textId="77777777" w:rsidR="006B79D5" w:rsidRDefault="006B79D5">
      <w:pPr>
        <w:pStyle w:val="BodyText"/>
        <w:spacing w:before="9"/>
        <w:ind w:left="0"/>
        <w:rPr>
          <w:sz w:val="19"/>
        </w:rPr>
      </w:pPr>
    </w:p>
    <w:p w14:paraId="07E6D1A1" w14:textId="77777777" w:rsidR="006B79D5" w:rsidRDefault="00EE4DE8">
      <w:pPr>
        <w:pStyle w:val="ListParagraph"/>
        <w:numPr>
          <w:ilvl w:val="1"/>
          <w:numId w:val="1"/>
        </w:numPr>
        <w:tabs>
          <w:tab w:val="left" w:pos="1740"/>
        </w:tabs>
        <w:spacing w:before="0" w:line="256" w:lineRule="auto"/>
        <w:ind w:right="846"/>
        <w:jc w:val="both"/>
      </w:pPr>
      <w:r>
        <w:t xml:space="preserve">Supervisor or Manager completely fills out </w:t>
      </w:r>
      <w:r>
        <w:rPr>
          <w:u w:val="single"/>
        </w:rPr>
        <w:t>Incident/Injury/Near Miss Report</w:t>
      </w:r>
      <w:r>
        <w:t xml:space="preserve"> as soon as is practicable.</w:t>
      </w:r>
    </w:p>
    <w:p w14:paraId="3D04BF3E" w14:textId="77777777" w:rsidR="006B79D5" w:rsidRDefault="00EE4DE8">
      <w:pPr>
        <w:pStyle w:val="ListParagraph"/>
        <w:numPr>
          <w:ilvl w:val="1"/>
          <w:numId w:val="1"/>
        </w:numPr>
        <w:tabs>
          <w:tab w:val="left" w:pos="1740"/>
          <w:tab w:val="left" w:pos="10425"/>
        </w:tabs>
        <w:spacing w:before="124" w:line="259" w:lineRule="auto"/>
        <w:ind w:right="792"/>
        <w:jc w:val="both"/>
      </w:pPr>
      <w:proofErr w:type="gramStart"/>
      <w:r>
        <w:rPr>
          <w:b/>
        </w:rPr>
        <w:t xml:space="preserve">FORWARD </w:t>
      </w:r>
      <w:r>
        <w:rPr>
          <w:b/>
          <w:spacing w:val="15"/>
        </w:rPr>
        <w:t xml:space="preserve"> </w:t>
      </w:r>
      <w:r>
        <w:t>the</w:t>
      </w:r>
      <w:proofErr w:type="gramEnd"/>
      <w:r>
        <w:t xml:space="preserve"> </w:t>
      </w:r>
      <w:r>
        <w:rPr>
          <w:spacing w:val="16"/>
        </w:rPr>
        <w:t xml:space="preserve"> </w:t>
      </w:r>
      <w:r>
        <w:t xml:space="preserve">completed </w:t>
      </w:r>
      <w:r>
        <w:rPr>
          <w:spacing w:val="17"/>
        </w:rPr>
        <w:t xml:space="preserve"> </w:t>
      </w:r>
      <w:r>
        <w:t xml:space="preserve">Incident/Injury/Near </w:t>
      </w:r>
      <w:r>
        <w:rPr>
          <w:spacing w:val="14"/>
        </w:rPr>
        <w:t xml:space="preserve"> </w:t>
      </w:r>
      <w:r>
        <w:t xml:space="preserve">Miss </w:t>
      </w:r>
      <w:r>
        <w:rPr>
          <w:spacing w:val="16"/>
        </w:rPr>
        <w:t xml:space="preserve"> </w:t>
      </w:r>
      <w:r>
        <w:t xml:space="preserve">Report </w:t>
      </w:r>
      <w:r>
        <w:rPr>
          <w:spacing w:val="17"/>
        </w:rPr>
        <w:t xml:space="preserve"> </w:t>
      </w:r>
      <w:r>
        <w:t xml:space="preserve">to </w:t>
      </w:r>
      <w:r>
        <w:rPr>
          <w:spacing w:val="20"/>
        </w:rPr>
        <w:t xml:space="preserve"> </w:t>
      </w:r>
      <w:r>
        <w:rPr>
          <w:rFonts w:ascii="Times New Roman"/>
          <w:u w:val="single"/>
        </w:rPr>
        <w:t xml:space="preserve"> </w:t>
      </w:r>
      <w:r>
        <w:rPr>
          <w:rFonts w:ascii="Times New Roman"/>
          <w:u w:val="single"/>
        </w:rPr>
        <w:tab/>
      </w:r>
      <w:r>
        <w:rPr>
          <w:rFonts w:ascii="Times New Roman"/>
        </w:rPr>
        <w:t xml:space="preserve"> </w:t>
      </w:r>
      <w:r>
        <w:t>within 24 hours of occurrence, or as soon as is practicable,</w:t>
      </w:r>
      <w:r>
        <w:rPr>
          <w:u w:val="single"/>
        </w:rPr>
        <w:t xml:space="preserve"> </w:t>
      </w:r>
      <w:r>
        <w:rPr>
          <w:b/>
          <w:u w:val="single"/>
        </w:rPr>
        <w:t>and</w:t>
      </w:r>
      <w:r>
        <w:rPr>
          <w:b/>
        </w:rPr>
        <w:t xml:space="preserve"> </w:t>
      </w:r>
      <w:r>
        <w:t>send a copy to Department Head and Department Safety Committee</w:t>
      </w:r>
      <w:r>
        <w:rPr>
          <w:spacing w:val="-2"/>
        </w:rPr>
        <w:t xml:space="preserve"> </w:t>
      </w:r>
      <w:r>
        <w:t>Chairperson.</w:t>
      </w:r>
    </w:p>
    <w:p w14:paraId="7A297860" w14:textId="77777777" w:rsidR="006B79D5" w:rsidRDefault="006B79D5">
      <w:pPr>
        <w:spacing w:line="259" w:lineRule="auto"/>
        <w:jc w:val="both"/>
        <w:sectPr w:rsidR="006B79D5">
          <w:pgSz w:w="12240" w:h="15840"/>
          <w:pgMar w:top="1320" w:right="600" w:bottom="1180" w:left="420" w:header="566" w:footer="993" w:gutter="0"/>
          <w:cols w:space="720"/>
        </w:sectPr>
      </w:pPr>
    </w:p>
    <w:p w14:paraId="23FBE653" w14:textId="77777777" w:rsidR="006B79D5" w:rsidRDefault="00EE4DE8">
      <w:pPr>
        <w:pStyle w:val="ListParagraph"/>
        <w:numPr>
          <w:ilvl w:val="1"/>
          <w:numId w:val="1"/>
        </w:numPr>
        <w:tabs>
          <w:tab w:val="left" w:pos="1740"/>
        </w:tabs>
        <w:spacing w:before="117" w:line="259" w:lineRule="auto"/>
        <w:ind w:left="1739" w:right="843"/>
        <w:jc w:val="both"/>
      </w:pPr>
      <w:r>
        <w:lastRenderedPageBreak/>
        <w:t>Supervisor,</w:t>
      </w:r>
      <w:r>
        <w:rPr>
          <w:spacing w:val="-10"/>
        </w:rPr>
        <w:t xml:space="preserve"> </w:t>
      </w:r>
      <w:r>
        <w:t>Department</w:t>
      </w:r>
      <w:r>
        <w:rPr>
          <w:spacing w:val="-8"/>
        </w:rPr>
        <w:t xml:space="preserve"> </w:t>
      </w:r>
      <w:r>
        <w:t>Head,</w:t>
      </w:r>
      <w:r>
        <w:rPr>
          <w:spacing w:val="-8"/>
        </w:rPr>
        <w:t xml:space="preserve"> </w:t>
      </w:r>
      <w:r>
        <w:t>Safety</w:t>
      </w:r>
      <w:r>
        <w:rPr>
          <w:spacing w:val="-8"/>
        </w:rPr>
        <w:t xml:space="preserve"> </w:t>
      </w:r>
      <w:r>
        <w:t>Coordinator</w:t>
      </w:r>
      <w:r>
        <w:rPr>
          <w:spacing w:val="-8"/>
        </w:rPr>
        <w:t xml:space="preserve"> </w:t>
      </w:r>
      <w:r>
        <w:t>and</w:t>
      </w:r>
      <w:r>
        <w:rPr>
          <w:spacing w:val="-11"/>
        </w:rPr>
        <w:t xml:space="preserve"> </w:t>
      </w:r>
      <w:r>
        <w:t>Human</w:t>
      </w:r>
      <w:r>
        <w:rPr>
          <w:spacing w:val="-8"/>
        </w:rPr>
        <w:t xml:space="preserve"> </w:t>
      </w:r>
      <w:r>
        <w:t>Resources</w:t>
      </w:r>
      <w:r>
        <w:rPr>
          <w:spacing w:val="-8"/>
        </w:rPr>
        <w:t xml:space="preserve"> </w:t>
      </w:r>
      <w:r>
        <w:t>will</w:t>
      </w:r>
      <w:r>
        <w:rPr>
          <w:spacing w:val="-8"/>
        </w:rPr>
        <w:t xml:space="preserve"> </w:t>
      </w:r>
      <w:r>
        <w:t>determine</w:t>
      </w:r>
      <w:r>
        <w:rPr>
          <w:spacing w:val="-8"/>
        </w:rPr>
        <w:t xml:space="preserve"> </w:t>
      </w:r>
      <w:r>
        <w:t>the</w:t>
      </w:r>
      <w:r>
        <w:rPr>
          <w:spacing w:val="-8"/>
        </w:rPr>
        <w:t xml:space="preserve"> </w:t>
      </w:r>
      <w:r>
        <w:t>need for</w:t>
      </w:r>
      <w:r>
        <w:rPr>
          <w:spacing w:val="-8"/>
        </w:rPr>
        <w:t xml:space="preserve"> </w:t>
      </w:r>
      <w:r>
        <w:t>an</w:t>
      </w:r>
      <w:r>
        <w:rPr>
          <w:spacing w:val="-6"/>
        </w:rPr>
        <w:t xml:space="preserve"> </w:t>
      </w:r>
      <w:r>
        <w:rPr>
          <w:b/>
        </w:rPr>
        <w:t>Incident</w:t>
      </w:r>
      <w:r>
        <w:rPr>
          <w:b/>
          <w:spacing w:val="-6"/>
        </w:rPr>
        <w:t xml:space="preserve"> </w:t>
      </w:r>
      <w:r>
        <w:rPr>
          <w:b/>
        </w:rPr>
        <w:t>Review</w:t>
      </w:r>
      <w:r>
        <w:t>,</w:t>
      </w:r>
      <w:r>
        <w:rPr>
          <w:spacing w:val="-6"/>
        </w:rPr>
        <w:t xml:space="preserve"> </w:t>
      </w:r>
      <w:r>
        <w:t>and</w:t>
      </w:r>
      <w:r>
        <w:rPr>
          <w:spacing w:val="-7"/>
        </w:rPr>
        <w:t xml:space="preserve"> </w:t>
      </w:r>
      <w:r>
        <w:t>who</w:t>
      </w:r>
      <w:r>
        <w:rPr>
          <w:spacing w:val="-5"/>
        </w:rPr>
        <w:t xml:space="preserve"> </w:t>
      </w:r>
      <w:r>
        <w:t>will</w:t>
      </w:r>
      <w:r>
        <w:rPr>
          <w:spacing w:val="-6"/>
        </w:rPr>
        <w:t xml:space="preserve"> </w:t>
      </w:r>
      <w:r>
        <w:t>conduct</w:t>
      </w:r>
      <w:r>
        <w:rPr>
          <w:spacing w:val="-6"/>
        </w:rPr>
        <w:t xml:space="preserve"> </w:t>
      </w:r>
      <w:r>
        <w:t>the</w:t>
      </w:r>
      <w:r>
        <w:rPr>
          <w:spacing w:val="-6"/>
        </w:rPr>
        <w:t xml:space="preserve"> </w:t>
      </w:r>
      <w:r>
        <w:t>review,</w:t>
      </w:r>
      <w:r>
        <w:rPr>
          <w:spacing w:val="-6"/>
        </w:rPr>
        <w:t xml:space="preserve"> </w:t>
      </w:r>
      <w:r>
        <w:t>based</w:t>
      </w:r>
      <w:r>
        <w:rPr>
          <w:spacing w:val="-8"/>
        </w:rPr>
        <w:t xml:space="preserve"> </w:t>
      </w:r>
      <w:r>
        <w:t>on</w:t>
      </w:r>
      <w:r>
        <w:rPr>
          <w:spacing w:val="-7"/>
        </w:rPr>
        <w:t xml:space="preserve"> </w:t>
      </w:r>
      <w:proofErr w:type="gramStart"/>
      <w:r>
        <w:t>a</w:t>
      </w:r>
      <w:r>
        <w:rPr>
          <w:spacing w:val="-6"/>
        </w:rPr>
        <w:t xml:space="preserve"> </w:t>
      </w:r>
      <w:r>
        <w:t>number</w:t>
      </w:r>
      <w:r>
        <w:rPr>
          <w:spacing w:val="-8"/>
        </w:rPr>
        <w:t xml:space="preserve"> </w:t>
      </w:r>
      <w:r>
        <w:t>of</w:t>
      </w:r>
      <w:proofErr w:type="gramEnd"/>
      <w:r>
        <w:rPr>
          <w:spacing w:val="-6"/>
        </w:rPr>
        <w:t xml:space="preserve"> </w:t>
      </w:r>
      <w:r>
        <w:t>factors,</w:t>
      </w:r>
      <w:r>
        <w:rPr>
          <w:spacing w:val="-8"/>
        </w:rPr>
        <w:t xml:space="preserve"> </w:t>
      </w:r>
      <w:r>
        <w:t>including but not limited to; the severity of the incident, any lost time, medical treatment, and/or information</w:t>
      </w:r>
      <w:r>
        <w:rPr>
          <w:spacing w:val="-17"/>
        </w:rPr>
        <w:t xml:space="preserve"> </w:t>
      </w:r>
      <w:r>
        <w:t>obtained</w:t>
      </w:r>
      <w:r>
        <w:rPr>
          <w:spacing w:val="-16"/>
        </w:rPr>
        <w:t xml:space="preserve"> </w:t>
      </w:r>
      <w:r>
        <w:t>from</w:t>
      </w:r>
      <w:r>
        <w:rPr>
          <w:spacing w:val="-15"/>
        </w:rPr>
        <w:t xml:space="preserve"> </w:t>
      </w:r>
      <w:r>
        <w:t>other</w:t>
      </w:r>
      <w:r>
        <w:rPr>
          <w:spacing w:val="-17"/>
        </w:rPr>
        <w:t xml:space="preserve"> </w:t>
      </w:r>
      <w:r>
        <w:t>sources/witnesses,</w:t>
      </w:r>
      <w:r>
        <w:rPr>
          <w:spacing w:val="-13"/>
        </w:rPr>
        <w:t xml:space="preserve"> </w:t>
      </w:r>
      <w:r>
        <w:t>including</w:t>
      </w:r>
      <w:r>
        <w:rPr>
          <w:spacing w:val="-16"/>
        </w:rPr>
        <w:t xml:space="preserve"> </w:t>
      </w:r>
      <w:r>
        <w:t>the</w:t>
      </w:r>
      <w:r>
        <w:rPr>
          <w:spacing w:val="-13"/>
        </w:rPr>
        <w:t xml:space="preserve"> </w:t>
      </w:r>
      <w:r>
        <w:t>police</w:t>
      </w:r>
      <w:r>
        <w:rPr>
          <w:spacing w:val="-15"/>
        </w:rPr>
        <w:t xml:space="preserve"> </w:t>
      </w:r>
      <w:r>
        <w:t>report</w:t>
      </w:r>
      <w:r>
        <w:rPr>
          <w:spacing w:val="-13"/>
        </w:rPr>
        <w:t xml:space="preserve"> </w:t>
      </w:r>
      <w:r>
        <w:t>(vehicle</w:t>
      </w:r>
      <w:r>
        <w:rPr>
          <w:spacing w:val="-16"/>
        </w:rPr>
        <w:t xml:space="preserve"> </w:t>
      </w:r>
      <w:r>
        <w:t>incident).</w:t>
      </w:r>
    </w:p>
    <w:p w14:paraId="11BFC3EA" w14:textId="77777777" w:rsidR="006B79D5" w:rsidRDefault="00EE4DE8">
      <w:pPr>
        <w:pStyle w:val="ListParagraph"/>
        <w:numPr>
          <w:ilvl w:val="1"/>
          <w:numId w:val="1"/>
        </w:numPr>
        <w:tabs>
          <w:tab w:val="left" w:pos="1740"/>
        </w:tabs>
        <w:spacing w:before="119" w:line="259" w:lineRule="auto"/>
        <w:ind w:right="843"/>
        <w:jc w:val="both"/>
      </w:pPr>
      <w:r>
        <w:rPr>
          <w:b/>
        </w:rPr>
        <w:t>Incident</w:t>
      </w:r>
      <w:r>
        <w:rPr>
          <w:b/>
          <w:spacing w:val="-6"/>
        </w:rPr>
        <w:t xml:space="preserve"> </w:t>
      </w:r>
      <w:r>
        <w:rPr>
          <w:b/>
        </w:rPr>
        <w:t>Investigators</w:t>
      </w:r>
      <w:r>
        <w:rPr>
          <w:b/>
          <w:spacing w:val="-3"/>
        </w:rPr>
        <w:t xml:space="preserve"> </w:t>
      </w:r>
      <w:r>
        <w:t>shall</w:t>
      </w:r>
      <w:r>
        <w:rPr>
          <w:spacing w:val="-9"/>
        </w:rPr>
        <w:t xml:space="preserve"> </w:t>
      </w:r>
      <w:r>
        <w:t>follow</w:t>
      </w:r>
      <w:r>
        <w:rPr>
          <w:spacing w:val="-4"/>
        </w:rPr>
        <w:t xml:space="preserve"> </w:t>
      </w:r>
      <w:r>
        <w:t>practices</w:t>
      </w:r>
      <w:r>
        <w:rPr>
          <w:spacing w:val="-6"/>
        </w:rPr>
        <w:t xml:space="preserve"> </w:t>
      </w:r>
      <w:r>
        <w:t>identified</w:t>
      </w:r>
      <w:r>
        <w:rPr>
          <w:spacing w:val="-7"/>
        </w:rPr>
        <w:t xml:space="preserve"> </w:t>
      </w:r>
      <w:r>
        <w:t>in</w:t>
      </w:r>
      <w:r>
        <w:rPr>
          <w:spacing w:val="-5"/>
        </w:rPr>
        <w:t xml:space="preserve"> </w:t>
      </w:r>
      <w:r>
        <w:t>Supervisor</w:t>
      </w:r>
      <w:r>
        <w:rPr>
          <w:spacing w:val="-6"/>
        </w:rPr>
        <w:t xml:space="preserve"> </w:t>
      </w:r>
      <w:r>
        <w:t>Incident</w:t>
      </w:r>
      <w:r>
        <w:rPr>
          <w:spacing w:val="-4"/>
        </w:rPr>
        <w:t xml:space="preserve"> </w:t>
      </w:r>
      <w:r>
        <w:t>Review</w:t>
      </w:r>
      <w:r>
        <w:rPr>
          <w:spacing w:val="-7"/>
        </w:rPr>
        <w:t xml:space="preserve"> </w:t>
      </w:r>
      <w:r>
        <w:t>Training</w:t>
      </w:r>
      <w:r>
        <w:rPr>
          <w:spacing w:val="-4"/>
        </w:rPr>
        <w:t xml:space="preserve"> </w:t>
      </w:r>
      <w:r>
        <w:t xml:space="preserve">and use the </w:t>
      </w:r>
      <w:r>
        <w:rPr>
          <w:spacing w:val="-55"/>
          <w:u w:val="single"/>
        </w:rPr>
        <w:t>I</w:t>
      </w:r>
      <w:r>
        <w:rPr>
          <w:spacing w:val="1"/>
          <w:u w:val="single"/>
        </w:rPr>
        <w:t xml:space="preserve"> </w:t>
      </w:r>
      <w:proofErr w:type="spellStart"/>
      <w:r>
        <w:rPr>
          <w:u w:val="single"/>
        </w:rPr>
        <w:t>ncident</w:t>
      </w:r>
      <w:proofErr w:type="spellEnd"/>
      <w:r>
        <w:rPr>
          <w:u w:val="single"/>
        </w:rPr>
        <w:t xml:space="preserve"> Analysis</w:t>
      </w:r>
      <w:r>
        <w:t xml:space="preserve"> form to aid in the review process to identify why the incident occurred and</w:t>
      </w:r>
      <w:r>
        <w:rPr>
          <w:spacing w:val="-6"/>
        </w:rPr>
        <w:t xml:space="preserve"> </w:t>
      </w:r>
      <w:r>
        <w:t>what</w:t>
      </w:r>
      <w:r>
        <w:rPr>
          <w:spacing w:val="-7"/>
        </w:rPr>
        <w:t xml:space="preserve"> </w:t>
      </w:r>
      <w:r>
        <w:t>changes</w:t>
      </w:r>
      <w:r>
        <w:rPr>
          <w:spacing w:val="-7"/>
        </w:rPr>
        <w:t xml:space="preserve"> </w:t>
      </w:r>
      <w:r>
        <w:t>to</w:t>
      </w:r>
      <w:r>
        <w:rPr>
          <w:spacing w:val="-6"/>
        </w:rPr>
        <w:t xml:space="preserve"> </w:t>
      </w:r>
      <w:r>
        <w:t>procedures,</w:t>
      </w:r>
      <w:r>
        <w:rPr>
          <w:spacing w:val="-5"/>
        </w:rPr>
        <w:t xml:space="preserve"> </w:t>
      </w:r>
      <w:r>
        <w:t>policies,</w:t>
      </w:r>
      <w:r>
        <w:rPr>
          <w:spacing w:val="-7"/>
        </w:rPr>
        <w:t xml:space="preserve"> </w:t>
      </w:r>
      <w:r>
        <w:t>equipment</w:t>
      </w:r>
      <w:r>
        <w:rPr>
          <w:spacing w:val="-7"/>
        </w:rPr>
        <w:t xml:space="preserve"> </w:t>
      </w:r>
      <w:r>
        <w:t>or</w:t>
      </w:r>
      <w:r>
        <w:rPr>
          <w:spacing w:val="-6"/>
        </w:rPr>
        <w:t xml:space="preserve"> </w:t>
      </w:r>
      <w:r>
        <w:t>training</w:t>
      </w:r>
      <w:r>
        <w:rPr>
          <w:spacing w:val="-7"/>
        </w:rPr>
        <w:t xml:space="preserve"> </w:t>
      </w:r>
      <w:r>
        <w:t>is</w:t>
      </w:r>
      <w:r>
        <w:rPr>
          <w:spacing w:val="-5"/>
        </w:rPr>
        <w:t xml:space="preserve"> </w:t>
      </w:r>
      <w:r>
        <w:t>needed</w:t>
      </w:r>
      <w:r>
        <w:rPr>
          <w:spacing w:val="-7"/>
        </w:rPr>
        <w:t xml:space="preserve"> </w:t>
      </w:r>
      <w:r>
        <w:t>to</w:t>
      </w:r>
      <w:r>
        <w:rPr>
          <w:spacing w:val="-5"/>
        </w:rPr>
        <w:t xml:space="preserve"> </w:t>
      </w:r>
      <w:r>
        <w:t>be</w:t>
      </w:r>
      <w:r>
        <w:rPr>
          <w:spacing w:val="-6"/>
        </w:rPr>
        <w:t xml:space="preserve"> </w:t>
      </w:r>
      <w:r>
        <w:t>implemented</w:t>
      </w:r>
      <w:r>
        <w:rPr>
          <w:spacing w:val="-6"/>
        </w:rPr>
        <w:t xml:space="preserve"> </w:t>
      </w:r>
      <w:r>
        <w:t>to reduce the chance of a</w:t>
      </w:r>
      <w:r>
        <w:rPr>
          <w:spacing w:val="-5"/>
        </w:rPr>
        <w:t xml:space="preserve"> </w:t>
      </w:r>
      <w:r>
        <w:t>recurrence.</w:t>
      </w:r>
    </w:p>
    <w:p w14:paraId="04CB9F9C" w14:textId="77777777" w:rsidR="006B79D5" w:rsidRDefault="00EE4DE8">
      <w:pPr>
        <w:pStyle w:val="ListParagraph"/>
        <w:numPr>
          <w:ilvl w:val="1"/>
          <w:numId w:val="1"/>
        </w:numPr>
        <w:tabs>
          <w:tab w:val="left" w:pos="1740"/>
        </w:tabs>
        <w:spacing w:before="119" w:line="259" w:lineRule="auto"/>
        <w:ind w:right="845"/>
        <w:jc w:val="both"/>
      </w:pPr>
      <w:r>
        <w:t>The</w:t>
      </w:r>
      <w:r>
        <w:rPr>
          <w:spacing w:val="-7"/>
        </w:rPr>
        <w:t xml:space="preserve"> </w:t>
      </w:r>
      <w:r>
        <w:t>results</w:t>
      </w:r>
      <w:r>
        <w:rPr>
          <w:spacing w:val="-10"/>
        </w:rPr>
        <w:t xml:space="preserve"> </w:t>
      </w:r>
      <w:r>
        <w:t>of</w:t>
      </w:r>
      <w:r>
        <w:rPr>
          <w:spacing w:val="-8"/>
        </w:rPr>
        <w:t xml:space="preserve"> </w:t>
      </w:r>
      <w:r>
        <w:t>the</w:t>
      </w:r>
      <w:r>
        <w:rPr>
          <w:spacing w:val="-8"/>
        </w:rPr>
        <w:t xml:space="preserve"> </w:t>
      </w:r>
      <w:r>
        <w:t>incident</w:t>
      </w:r>
      <w:r>
        <w:rPr>
          <w:spacing w:val="-8"/>
        </w:rPr>
        <w:t xml:space="preserve"> </w:t>
      </w:r>
      <w:r>
        <w:t>review,</w:t>
      </w:r>
      <w:r>
        <w:rPr>
          <w:spacing w:val="-8"/>
        </w:rPr>
        <w:t xml:space="preserve"> </w:t>
      </w:r>
      <w:r>
        <w:t>recommendations</w:t>
      </w:r>
      <w:r>
        <w:rPr>
          <w:spacing w:val="-7"/>
        </w:rPr>
        <w:t xml:space="preserve"> </w:t>
      </w:r>
      <w:r>
        <w:t>to</w:t>
      </w:r>
      <w:r>
        <w:rPr>
          <w:spacing w:val="-8"/>
        </w:rPr>
        <w:t xml:space="preserve"> </w:t>
      </w:r>
      <w:r>
        <w:t>prevent</w:t>
      </w:r>
      <w:r>
        <w:rPr>
          <w:spacing w:val="-8"/>
        </w:rPr>
        <w:t xml:space="preserve"> </w:t>
      </w:r>
      <w:r>
        <w:t>recurrence,</w:t>
      </w:r>
      <w:r>
        <w:rPr>
          <w:spacing w:val="-8"/>
        </w:rPr>
        <w:t xml:space="preserve"> </w:t>
      </w:r>
      <w:r>
        <w:t>and</w:t>
      </w:r>
      <w:r>
        <w:rPr>
          <w:spacing w:val="-9"/>
        </w:rPr>
        <w:t xml:space="preserve"> </w:t>
      </w:r>
      <w:r>
        <w:t>actions/controls taken will be reviewed and discussed at Department Safety Committee meeting(s) for follow-up action as</w:t>
      </w:r>
      <w:r>
        <w:rPr>
          <w:spacing w:val="-2"/>
        </w:rPr>
        <w:t xml:space="preserve"> </w:t>
      </w:r>
      <w:r>
        <w:t>necessary.</w:t>
      </w:r>
    </w:p>
    <w:p w14:paraId="12B6CE9C" w14:textId="77777777" w:rsidR="006B79D5" w:rsidRDefault="00EE4DE8">
      <w:pPr>
        <w:pStyle w:val="ListParagraph"/>
        <w:numPr>
          <w:ilvl w:val="1"/>
          <w:numId w:val="1"/>
        </w:numPr>
        <w:tabs>
          <w:tab w:val="left" w:pos="1740"/>
        </w:tabs>
        <w:spacing w:before="121" w:line="256" w:lineRule="auto"/>
        <w:ind w:right="844"/>
        <w:jc w:val="both"/>
      </w:pPr>
      <w:r>
        <w:t>Corrective</w:t>
      </w:r>
      <w:r>
        <w:rPr>
          <w:spacing w:val="-5"/>
        </w:rPr>
        <w:t xml:space="preserve"> </w:t>
      </w:r>
      <w:r>
        <w:t>actions</w:t>
      </w:r>
      <w:r>
        <w:rPr>
          <w:spacing w:val="-7"/>
        </w:rPr>
        <w:t xml:space="preserve"> </w:t>
      </w:r>
      <w:r>
        <w:t>implemented,</w:t>
      </w:r>
      <w:r>
        <w:rPr>
          <w:spacing w:val="-5"/>
        </w:rPr>
        <w:t xml:space="preserve"> </w:t>
      </w:r>
      <w:r>
        <w:t>new</w:t>
      </w:r>
      <w:r>
        <w:rPr>
          <w:spacing w:val="-6"/>
        </w:rPr>
        <w:t xml:space="preserve"> </w:t>
      </w:r>
      <w:r>
        <w:t>work</w:t>
      </w:r>
      <w:r>
        <w:rPr>
          <w:spacing w:val="-6"/>
        </w:rPr>
        <w:t xml:space="preserve"> </w:t>
      </w:r>
      <w:r>
        <w:t>procedures</w:t>
      </w:r>
      <w:r>
        <w:rPr>
          <w:spacing w:val="-5"/>
        </w:rPr>
        <w:t xml:space="preserve"> </w:t>
      </w:r>
      <w:r>
        <w:t>and</w:t>
      </w:r>
      <w:r>
        <w:rPr>
          <w:spacing w:val="-5"/>
        </w:rPr>
        <w:t xml:space="preserve"> </w:t>
      </w:r>
      <w:r>
        <w:t>new</w:t>
      </w:r>
      <w:r>
        <w:rPr>
          <w:spacing w:val="-7"/>
        </w:rPr>
        <w:t xml:space="preserve"> </w:t>
      </w:r>
      <w:r>
        <w:t>PPE,</w:t>
      </w:r>
      <w:r>
        <w:rPr>
          <w:spacing w:val="-7"/>
        </w:rPr>
        <w:t xml:space="preserve"> </w:t>
      </w:r>
      <w:r>
        <w:t>etc.</w:t>
      </w:r>
      <w:r>
        <w:rPr>
          <w:spacing w:val="-8"/>
        </w:rPr>
        <w:t xml:space="preserve"> </w:t>
      </w:r>
      <w:r>
        <w:t>shall</w:t>
      </w:r>
      <w:r>
        <w:rPr>
          <w:spacing w:val="-7"/>
        </w:rPr>
        <w:t xml:space="preserve"> </w:t>
      </w:r>
      <w:r>
        <w:t>be</w:t>
      </w:r>
      <w:r>
        <w:rPr>
          <w:spacing w:val="-5"/>
        </w:rPr>
        <w:t xml:space="preserve"> </w:t>
      </w:r>
      <w:r>
        <w:t>communicated to employees, and appropriate training</w:t>
      </w:r>
      <w:r>
        <w:rPr>
          <w:spacing w:val="-6"/>
        </w:rPr>
        <w:t xml:space="preserve"> </w:t>
      </w:r>
      <w:r>
        <w:t>provided.</w:t>
      </w:r>
    </w:p>
    <w:p w14:paraId="0A20ED39" w14:textId="77777777" w:rsidR="006B79D5" w:rsidRDefault="00EE4DE8">
      <w:pPr>
        <w:pStyle w:val="ListParagraph"/>
        <w:numPr>
          <w:ilvl w:val="1"/>
          <w:numId w:val="1"/>
        </w:numPr>
        <w:tabs>
          <w:tab w:val="left" w:pos="1740"/>
        </w:tabs>
        <w:spacing w:before="123"/>
        <w:ind w:right="839"/>
        <w:jc w:val="both"/>
      </w:pPr>
      <w:r>
        <w:rPr>
          <w:b/>
        </w:rPr>
        <w:t>(</w:t>
      </w:r>
      <w:proofErr w:type="gramStart"/>
      <w:r>
        <w:rPr>
          <w:b/>
        </w:rPr>
        <w:t>name</w:t>
      </w:r>
      <w:proofErr w:type="gramEnd"/>
      <w:r>
        <w:rPr>
          <w:b/>
        </w:rPr>
        <w:t xml:space="preserve"> of entity) Safety Committee </w:t>
      </w:r>
      <w:r>
        <w:t xml:space="preserve">will report on the incident or injury, review findings and corrective measures implemented to the </w:t>
      </w:r>
      <w:r>
        <w:rPr>
          <w:b/>
        </w:rPr>
        <w:t xml:space="preserve">Executive Safety Committee </w:t>
      </w:r>
      <w:r>
        <w:t>at the next scheduled quarterly</w:t>
      </w:r>
      <w:r>
        <w:rPr>
          <w:spacing w:val="-1"/>
        </w:rPr>
        <w:t xml:space="preserve"> </w:t>
      </w:r>
      <w:r>
        <w:t>meeting.</w:t>
      </w:r>
    </w:p>
    <w:p w14:paraId="2C39602D" w14:textId="77777777" w:rsidR="006B79D5" w:rsidRDefault="00EE4DE8">
      <w:pPr>
        <w:pStyle w:val="ListParagraph"/>
        <w:numPr>
          <w:ilvl w:val="1"/>
          <w:numId w:val="1"/>
        </w:numPr>
        <w:tabs>
          <w:tab w:val="left" w:pos="1740"/>
        </w:tabs>
        <w:spacing w:before="121"/>
        <w:ind w:right="839"/>
        <w:jc w:val="both"/>
      </w:pPr>
      <w:r>
        <w:t>As</w:t>
      </w:r>
      <w:r>
        <w:rPr>
          <w:spacing w:val="-8"/>
        </w:rPr>
        <w:t xml:space="preserve"> </w:t>
      </w:r>
      <w:r>
        <w:t>a</w:t>
      </w:r>
      <w:r>
        <w:rPr>
          <w:spacing w:val="-6"/>
        </w:rPr>
        <w:t xml:space="preserve"> </w:t>
      </w:r>
      <w:r>
        <w:t>reminder,</w:t>
      </w:r>
      <w:r>
        <w:rPr>
          <w:spacing w:val="-8"/>
        </w:rPr>
        <w:t xml:space="preserve"> </w:t>
      </w:r>
      <w:r>
        <w:t>all</w:t>
      </w:r>
      <w:r>
        <w:rPr>
          <w:spacing w:val="-10"/>
        </w:rPr>
        <w:t xml:space="preserve"> </w:t>
      </w:r>
      <w:r>
        <w:t>Public</w:t>
      </w:r>
      <w:r>
        <w:rPr>
          <w:spacing w:val="-6"/>
        </w:rPr>
        <w:t xml:space="preserve"> </w:t>
      </w:r>
      <w:r>
        <w:t>Sector</w:t>
      </w:r>
      <w:r>
        <w:rPr>
          <w:spacing w:val="-10"/>
        </w:rPr>
        <w:t xml:space="preserve"> </w:t>
      </w:r>
      <w:r>
        <w:t>employers</w:t>
      </w:r>
      <w:r>
        <w:rPr>
          <w:spacing w:val="-7"/>
        </w:rPr>
        <w:t xml:space="preserve"> </w:t>
      </w:r>
      <w:r>
        <w:t>are</w:t>
      </w:r>
      <w:r>
        <w:rPr>
          <w:spacing w:val="-10"/>
        </w:rPr>
        <w:t xml:space="preserve"> </w:t>
      </w:r>
      <w:r>
        <w:t>required</w:t>
      </w:r>
      <w:r>
        <w:rPr>
          <w:spacing w:val="-7"/>
        </w:rPr>
        <w:t xml:space="preserve"> </w:t>
      </w:r>
      <w:r>
        <w:t>to</w:t>
      </w:r>
      <w:r>
        <w:rPr>
          <w:spacing w:val="-8"/>
        </w:rPr>
        <w:t xml:space="preserve"> </w:t>
      </w:r>
      <w:r>
        <w:t>report</w:t>
      </w:r>
      <w:r>
        <w:rPr>
          <w:spacing w:val="-6"/>
        </w:rPr>
        <w:t xml:space="preserve"> </w:t>
      </w:r>
      <w:r>
        <w:t>as</w:t>
      </w:r>
      <w:r>
        <w:rPr>
          <w:spacing w:val="-8"/>
        </w:rPr>
        <w:t xml:space="preserve"> </w:t>
      </w:r>
      <w:r>
        <w:t>soon</w:t>
      </w:r>
      <w:r>
        <w:rPr>
          <w:spacing w:val="-8"/>
        </w:rPr>
        <w:t xml:space="preserve"> </w:t>
      </w:r>
      <w:r>
        <w:t>as</w:t>
      </w:r>
      <w:r>
        <w:rPr>
          <w:spacing w:val="-6"/>
        </w:rPr>
        <w:t xml:space="preserve"> </w:t>
      </w:r>
      <w:r>
        <w:t>possible</w:t>
      </w:r>
      <w:r>
        <w:rPr>
          <w:spacing w:val="-6"/>
        </w:rPr>
        <w:t xml:space="preserve"> </w:t>
      </w:r>
      <w:r>
        <w:t>to</w:t>
      </w:r>
      <w:r>
        <w:rPr>
          <w:spacing w:val="-6"/>
        </w:rPr>
        <w:t xml:space="preserve"> </w:t>
      </w:r>
      <w:r>
        <w:t>the</w:t>
      </w:r>
      <w:r>
        <w:rPr>
          <w:spacing w:val="-8"/>
        </w:rPr>
        <w:t xml:space="preserve"> </w:t>
      </w:r>
      <w:r>
        <w:t>Maine Department</w:t>
      </w:r>
      <w:r>
        <w:rPr>
          <w:spacing w:val="-5"/>
        </w:rPr>
        <w:t xml:space="preserve"> </w:t>
      </w:r>
      <w:r>
        <w:t>of</w:t>
      </w:r>
      <w:r>
        <w:rPr>
          <w:spacing w:val="-6"/>
        </w:rPr>
        <w:t xml:space="preserve"> </w:t>
      </w:r>
      <w:r>
        <w:t>Labor</w:t>
      </w:r>
      <w:r>
        <w:rPr>
          <w:spacing w:val="-6"/>
        </w:rPr>
        <w:t xml:space="preserve"> </w:t>
      </w:r>
      <w:r>
        <w:t>all</w:t>
      </w:r>
      <w:r>
        <w:rPr>
          <w:spacing w:val="-5"/>
        </w:rPr>
        <w:t xml:space="preserve"> </w:t>
      </w:r>
      <w:proofErr w:type="gramStart"/>
      <w:r>
        <w:t>work</w:t>
      </w:r>
      <w:r>
        <w:rPr>
          <w:spacing w:val="-5"/>
        </w:rPr>
        <w:t xml:space="preserve"> </w:t>
      </w:r>
      <w:r>
        <w:t>related</w:t>
      </w:r>
      <w:proofErr w:type="gramEnd"/>
      <w:r>
        <w:rPr>
          <w:spacing w:val="-4"/>
        </w:rPr>
        <w:t xml:space="preserve"> </w:t>
      </w:r>
      <w:r>
        <w:t>fatalities</w:t>
      </w:r>
      <w:r>
        <w:rPr>
          <w:spacing w:val="-7"/>
        </w:rPr>
        <w:t xml:space="preserve"> </w:t>
      </w:r>
      <w:r>
        <w:t>or</w:t>
      </w:r>
      <w:r>
        <w:rPr>
          <w:spacing w:val="-4"/>
        </w:rPr>
        <w:t xml:space="preserve"> </w:t>
      </w:r>
      <w:r>
        <w:t>injuries/illnesses</w:t>
      </w:r>
      <w:r>
        <w:rPr>
          <w:spacing w:val="-5"/>
        </w:rPr>
        <w:t xml:space="preserve"> </w:t>
      </w:r>
      <w:r>
        <w:t>when</w:t>
      </w:r>
      <w:r>
        <w:rPr>
          <w:spacing w:val="-5"/>
        </w:rPr>
        <w:t xml:space="preserve"> </w:t>
      </w:r>
      <w:r>
        <w:t>one</w:t>
      </w:r>
      <w:r>
        <w:rPr>
          <w:spacing w:val="-4"/>
        </w:rPr>
        <w:t xml:space="preserve"> </w:t>
      </w:r>
      <w:r>
        <w:t>or</w:t>
      </w:r>
      <w:r>
        <w:rPr>
          <w:spacing w:val="-5"/>
        </w:rPr>
        <w:t xml:space="preserve"> </w:t>
      </w:r>
      <w:r>
        <w:t>more</w:t>
      </w:r>
      <w:r>
        <w:rPr>
          <w:spacing w:val="-5"/>
        </w:rPr>
        <w:t xml:space="preserve"> </w:t>
      </w:r>
      <w:r>
        <w:t>employees are</w:t>
      </w:r>
      <w:r>
        <w:rPr>
          <w:spacing w:val="-7"/>
        </w:rPr>
        <w:t xml:space="preserve"> </w:t>
      </w:r>
      <w:r>
        <w:t>admitted</w:t>
      </w:r>
      <w:r>
        <w:rPr>
          <w:spacing w:val="-6"/>
        </w:rPr>
        <w:t xml:space="preserve"> </w:t>
      </w:r>
      <w:r>
        <w:t>to</w:t>
      </w:r>
      <w:r>
        <w:rPr>
          <w:spacing w:val="-6"/>
        </w:rPr>
        <w:t xml:space="preserve"> </w:t>
      </w:r>
      <w:r>
        <w:t>a</w:t>
      </w:r>
      <w:r>
        <w:rPr>
          <w:spacing w:val="-10"/>
        </w:rPr>
        <w:t xml:space="preserve"> </w:t>
      </w:r>
      <w:r>
        <w:t>medical</w:t>
      </w:r>
      <w:r>
        <w:rPr>
          <w:spacing w:val="-6"/>
        </w:rPr>
        <w:t xml:space="preserve"> </w:t>
      </w:r>
      <w:r>
        <w:t>facility</w:t>
      </w:r>
      <w:r>
        <w:rPr>
          <w:spacing w:val="-9"/>
        </w:rPr>
        <w:t xml:space="preserve"> </w:t>
      </w:r>
      <w:r>
        <w:t>overnight.</w:t>
      </w:r>
      <w:r>
        <w:rPr>
          <w:spacing w:val="34"/>
        </w:rPr>
        <w:t xml:space="preserve"> </w:t>
      </w:r>
      <w:r>
        <w:t>At</w:t>
      </w:r>
      <w:r>
        <w:rPr>
          <w:spacing w:val="-9"/>
        </w:rPr>
        <w:t xml:space="preserve"> </w:t>
      </w:r>
      <w:r>
        <w:t>a</w:t>
      </w:r>
      <w:r>
        <w:rPr>
          <w:spacing w:val="-8"/>
        </w:rPr>
        <w:t xml:space="preserve"> </w:t>
      </w:r>
      <w:r>
        <w:t>minimum,</w:t>
      </w:r>
      <w:r>
        <w:rPr>
          <w:spacing w:val="-5"/>
        </w:rPr>
        <w:t xml:space="preserve"> </w:t>
      </w:r>
      <w:r>
        <w:rPr>
          <w:b/>
        </w:rPr>
        <w:t>all</w:t>
      </w:r>
      <w:r>
        <w:rPr>
          <w:b/>
          <w:spacing w:val="-6"/>
        </w:rPr>
        <w:t xml:space="preserve"> </w:t>
      </w:r>
      <w:r>
        <w:rPr>
          <w:b/>
        </w:rPr>
        <w:t>fatalities</w:t>
      </w:r>
      <w:r>
        <w:rPr>
          <w:b/>
          <w:spacing w:val="-8"/>
        </w:rPr>
        <w:t xml:space="preserve"> </w:t>
      </w:r>
      <w:r>
        <w:rPr>
          <w:b/>
        </w:rPr>
        <w:t>must</w:t>
      </w:r>
      <w:r>
        <w:rPr>
          <w:b/>
          <w:spacing w:val="-10"/>
        </w:rPr>
        <w:t xml:space="preserve"> </w:t>
      </w:r>
      <w:r>
        <w:rPr>
          <w:b/>
        </w:rPr>
        <w:t>be</w:t>
      </w:r>
      <w:r>
        <w:rPr>
          <w:b/>
          <w:spacing w:val="-11"/>
        </w:rPr>
        <w:t xml:space="preserve"> </w:t>
      </w:r>
      <w:r>
        <w:rPr>
          <w:b/>
        </w:rPr>
        <w:t>reported</w:t>
      </w:r>
      <w:r>
        <w:rPr>
          <w:b/>
          <w:spacing w:val="-7"/>
        </w:rPr>
        <w:t xml:space="preserve"> </w:t>
      </w:r>
      <w:r>
        <w:rPr>
          <w:b/>
        </w:rPr>
        <w:t xml:space="preserve">within 8 hours, and hospitalizations must be reported within 24 hours. </w:t>
      </w:r>
      <w:r>
        <w:t>The Emergency Notification Phone Number is (207) 592-4501, or</w:t>
      </w:r>
      <w:r>
        <w:rPr>
          <w:color w:val="C00000"/>
          <w:spacing w:val="-5"/>
          <w:u w:val="single" w:color="C00000"/>
        </w:rPr>
        <w:t xml:space="preserve"> </w:t>
      </w:r>
      <w:hyperlink r:id="rId53">
        <w:r>
          <w:rPr>
            <w:color w:val="C00000"/>
            <w:u w:val="single" w:color="C00000"/>
          </w:rPr>
          <w:t>incident.bls@maine.gov</w:t>
        </w:r>
        <w:r>
          <w:t>.</w:t>
        </w:r>
      </w:hyperlink>
    </w:p>
    <w:p w14:paraId="302B683A" w14:textId="77777777" w:rsidR="006B79D5" w:rsidRDefault="00EE4DE8">
      <w:pPr>
        <w:pStyle w:val="ListParagraph"/>
        <w:numPr>
          <w:ilvl w:val="1"/>
          <w:numId w:val="1"/>
        </w:numPr>
        <w:tabs>
          <w:tab w:val="left" w:pos="1740"/>
          <w:tab w:val="left" w:pos="10336"/>
        </w:tabs>
        <w:spacing w:before="119"/>
        <w:jc w:val="both"/>
        <w:rPr>
          <w:rFonts w:ascii="Times New Roman"/>
        </w:rPr>
      </w:pPr>
      <w:r>
        <w:rPr>
          <w:b/>
        </w:rPr>
        <w:t xml:space="preserve">Questions?  </w:t>
      </w:r>
      <w:r>
        <w:t>Contact</w:t>
      </w:r>
      <w:r>
        <w:rPr>
          <w:spacing w:val="-5"/>
        </w:rPr>
        <w:t xml:space="preserve"> </w:t>
      </w:r>
      <w:r>
        <w:t>_</w:t>
      </w:r>
      <w:r>
        <w:rPr>
          <w:rFonts w:ascii="Times New Roman"/>
          <w:u w:val="single"/>
        </w:rPr>
        <w:t xml:space="preserve"> </w:t>
      </w:r>
      <w:r>
        <w:rPr>
          <w:rFonts w:ascii="Times New Roman"/>
          <w:u w:val="single"/>
        </w:rPr>
        <w:tab/>
      </w:r>
    </w:p>
    <w:sectPr w:rsidR="006B79D5">
      <w:pgSz w:w="12240" w:h="15840"/>
      <w:pgMar w:top="1320" w:right="600" w:bottom="1180" w:left="420" w:header="566" w:footer="9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6922E" w14:textId="77777777" w:rsidR="00EE4DE8" w:rsidRDefault="00EE4DE8">
      <w:r>
        <w:separator/>
      </w:r>
    </w:p>
  </w:endnote>
  <w:endnote w:type="continuationSeparator" w:id="0">
    <w:p w14:paraId="40787DED" w14:textId="77777777" w:rsidR="00EE4DE8" w:rsidRDefault="00EE4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7B6A9" w14:textId="77777777" w:rsidR="006B79D5" w:rsidRDefault="001B44F0">
    <w:pPr>
      <w:pStyle w:val="BodyText"/>
      <w:spacing w:line="14" w:lineRule="auto"/>
      <w:ind w:left="0"/>
      <w:rPr>
        <w:sz w:val="20"/>
      </w:rPr>
    </w:pPr>
    <w:r>
      <w:rPr>
        <w:noProof/>
      </w:rPr>
      <mc:AlternateContent>
        <mc:Choice Requires="wps">
          <w:drawing>
            <wp:anchor distT="0" distB="0" distL="114300" distR="114300" simplePos="0" relativeHeight="249890816" behindDoc="1" locked="0" layoutInCell="1" allowOverlap="1" wp14:anchorId="0146A441" wp14:editId="0E17FFD9">
              <wp:simplePos x="0" y="0"/>
              <wp:positionH relativeFrom="page">
                <wp:posOffset>6211570</wp:posOffset>
              </wp:positionH>
              <wp:positionV relativeFrom="page">
                <wp:posOffset>9288145</wp:posOffset>
              </wp:positionV>
              <wp:extent cx="655320" cy="151765"/>
              <wp:effectExtent l="0" t="0" r="0" b="0"/>
              <wp:wrapNone/>
              <wp:docPr id="2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1E075B" w14:textId="77777777" w:rsidR="006B79D5" w:rsidRDefault="00EE4DE8">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FA6797">
                            <w:rPr>
                              <w:noProof/>
                              <w:sz w:val="20"/>
                            </w:rPr>
                            <w:t>2</w:t>
                          </w:r>
                          <w:r>
                            <w:fldChar w:fldCharType="end"/>
                          </w:r>
                          <w:r>
                            <w:rPr>
                              <w:sz w:val="20"/>
                            </w:rPr>
                            <w:t xml:space="preserve"> of 29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46A441" id="_x0000_t202" coordsize="21600,21600" o:spt="202" path="m,l,21600r21600,l21600,xe">
              <v:stroke joinstyle="miter"/>
              <v:path gradientshapeok="t" o:connecttype="rect"/>
            </v:shapetype>
            <v:shape id="Text Box 17" o:spid="_x0000_s1132" type="#_x0000_t202" style="position:absolute;margin-left:489.1pt;margin-top:731.35pt;width:51.6pt;height:11.95pt;z-index:-253425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" filled="f" stroked="f">
              <v:textbox inset="0,0,0,0">
                <w:txbxContent>
                  <w:p w14:paraId="3C1E075B" w14:textId="77777777" w:rsidR="006B79D5" w:rsidRDefault="00EE4DE8">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FA6797">
                      <w:rPr>
                        <w:noProof/>
                        <w:sz w:val="20"/>
                      </w:rPr>
                      <w:t>2</w:t>
                    </w:r>
                    <w:r>
                      <w:fldChar w:fldCharType="end"/>
                    </w:r>
                    <w:r>
                      <w:rPr>
                        <w:sz w:val="20"/>
                      </w:rPr>
                      <w:t xml:space="preserve"> of 29</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0BB62" w14:textId="77777777" w:rsidR="006B79D5" w:rsidRDefault="001B44F0">
    <w:pPr>
      <w:pStyle w:val="BodyText"/>
      <w:spacing w:line="14" w:lineRule="auto"/>
      <w:ind w:left="0"/>
      <w:rPr>
        <w:sz w:val="20"/>
      </w:rPr>
    </w:pPr>
    <w:r>
      <w:rPr>
        <w:noProof/>
      </w:rPr>
      <mc:AlternateContent>
        <mc:Choice Requires="wps">
          <w:drawing>
            <wp:anchor distT="0" distB="0" distL="114300" distR="114300" simplePos="0" relativeHeight="249893888" behindDoc="1" locked="0" layoutInCell="1" allowOverlap="1" wp14:anchorId="7F668FEA" wp14:editId="1CABF7ED">
              <wp:simplePos x="0" y="0"/>
              <wp:positionH relativeFrom="page">
                <wp:posOffset>6211570</wp:posOffset>
              </wp:positionH>
              <wp:positionV relativeFrom="page">
                <wp:posOffset>9288145</wp:posOffset>
              </wp:positionV>
              <wp:extent cx="654685" cy="151765"/>
              <wp:effectExtent l="0" t="0" r="0" b="0"/>
              <wp:wrapNone/>
              <wp:docPr id="2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68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1C223" w14:textId="77777777" w:rsidR="006B79D5" w:rsidRDefault="00EE4DE8">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FA6797">
                            <w:rPr>
                              <w:noProof/>
                              <w:sz w:val="20"/>
                            </w:rPr>
                            <w:t>7</w:t>
                          </w:r>
                          <w:r>
                            <w:fldChar w:fldCharType="end"/>
                          </w:r>
                          <w:r>
                            <w:rPr>
                              <w:sz w:val="20"/>
                            </w:rPr>
                            <w:t xml:space="preserve"> of 29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668FEA" id="_x0000_t202" coordsize="21600,21600" o:spt="202" path="m,l,21600r21600,l21600,xe">
              <v:stroke joinstyle="miter"/>
              <v:path gradientshapeok="t" o:connecttype="rect"/>
            </v:shapetype>
            <v:shape id="Text Box 15" o:spid="_x0000_s1134" type="#_x0000_t202" style="position:absolute;margin-left:489.1pt;margin-top:731.35pt;width:51.55pt;height:11.95pt;z-index:-253422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" filled="f" stroked="f">
              <v:textbox inset="0,0,0,0">
                <w:txbxContent>
                  <w:p w14:paraId="3D21C223" w14:textId="77777777" w:rsidR="006B79D5" w:rsidRDefault="00EE4DE8">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FA6797">
                      <w:rPr>
                        <w:noProof/>
                        <w:sz w:val="20"/>
                      </w:rPr>
                      <w:t>7</w:t>
                    </w:r>
                    <w:r>
                      <w:fldChar w:fldCharType="end"/>
                    </w:r>
                    <w:r>
                      <w:rPr>
                        <w:sz w:val="20"/>
                      </w:rPr>
                      <w:t xml:space="preserve"> of 29</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18B8F" w14:textId="77777777" w:rsidR="006B79D5" w:rsidRDefault="001B44F0">
    <w:pPr>
      <w:pStyle w:val="BodyText"/>
      <w:spacing w:line="14" w:lineRule="auto"/>
      <w:ind w:left="0"/>
      <w:rPr>
        <w:sz w:val="20"/>
      </w:rPr>
    </w:pPr>
    <w:r>
      <w:rPr>
        <w:noProof/>
      </w:rPr>
      <mc:AlternateContent>
        <mc:Choice Requires="wps">
          <w:drawing>
            <wp:anchor distT="0" distB="0" distL="114300" distR="114300" simplePos="0" relativeHeight="249897984" behindDoc="1" locked="0" layoutInCell="1" allowOverlap="1" wp14:anchorId="6F6328C0" wp14:editId="4A1F3035">
              <wp:simplePos x="0" y="0"/>
              <wp:positionH relativeFrom="page">
                <wp:posOffset>6211570</wp:posOffset>
              </wp:positionH>
              <wp:positionV relativeFrom="page">
                <wp:posOffset>9288145</wp:posOffset>
              </wp:positionV>
              <wp:extent cx="654685" cy="151765"/>
              <wp:effectExtent l="0" t="0" r="0" b="0"/>
              <wp:wrapNone/>
              <wp:docPr id="2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68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DE71B" w14:textId="77777777" w:rsidR="006B79D5" w:rsidRDefault="00EE4DE8">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FA6797">
                            <w:rPr>
                              <w:noProof/>
                              <w:sz w:val="20"/>
                            </w:rPr>
                            <w:t>9</w:t>
                          </w:r>
                          <w:r>
                            <w:fldChar w:fldCharType="end"/>
                          </w:r>
                          <w:r>
                            <w:rPr>
                              <w:sz w:val="20"/>
                            </w:rPr>
                            <w:t xml:space="preserve"> of 29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6328C0" id="_x0000_t202" coordsize="21600,21600" o:spt="202" path="m,l,21600r21600,l21600,xe">
              <v:stroke joinstyle="miter"/>
              <v:path gradientshapeok="t" o:connecttype="rect"/>
            </v:shapetype>
            <v:shape id="Text Box 12" o:spid="_x0000_s1136" type="#_x0000_t202" style="position:absolute;margin-left:489.1pt;margin-top:731.35pt;width:51.55pt;height:11.95pt;z-index:-253418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" filled="f" stroked="f">
              <v:textbox inset="0,0,0,0">
                <w:txbxContent>
                  <w:p w14:paraId="01EDE71B" w14:textId="77777777" w:rsidR="006B79D5" w:rsidRDefault="00EE4DE8">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FA6797">
                      <w:rPr>
                        <w:noProof/>
                        <w:sz w:val="20"/>
                      </w:rPr>
                      <w:t>9</w:t>
                    </w:r>
                    <w:r>
                      <w:fldChar w:fldCharType="end"/>
                    </w:r>
                    <w:r>
                      <w:rPr>
                        <w:sz w:val="20"/>
                      </w:rPr>
                      <w:t xml:space="preserve"> of 29</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04111" w14:textId="77777777" w:rsidR="006B79D5" w:rsidRDefault="001B44F0">
    <w:pPr>
      <w:pStyle w:val="BodyText"/>
      <w:spacing w:line="14" w:lineRule="auto"/>
      <w:ind w:left="0"/>
      <w:rPr>
        <w:sz w:val="20"/>
      </w:rPr>
    </w:pPr>
    <w:r>
      <w:rPr>
        <w:noProof/>
      </w:rPr>
      <mc:AlternateContent>
        <mc:Choice Requires="wps">
          <w:drawing>
            <wp:anchor distT="0" distB="0" distL="114300" distR="114300" simplePos="0" relativeHeight="249902080" behindDoc="1" locked="0" layoutInCell="1" allowOverlap="1" wp14:anchorId="346A3442" wp14:editId="6963A70F">
              <wp:simplePos x="0" y="0"/>
              <wp:positionH relativeFrom="page">
                <wp:posOffset>6145530</wp:posOffset>
              </wp:positionH>
              <wp:positionV relativeFrom="page">
                <wp:posOffset>9288145</wp:posOffset>
              </wp:positionV>
              <wp:extent cx="718820" cy="151765"/>
              <wp:effectExtent l="0" t="0" r="0" b="0"/>
              <wp:wrapNone/>
              <wp:docPr id="1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7C591D" w14:textId="77777777" w:rsidR="006B79D5" w:rsidRDefault="00EE4DE8">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FA6797">
                            <w:rPr>
                              <w:noProof/>
                              <w:sz w:val="20"/>
                            </w:rPr>
                            <w:t>10</w:t>
                          </w:r>
                          <w:r>
                            <w:fldChar w:fldCharType="end"/>
                          </w:r>
                          <w:r>
                            <w:rPr>
                              <w:sz w:val="20"/>
                            </w:rPr>
                            <w:t xml:space="preserve"> of 29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6A3442" id="_x0000_t202" coordsize="21600,21600" o:spt="202" path="m,l,21600r21600,l21600,xe">
              <v:stroke joinstyle="miter"/>
              <v:path gradientshapeok="t" o:connecttype="rect"/>
            </v:shapetype>
            <v:shape id="Text Box 9" o:spid="_x0000_s1138" type="#_x0000_t202" style="position:absolute;margin-left:483.9pt;margin-top:731.35pt;width:56.6pt;height:11.95pt;z-index:-253414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" filled="f" stroked="f">
              <v:textbox inset="0,0,0,0">
                <w:txbxContent>
                  <w:p w14:paraId="507C591D" w14:textId="77777777" w:rsidR="006B79D5" w:rsidRDefault="00EE4DE8">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FA6797">
                      <w:rPr>
                        <w:noProof/>
                        <w:sz w:val="20"/>
                      </w:rPr>
                      <w:t>10</w:t>
                    </w:r>
                    <w:r>
                      <w:fldChar w:fldCharType="end"/>
                    </w:r>
                    <w:r>
                      <w:rPr>
                        <w:sz w:val="20"/>
                      </w:rPr>
                      <w:t xml:space="preserve"> of 29</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BC15F" w14:textId="77777777" w:rsidR="006B79D5" w:rsidRDefault="001B44F0">
    <w:pPr>
      <w:pStyle w:val="BodyText"/>
      <w:spacing w:line="14" w:lineRule="auto"/>
      <w:ind w:left="0"/>
      <w:rPr>
        <w:sz w:val="20"/>
      </w:rPr>
    </w:pPr>
    <w:r>
      <w:rPr>
        <w:noProof/>
      </w:rPr>
      <mc:AlternateContent>
        <mc:Choice Requires="wps">
          <w:drawing>
            <wp:anchor distT="0" distB="0" distL="114300" distR="114300" simplePos="0" relativeHeight="249905152" behindDoc="1" locked="0" layoutInCell="1" allowOverlap="1" wp14:anchorId="72728AF1" wp14:editId="2F493078">
              <wp:simplePos x="0" y="0"/>
              <wp:positionH relativeFrom="page">
                <wp:posOffset>6145530</wp:posOffset>
              </wp:positionH>
              <wp:positionV relativeFrom="page">
                <wp:posOffset>9288145</wp:posOffset>
              </wp:positionV>
              <wp:extent cx="718820" cy="151765"/>
              <wp:effectExtent l="0" t="0" r="0" b="0"/>
              <wp:wrapNone/>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BACF6D" w14:textId="77777777" w:rsidR="006B79D5" w:rsidRDefault="00EE4DE8">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FA6797">
                            <w:rPr>
                              <w:noProof/>
                              <w:sz w:val="20"/>
                            </w:rPr>
                            <w:t>11</w:t>
                          </w:r>
                          <w:r>
                            <w:fldChar w:fldCharType="end"/>
                          </w:r>
                          <w:r>
                            <w:rPr>
                              <w:sz w:val="20"/>
                            </w:rPr>
                            <w:t xml:space="preserve"> of 29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728AF1" id="_x0000_t202" coordsize="21600,21600" o:spt="202" path="m,l,21600r21600,l21600,xe">
              <v:stroke joinstyle="miter"/>
              <v:path gradientshapeok="t" o:connecttype="rect"/>
            </v:shapetype>
            <v:shape id="Text Box 7" o:spid="_x0000_s1140" type="#_x0000_t202" style="position:absolute;margin-left:483.9pt;margin-top:731.35pt;width:56.6pt;height:11.95pt;z-index:-253411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" filled="f" stroked="f">
              <v:textbox inset="0,0,0,0">
                <w:txbxContent>
                  <w:p w14:paraId="15BACF6D" w14:textId="77777777" w:rsidR="006B79D5" w:rsidRDefault="00EE4DE8">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FA6797">
                      <w:rPr>
                        <w:noProof/>
                        <w:sz w:val="20"/>
                      </w:rPr>
                      <w:t>11</w:t>
                    </w:r>
                    <w:r>
                      <w:fldChar w:fldCharType="end"/>
                    </w:r>
                    <w:r>
                      <w:rPr>
                        <w:sz w:val="20"/>
                      </w:rPr>
                      <w:t xml:space="preserve"> of 29</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1437A" w14:textId="77777777" w:rsidR="006B79D5" w:rsidRDefault="001B44F0">
    <w:pPr>
      <w:pStyle w:val="BodyText"/>
      <w:spacing w:line="14" w:lineRule="auto"/>
      <w:ind w:left="0"/>
      <w:rPr>
        <w:sz w:val="20"/>
      </w:rPr>
    </w:pPr>
    <w:r>
      <w:rPr>
        <w:noProof/>
      </w:rPr>
      <mc:AlternateContent>
        <mc:Choice Requires="wps">
          <w:drawing>
            <wp:anchor distT="0" distB="0" distL="114300" distR="114300" simplePos="0" relativeHeight="249909248" behindDoc="1" locked="0" layoutInCell="1" allowOverlap="1" wp14:anchorId="7E855615" wp14:editId="5C4469F9">
              <wp:simplePos x="0" y="0"/>
              <wp:positionH relativeFrom="page">
                <wp:posOffset>6145530</wp:posOffset>
              </wp:positionH>
              <wp:positionV relativeFrom="page">
                <wp:posOffset>9288145</wp:posOffset>
              </wp:positionV>
              <wp:extent cx="718820" cy="151765"/>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35CDD1" w14:textId="77777777" w:rsidR="006B79D5" w:rsidRDefault="00EE4DE8">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FA6797">
                            <w:rPr>
                              <w:noProof/>
                              <w:sz w:val="20"/>
                            </w:rPr>
                            <w:t>19</w:t>
                          </w:r>
                          <w:r>
                            <w:fldChar w:fldCharType="end"/>
                          </w:r>
                          <w:r>
                            <w:rPr>
                              <w:sz w:val="20"/>
                            </w:rPr>
                            <w:t xml:space="preserve"> of 29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855615" id="_x0000_t202" coordsize="21600,21600" o:spt="202" path="m,l,21600r21600,l21600,xe">
              <v:stroke joinstyle="miter"/>
              <v:path gradientshapeok="t" o:connecttype="rect"/>
            </v:shapetype>
            <v:shape id="Text Box 4" o:spid="_x0000_s1142" type="#_x0000_t202" style="position:absolute;margin-left:483.9pt;margin-top:731.35pt;width:56.6pt;height:11.95pt;z-index:-253407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" filled="f" stroked="f">
              <v:textbox inset="0,0,0,0">
                <w:txbxContent>
                  <w:p w14:paraId="2035CDD1" w14:textId="77777777" w:rsidR="006B79D5" w:rsidRDefault="00EE4DE8">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FA6797">
                      <w:rPr>
                        <w:noProof/>
                        <w:sz w:val="20"/>
                      </w:rPr>
                      <w:t>19</w:t>
                    </w:r>
                    <w:r>
                      <w:fldChar w:fldCharType="end"/>
                    </w:r>
                    <w:r>
                      <w:rPr>
                        <w:sz w:val="20"/>
                      </w:rPr>
                      <w:t xml:space="preserve"> of 29</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D8EB1" w14:textId="77777777" w:rsidR="006B79D5" w:rsidRDefault="001B44F0">
    <w:pPr>
      <w:pStyle w:val="BodyText"/>
      <w:spacing w:line="14" w:lineRule="auto"/>
      <w:ind w:left="0"/>
      <w:rPr>
        <w:sz w:val="20"/>
      </w:rPr>
    </w:pPr>
    <w:r>
      <w:rPr>
        <w:noProof/>
      </w:rPr>
      <mc:AlternateContent>
        <mc:Choice Requires="wps">
          <w:drawing>
            <wp:anchor distT="0" distB="0" distL="114300" distR="114300" simplePos="0" relativeHeight="249913344" behindDoc="1" locked="0" layoutInCell="1" allowOverlap="1" wp14:anchorId="13F81C9A" wp14:editId="306DF79E">
              <wp:simplePos x="0" y="0"/>
              <wp:positionH relativeFrom="page">
                <wp:posOffset>6145530</wp:posOffset>
              </wp:positionH>
              <wp:positionV relativeFrom="page">
                <wp:posOffset>9288145</wp:posOffset>
              </wp:positionV>
              <wp:extent cx="718820" cy="15176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6FFDA9" w14:textId="77777777" w:rsidR="006B79D5" w:rsidRDefault="00EE4DE8">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FA6797">
                            <w:rPr>
                              <w:noProof/>
                              <w:sz w:val="20"/>
                            </w:rPr>
                            <w:t>22</w:t>
                          </w:r>
                          <w:r>
                            <w:fldChar w:fldCharType="end"/>
                          </w:r>
                          <w:r>
                            <w:rPr>
                              <w:sz w:val="20"/>
                            </w:rPr>
                            <w:t xml:space="preserve"> of 29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F81C9A" id="_x0000_t202" coordsize="21600,21600" o:spt="202" path="m,l,21600r21600,l21600,xe">
              <v:stroke joinstyle="miter"/>
              <v:path gradientshapeok="t" o:connecttype="rect"/>
            </v:shapetype>
            <v:shape id="Text Box 1" o:spid="_x0000_s1144" type="#_x0000_t202" style="position:absolute;margin-left:483.9pt;margin-top:731.35pt;width:56.6pt;height:11.95pt;z-index:-253403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" filled="f" stroked="f">
              <v:textbox inset="0,0,0,0">
                <w:txbxContent>
                  <w:p w14:paraId="4B6FFDA9" w14:textId="77777777" w:rsidR="006B79D5" w:rsidRDefault="00EE4DE8">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FA6797">
                      <w:rPr>
                        <w:noProof/>
                        <w:sz w:val="20"/>
                      </w:rPr>
                      <w:t>22</w:t>
                    </w:r>
                    <w:r>
                      <w:fldChar w:fldCharType="end"/>
                    </w:r>
                    <w:r>
                      <w:rPr>
                        <w:sz w:val="20"/>
                      </w:rPr>
                      <w:t xml:space="preserve"> of 29</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8FBE7" w14:textId="77777777" w:rsidR="00EE4DE8" w:rsidRDefault="00EE4DE8">
      <w:r>
        <w:separator/>
      </w:r>
    </w:p>
  </w:footnote>
  <w:footnote w:type="continuationSeparator" w:id="0">
    <w:p w14:paraId="2F56D7EA" w14:textId="77777777" w:rsidR="00EE4DE8" w:rsidRDefault="00EE4D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67BC5" w14:textId="55720E60" w:rsidR="006B79D5" w:rsidRDefault="001B44F0">
    <w:pPr>
      <w:pStyle w:val="BodyText"/>
      <w:spacing w:line="14" w:lineRule="auto"/>
      <w:ind w:left="0"/>
      <w:rPr>
        <w:sz w:val="20"/>
      </w:rPr>
    </w:pPr>
    <w:r>
      <w:rPr>
        <w:noProof/>
      </w:rPr>
      <mc:AlternateContent>
        <mc:Choice Requires="wps">
          <w:drawing>
            <wp:anchor distT="0" distB="0" distL="114300" distR="114300" simplePos="0" relativeHeight="249888768" behindDoc="1" locked="0" layoutInCell="1" allowOverlap="1" wp14:anchorId="06D53BBA" wp14:editId="139E6885">
              <wp:simplePos x="0" y="0"/>
              <wp:positionH relativeFrom="page">
                <wp:posOffset>1068070</wp:posOffset>
              </wp:positionH>
              <wp:positionV relativeFrom="page">
                <wp:posOffset>838200</wp:posOffset>
              </wp:positionV>
              <wp:extent cx="5808345" cy="0"/>
              <wp:effectExtent l="0" t="0" r="0" b="0"/>
              <wp:wrapNone/>
              <wp:docPr id="2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834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D42AD0" id="Line 19" o:spid="_x0000_s1026" style="position:absolute;z-index:-253427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1pt,66pt" to="541.4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" strokeweight=".72pt">
              <w10:wrap anchorx="page" anchory="page"/>
            </v:line>
          </w:pict>
        </mc:Fallback>
      </mc:AlternateContent>
    </w:r>
    <w:r>
      <w:rPr>
        <w:noProof/>
      </w:rPr>
      <mc:AlternateContent>
        <mc:Choice Requires="wps">
          <w:drawing>
            <wp:anchor distT="0" distB="0" distL="114300" distR="114300" simplePos="0" relativeHeight="249889792" behindDoc="1" locked="0" layoutInCell="1" allowOverlap="1" wp14:anchorId="4F4784A2" wp14:editId="05B80FE6">
              <wp:simplePos x="0" y="0"/>
              <wp:positionH relativeFrom="page">
                <wp:posOffset>5721985</wp:posOffset>
              </wp:positionH>
              <wp:positionV relativeFrom="page">
                <wp:posOffset>551180</wp:posOffset>
              </wp:positionV>
              <wp:extent cx="1148080" cy="177800"/>
              <wp:effectExtent l="0" t="0" r="0" b="0"/>
              <wp:wrapNone/>
              <wp:docPr id="2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808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BE83ED" w14:textId="77777777" w:rsidR="006B79D5" w:rsidRDefault="00EE4DE8">
                          <w:pPr>
                            <w:spacing w:line="264" w:lineRule="exact"/>
                            <w:ind w:left="20"/>
                            <w:rPr>
                              <w:sz w:val="24"/>
                            </w:rPr>
                          </w:pPr>
                          <w:r>
                            <w:rPr>
                              <w:color w:val="C00000"/>
                              <w:sz w:val="24"/>
                            </w:rPr>
                            <w:t>INCIDENT REVIEW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4784A2" id="_x0000_t202" coordsize="21600,21600" o:spt="202" path="m,l,21600r21600,l21600,xe">
              <v:stroke joinstyle="miter"/>
              <v:path gradientshapeok="t" o:connecttype="rect"/>
            </v:shapetype>
            <v:shape id="Text Box 18" o:spid="_x0000_s1131" type="#_x0000_t202" style="position:absolute;margin-left:450.55pt;margin-top:43.4pt;width:90.4pt;height:14pt;z-index:-253426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" filled="f" stroked="f">
              <v:textbox inset="0,0,0,0">
                <w:txbxContent>
                  <w:p w14:paraId="66BE83ED" w14:textId="77777777" w:rsidR="006B79D5" w:rsidRDefault="00EE4DE8">
                    <w:pPr>
                      <w:spacing w:line="264" w:lineRule="exact"/>
                      <w:ind w:left="20"/>
                      <w:rPr>
                        <w:sz w:val="24"/>
                      </w:rPr>
                    </w:pPr>
                    <w:r>
                      <w:rPr>
                        <w:color w:val="C00000"/>
                        <w:sz w:val="24"/>
                      </w:rPr>
                      <w:t>INCIDENT REVIEW</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BDCA4" w14:textId="3F1C8285" w:rsidR="006B79D5" w:rsidRDefault="001B44F0">
    <w:pPr>
      <w:pStyle w:val="BodyText"/>
      <w:spacing w:line="14" w:lineRule="auto"/>
      <w:ind w:left="0"/>
      <w:rPr>
        <w:sz w:val="20"/>
      </w:rPr>
    </w:pPr>
    <w:r>
      <w:rPr>
        <w:noProof/>
      </w:rPr>
      <mc:AlternateContent>
        <mc:Choice Requires="wps">
          <w:drawing>
            <wp:anchor distT="0" distB="0" distL="114300" distR="114300" simplePos="0" relativeHeight="249892864" behindDoc="1" locked="0" layoutInCell="1" allowOverlap="1" wp14:anchorId="416F9B0B" wp14:editId="43C7F7BE">
              <wp:simplePos x="0" y="0"/>
              <wp:positionH relativeFrom="page">
                <wp:posOffset>5721985</wp:posOffset>
              </wp:positionH>
              <wp:positionV relativeFrom="page">
                <wp:posOffset>551180</wp:posOffset>
              </wp:positionV>
              <wp:extent cx="1148080" cy="177800"/>
              <wp:effectExtent l="0" t="0" r="0" b="0"/>
              <wp:wrapNone/>
              <wp:docPr id="2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808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035F16" w14:textId="77777777" w:rsidR="006B79D5" w:rsidRDefault="00EE4DE8">
                          <w:pPr>
                            <w:spacing w:line="264" w:lineRule="exact"/>
                            <w:ind w:left="20"/>
                            <w:rPr>
                              <w:sz w:val="24"/>
                            </w:rPr>
                          </w:pPr>
                          <w:r>
                            <w:rPr>
                              <w:color w:val="C00000"/>
                              <w:sz w:val="24"/>
                            </w:rPr>
                            <w:t>INCIDENT REVIEW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6F9B0B" id="_x0000_t202" coordsize="21600,21600" o:spt="202" path="m,l,21600r21600,l21600,xe">
              <v:stroke joinstyle="miter"/>
              <v:path gradientshapeok="t" o:connecttype="rect"/>
            </v:shapetype>
            <v:shape id="Text Box 16" o:spid="_x0000_s1133" type="#_x0000_t202" style="position:absolute;margin-left:450.55pt;margin-top:43.4pt;width:90.4pt;height:14pt;z-index:-253423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" filled="f" stroked="f">
              <v:textbox inset="0,0,0,0">
                <w:txbxContent>
                  <w:p w14:paraId="79035F16" w14:textId="77777777" w:rsidR="006B79D5" w:rsidRDefault="00EE4DE8">
                    <w:pPr>
                      <w:spacing w:line="264" w:lineRule="exact"/>
                      <w:ind w:left="20"/>
                      <w:rPr>
                        <w:sz w:val="24"/>
                      </w:rPr>
                    </w:pPr>
                    <w:r>
                      <w:rPr>
                        <w:color w:val="C00000"/>
                        <w:sz w:val="24"/>
                      </w:rPr>
                      <w:t>INCIDENT REVIEW</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5E1A" w14:textId="6977FC2D" w:rsidR="006B79D5" w:rsidRDefault="001B44F0">
    <w:pPr>
      <w:pStyle w:val="BodyText"/>
      <w:spacing w:line="14" w:lineRule="auto"/>
      <w:ind w:left="0"/>
      <w:rPr>
        <w:sz w:val="20"/>
      </w:rPr>
    </w:pPr>
    <w:r>
      <w:rPr>
        <w:noProof/>
      </w:rPr>
      <mc:AlternateContent>
        <mc:Choice Requires="wps">
          <w:drawing>
            <wp:anchor distT="0" distB="0" distL="114300" distR="114300" simplePos="0" relativeHeight="249895936" behindDoc="1" locked="0" layoutInCell="1" allowOverlap="1" wp14:anchorId="1AB8894B" wp14:editId="3B12477B">
              <wp:simplePos x="0" y="0"/>
              <wp:positionH relativeFrom="page">
                <wp:posOffset>1068070</wp:posOffset>
              </wp:positionH>
              <wp:positionV relativeFrom="page">
                <wp:posOffset>838200</wp:posOffset>
              </wp:positionV>
              <wp:extent cx="5808345" cy="0"/>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834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4684A7" id="Line 14" o:spid="_x0000_s1026" style="position:absolute;z-index:-253420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1pt,66pt" to="541.4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" strokeweight=".72pt">
              <w10:wrap anchorx="page" anchory="page"/>
            </v:line>
          </w:pict>
        </mc:Fallback>
      </mc:AlternateContent>
    </w:r>
    <w:r>
      <w:rPr>
        <w:noProof/>
      </w:rPr>
      <mc:AlternateContent>
        <mc:Choice Requires="wps">
          <w:drawing>
            <wp:anchor distT="0" distB="0" distL="114300" distR="114300" simplePos="0" relativeHeight="249896960" behindDoc="1" locked="0" layoutInCell="1" allowOverlap="1" wp14:anchorId="73857DB5" wp14:editId="63347B18">
              <wp:simplePos x="0" y="0"/>
              <wp:positionH relativeFrom="page">
                <wp:posOffset>5721985</wp:posOffset>
              </wp:positionH>
              <wp:positionV relativeFrom="page">
                <wp:posOffset>551180</wp:posOffset>
              </wp:positionV>
              <wp:extent cx="1148080" cy="177800"/>
              <wp:effectExtent l="0" t="0" r="0" b="0"/>
              <wp:wrapNone/>
              <wp:docPr id="2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808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45A2AF" w14:textId="77777777" w:rsidR="006B79D5" w:rsidRDefault="00EE4DE8">
                          <w:pPr>
                            <w:spacing w:line="264" w:lineRule="exact"/>
                            <w:ind w:left="20"/>
                            <w:rPr>
                              <w:sz w:val="24"/>
                            </w:rPr>
                          </w:pPr>
                          <w:r>
                            <w:rPr>
                              <w:color w:val="C00000"/>
                              <w:sz w:val="24"/>
                            </w:rPr>
                            <w:t>INCIDENT REVIEW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857DB5" id="_x0000_t202" coordsize="21600,21600" o:spt="202" path="m,l,21600r21600,l21600,xe">
              <v:stroke joinstyle="miter"/>
              <v:path gradientshapeok="t" o:connecttype="rect"/>
            </v:shapetype>
            <v:shape id="Text Box 13" o:spid="_x0000_s1135" type="#_x0000_t202" style="position:absolute;margin-left:450.55pt;margin-top:43.4pt;width:90.4pt;height:14pt;z-index:-253419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" filled="f" stroked="f">
              <v:textbox inset="0,0,0,0">
                <w:txbxContent>
                  <w:p w14:paraId="4745A2AF" w14:textId="77777777" w:rsidR="006B79D5" w:rsidRDefault="00EE4DE8">
                    <w:pPr>
                      <w:spacing w:line="264" w:lineRule="exact"/>
                      <w:ind w:left="20"/>
                      <w:rPr>
                        <w:sz w:val="24"/>
                      </w:rPr>
                    </w:pPr>
                    <w:r>
                      <w:rPr>
                        <w:color w:val="C00000"/>
                        <w:sz w:val="24"/>
                      </w:rPr>
                      <w:t>INCIDENT REVIEW</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B39FE" w14:textId="474CFA32" w:rsidR="006B79D5" w:rsidRDefault="001B44F0">
    <w:pPr>
      <w:pStyle w:val="BodyText"/>
      <w:spacing w:line="14" w:lineRule="auto"/>
      <w:ind w:left="0"/>
      <w:rPr>
        <w:sz w:val="20"/>
      </w:rPr>
    </w:pPr>
    <w:r>
      <w:rPr>
        <w:noProof/>
      </w:rPr>
      <mc:AlternateContent>
        <mc:Choice Requires="wps">
          <w:drawing>
            <wp:anchor distT="0" distB="0" distL="114300" distR="114300" simplePos="0" relativeHeight="249900032" behindDoc="1" locked="0" layoutInCell="1" allowOverlap="1" wp14:anchorId="2D00D4A6" wp14:editId="6F273910">
              <wp:simplePos x="0" y="0"/>
              <wp:positionH relativeFrom="page">
                <wp:posOffset>1068070</wp:posOffset>
              </wp:positionH>
              <wp:positionV relativeFrom="page">
                <wp:posOffset>838200</wp:posOffset>
              </wp:positionV>
              <wp:extent cx="5808345" cy="0"/>
              <wp:effectExtent l="0" t="0" r="0" b="0"/>
              <wp:wrapNone/>
              <wp:docPr id="1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834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44D16A" id="Line 11" o:spid="_x0000_s1026" style="position:absolute;z-index:-253416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1pt,66pt" to="541.4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" strokeweight=".72pt">
              <w10:wrap anchorx="page" anchory="page"/>
            </v:line>
          </w:pict>
        </mc:Fallback>
      </mc:AlternateContent>
    </w:r>
    <w:r>
      <w:rPr>
        <w:noProof/>
      </w:rPr>
      <mc:AlternateContent>
        <mc:Choice Requires="wps">
          <w:drawing>
            <wp:anchor distT="0" distB="0" distL="114300" distR="114300" simplePos="0" relativeHeight="249901056" behindDoc="1" locked="0" layoutInCell="1" allowOverlap="1" wp14:anchorId="301A3CC7" wp14:editId="799A6D90">
              <wp:simplePos x="0" y="0"/>
              <wp:positionH relativeFrom="page">
                <wp:posOffset>5721985</wp:posOffset>
              </wp:positionH>
              <wp:positionV relativeFrom="page">
                <wp:posOffset>551180</wp:posOffset>
              </wp:positionV>
              <wp:extent cx="1148080" cy="177800"/>
              <wp:effectExtent l="0" t="0" r="0" b="0"/>
              <wp:wrapNone/>
              <wp:docPr id="1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808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36833" w14:textId="77777777" w:rsidR="006B79D5" w:rsidRDefault="00EE4DE8">
                          <w:pPr>
                            <w:spacing w:line="264" w:lineRule="exact"/>
                            <w:ind w:left="20"/>
                            <w:rPr>
                              <w:sz w:val="24"/>
                            </w:rPr>
                          </w:pPr>
                          <w:r>
                            <w:rPr>
                              <w:color w:val="C00000"/>
                              <w:sz w:val="24"/>
                            </w:rPr>
                            <w:t>INCIDENT REVIEW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1A3CC7" id="_x0000_t202" coordsize="21600,21600" o:spt="202" path="m,l,21600r21600,l21600,xe">
              <v:stroke joinstyle="miter"/>
              <v:path gradientshapeok="t" o:connecttype="rect"/>
            </v:shapetype>
            <v:shape id="Text Box 10" o:spid="_x0000_s1137" type="#_x0000_t202" style="position:absolute;margin-left:450.55pt;margin-top:43.4pt;width:90.4pt;height:14pt;z-index:-253415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" filled="f" stroked="f">
              <v:textbox inset="0,0,0,0">
                <w:txbxContent>
                  <w:p w14:paraId="6C836833" w14:textId="77777777" w:rsidR="006B79D5" w:rsidRDefault="00EE4DE8">
                    <w:pPr>
                      <w:spacing w:line="264" w:lineRule="exact"/>
                      <w:ind w:left="20"/>
                      <w:rPr>
                        <w:sz w:val="24"/>
                      </w:rPr>
                    </w:pPr>
                    <w:r>
                      <w:rPr>
                        <w:color w:val="C00000"/>
                        <w:sz w:val="24"/>
                      </w:rPr>
                      <w:t>INCIDENT REVIEW</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85DDC" w14:textId="5C82AE3F" w:rsidR="006B79D5" w:rsidRDefault="001B44F0">
    <w:pPr>
      <w:pStyle w:val="BodyText"/>
      <w:spacing w:line="14" w:lineRule="auto"/>
      <w:ind w:left="0"/>
      <w:rPr>
        <w:sz w:val="20"/>
      </w:rPr>
    </w:pPr>
    <w:r>
      <w:rPr>
        <w:noProof/>
      </w:rPr>
      <mc:AlternateContent>
        <mc:Choice Requires="wps">
          <w:drawing>
            <wp:anchor distT="0" distB="0" distL="114300" distR="114300" simplePos="0" relativeHeight="249904128" behindDoc="1" locked="0" layoutInCell="1" allowOverlap="1" wp14:anchorId="4DAB9AE0" wp14:editId="1C6383BA">
              <wp:simplePos x="0" y="0"/>
              <wp:positionH relativeFrom="page">
                <wp:posOffset>5721985</wp:posOffset>
              </wp:positionH>
              <wp:positionV relativeFrom="page">
                <wp:posOffset>551180</wp:posOffset>
              </wp:positionV>
              <wp:extent cx="1148080" cy="177800"/>
              <wp:effectExtent l="0" t="0" r="0" b="0"/>
              <wp:wrapNone/>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808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48B4A0" w14:textId="77777777" w:rsidR="006B79D5" w:rsidRDefault="00EE4DE8">
                          <w:pPr>
                            <w:spacing w:line="264" w:lineRule="exact"/>
                            <w:ind w:left="20"/>
                            <w:rPr>
                              <w:sz w:val="24"/>
                            </w:rPr>
                          </w:pPr>
                          <w:r>
                            <w:rPr>
                              <w:color w:val="C00000"/>
                              <w:sz w:val="24"/>
                            </w:rPr>
                            <w:t>INCIDENT REVIEW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AB9AE0" id="_x0000_t202" coordsize="21600,21600" o:spt="202" path="m,l,21600r21600,l21600,xe">
              <v:stroke joinstyle="miter"/>
              <v:path gradientshapeok="t" o:connecttype="rect"/>
            </v:shapetype>
            <v:shape id="Text Box 8" o:spid="_x0000_s1139" type="#_x0000_t202" style="position:absolute;margin-left:450.55pt;margin-top:43.4pt;width:90.4pt;height:14pt;z-index:-253412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" filled="f" stroked="f">
              <v:textbox inset="0,0,0,0">
                <w:txbxContent>
                  <w:p w14:paraId="6248B4A0" w14:textId="77777777" w:rsidR="006B79D5" w:rsidRDefault="00EE4DE8">
                    <w:pPr>
                      <w:spacing w:line="264" w:lineRule="exact"/>
                      <w:ind w:left="20"/>
                      <w:rPr>
                        <w:sz w:val="24"/>
                      </w:rPr>
                    </w:pPr>
                    <w:r>
                      <w:rPr>
                        <w:color w:val="C00000"/>
                        <w:sz w:val="24"/>
                      </w:rPr>
                      <w:t>INCIDENT REVIEW</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82F7D" w14:textId="4EC5000A" w:rsidR="006B79D5" w:rsidRDefault="001B44F0">
    <w:pPr>
      <w:pStyle w:val="BodyText"/>
      <w:spacing w:line="14" w:lineRule="auto"/>
      <w:ind w:left="0"/>
      <w:rPr>
        <w:sz w:val="20"/>
      </w:rPr>
    </w:pPr>
    <w:r>
      <w:rPr>
        <w:noProof/>
      </w:rPr>
      <mc:AlternateContent>
        <mc:Choice Requires="wps">
          <w:drawing>
            <wp:anchor distT="0" distB="0" distL="114300" distR="114300" simplePos="0" relativeHeight="249907200" behindDoc="1" locked="0" layoutInCell="1" allowOverlap="1" wp14:anchorId="61F3C2E5" wp14:editId="769F68C1">
              <wp:simplePos x="0" y="0"/>
              <wp:positionH relativeFrom="page">
                <wp:posOffset>1068070</wp:posOffset>
              </wp:positionH>
              <wp:positionV relativeFrom="page">
                <wp:posOffset>838200</wp:posOffset>
              </wp:positionV>
              <wp:extent cx="5808345" cy="0"/>
              <wp:effectExtent l="0" t="0" r="0" b="0"/>
              <wp:wrapNone/>
              <wp:docPr id="1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834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D718DB" id="Line 6" o:spid="_x0000_s1026" style="position:absolute;z-index:-253409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1pt,66pt" to="541.4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" strokeweight=".72pt">
              <w10:wrap anchorx="page" anchory="page"/>
            </v:line>
          </w:pict>
        </mc:Fallback>
      </mc:AlternateContent>
    </w:r>
    <w:r>
      <w:rPr>
        <w:noProof/>
      </w:rPr>
      <mc:AlternateContent>
        <mc:Choice Requires="wps">
          <w:drawing>
            <wp:anchor distT="0" distB="0" distL="114300" distR="114300" simplePos="0" relativeHeight="249908224" behindDoc="1" locked="0" layoutInCell="1" allowOverlap="1" wp14:anchorId="1A4F4B86" wp14:editId="6F111CA8">
              <wp:simplePos x="0" y="0"/>
              <wp:positionH relativeFrom="page">
                <wp:posOffset>5721985</wp:posOffset>
              </wp:positionH>
              <wp:positionV relativeFrom="page">
                <wp:posOffset>551180</wp:posOffset>
              </wp:positionV>
              <wp:extent cx="1148080" cy="177800"/>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808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DE2F22" w14:textId="77777777" w:rsidR="006B79D5" w:rsidRDefault="00EE4DE8">
                          <w:pPr>
                            <w:spacing w:line="264" w:lineRule="exact"/>
                            <w:ind w:left="20"/>
                            <w:rPr>
                              <w:sz w:val="24"/>
                            </w:rPr>
                          </w:pPr>
                          <w:r>
                            <w:rPr>
                              <w:color w:val="C00000"/>
                              <w:sz w:val="24"/>
                            </w:rPr>
                            <w:t>INCIDENT REVIEW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4F4B86" id="_x0000_t202" coordsize="21600,21600" o:spt="202" path="m,l,21600r21600,l21600,xe">
              <v:stroke joinstyle="miter"/>
              <v:path gradientshapeok="t" o:connecttype="rect"/>
            </v:shapetype>
            <v:shape id="Text Box 5" o:spid="_x0000_s1141" type="#_x0000_t202" style="position:absolute;margin-left:450.55pt;margin-top:43.4pt;width:90.4pt;height:14pt;z-index:-253408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" filled="f" stroked="f">
              <v:textbox inset="0,0,0,0">
                <w:txbxContent>
                  <w:p w14:paraId="32DE2F22" w14:textId="77777777" w:rsidR="006B79D5" w:rsidRDefault="00EE4DE8">
                    <w:pPr>
                      <w:spacing w:line="264" w:lineRule="exact"/>
                      <w:ind w:left="20"/>
                      <w:rPr>
                        <w:sz w:val="24"/>
                      </w:rPr>
                    </w:pPr>
                    <w:r>
                      <w:rPr>
                        <w:color w:val="C00000"/>
                        <w:sz w:val="24"/>
                      </w:rPr>
                      <w:t>INCIDENT REVIEW</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1361D" w14:textId="30C12C12" w:rsidR="006B79D5" w:rsidRDefault="001B44F0">
    <w:pPr>
      <w:pStyle w:val="BodyText"/>
      <w:spacing w:line="14" w:lineRule="auto"/>
      <w:ind w:left="0"/>
      <w:rPr>
        <w:sz w:val="20"/>
      </w:rPr>
    </w:pPr>
    <w:r>
      <w:rPr>
        <w:noProof/>
      </w:rPr>
      <mc:AlternateContent>
        <mc:Choice Requires="wps">
          <w:drawing>
            <wp:anchor distT="0" distB="0" distL="114300" distR="114300" simplePos="0" relativeHeight="249911296" behindDoc="1" locked="0" layoutInCell="1" allowOverlap="1" wp14:anchorId="52C8B147" wp14:editId="7DC47C89">
              <wp:simplePos x="0" y="0"/>
              <wp:positionH relativeFrom="page">
                <wp:posOffset>1068070</wp:posOffset>
              </wp:positionH>
              <wp:positionV relativeFrom="page">
                <wp:posOffset>838200</wp:posOffset>
              </wp:positionV>
              <wp:extent cx="5808345" cy="0"/>
              <wp:effectExtent l="0" t="0" r="0" b="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834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E36B19" id="Line 3" o:spid="_x0000_s1026" style="position:absolute;z-index:-253405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1pt,66pt" to="541.4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" strokeweight=".72pt">
              <w10:wrap anchorx="page" anchory="page"/>
            </v:line>
          </w:pict>
        </mc:Fallback>
      </mc:AlternateContent>
    </w:r>
    <w:r>
      <w:rPr>
        <w:noProof/>
      </w:rPr>
      <mc:AlternateContent>
        <mc:Choice Requires="wps">
          <w:drawing>
            <wp:anchor distT="0" distB="0" distL="114300" distR="114300" simplePos="0" relativeHeight="249912320" behindDoc="1" locked="0" layoutInCell="1" allowOverlap="1" wp14:anchorId="292512E5" wp14:editId="0E52A7B2">
              <wp:simplePos x="0" y="0"/>
              <wp:positionH relativeFrom="page">
                <wp:posOffset>5721985</wp:posOffset>
              </wp:positionH>
              <wp:positionV relativeFrom="page">
                <wp:posOffset>551180</wp:posOffset>
              </wp:positionV>
              <wp:extent cx="1148080" cy="1778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808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53D0E" w14:textId="77777777" w:rsidR="006B79D5" w:rsidRDefault="00EE4DE8">
                          <w:pPr>
                            <w:spacing w:line="264" w:lineRule="exact"/>
                            <w:ind w:left="20"/>
                            <w:rPr>
                              <w:sz w:val="24"/>
                            </w:rPr>
                          </w:pPr>
                          <w:r>
                            <w:rPr>
                              <w:color w:val="C00000"/>
                              <w:sz w:val="24"/>
                            </w:rPr>
                            <w:t>INCIDENT REVIEW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2512E5" id="_x0000_t202" coordsize="21600,21600" o:spt="202" path="m,l,21600r21600,l21600,xe">
              <v:stroke joinstyle="miter"/>
              <v:path gradientshapeok="t" o:connecttype="rect"/>
            </v:shapetype>
            <v:shape id="Text Box 2" o:spid="_x0000_s1143" type="#_x0000_t202" style="position:absolute;margin-left:450.55pt;margin-top:43.4pt;width:90.4pt;height:14pt;z-index:-253404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" filled="f" stroked="f">
              <v:textbox inset="0,0,0,0">
                <w:txbxContent>
                  <w:p w14:paraId="7C153D0E" w14:textId="77777777" w:rsidR="006B79D5" w:rsidRDefault="00EE4DE8">
                    <w:pPr>
                      <w:spacing w:line="264" w:lineRule="exact"/>
                      <w:ind w:left="20"/>
                      <w:rPr>
                        <w:sz w:val="24"/>
                      </w:rPr>
                    </w:pPr>
                    <w:r>
                      <w:rPr>
                        <w:color w:val="C00000"/>
                        <w:sz w:val="24"/>
                      </w:rPr>
                      <w:t>INCIDENT REVIEW</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52921"/>
    <w:multiLevelType w:val="multilevel"/>
    <w:tmpl w:val="1A907E0E"/>
    <w:lvl w:ilvl="0">
      <w:start w:val="4"/>
      <w:numFmt w:val="decimal"/>
      <w:lvlText w:val="%1"/>
      <w:lvlJc w:val="left"/>
      <w:pPr>
        <w:ind w:left="1351" w:hanging="332"/>
        <w:jc w:val="left"/>
      </w:pPr>
      <w:rPr>
        <w:rFonts w:hint="default"/>
      </w:rPr>
    </w:lvl>
    <w:lvl w:ilvl="1">
      <w:numFmt w:val="decimal"/>
      <w:lvlText w:val="%1.%2"/>
      <w:lvlJc w:val="left"/>
      <w:pPr>
        <w:ind w:left="1351" w:hanging="332"/>
        <w:jc w:val="left"/>
      </w:pPr>
      <w:rPr>
        <w:rFonts w:ascii="Calibri" w:eastAsia="Calibri" w:hAnsi="Calibri" w:cs="Calibri" w:hint="default"/>
        <w:b/>
        <w:bCs/>
        <w:spacing w:val="-1"/>
        <w:w w:val="100"/>
        <w:sz w:val="22"/>
        <w:szCs w:val="22"/>
      </w:rPr>
    </w:lvl>
    <w:lvl w:ilvl="2">
      <w:numFmt w:val="bullet"/>
      <w:lvlText w:val="•"/>
      <w:lvlJc w:val="left"/>
      <w:pPr>
        <w:ind w:left="3332" w:hanging="332"/>
      </w:pPr>
      <w:rPr>
        <w:rFonts w:hint="default"/>
      </w:rPr>
    </w:lvl>
    <w:lvl w:ilvl="3">
      <w:numFmt w:val="bullet"/>
      <w:lvlText w:val="•"/>
      <w:lvlJc w:val="left"/>
      <w:pPr>
        <w:ind w:left="4318" w:hanging="332"/>
      </w:pPr>
      <w:rPr>
        <w:rFonts w:hint="default"/>
      </w:rPr>
    </w:lvl>
    <w:lvl w:ilvl="4">
      <w:numFmt w:val="bullet"/>
      <w:lvlText w:val="•"/>
      <w:lvlJc w:val="left"/>
      <w:pPr>
        <w:ind w:left="5304" w:hanging="332"/>
      </w:pPr>
      <w:rPr>
        <w:rFonts w:hint="default"/>
      </w:rPr>
    </w:lvl>
    <w:lvl w:ilvl="5">
      <w:numFmt w:val="bullet"/>
      <w:lvlText w:val="•"/>
      <w:lvlJc w:val="left"/>
      <w:pPr>
        <w:ind w:left="6290" w:hanging="332"/>
      </w:pPr>
      <w:rPr>
        <w:rFonts w:hint="default"/>
      </w:rPr>
    </w:lvl>
    <w:lvl w:ilvl="6">
      <w:numFmt w:val="bullet"/>
      <w:lvlText w:val="•"/>
      <w:lvlJc w:val="left"/>
      <w:pPr>
        <w:ind w:left="7276" w:hanging="332"/>
      </w:pPr>
      <w:rPr>
        <w:rFonts w:hint="default"/>
      </w:rPr>
    </w:lvl>
    <w:lvl w:ilvl="7">
      <w:numFmt w:val="bullet"/>
      <w:lvlText w:val="•"/>
      <w:lvlJc w:val="left"/>
      <w:pPr>
        <w:ind w:left="8262" w:hanging="332"/>
      </w:pPr>
      <w:rPr>
        <w:rFonts w:hint="default"/>
      </w:rPr>
    </w:lvl>
    <w:lvl w:ilvl="8">
      <w:numFmt w:val="bullet"/>
      <w:lvlText w:val="•"/>
      <w:lvlJc w:val="left"/>
      <w:pPr>
        <w:ind w:left="9248" w:hanging="332"/>
      </w:pPr>
      <w:rPr>
        <w:rFonts w:hint="default"/>
      </w:rPr>
    </w:lvl>
  </w:abstractNum>
  <w:abstractNum w:abstractNumId="1" w15:restartNumberingAfterBreak="0">
    <w:nsid w:val="03A507AC"/>
    <w:multiLevelType w:val="multilevel"/>
    <w:tmpl w:val="64C8BD08"/>
    <w:lvl w:ilvl="0">
      <w:start w:val="2"/>
      <w:numFmt w:val="decimal"/>
      <w:lvlText w:val="%1"/>
      <w:lvlJc w:val="left"/>
      <w:pPr>
        <w:ind w:left="1352" w:hanging="333"/>
        <w:jc w:val="left"/>
      </w:pPr>
      <w:rPr>
        <w:rFonts w:hint="default"/>
      </w:rPr>
    </w:lvl>
    <w:lvl w:ilvl="1">
      <w:numFmt w:val="decimal"/>
      <w:lvlText w:val="%1.%2"/>
      <w:lvlJc w:val="left"/>
      <w:pPr>
        <w:ind w:left="1352" w:hanging="333"/>
        <w:jc w:val="left"/>
      </w:pPr>
      <w:rPr>
        <w:rFonts w:ascii="Calibri" w:eastAsia="Calibri" w:hAnsi="Calibri" w:cs="Calibri" w:hint="default"/>
        <w:b/>
        <w:bCs/>
        <w:spacing w:val="-1"/>
        <w:w w:val="100"/>
        <w:sz w:val="22"/>
        <w:szCs w:val="22"/>
      </w:rPr>
    </w:lvl>
    <w:lvl w:ilvl="2">
      <w:numFmt w:val="bullet"/>
      <w:lvlText w:val="•"/>
      <w:lvlJc w:val="left"/>
      <w:pPr>
        <w:ind w:left="3332" w:hanging="333"/>
      </w:pPr>
      <w:rPr>
        <w:rFonts w:hint="default"/>
      </w:rPr>
    </w:lvl>
    <w:lvl w:ilvl="3">
      <w:numFmt w:val="bullet"/>
      <w:lvlText w:val="•"/>
      <w:lvlJc w:val="left"/>
      <w:pPr>
        <w:ind w:left="4318" w:hanging="333"/>
      </w:pPr>
      <w:rPr>
        <w:rFonts w:hint="default"/>
      </w:rPr>
    </w:lvl>
    <w:lvl w:ilvl="4">
      <w:numFmt w:val="bullet"/>
      <w:lvlText w:val="•"/>
      <w:lvlJc w:val="left"/>
      <w:pPr>
        <w:ind w:left="5304" w:hanging="333"/>
      </w:pPr>
      <w:rPr>
        <w:rFonts w:hint="default"/>
      </w:rPr>
    </w:lvl>
    <w:lvl w:ilvl="5">
      <w:numFmt w:val="bullet"/>
      <w:lvlText w:val="•"/>
      <w:lvlJc w:val="left"/>
      <w:pPr>
        <w:ind w:left="6290" w:hanging="333"/>
      </w:pPr>
      <w:rPr>
        <w:rFonts w:hint="default"/>
      </w:rPr>
    </w:lvl>
    <w:lvl w:ilvl="6">
      <w:numFmt w:val="bullet"/>
      <w:lvlText w:val="•"/>
      <w:lvlJc w:val="left"/>
      <w:pPr>
        <w:ind w:left="7276" w:hanging="333"/>
      </w:pPr>
      <w:rPr>
        <w:rFonts w:hint="default"/>
      </w:rPr>
    </w:lvl>
    <w:lvl w:ilvl="7">
      <w:numFmt w:val="bullet"/>
      <w:lvlText w:val="•"/>
      <w:lvlJc w:val="left"/>
      <w:pPr>
        <w:ind w:left="8262" w:hanging="333"/>
      </w:pPr>
      <w:rPr>
        <w:rFonts w:hint="default"/>
      </w:rPr>
    </w:lvl>
    <w:lvl w:ilvl="8">
      <w:numFmt w:val="bullet"/>
      <w:lvlText w:val="•"/>
      <w:lvlJc w:val="left"/>
      <w:pPr>
        <w:ind w:left="9248" w:hanging="333"/>
      </w:pPr>
      <w:rPr>
        <w:rFonts w:hint="default"/>
      </w:rPr>
    </w:lvl>
  </w:abstractNum>
  <w:abstractNum w:abstractNumId="2" w15:restartNumberingAfterBreak="0">
    <w:nsid w:val="04933ADA"/>
    <w:multiLevelType w:val="hybridMultilevel"/>
    <w:tmpl w:val="0DEC8184"/>
    <w:lvl w:ilvl="0" w:tplc="1E2A8B2A">
      <w:numFmt w:val="bullet"/>
      <w:lvlText w:val="–"/>
      <w:lvlJc w:val="left"/>
      <w:pPr>
        <w:ind w:left="2868" w:hanging="360"/>
      </w:pPr>
      <w:rPr>
        <w:rFonts w:ascii="Arial" w:eastAsia="Arial" w:hAnsi="Arial" w:cs="Arial" w:hint="default"/>
        <w:w w:val="100"/>
        <w:sz w:val="22"/>
        <w:szCs w:val="22"/>
      </w:rPr>
    </w:lvl>
    <w:lvl w:ilvl="1" w:tplc="4412B7BA">
      <w:numFmt w:val="bullet"/>
      <w:lvlText w:val="•"/>
      <w:lvlJc w:val="left"/>
      <w:pPr>
        <w:ind w:left="3696" w:hanging="360"/>
      </w:pPr>
      <w:rPr>
        <w:rFonts w:hint="default"/>
      </w:rPr>
    </w:lvl>
    <w:lvl w:ilvl="2" w:tplc="D7CAF564">
      <w:numFmt w:val="bullet"/>
      <w:lvlText w:val="•"/>
      <w:lvlJc w:val="left"/>
      <w:pPr>
        <w:ind w:left="4532" w:hanging="360"/>
      </w:pPr>
      <w:rPr>
        <w:rFonts w:hint="default"/>
      </w:rPr>
    </w:lvl>
    <w:lvl w:ilvl="3" w:tplc="AF82B216">
      <w:numFmt w:val="bullet"/>
      <w:lvlText w:val="•"/>
      <w:lvlJc w:val="left"/>
      <w:pPr>
        <w:ind w:left="5368" w:hanging="360"/>
      </w:pPr>
      <w:rPr>
        <w:rFonts w:hint="default"/>
      </w:rPr>
    </w:lvl>
    <w:lvl w:ilvl="4" w:tplc="96744CDE">
      <w:numFmt w:val="bullet"/>
      <w:lvlText w:val="•"/>
      <w:lvlJc w:val="left"/>
      <w:pPr>
        <w:ind w:left="6204" w:hanging="360"/>
      </w:pPr>
      <w:rPr>
        <w:rFonts w:hint="default"/>
      </w:rPr>
    </w:lvl>
    <w:lvl w:ilvl="5" w:tplc="2E70E83C">
      <w:numFmt w:val="bullet"/>
      <w:lvlText w:val="•"/>
      <w:lvlJc w:val="left"/>
      <w:pPr>
        <w:ind w:left="7040" w:hanging="360"/>
      </w:pPr>
      <w:rPr>
        <w:rFonts w:hint="default"/>
      </w:rPr>
    </w:lvl>
    <w:lvl w:ilvl="6" w:tplc="F79CD066">
      <w:numFmt w:val="bullet"/>
      <w:lvlText w:val="•"/>
      <w:lvlJc w:val="left"/>
      <w:pPr>
        <w:ind w:left="7876" w:hanging="360"/>
      </w:pPr>
      <w:rPr>
        <w:rFonts w:hint="default"/>
      </w:rPr>
    </w:lvl>
    <w:lvl w:ilvl="7" w:tplc="95B81C1E">
      <w:numFmt w:val="bullet"/>
      <w:lvlText w:val="•"/>
      <w:lvlJc w:val="left"/>
      <w:pPr>
        <w:ind w:left="8712" w:hanging="360"/>
      </w:pPr>
      <w:rPr>
        <w:rFonts w:hint="default"/>
      </w:rPr>
    </w:lvl>
    <w:lvl w:ilvl="8" w:tplc="02D2991C">
      <w:numFmt w:val="bullet"/>
      <w:lvlText w:val="•"/>
      <w:lvlJc w:val="left"/>
      <w:pPr>
        <w:ind w:left="9548" w:hanging="360"/>
      </w:pPr>
      <w:rPr>
        <w:rFonts w:hint="default"/>
      </w:rPr>
    </w:lvl>
  </w:abstractNum>
  <w:abstractNum w:abstractNumId="3" w15:restartNumberingAfterBreak="0">
    <w:nsid w:val="0A1B5178"/>
    <w:multiLevelType w:val="multilevel"/>
    <w:tmpl w:val="70E0B348"/>
    <w:lvl w:ilvl="0">
      <w:start w:val="5"/>
      <w:numFmt w:val="decimal"/>
      <w:lvlText w:val="%1"/>
      <w:lvlJc w:val="left"/>
      <w:pPr>
        <w:ind w:left="1352" w:hanging="333"/>
        <w:jc w:val="left"/>
      </w:pPr>
      <w:rPr>
        <w:rFonts w:hint="default"/>
      </w:rPr>
    </w:lvl>
    <w:lvl w:ilvl="1">
      <w:numFmt w:val="decimal"/>
      <w:lvlText w:val="%1.%2"/>
      <w:lvlJc w:val="left"/>
      <w:pPr>
        <w:ind w:left="1352" w:hanging="333"/>
        <w:jc w:val="left"/>
      </w:pPr>
      <w:rPr>
        <w:rFonts w:ascii="Calibri" w:eastAsia="Calibri" w:hAnsi="Calibri" w:cs="Calibri" w:hint="default"/>
        <w:b/>
        <w:bCs/>
        <w:spacing w:val="-1"/>
        <w:w w:val="100"/>
        <w:sz w:val="22"/>
        <w:szCs w:val="22"/>
      </w:rPr>
    </w:lvl>
    <w:lvl w:ilvl="2">
      <w:start w:val="1"/>
      <w:numFmt w:val="upperLetter"/>
      <w:lvlText w:val="%3."/>
      <w:lvlJc w:val="left"/>
      <w:pPr>
        <w:ind w:left="1740" w:hanging="360"/>
        <w:jc w:val="left"/>
      </w:pPr>
      <w:rPr>
        <w:rFonts w:ascii="Calibri" w:eastAsia="Calibri" w:hAnsi="Calibri" w:cs="Calibri" w:hint="default"/>
        <w:w w:val="100"/>
        <w:sz w:val="22"/>
        <w:szCs w:val="22"/>
      </w:rPr>
    </w:lvl>
    <w:lvl w:ilvl="3">
      <w:numFmt w:val="bullet"/>
      <w:lvlText w:val="•"/>
      <w:lvlJc w:val="left"/>
      <w:pPr>
        <w:ind w:left="3846" w:hanging="360"/>
      </w:pPr>
      <w:rPr>
        <w:rFonts w:hint="default"/>
      </w:rPr>
    </w:lvl>
    <w:lvl w:ilvl="4">
      <w:numFmt w:val="bullet"/>
      <w:lvlText w:val="•"/>
      <w:lvlJc w:val="left"/>
      <w:pPr>
        <w:ind w:left="4900" w:hanging="360"/>
      </w:pPr>
      <w:rPr>
        <w:rFonts w:hint="default"/>
      </w:rPr>
    </w:lvl>
    <w:lvl w:ilvl="5">
      <w:numFmt w:val="bullet"/>
      <w:lvlText w:val="•"/>
      <w:lvlJc w:val="left"/>
      <w:pPr>
        <w:ind w:left="5953" w:hanging="360"/>
      </w:pPr>
      <w:rPr>
        <w:rFonts w:hint="default"/>
      </w:rPr>
    </w:lvl>
    <w:lvl w:ilvl="6">
      <w:numFmt w:val="bullet"/>
      <w:lvlText w:val="•"/>
      <w:lvlJc w:val="left"/>
      <w:pPr>
        <w:ind w:left="7006" w:hanging="360"/>
      </w:pPr>
      <w:rPr>
        <w:rFonts w:hint="default"/>
      </w:rPr>
    </w:lvl>
    <w:lvl w:ilvl="7">
      <w:numFmt w:val="bullet"/>
      <w:lvlText w:val="•"/>
      <w:lvlJc w:val="left"/>
      <w:pPr>
        <w:ind w:left="8060" w:hanging="360"/>
      </w:pPr>
      <w:rPr>
        <w:rFonts w:hint="default"/>
      </w:rPr>
    </w:lvl>
    <w:lvl w:ilvl="8">
      <w:numFmt w:val="bullet"/>
      <w:lvlText w:val="•"/>
      <w:lvlJc w:val="left"/>
      <w:pPr>
        <w:ind w:left="9113" w:hanging="360"/>
      </w:pPr>
      <w:rPr>
        <w:rFonts w:hint="default"/>
      </w:rPr>
    </w:lvl>
  </w:abstractNum>
  <w:abstractNum w:abstractNumId="4" w15:restartNumberingAfterBreak="0">
    <w:nsid w:val="0A5F106D"/>
    <w:multiLevelType w:val="multilevel"/>
    <w:tmpl w:val="8468EA54"/>
    <w:lvl w:ilvl="0">
      <w:start w:val="7"/>
      <w:numFmt w:val="decimal"/>
      <w:lvlText w:val="%1"/>
      <w:lvlJc w:val="left"/>
      <w:pPr>
        <w:ind w:left="1352" w:hanging="333"/>
        <w:jc w:val="left"/>
      </w:pPr>
      <w:rPr>
        <w:rFonts w:hint="default"/>
      </w:rPr>
    </w:lvl>
    <w:lvl w:ilvl="1">
      <w:numFmt w:val="decimal"/>
      <w:lvlText w:val="%1.%2"/>
      <w:lvlJc w:val="left"/>
      <w:pPr>
        <w:ind w:left="1352" w:hanging="333"/>
        <w:jc w:val="left"/>
      </w:pPr>
      <w:rPr>
        <w:rFonts w:ascii="Calibri" w:eastAsia="Calibri" w:hAnsi="Calibri" w:cs="Calibri" w:hint="default"/>
        <w:b/>
        <w:bCs/>
        <w:spacing w:val="-1"/>
        <w:w w:val="100"/>
        <w:sz w:val="22"/>
        <w:szCs w:val="22"/>
      </w:rPr>
    </w:lvl>
    <w:lvl w:ilvl="2">
      <w:start w:val="1"/>
      <w:numFmt w:val="upperLetter"/>
      <w:lvlText w:val="%3."/>
      <w:lvlJc w:val="left"/>
      <w:pPr>
        <w:ind w:left="2099" w:hanging="360"/>
        <w:jc w:val="left"/>
      </w:pPr>
      <w:rPr>
        <w:rFonts w:ascii="Calibri" w:eastAsia="Calibri" w:hAnsi="Calibri" w:cs="Calibri" w:hint="default"/>
        <w:w w:val="100"/>
        <w:sz w:val="22"/>
        <w:szCs w:val="22"/>
      </w:rPr>
    </w:lvl>
    <w:lvl w:ilvl="3">
      <w:numFmt w:val="bullet"/>
      <w:lvlText w:val="•"/>
      <w:lvlJc w:val="left"/>
      <w:pPr>
        <w:ind w:left="4126" w:hanging="360"/>
      </w:pPr>
      <w:rPr>
        <w:rFonts w:hint="default"/>
      </w:rPr>
    </w:lvl>
    <w:lvl w:ilvl="4">
      <w:numFmt w:val="bullet"/>
      <w:lvlText w:val="•"/>
      <w:lvlJc w:val="left"/>
      <w:pPr>
        <w:ind w:left="5140" w:hanging="360"/>
      </w:pPr>
      <w:rPr>
        <w:rFonts w:hint="default"/>
      </w:rPr>
    </w:lvl>
    <w:lvl w:ilvl="5">
      <w:numFmt w:val="bullet"/>
      <w:lvlText w:val="•"/>
      <w:lvlJc w:val="left"/>
      <w:pPr>
        <w:ind w:left="6153" w:hanging="360"/>
      </w:pPr>
      <w:rPr>
        <w:rFonts w:hint="default"/>
      </w:rPr>
    </w:lvl>
    <w:lvl w:ilvl="6">
      <w:numFmt w:val="bullet"/>
      <w:lvlText w:val="•"/>
      <w:lvlJc w:val="left"/>
      <w:pPr>
        <w:ind w:left="7166" w:hanging="360"/>
      </w:pPr>
      <w:rPr>
        <w:rFonts w:hint="default"/>
      </w:rPr>
    </w:lvl>
    <w:lvl w:ilvl="7">
      <w:numFmt w:val="bullet"/>
      <w:lvlText w:val="•"/>
      <w:lvlJc w:val="left"/>
      <w:pPr>
        <w:ind w:left="8180" w:hanging="360"/>
      </w:pPr>
      <w:rPr>
        <w:rFonts w:hint="default"/>
      </w:rPr>
    </w:lvl>
    <w:lvl w:ilvl="8">
      <w:numFmt w:val="bullet"/>
      <w:lvlText w:val="•"/>
      <w:lvlJc w:val="left"/>
      <w:pPr>
        <w:ind w:left="9193" w:hanging="360"/>
      </w:pPr>
      <w:rPr>
        <w:rFonts w:hint="default"/>
      </w:rPr>
    </w:lvl>
  </w:abstractNum>
  <w:abstractNum w:abstractNumId="5" w15:restartNumberingAfterBreak="0">
    <w:nsid w:val="0DF46C62"/>
    <w:multiLevelType w:val="hybridMultilevel"/>
    <w:tmpl w:val="503C73A6"/>
    <w:lvl w:ilvl="0" w:tplc="088C5ADA">
      <w:numFmt w:val="bullet"/>
      <w:lvlText w:val="–"/>
      <w:lvlJc w:val="left"/>
      <w:pPr>
        <w:ind w:left="2460" w:hanging="360"/>
      </w:pPr>
      <w:rPr>
        <w:rFonts w:ascii="Arial" w:eastAsia="Arial" w:hAnsi="Arial" w:cs="Arial" w:hint="default"/>
        <w:w w:val="100"/>
        <w:sz w:val="22"/>
        <w:szCs w:val="22"/>
      </w:rPr>
    </w:lvl>
    <w:lvl w:ilvl="1" w:tplc="F7BEE1B2">
      <w:numFmt w:val="bullet"/>
      <w:lvlText w:val="•"/>
      <w:lvlJc w:val="left"/>
      <w:pPr>
        <w:ind w:left="3336" w:hanging="360"/>
      </w:pPr>
      <w:rPr>
        <w:rFonts w:hint="default"/>
      </w:rPr>
    </w:lvl>
    <w:lvl w:ilvl="2" w:tplc="205CBB4A">
      <w:numFmt w:val="bullet"/>
      <w:lvlText w:val="•"/>
      <w:lvlJc w:val="left"/>
      <w:pPr>
        <w:ind w:left="4212" w:hanging="360"/>
      </w:pPr>
      <w:rPr>
        <w:rFonts w:hint="default"/>
      </w:rPr>
    </w:lvl>
    <w:lvl w:ilvl="3" w:tplc="B726E1DA">
      <w:numFmt w:val="bullet"/>
      <w:lvlText w:val="•"/>
      <w:lvlJc w:val="left"/>
      <w:pPr>
        <w:ind w:left="5088" w:hanging="360"/>
      </w:pPr>
      <w:rPr>
        <w:rFonts w:hint="default"/>
      </w:rPr>
    </w:lvl>
    <w:lvl w:ilvl="4" w:tplc="F01057F6">
      <w:numFmt w:val="bullet"/>
      <w:lvlText w:val="•"/>
      <w:lvlJc w:val="left"/>
      <w:pPr>
        <w:ind w:left="5964" w:hanging="360"/>
      </w:pPr>
      <w:rPr>
        <w:rFonts w:hint="default"/>
      </w:rPr>
    </w:lvl>
    <w:lvl w:ilvl="5" w:tplc="DA3A6108">
      <w:numFmt w:val="bullet"/>
      <w:lvlText w:val="•"/>
      <w:lvlJc w:val="left"/>
      <w:pPr>
        <w:ind w:left="6840" w:hanging="360"/>
      </w:pPr>
      <w:rPr>
        <w:rFonts w:hint="default"/>
      </w:rPr>
    </w:lvl>
    <w:lvl w:ilvl="6" w:tplc="DB70F3EE">
      <w:numFmt w:val="bullet"/>
      <w:lvlText w:val="•"/>
      <w:lvlJc w:val="left"/>
      <w:pPr>
        <w:ind w:left="7716" w:hanging="360"/>
      </w:pPr>
      <w:rPr>
        <w:rFonts w:hint="default"/>
      </w:rPr>
    </w:lvl>
    <w:lvl w:ilvl="7" w:tplc="AC84CD44">
      <w:numFmt w:val="bullet"/>
      <w:lvlText w:val="•"/>
      <w:lvlJc w:val="left"/>
      <w:pPr>
        <w:ind w:left="8592" w:hanging="360"/>
      </w:pPr>
      <w:rPr>
        <w:rFonts w:hint="default"/>
      </w:rPr>
    </w:lvl>
    <w:lvl w:ilvl="8" w:tplc="66483582">
      <w:numFmt w:val="bullet"/>
      <w:lvlText w:val="•"/>
      <w:lvlJc w:val="left"/>
      <w:pPr>
        <w:ind w:left="9468" w:hanging="360"/>
      </w:pPr>
      <w:rPr>
        <w:rFonts w:hint="default"/>
      </w:rPr>
    </w:lvl>
  </w:abstractNum>
  <w:abstractNum w:abstractNumId="6" w15:restartNumberingAfterBreak="0">
    <w:nsid w:val="17E8589C"/>
    <w:multiLevelType w:val="multilevel"/>
    <w:tmpl w:val="59C68F3E"/>
    <w:lvl w:ilvl="0">
      <w:start w:val="13"/>
      <w:numFmt w:val="decimal"/>
      <w:lvlText w:val="%1"/>
      <w:lvlJc w:val="left"/>
      <w:pPr>
        <w:ind w:left="1463" w:hanging="444"/>
        <w:jc w:val="left"/>
      </w:pPr>
      <w:rPr>
        <w:rFonts w:hint="default"/>
      </w:rPr>
    </w:lvl>
    <w:lvl w:ilvl="1">
      <w:numFmt w:val="decimal"/>
      <w:lvlText w:val="%1.%2"/>
      <w:lvlJc w:val="left"/>
      <w:pPr>
        <w:ind w:left="1463" w:hanging="444"/>
        <w:jc w:val="left"/>
      </w:pPr>
      <w:rPr>
        <w:rFonts w:ascii="Calibri" w:eastAsia="Calibri" w:hAnsi="Calibri" w:cs="Calibri" w:hint="default"/>
        <w:b/>
        <w:bCs/>
        <w:spacing w:val="-2"/>
        <w:w w:val="100"/>
        <w:sz w:val="22"/>
        <w:szCs w:val="22"/>
      </w:rPr>
    </w:lvl>
    <w:lvl w:ilvl="2">
      <w:numFmt w:val="bullet"/>
      <w:lvlText w:val=""/>
      <w:lvlJc w:val="left"/>
      <w:pPr>
        <w:ind w:left="2551" w:hanging="360"/>
      </w:pPr>
      <w:rPr>
        <w:rFonts w:ascii="Wingdings" w:eastAsia="Wingdings" w:hAnsi="Wingdings" w:cs="Wingdings" w:hint="default"/>
        <w:w w:val="100"/>
        <w:sz w:val="22"/>
        <w:szCs w:val="22"/>
      </w:rPr>
    </w:lvl>
    <w:lvl w:ilvl="3">
      <w:numFmt w:val="bullet"/>
      <w:lvlText w:val="•"/>
      <w:lvlJc w:val="left"/>
      <w:pPr>
        <w:ind w:left="4484" w:hanging="360"/>
      </w:pPr>
      <w:rPr>
        <w:rFonts w:hint="default"/>
      </w:rPr>
    </w:lvl>
    <w:lvl w:ilvl="4">
      <w:numFmt w:val="bullet"/>
      <w:lvlText w:val="•"/>
      <w:lvlJc w:val="left"/>
      <w:pPr>
        <w:ind w:left="5446" w:hanging="360"/>
      </w:pPr>
      <w:rPr>
        <w:rFonts w:hint="default"/>
      </w:rPr>
    </w:lvl>
    <w:lvl w:ilvl="5">
      <w:numFmt w:val="bullet"/>
      <w:lvlText w:val="•"/>
      <w:lvlJc w:val="left"/>
      <w:pPr>
        <w:ind w:left="6408" w:hanging="360"/>
      </w:pPr>
      <w:rPr>
        <w:rFonts w:hint="default"/>
      </w:rPr>
    </w:lvl>
    <w:lvl w:ilvl="6">
      <w:numFmt w:val="bullet"/>
      <w:lvlText w:val="•"/>
      <w:lvlJc w:val="left"/>
      <w:pPr>
        <w:ind w:left="7371" w:hanging="360"/>
      </w:pPr>
      <w:rPr>
        <w:rFonts w:hint="default"/>
      </w:rPr>
    </w:lvl>
    <w:lvl w:ilvl="7">
      <w:numFmt w:val="bullet"/>
      <w:lvlText w:val="•"/>
      <w:lvlJc w:val="left"/>
      <w:pPr>
        <w:ind w:left="8333" w:hanging="360"/>
      </w:pPr>
      <w:rPr>
        <w:rFonts w:hint="default"/>
      </w:rPr>
    </w:lvl>
    <w:lvl w:ilvl="8">
      <w:numFmt w:val="bullet"/>
      <w:lvlText w:val="•"/>
      <w:lvlJc w:val="left"/>
      <w:pPr>
        <w:ind w:left="9295" w:hanging="360"/>
      </w:pPr>
      <w:rPr>
        <w:rFonts w:hint="default"/>
      </w:rPr>
    </w:lvl>
  </w:abstractNum>
  <w:abstractNum w:abstractNumId="7" w15:restartNumberingAfterBreak="0">
    <w:nsid w:val="226E06E7"/>
    <w:multiLevelType w:val="hybridMultilevel"/>
    <w:tmpl w:val="EAE847D2"/>
    <w:lvl w:ilvl="0" w:tplc="C9F40C30">
      <w:numFmt w:val="bullet"/>
      <w:lvlText w:val=""/>
      <w:lvlJc w:val="left"/>
      <w:pPr>
        <w:ind w:left="1740" w:hanging="360"/>
      </w:pPr>
      <w:rPr>
        <w:rFonts w:ascii="Symbol" w:eastAsia="Symbol" w:hAnsi="Symbol" w:cs="Symbol" w:hint="default"/>
        <w:w w:val="100"/>
        <w:sz w:val="22"/>
        <w:szCs w:val="22"/>
      </w:rPr>
    </w:lvl>
    <w:lvl w:ilvl="1" w:tplc="E6028222">
      <w:numFmt w:val="bullet"/>
      <w:lvlText w:val=""/>
      <w:lvlJc w:val="left"/>
      <w:pPr>
        <w:ind w:left="2820" w:hanging="360"/>
      </w:pPr>
      <w:rPr>
        <w:rFonts w:ascii="Wingdings" w:eastAsia="Wingdings" w:hAnsi="Wingdings" w:cs="Wingdings" w:hint="default"/>
        <w:w w:val="100"/>
        <w:sz w:val="22"/>
        <w:szCs w:val="22"/>
      </w:rPr>
    </w:lvl>
    <w:lvl w:ilvl="2" w:tplc="F96C2DBA">
      <w:numFmt w:val="bullet"/>
      <w:lvlText w:val="•"/>
      <w:lvlJc w:val="left"/>
      <w:pPr>
        <w:ind w:left="3753" w:hanging="360"/>
      </w:pPr>
      <w:rPr>
        <w:rFonts w:hint="default"/>
      </w:rPr>
    </w:lvl>
    <w:lvl w:ilvl="3" w:tplc="AF76EB90">
      <w:numFmt w:val="bullet"/>
      <w:lvlText w:val="•"/>
      <w:lvlJc w:val="left"/>
      <w:pPr>
        <w:ind w:left="4686" w:hanging="360"/>
      </w:pPr>
      <w:rPr>
        <w:rFonts w:hint="default"/>
      </w:rPr>
    </w:lvl>
    <w:lvl w:ilvl="4" w:tplc="B60EA684">
      <w:numFmt w:val="bullet"/>
      <w:lvlText w:val="•"/>
      <w:lvlJc w:val="left"/>
      <w:pPr>
        <w:ind w:left="5620" w:hanging="360"/>
      </w:pPr>
      <w:rPr>
        <w:rFonts w:hint="default"/>
      </w:rPr>
    </w:lvl>
    <w:lvl w:ilvl="5" w:tplc="A88ECCE6">
      <w:numFmt w:val="bullet"/>
      <w:lvlText w:val="•"/>
      <w:lvlJc w:val="left"/>
      <w:pPr>
        <w:ind w:left="6553" w:hanging="360"/>
      </w:pPr>
      <w:rPr>
        <w:rFonts w:hint="default"/>
      </w:rPr>
    </w:lvl>
    <w:lvl w:ilvl="6" w:tplc="44805DCE">
      <w:numFmt w:val="bullet"/>
      <w:lvlText w:val="•"/>
      <w:lvlJc w:val="left"/>
      <w:pPr>
        <w:ind w:left="7486" w:hanging="360"/>
      </w:pPr>
      <w:rPr>
        <w:rFonts w:hint="default"/>
      </w:rPr>
    </w:lvl>
    <w:lvl w:ilvl="7" w:tplc="0E52DB88">
      <w:numFmt w:val="bullet"/>
      <w:lvlText w:val="•"/>
      <w:lvlJc w:val="left"/>
      <w:pPr>
        <w:ind w:left="8420" w:hanging="360"/>
      </w:pPr>
      <w:rPr>
        <w:rFonts w:hint="default"/>
      </w:rPr>
    </w:lvl>
    <w:lvl w:ilvl="8" w:tplc="B310EA28">
      <w:numFmt w:val="bullet"/>
      <w:lvlText w:val="•"/>
      <w:lvlJc w:val="left"/>
      <w:pPr>
        <w:ind w:left="9353" w:hanging="360"/>
      </w:pPr>
      <w:rPr>
        <w:rFonts w:hint="default"/>
      </w:rPr>
    </w:lvl>
  </w:abstractNum>
  <w:abstractNum w:abstractNumId="8" w15:restartNumberingAfterBreak="0">
    <w:nsid w:val="285E68E5"/>
    <w:multiLevelType w:val="multilevel"/>
    <w:tmpl w:val="B2F29530"/>
    <w:lvl w:ilvl="0">
      <w:start w:val="9"/>
      <w:numFmt w:val="decimal"/>
      <w:lvlText w:val="%1"/>
      <w:lvlJc w:val="left"/>
      <w:pPr>
        <w:ind w:left="1352" w:hanging="333"/>
        <w:jc w:val="left"/>
      </w:pPr>
      <w:rPr>
        <w:rFonts w:hint="default"/>
      </w:rPr>
    </w:lvl>
    <w:lvl w:ilvl="1">
      <w:numFmt w:val="decimal"/>
      <w:lvlText w:val="%1.%2"/>
      <w:lvlJc w:val="left"/>
      <w:pPr>
        <w:ind w:left="1352" w:hanging="333"/>
        <w:jc w:val="left"/>
      </w:pPr>
      <w:rPr>
        <w:rFonts w:ascii="Calibri" w:eastAsia="Calibri" w:hAnsi="Calibri" w:cs="Calibri" w:hint="default"/>
        <w:b/>
        <w:bCs/>
        <w:spacing w:val="-1"/>
        <w:w w:val="100"/>
        <w:sz w:val="22"/>
        <w:szCs w:val="22"/>
      </w:rPr>
    </w:lvl>
    <w:lvl w:ilvl="2">
      <w:start w:val="1"/>
      <w:numFmt w:val="decimal"/>
      <w:lvlText w:val="%3."/>
      <w:lvlJc w:val="left"/>
      <w:pPr>
        <w:ind w:left="2460" w:hanging="360"/>
        <w:jc w:val="left"/>
      </w:pPr>
      <w:rPr>
        <w:rFonts w:ascii="Calibri" w:eastAsia="Calibri" w:hAnsi="Calibri" w:cs="Calibri" w:hint="default"/>
        <w:w w:val="100"/>
        <w:sz w:val="22"/>
        <w:szCs w:val="22"/>
      </w:rPr>
    </w:lvl>
    <w:lvl w:ilvl="3">
      <w:numFmt w:val="bullet"/>
      <w:lvlText w:val="•"/>
      <w:lvlJc w:val="left"/>
      <w:pPr>
        <w:ind w:left="4406" w:hanging="360"/>
      </w:pPr>
      <w:rPr>
        <w:rFonts w:hint="default"/>
      </w:rPr>
    </w:lvl>
    <w:lvl w:ilvl="4">
      <w:numFmt w:val="bullet"/>
      <w:lvlText w:val="•"/>
      <w:lvlJc w:val="left"/>
      <w:pPr>
        <w:ind w:left="5380" w:hanging="360"/>
      </w:pPr>
      <w:rPr>
        <w:rFonts w:hint="default"/>
      </w:rPr>
    </w:lvl>
    <w:lvl w:ilvl="5">
      <w:numFmt w:val="bullet"/>
      <w:lvlText w:val="•"/>
      <w:lvlJc w:val="left"/>
      <w:pPr>
        <w:ind w:left="6353" w:hanging="360"/>
      </w:pPr>
      <w:rPr>
        <w:rFonts w:hint="default"/>
      </w:rPr>
    </w:lvl>
    <w:lvl w:ilvl="6">
      <w:numFmt w:val="bullet"/>
      <w:lvlText w:val="•"/>
      <w:lvlJc w:val="left"/>
      <w:pPr>
        <w:ind w:left="7326" w:hanging="360"/>
      </w:pPr>
      <w:rPr>
        <w:rFonts w:hint="default"/>
      </w:rPr>
    </w:lvl>
    <w:lvl w:ilvl="7">
      <w:numFmt w:val="bullet"/>
      <w:lvlText w:val="•"/>
      <w:lvlJc w:val="left"/>
      <w:pPr>
        <w:ind w:left="8300" w:hanging="360"/>
      </w:pPr>
      <w:rPr>
        <w:rFonts w:hint="default"/>
      </w:rPr>
    </w:lvl>
    <w:lvl w:ilvl="8">
      <w:numFmt w:val="bullet"/>
      <w:lvlText w:val="•"/>
      <w:lvlJc w:val="left"/>
      <w:pPr>
        <w:ind w:left="9273" w:hanging="360"/>
      </w:pPr>
      <w:rPr>
        <w:rFonts w:hint="default"/>
      </w:rPr>
    </w:lvl>
  </w:abstractNum>
  <w:abstractNum w:abstractNumId="9" w15:restartNumberingAfterBreak="0">
    <w:nsid w:val="2D815ABB"/>
    <w:multiLevelType w:val="multilevel"/>
    <w:tmpl w:val="D53E4AAA"/>
    <w:lvl w:ilvl="0">
      <w:start w:val="8"/>
      <w:numFmt w:val="decimal"/>
      <w:lvlText w:val="%1"/>
      <w:lvlJc w:val="left"/>
      <w:pPr>
        <w:ind w:left="1352" w:hanging="333"/>
        <w:jc w:val="left"/>
      </w:pPr>
      <w:rPr>
        <w:rFonts w:hint="default"/>
      </w:rPr>
    </w:lvl>
    <w:lvl w:ilvl="1">
      <w:numFmt w:val="decimal"/>
      <w:lvlText w:val="%1.%2"/>
      <w:lvlJc w:val="left"/>
      <w:pPr>
        <w:ind w:left="1352" w:hanging="333"/>
        <w:jc w:val="left"/>
      </w:pPr>
      <w:rPr>
        <w:rFonts w:ascii="Calibri" w:eastAsia="Calibri" w:hAnsi="Calibri" w:cs="Calibri" w:hint="default"/>
        <w:b/>
        <w:bCs/>
        <w:spacing w:val="-1"/>
        <w:w w:val="100"/>
        <w:sz w:val="22"/>
        <w:szCs w:val="22"/>
      </w:rPr>
    </w:lvl>
    <w:lvl w:ilvl="2">
      <w:start w:val="1"/>
      <w:numFmt w:val="upperLetter"/>
      <w:lvlText w:val="%3."/>
      <w:lvlJc w:val="left"/>
      <w:pPr>
        <w:ind w:left="2100" w:hanging="360"/>
        <w:jc w:val="left"/>
      </w:pPr>
      <w:rPr>
        <w:rFonts w:ascii="Calibri" w:eastAsia="Calibri" w:hAnsi="Calibri" w:cs="Calibri" w:hint="default"/>
        <w:w w:val="100"/>
        <w:sz w:val="22"/>
        <w:szCs w:val="22"/>
      </w:rPr>
    </w:lvl>
    <w:lvl w:ilvl="3">
      <w:numFmt w:val="bullet"/>
      <w:lvlText w:val="•"/>
      <w:lvlJc w:val="left"/>
      <w:pPr>
        <w:ind w:left="4126" w:hanging="360"/>
      </w:pPr>
      <w:rPr>
        <w:rFonts w:hint="default"/>
      </w:rPr>
    </w:lvl>
    <w:lvl w:ilvl="4">
      <w:numFmt w:val="bullet"/>
      <w:lvlText w:val="•"/>
      <w:lvlJc w:val="left"/>
      <w:pPr>
        <w:ind w:left="5140" w:hanging="360"/>
      </w:pPr>
      <w:rPr>
        <w:rFonts w:hint="default"/>
      </w:rPr>
    </w:lvl>
    <w:lvl w:ilvl="5">
      <w:numFmt w:val="bullet"/>
      <w:lvlText w:val="•"/>
      <w:lvlJc w:val="left"/>
      <w:pPr>
        <w:ind w:left="6153" w:hanging="360"/>
      </w:pPr>
      <w:rPr>
        <w:rFonts w:hint="default"/>
      </w:rPr>
    </w:lvl>
    <w:lvl w:ilvl="6">
      <w:numFmt w:val="bullet"/>
      <w:lvlText w:val="•"/>
      <w:lvlJc w:val="left"/>
      <w:pPr>
        <w:ind w:left="7166" w:hanging="360"/>
      </w:pPr>
      <w:rPr>
        <w:rFonts w:hint="default"/>
      </w:rPr>
    </w:lvl>
    <w:lvl w:ilvl="7">
      <w:numFmt w:val="bullet"/>
      <w:lvlText w:val="•"/>
      <w:lvlJc w:val="left"/>
      <w:pPr>
        <w:ind w:left="8180" w:hanging="360"/>
      </w:pPr>
      <w:rPr>
        <w:rFonts w:hint="default"/>
      </w:rPr>
    </w:lvl>
    <w:lvl w:ilvl="8">
      <w:numFmt w:val="bullet"/>
      <w:lvlText w:val="•"/>
      <w:lvlJc w:val="left"/>
      <w:pPr>
        <w:ind w:left="9193" w:hanging="360"/>
      </w:pPr>
      <w:rPr>
        <w:rFonts w:hint="default"/>
      </w:rPr>
    </w:lvl>
  </w:abstractNum>
  <w:abstractNum w:abstractNumId="10" w15:restartNumberingAfterBreak="0">
    <w:nsid w:val="329A741A"/>
    <w:multiLevelType w:val="multilevel"/>
    <w:tmpl w:val="A91886E8"/>
    <w:lvl w:ilvl="0">
      <w:start w:val="3"/>
      <w:numFmt w:val="decimal"/>
      <w:lvlText w:val="%1"/>
      <w:lvlJc w:val="left"/>
      <w:pPr>
        <w:ind w:left="1351" w:hanging="332"/>
        <w:jc w:val="left"/>
      </w:pPr>
      <w:rPr>
        <w:rFonts w:hint="default"/>
      </w:rPr>
    </w:lvl>
    <w:lvl w:ilvl="1">
      <w:numFmt w:val="decimal"/>
      <w:lvlText w:val="%1.%2"/>
      <w:lvlJc w:val="left"/>
      <w:pPr>
        <w:ind w:left="1351" w:hanging="332"/>
        <w:jc w:val="left"/>
      </w:pPr>
      <w:rPr>
        <w:rFonts w:ascii="Calibri" w:eastAsia="Calibri" w:hAnsi="Calibri" w:cs="Calibri" w:hint="default"/>
        <w:b/>
        <w:bCs/>
        <w:spacing w:val="-1"/>
        <w:w w:val="100"/>
        <w:sz w:val="22"/>
        <w:szCs w:val="22"/>
      </w:rPr>
    </w:lvl>
    <w:lvl w:ilvl="2">
      <w:numFmt w:val="bullet"/>
      <w:lvlText w:val="•"/>
      <w:lvlJc w:val="left"/>
      <w:pPr>
        <w:ind w:left="3332" w:hanging="332"/>
      </w:pPr>
      <w:rPr>
        <w:rFonts w:hint="default"/>
      </w:rPr>
    </w:lvl>
    <w:lvl w:ilvl="3">
      <w:numFmt w:val="bullet"/>
      <w:lvlText w:val="•"/>
      <w:lvlJc w:val="left"/>
      <w:pPr>
        <w:ind w:left="4318" w:hanging="332"/>
      </w:pPr>
      <w:rPr>
        <w:rFonts w:hint="default"/>
      </w:rPr>
    </w:lvl>
    <w:lvl w:ilvl="4">
      <w:numFmt w:val="bullet"/>
      <w:lvlText w:val="•"/>
      <w:lvlJc w:val="left"/>
      <w:pPr>
        <w:ind w:left="5304" w:hanging="332"/>
      </w:pPr>
      <w:rPr>
        <w:rFonts w:hint="default"/>
      </w:rPr>
    </w:lvl>
    <w:lvl w:ilvl="5">
      <w:numFmt w:val="bullet"/>
      <w:lvlText w:val="•"/>
      <w:lvlJc w:val="left"/>
      <w:pPr>
        <w:ind w:left="6290" w:hanging="332"/>
      </w:pPr>
      <w:rPr>
        <w:rFonts w:hint="default"/>
      </w:rPr>
    </w:lvl>
    <w:lvl w:ilvl="6">
      <w:numFmt w:val="bullet"/>
      <w:lvlText w:val="•"/>
      <w:lvlJc w:val="left"/>
      <w:pPr>
        <w:ind w:left="7276" w:hanging="332"/>
      </w:pPr>
      <w:rPr>
        <w:rFonts w:hint="default"/>
      </w:rPr>
    </w:lvl>
    <w:lvl w:ilvl="7">
      <w:numFmt w:val="bullet"/>
      <w:lvlText w:val="•"/>
      <w:lvlJc w:val="left"/>
      <w:pPr>
        <w:ind w:left="8262" w:hanging="332"/>
      </w:pPr>
      <w:rPr>
        <w:rFonts w:hint="default"/>
      </w:rPr>
    </w:lvl>
    <w:lvl w:ilvl="8">
      <w:numFmt w:val="bullet"/>
      <w:lvlText w:val="•"/>
      <w:lvlJc w:val="left"/>
      <w:pPr>
        <w:ind w:left="9248" w:hanging="332"/>
      </w:pPr>
      <w:rPr>
        <w:rFonts w:hint="default"/>
      </w:rPr>
    </w:lvl>
  </w:abstractNum>
  <w:abstractNum w:abstractNumId="11" w15:restartNumberingAfterBreak="0">
    <w:nsid w:val="49B42FD1"/>
    <w:multiLevelType w:val="multilevel"/>
    <w:tmpl w:val="08F273B0"/>
    <w:lvl w:ilvl="0">
      <w:start w:val="6"/>
      <w:numFmt w:val="decimal"/>
      <w:lvlText w:val="%1"/>
      <w:lvlJc w:val="left"/>
      <w:pPr>
        <w:ind w:left="1352" w:hanging="333"/>
        <w:jc w:val="left"/>
      </w:pPr>
      <w:rPr>
        <w:rFonts w:hint="default"/>
      </w:rPr>
    </w:lvl>
    <w:lvl w:ilvl="1">
      <w:numFmt w:val="decimal"/>
      <w:lvlText w:val="%1.%2"/>
      <w:lvlJc w:val="left"/>
      <w:pPr>
        <w:ind w:left="1352" w:hanging="333"/>
        <w:jc w:val="left"/>
      </w:pPr>
      <w:rPr>
        <w:rFonts w:ascii="Calibri" w:eastAsia="Calibri" w:hAnsi="Calibri" w:cs="Calibri" w:hint="default"/>
        <w:b/>
        <w:bCs/>
        <w:spacing w:val="-1"/>
        <w:w w:val="100"/>
        <w:sz w:val="22"/>
        <w:szCs w:val="22"/>
      </w:rPr>
    </w:lvl>
    <w:lvl w:ilvl="2">
      <w:start w:val="1"/>
      <w:numFmt w:val="upperLetter"/>
      <w:lvlText w:val="%3."/>
      <w:lvlJc w:val="left"/>
      <w:pPr>
        <w:ind w:left="2100" w:hanging="360"/>
        <w:jc w:val="left"/>
      </w:pPr>
      <w:rPr>
        <w:rFonts w:ascii="Calibri" w:eastAsia="Calibri" w:hAnsi="Calibri" w:cs="Calibri" w:hint="default"/>
        <w:w w:val="100"/>
        <w:sz w:val="22"/>
        <w:szCs w:val="22"/>
      </w:rPr>
    </w:lvl>
    <w:lvl w:ilvl="3">
      <w:numFmt w:val="bullet"/>
      <w:lvlText w:val="•"/>
      <w:lvlJc w:val="left"/>
      <w:pPr>
        <w:ind w:left="4126" w:hanging="360"/>
      </w:pPr>
      <w:rPr>
        <w:rFonts w:hint="default"/>
      </w:rPr>
    </w:lvl>
    <w:lvl w:ilvl="4">
      <w:numFmt w:val="bullet"/>
      <w:lvlText w:val="•"/>
      <w:lvlJc w:val="left"/>
      <w:pPr>
        <w:ind w:left="5140" w:hanging="360"/>
      </w:pPr>
      <w:rPr>
        <w:rFonts w:hint="default"/>
      </w:rPr>
    </w:lvl>
    <w:lvl w:ilvl="5">
      <w:numFmt w:val="bullet"/>
      <w:lvlText w:val="•"/>
      <w:lvlJc w:val="left"/>
      <w:pPr>
        <w:ind w:left="6153" w:hanging="360"/>
      </w:pPr>
      <w:rPr>
        <w:rFonts w:hint="default"/>
      </w:rPr>
    </w:lvl>
    <w:lvl w:ilvl="6">
      <w:numFmt w:val="bullet"/>
      <w:lvlText w:val="•"/>
      <w:lvlJc w:val="left"/>
      <w:pPr>
        <w:ind w:left="7166" w:hanging="360"/>
      </w:pPr>
      <w:rPr>
        <w:rFonts w:hint="default"/>
      </w:rPr>
    </w:lvl>
    <w:lvl w:ilvl="7">
      <w:numFmt w:val="bullet"/>
      <w:lvlText w:val="•"/>
      <w:lvlJc w:val="left"/>
      <w:pPr>
        <w:ind w:left="8180" w:hanging="360"/>
      </w:pPr>
      <w:rPr>
        <w:rFonts w:hint="default"/>
      </w:rPr>
    </w:lvl>
    <w:lvl w:ilvl="8">
      <w:numFmt w:val="bullet"/>
      <w:lvlText w:val="•"/>
      <w:lvlJc w:val="left"/>
      <w:pPr>
        <w:ind w:left="9193" w:hanging="360"/>
      </w:pPr>
      <w:rPr>
        <w:rFonts w:hint="default"/>
      </w:rPr>
    </w:lvl>
  </w:abstractNum>
  <w:abstractNum w:abstractNumId="12" w15:restartNumberingAfterBreak="0">
    <w:nsid w:val="51B95D92"/>
    <w:multiLevelType w:val="multilevel"/>
    <w:tmpl w:val="BFDAC5D4"/>
    <w:lvl w:ilvl="0">
      <w:start w:val="11"/>
      <w:numFmt w:val="decimal"/>
      <w:lvlText w:val="%1"/>
      <w:lvlJc w:val="left"/>
      <w:pPr>
        <w:ind w:left="1463" w:hanging="444"/>
        <w:jc w:val="left"/>
      </w:pPr>
      <w:rPr>
        <w:rFonts w:hint="default"/>
      </w:rPr>
    </w:lvl>
    <w:lvl w:ilvl="1">
      <w:numFmt w:val="decimal"/>
      <w:lvlText w:val="%1.%2"/>
      <w:lvlJc w:val="left"/>
      <w:pPr>
        <w:ind w:left="1463" w:hanging="444"/>
        <w:jc w:val="left"/>
      </w:pPr>
      <w:rPr>
        <w:rFonts w:ascii="Calibri" w:eastAsia="Calibri" w:hAnsi="Calibri" w:cs="Calibri" w:hint="default"/>
        <w:b/>
        <w:bCs/>
        <w:spacing w:val="-2"/>
        <w:w w:val="100"/>
        <w:sz w:val="22"/>
        <w:szCs w:val="22"/>
      </w:rPr>
    </w:lvl>
    <w:lvl w:ilvl="2">
      <w:start w:val="1"/>
      <w:numFmt w:val="decimal"/>
      <w:lvlText w:val="%3."/>
      <w:lvlJc w:val="left"/>
      <w:pPr>
        <w:ind w:left="2100" w:hanging="360"/>
        <w:jc w:val="left"/>
      </w:pPr>
      <w:rPr>
        <w:rFonts w:ascii="Calibri" w:eastAsia="Calibri" w:hAnsi="Calibri" w:cs="Calibri" w:hint="default"/>
        <w:w w:val="100"/>
        <w:sz w:val="22"/>
        <w:szCs w:val="22"/>
      </w:rPr>
    </w:lvl>
    <w:lvl w:ilvl="3">
      <w:numFmt w:val="bullet"/>
      <w:lvlText w:val="•"/>
      <w:lvlJc w:val="left"/>
      <w:pPr>
        <w:ind w:left="4126" w:hanging="360"/>
      </w:pPr>
      <w:rPr>
        <w:rFonts w:hint="default"/>
      </w:rPr>
    </w:lvl>
    <w:lvl w:ilvl="4">
      <w:numFmt w:val="bullet"/>
      <w:lvlText w:val="•"/>
      <w:lvlJc w:val="left"/>
      <w:pPr>
        <w:ind w:left="5140" w:hanging="360"/>
      </w:pPr>
      <w:rPr>
        <w:rFonts w:hint="default"/>
      </w:rPr>
    </w:lvl>
    <w:lvl w:ilvl="5">
      <w:numFmt w:val="bullet"/>
      <w:lvlText w:val="•"/>
      <w:lvlJc w:val="left"/>
      <w:pPr>
        <w:ind w:left="6153" w:hanging="360"/>
      </w:pPr>
      <w:rPr>
        <w:rFonts w:hint="default"/>
      </w:rPr>
    </w:lvl>
    <w:lvl w:ilvl="6">
      <w:numFmt w:val="bullet"/>
      <w:lvlText w:val="•"/>
      <w:lvlJc w:val="left"/>
      <w:pPr>
        <w:ind w:left="7166" w:hanging="360"/>
      </w:pPr>
      <w:rPr>
        <w:rFonts w:hint="default"/>
      </w:rPr>
    </w:lvl>
    <w:lvl w:ilvl="7">
      <w:numFmt w:val="bullet"/>
      <w:lvlText w:val="•"/>
      <w:lvlJc w:val="left"/>
      <w:pPr>
        <w:ind w:left="8180" w:hanging="360"/>
      </w:pPr>
      <w:rPr>
        <w:rFonts w:hint="default"/>
      </w:rPr>
    </w:lvl>
    <w:lvl w:ilvl="8">
      <w:numFmt w:val="bullet"/>
      <w:lvlText w:val="•"/>
      <w:lvlJc w:val="left"/>
      <w:pPr>
        <w:ind w:left="9193" w:hanging="360"/>
      </w:pPr>
      <w:rPr>
        <w:rFonts w:hint="default"/>
      </w:rPr>
    </w:lvl>
  </w:abstractNum>
  <w:abstractNum w:abstractNumId="13" w15:restartNumberingAfterBreak="0">
    <w:nsid w:val="55086699"/>
    <w:multiLevelType w:val="hybridMultilevel"/>
    <w:tmpl w:val="903CC1F8"/>
    <w:lvl w:ilvl="0" w:tplc="EB1C2F68">
      <w:start w:val="1"/>
      <w:numFmt w:val="decimal"/>
      <w:lvlText w:val="%1."/>
      <w:lvlJc w:val="left"/>
      <w:pPr>
        <w:ind w:left="1380" w:hanging="360"/>
        <w:jc w:val="left"/>
      </w:pPr>
      <w:rPr>
        <w:rFonts w:ascii="Calibri" w:eastAsia="Calibri" w:hAnsi="Calibri" w:cs="Calibri" w:hint="default"/>
        <w:w w:val="100"/>
        <w:sz w:val="22"/>
        <w:szCs w:val="22"/>
      </w:rPr>
    </w:lvl>
    <w:lvl w:ilvl="1" w:tplc="3496D924">
      <w:start w:val="1"/>
      <w:numFmt w:val="decimal"/>
      <w:lvlText w:val="%2."/>
      <w:lvlJc w:val="left"/>
      <w:pPr>
        <w:ind w:left="1740" w:hanging="360"/>
        <w:jc w:val="left"/>
      </w:pPr>
      <w:rPr>
        <w:rFonts w:ascii="Calibri" w:eastAsia="Calibri" w:hAnsi="Calibri" w:cs="Calibri" w:hint="default"/>
        <w:w w:val="100"/>
        <w:sz w:val="22"/>
        <w:szCs w:val="22"/>
      </w:rPr>
    </w:lvl>
    <w:lvl w:ilvl="2" w:tplc="DBBEAC3A">
      <w:numFmt w:val="bullet"/>
      <w:lvlText w:val="•"/>
      <w:lvlJc w:val="left"/>
      <w:pPr>
        <w:ind w:left="2793" w:hanging="360"/>
      </w:pPr>
      <w:rPr>
        <w:rFonts w:hint="default"/>
      </w:rPr>
    </w:lvl>
    <w:lvl w:ilvl="3" w:tplc="A6E41964">
      <w:numFmt w:val="bullet"/>
      <w:lvlText w:val="•"/>
      <w:lvlJc w:val="left"/>
      <w:pPr>
        <w:ind w:left="3846" w:hanging="360"/>
      </w:pPr>
      <w:rPr>
        <w:rFonts w:hint="default"/>
      </w:rPr>
    </w:lvl>
    <w:lvl w:ilvl="4" w:tplc="70E47DA0">
      <w:numFmt w:val="bullet"/>
      <w:lvlText w:val="•"/>
      <w:lvlJc w:val="left"/>
      <w:pPr>
        <w:ind w:left="4900" w:hanging="360"/>
      </w:pPr>
      <w:rPr>
        <w:rFonts w:hint="default"/>
      </w:rPr>
    </w:lvl>
    <w:lvl w:ilvl="5" w:tplc="FDC28DE6">
      <w:numFmt w:val="bullet"/>
      <w:lvlText w:val="•"/>
      <w:lvlJc w:val="left"/>
      <w:pPr>
        <w:ind w:left="5953" w:hanging="360"/>
      </w:pPr>
      <w:rPr>
        <w:rFonts w:hint="default"/>
      </w:rPr>
    </w:lvl>
    <w:lvl w:ilvl="6" w:tplc="410CE206">
      <w:numFmt w:val="bullet"/>
      <w:lvlText w:val="•"/>
      <w:lvlJc w:val="left"/>
      <w:pPr>
        <w:ind w:left="7006" w:hanging="360"/>
      </w:pPr>
      <w:rPr>
        <w:rFonts w:hint="default"/>
      </w:rPr>
    </w:lvl>
    <w:lvl w:ilvl="7" w:tplc="C42C53DA">
      <w:numFmt w:val="bullet"/>
      <w:lvlText w:val="•"/>
      <w:lvlJc w:val="left"/>
      <w:pPr>
        <w:ind w:left="8060" w:hanging="360"/>
      </w:pPr>
      <w:rPr>
        <w:rFonts w:hint="default"/>
      </w:rPr>
    </w:lvl>
    <w:lvl w:ilvl="8" w:tplc="2E6AE0E4">
      <w:numFmt w:val="bullet"/>
      <w:lvlText w:val="•"/>
      <w:lvlJc w:val="left"/>
      <w:pPr>
        <w:ind w:left="9113" w:hanging="360"/>
      </w:pPr>
      <w:rPr>
        <w:rFonts w:hint="default"/>
      </w:rPr>
    </w:lvl>
  </w:abstractNum>
  <w:num w:numId="1" w16cid:durableId="1944919858">
    <w:abstractNumId w:val="13"/>
  </w:num>
  <w:num w:numId="2" w16cid:durableId="511843406">
    <w:abstractNumId w:val="6"/>
  </w:num>
  <w:num w:numId="3" w16cid:durableId="1525167392">
    <w:abstractNumId w:val="12"/>
  </w:num>
  <w:num w:numId="4" w16cid:durableId="891623245">
    <w:abstractNumId w:val="8"/>
  </w:num>
  <w:num w:numId="5" w16cid:durableId="1614749774">
    <w:abstractNumId w:val="9"/>
  </w:num>
  <w:num w:numId="6" w16cid:durableId="1926962516">
    <w:abstractNumId w:val="4"/>
  </w:num>
  <w:num w:numId="7" w16cid:durableId="1203327954">
    <w:abstractNumId w:val="11"/>
  </w:num>
  <w:num w:numId="8" w16cid:durableId="954406789">
    <w:abstractNumId w:val="3"/>
  </w:num>
  <w:num w:numId="9" w16cid:durableId="1171721465">
    <w:abstractNumId w:val="0"/>
  </w:num>
  <w:num w:numId="10" w16cid:durableId="1354257946">
    <w:abstractNumId w:val="10"/>
  </w:num>
  <w:num w:numId="11" w16cid:durableId="1167405415">
    <w:abstractNumId w:val="1"/>
  </w:num>
  <w:num w:numId="12" w16cid:durableId="2118210108">
    <w:abstractNumId w:val="5"/>
  </w:num>
  <w:num w:numId="13" w16cid:durableId="126775658">
    <w:abstractNumId w:val="2"/>
  </w:num>
  <w:num w:numId="14" w16cid:durableId="14808070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79D5"/>
    <w:rsid w:val="001B44F0"/>
    <w:rsid w:val="006B79D5"/>
    <w:rsid w:val="009C6C38"/>
    <w:rsid w:val="00EE4DE8"/>
    <w:rsid w:val="00FA6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0AD8B9B"/>
  <w15:docId w15:val="{B0703615-DF43-40EA-8CCD-421E9D9F2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before="119"/>
      <w:ind w:left="1012"/>
      <w:outlineLvl w:val="0"/>
    </w:pPr>
    <w:rPr>
      <w:b/>
      <w:bCs/>
      <w:sz w:val="28"/>
      <w:szCs w:val="28"/>
    </w:rPr>
  </w:style>
  <w:style w:type="paragraph" w:styleId="Heading2">
    <w:name w:val="heading 2"/>
    <w:basedOn w:val="Normal"/>
    <w:uiPriority w:val="1"/>
    <w:qFormat/>
    <w:pPr>
      <w:spacing w:before="120"/>
      <w:ind w:left="1020"/>
      <w:jc w:val="both"/>
      <w:outlineLvl w:val="1"/>
    </w:pPr>
    <w:rPr>
      <w:b/>
      <w:bCs/>
    </w:rPr>
  </w:style>
  <w:style w:type="paragraph" w:styleId="Heading3">
    <w:name w:val="heading 3"/>
    <w:basedOn w:val="Normal"/>
    <w:uiPriority w:val="1"/>
    <w:qFormat/>
    <w:pPr>
      <w:spacing w:before="117"/>
      <w:ind w:left="1020"/>
      <w:outlineLvl w:val="2"/>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740"/>
    </w:pPr>
  </w:style>
  <w:style w:type="paragraph" w:styleId="ListParagraph">
    <w:name w:val="List Paragraph"/>
    <w:basedOn w:val="Normal"/>
    <w:uiPriority w:val="1"/>
    <w:qFormat/>
    <w:pPr>
      <w:spacing w:before="142"/>
      <w:ind w:left="1740" w:hanging="360"/>
      <w:jc w:val="both"/>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9C6C38"/>
    <w:pPr>
      <w:tabs>
        <w:tab w:val="center" w:pos="4680"/>
        <w:tab w:val="right" w:pos="9360"/>
      </w:tabs>
    </w:pPr>
  </w:style>
  <w:style w:type="character" w:customStyle="1" w:styleId="HeaderChar">
    <w:name w:val="Header Char"/>
    <w:basedOn w:val="DefaultParagraphFont"/>
    <w:link w:val="Header"/>
    <w:uiPriority w:val="99"/>
    <w:rsid w:val="009C6C38"/>
    <w:rPr>
      <w:rFonts w:ascii="Calibri" w:eastAsia="Calibri" w:hAnsi="Calibri" w:cs="Calibri"/>
    </w:rPr>
  </w:style>
  <w:style w:type="paragraph" w:styleId="Footer">
    <w:name w:val="footer"/>
    <w:basedOn w:val="Normal"/>
    <w:link w:val="FooterChar"/>
    <w:uiPriority w:val="99"/>
    <w:unhideWhenUsed/>
    <w:rsid w:val="009C6C38"/>
    <w:pPr>
      <w:tabs>
        <w:tab w:val="center" w:pos="4680"/>
        <w:tab w:val="right" w:pos="9360"/>
      </w:tabs>
    </w:pPr>
  </w:style>
  <w:style w:type="character" w:customStyle="1" w:styleId="FooterChar">
    <w:name w:val="Footer Char"/>
    <w:basedOn w:val="DefaultParagraphFont"/>
    <w:link w:val="Footer"/>
    <w:uiPriority w:val="99"/>
    <w:rsid w:val="009C6C38"/>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osha.gov/Publications/OSHA3895.pdf" TargetMode="External"/><Relationship Id="rId26" Type="http://schemas.openxmlformats.org/officeDocument/2006/relationships/footer" Target="footer6.xml"/><Relationship Id="rId39" Type="http://schemas.openxmlformats.org/officeDocument/2006/relationships/image" Target="media/image12.jpeg"/><Relationship Id="rId21" Type="http://schemas.openxmlformats.org/officeDocument/2006/relationships/footer" Target="footer4.xml"/><Relationship Id="rId34" Type="http://schemas.openxmlformats.org/officeDocument/2006/relationships/image" Target="media/image7.jpeg"/><Relationship Id="rId42" Type="http://schemas.openxmlformats.org/officeDocument/2006/relationships/image" Target="media/image15.jpeg"/><Relationship Id="rId47" Type="http://schemas.openxmlformats.org/officeDocument/2006/relationships/image" Target="media/image20.png"/><Relationship Id="rId50" Type="http://schemas.openxmlformats.org/officeDocument/2006/relationships/image" Target="media/image23.png"/><Relationship Id="rId55"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hyperlink" Target="http://www.osha.gov/Publications/OSHA3895.pdf" TargetMode="External"/><Relationship Id="rId25" Type="http://schemas.openxmlformats.org/officeDocument/2006/relationships/header" Target="header6.xml"/><Relationship Id="rId33" Type="http://schemas.openxmlformats.org/officeDocument/2006/relationships/image" Target="media/image6.jpeg"/><Relationship Id="rId38" Type="http://schemas.openxmlformats.org/officeDocument/2006/relationships/image" Target="media/image11.jpeg"/><Relationship Id="rId46"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hyperlink" Target="http://www.osha.gov/dte/IncInvGuide4Empl_Dec2015.pdf" TargetMode="Externa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image" Target="media/image14.jpeg"/><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sha.gov/shpguidelines/hazard-" TargetMode="External"/><Relationship Id="rId24" Type="http://schemas.openxmlformats.org/officeDocument/2006/relationships/footer" Target="footer5.xml"/><Relationship Id="rId32" Type="http://schemas.openxmlformats.org/officeDocument/2006/relationships/image" Target="media/image5.jpeg"/><Relationship Id="rId37" Type="http://schemas.openxmlformats.org/officeDocument/2006/relationships/image" Target="media/image10.jpeg"/><Relationship Id="rId40" Type="http://schemas.openxmlformats.org/officeDocument/2006/relationships/image" Target="media/image13.jpeg"/><Relationship Id="rId45" Type="http://schemas.openxmlformats.org/officeDocument/2006/relationships/image" Target="media/image18.png"/><Relationship Id="rId53" Type="http://schemas.openxmlformats.org/officeDocument/2006/relationships/hyperlink" Target="mailto:incident.bls@maine.gov" TargetMode="Externa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image" Target="media/image3.png"/><Relationship Id="rId36" Type="http://schemas.openxmlformats.org/officeDocument/2006/relationships/image" Target="media/image9.jpeg"/><Relationship Id="rId49" Type="http://schemas.openxmlformats.org/officeDocument/2006/relationships/image" Target="media/image22.png"/><Relationship Id="rId10" Type="http://schemas.openxmlformats.org/officeDocument/2006/relationships/hyperlink" Target="http://www.osha.gov/shpguidelines/hazard-" TargetMode="External"/><Relationship Id="rId19" Type="http://schemas.openxmlformats.org/officeDocument/2006/relationships/hyperlink" Target="http://www.safetyworksmaine.gov/index.shtml" TargetMode="External"/><Relationship Id="rId31" Type="http://schemas.openxmlformats.org/officeDocument/2006/relationships/image" Target="media/image4.jpeg"/><Relationship Id="rId44" Type="http://schemas.openxmlformats.org/officeDocument/2006/relationships/image" Target="media/image17.png"/><Relationship Id="rId52"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mailto:incident.bls@maine.gov" TargetMode="External"/><Relationship Id="rId27" Type="http://schemas.openxmlformats.org/officeDocument/2006/relationships/image" Target="media/image2.png"/><Relationship Id="rId30" Type="http://schemas.openxmlformats.org/officeDocument/2006/relationships/footer" Target="footer7.xml"/><Relationship Id="rId35" Type="http://schemas.openxmlformats.org/officeDocument/2006/relationships/image" Target="media/image8.jpeg"/><Relationship Id="rId43" Type="http://schemas.openxmlformats.org/officeDocument/2006/relationships/image" Target="media/image16.png"/><Relationship Id="rId48" Type="http://schemas.openxmlformats.org/officeDocument/2006/relationships/image" Target="media/image21.png"/><Relationship Id="rId8" Type="http://schemas.openxmlformats.org/officeDocument/2006/relationships/footer" Target="footer1.xml"/><Relationship Id="rId51" Type="http://schemas.openxmlformats.org/officeDocument/2006/relationships/image" Target="media/image24.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6376</Words>
  <Characters>36346</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Microsoft Word - Incident Review 080119.docx</vt:lpstr>
    </vt:vector>
  </TitlesOfParts>
  <Company/>
  <LinksUpToDate>false</LinksUpToDate>
  <CharactersWithSpaces>42637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Incident Review 080119.docx</dc:title>
  <dc:creator>mmayette</dc:creator>
  <cp:lastModifiedBy>Jennette Holt</cp:lastModifiedBy>
  <cp:revision>3</cp:revision>
  <dcterms:created xsi:type="dcterms:W3CDTF">2020-02-28T19:58:00Z</dcterms:created>
  <dcterms:modified xsi:type="dcterms:W3CDTF">2023-03-29T19:06:00Z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2019-12-26T00:00:00Z</vt:filetime>
  </property>
  <property fmtid="{D5CDD505-2E9C-101B-9397-08002B2CF9AE}" pid="3" name="LastSaved">
    <vt:filetime>2020-02-28T00:00:00Z</vt:filetime>
  </property>
</Properties>
</file>